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E6E" w:rsidRDefault="009D6F63" w:rsidP="00795BCF">
      <w:pPr>
        <w:jc w:val="both"/>
        <w:rPr>
          <w:sz w:val="28"/>
          <w:szCs w:val="28"/>
        </w:rPr>
      </w:pPr>
      <w:r w:rsidRPr="00AF377B"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14BED073" wp14:editId="774F9701">
                <wp:simplePos x="0" y="0"/>
                <wp:positionH relativeFrom="margin">
                  <wp:posOffset>24765</wp:posOffset>
                </wp:positionH>
                <wp:positionV relativeFrom="page">
                  <wp:posOffset>2886075</wp:posOffset>
                </wp:positionV>
                <wp:extent cx="6071235" cy="1447800"/>
                <wp:effectExtent l="0" t="0" r="571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1235" cy="144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5BCF" w:rsidRPr="009D6F63" w:rsidRDefault="00795BCF" w:rsidP="00795BCF">
                            <w:pPr>
                              <w:ind w:firstLine="708"/>
                              <w:jc w:val="center"/>
                              <w:rPr>
                                <w:sz w:val="72"/>
                                <w:szCs w:val="28"/>
                              </w:rPr>
                            </w:pPr>
                          </w:p>
                          <w:p w:rsidR="009D6F63" w:rsidRPr="009D6F63" w:rsidRDefault="009D6F63" w:rsidP="009D6F63">
                            <w:pPr>
                              <w:pStyle w:val="Textbody"/>
                              <w:jc w:val="center"/>
                              <w:rPr>
                                <w:color w:val="000000"/>
                                <w:sz w:val="28"/>
                              </w:rPr>
                            </w:pPr>
                            <w:bookmarkStart w:id="0" w:name="_Hlk17366601"/>
                            <w:r w:rsidRPr="009D6F63">
                              <w:rPr>
                                <w:color w:val="000000"/>
                                <w:sz w:val="28"/>
                              </w:rPr>
                              <w:t xml:space="preserve">Об утверждении реестра мест (площадок) накопления  твердых коммунальных отходов на территории города </w:t>
                            </w:r>
                            <w:proofErr w:type="spellStart"/>
                            <w:r w:rsidRPr="009D6F63">
                              <w:rPr>
                                <w:color w:val="000000"/>
                                <w:sz w:val="28"/>
                              </w:rPr>
                              <w:t>Искитима</w:t>
                            </w:r>
                            <w:proofErr w:type="spellEnd"/>
                            <w:r w:rsidRPr="009D6F63">
                              <w:rPr>
                                <w:color w:val="000000"/>
                                <w:sz w:val="28"/>
                              </w:rPr>
                              <w:t xml:space="preserve"> Новосибирской области</w:t>
                            </w:r>
                            <w:bookmarkEnd w:id="0"/>
                          </w:p>
                          <w:p w:rsidR="00D35F18" w:rsidRPr="0097741D" w:rsidRDefault="00D35F18" w:rsidP="006D1622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1.95pt;margin-top:227.25pt;width:478.05pt;height:114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" filled="f" stroked="f">
                <v:textbox inset="0,0,0,0">
                  <w:txbxContent>
                    <w:p w:rsidR="00795BCF" w:rsidRPr="009D6F63" w:rsidRDefault="00795BCF" w:rsidP="00795BCF">
                      <w:pPr>
                        <w:ind w:firstLine="708"/>
                        <w:jc w:val="center"/>
                        <w:rPr>
                          <w:sz w:val="72"/>
                          <w:szCs w:val="28"/>
                        </w:rPr>
                      </w:pPr>
                    </w:p>
                    <w:p w:rsidR="009D6F63" w:rsidRPr="009D6F63" w:rsidRDefault="009D6F63" w:rsidP="009D6F63">
                      <w:pPr>
                        <w:pStyle w:val="Textbody"/>
                        <w:jc w:val="center"/>
                        <w:rPr>
                          <w:color w:val="000000"/>
                          <w:sz w:val="28"/>
                        </w:rPr>
                      </w:pPr>
                      <w:bookmarkStart w:id="1" w:name="_Hlk17366601"/>
                      <w:r w:rsidRPr="009D6F63">
                        <w:rPr>
                          <w:color w:val="000000"/>
                          <w:sz w:val="28"/>
                        </w:rPr>
                        <w:t xml:space="preserve">Об утверждении реестра мест (площадок) накопления  твердых коммунальных отходов на территории города </w:t>
                      </w:r>
                      <w:proofErr w:type="spellStart"/>
                      <w:r w:rsidRPr="009D6F63">
                        <w:rPr>
                          <w:color w:val="000000"/>
                          <w:sz w:val="28"/>
                        </w:rPr>
                        <w:t>Искитима</w:t>
                      </w:r>
                      <w:proofErr w:type="spellEnd"/>
                      <w:r w:rsidRPr="009D6F63">
                        <w:rPr>
                          <w:color w:val="000000"/>
                          <w:sz w:val="28"/>
                        </w:rPr>
                        <w:t xml:space="preserve"> Новосибирской области</w:t>
                      </w:r>
                      <w:bookmarkEnd w:id="1"/>
                    </w:p>
                    <w:p w:rsidR="00D35F18" w:rsidRPr="0097741D" w:rsidRDefault="00D35F18" w:rsidP="006D1622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2A69" w:rsidRPr="00AF377B"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05655A02" wp14:editId="1C3ABF04">
                <wp:simplePos x="0" y="0"/>
                <wp:positionH relativeFrom="margin">
                  <wp:posOffset>-52070</wp:posOffset>
                </wp:positionH>
                <wp:positionV relativeFrom="page">
                  <wp:posOffset>2333625</wp:posOffset>
                </wp:positionV>
                <wp:extent cx="6143625" cy="360045"/>
                <wp:effectExtent l="0" t="0" r="9525" b="1905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362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9D6F63">
                              <w:rPr>
                                <w:sz w:val="24"/>
                                <w:u w:val="single"/>
                              </w:rPr>
                              <w:t>15</w:t>
                            </w:r>
                            <w:r w:rsidR="00402839">
                              <w:rPr>
                                <w:sz w:val="24"/>
                                <w:u w:val="single"/>
                              </w:rPr>
                              <w:t>.11.</w:t>
                            </w:r>
                            <w:r w:rsidR="00FB4CD1">
                              <w:rPr>
                                <w:sz w:val="24"/>
                                <w:u w:val="single"/>
                              </w:rPr>
                              <w:t>2024</w:t>
                            </w:r>
                            <w:r w:rsidR="000E40EC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 w:rsidRPr="00402839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 w:rsidRPr="00402839">
                              <w:rPr>
                                <w:sz w:val="24"/>
                              </w:rPr>
                              <w:t xml:space="preserve"> </w:t>
                            </w:r>
                            <w:r w:rsidR="00402839" w:rsidRPr="00402839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4028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1008F4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9D6F63">
                              <w:rPr>
                                <w:sz w:val="24"/>
                                <w:u w:val="single"/>
                              </w:rPr>
                              <w:t>1869</w:t>
                            </w:r>
                            <w:r w:rsidR="00B8789B"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Pr="00402839"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>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-4.1pt;margin-top:183.75pt;width:483.7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9D6F63">
                        <w:rPr>
                          <w:sz w:val="24"/>
                          <w:u w:val="single"/>
                        </w:rPr>
                        <w:t>15</w:t>
                      </w:r>
                      <w:r w:rsidR="00402839">
                        <w:rPr>
                          <w:sz w:val="24"/>
                          <w:u w:val="single"/>
                        </w:rPr>
                        <w:t>.11.</w:t>
                      </w:r>
                      <w:r w:rsidR="00FB4CD1">
                        <w:rPr>
                          <w:sz w:val="24"/>
                          <w:u w:val="single"/>
                        </w:rPr>
                        <w:t>2024</w:t>
                      </w:r>
                      <w:r w:rsidR="000E40EC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 w:rsidRPr="00402839"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 w:rsidRPr="00402839">
                        <w:rPr>
                          <w:sz w:val="24"/>
                        </w:rPr>
                        <w:t xml:space="preserve"> </w:t>
                      </w:r>
                      <w:r w:rsidR="00402839" w:rsidRPr="00402839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402839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1008F4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9D6F63">
                        <w:rPr>
                          <w:sz w:val="24"/>
                          <w:u w:val="single"/>
                        </w:rPr>
                        <w:t>1869</w:t>
                      </w:r>
                      <w:r w:rsidR="00B8789B"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Pr="00402839">
                        <w:rPr>
                          <w:sz w:val="24"/>
                          <w:u w:val="single"/>
                        </w:rPr>
                        <w:t xml:space="preserve">  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>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4D47EF" w:rsidRPr="00AF377B"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514C6B07" wp14:editId="7BB2C348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4D47EF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</w:rPr>
                              <w:drawing>
                                <wp:inline distT="0" distB="0" distL="0" distR="0" wp14:anchorId="08C2CA57" wp14:editId="33D923CE">
                                  <wp:extent cx="552450" cy="809625"/>
                                  <wp:effectExtent l="0" t="0" r="0" b="9525"/>
                                  <wp:docPr id="1" name="Рисунок 1" descr="ger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er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809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" filled="f" stroked="f">
                <v:textbox inset="0,0,0,0">
                  <w:txbxContent>
                    <w:p w:rsidR="007A5439" w:rsidRPr="004B11F2" w:rsidRDefault="004D47EF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noProof/>
                          <w:sz w:val="28"/>
                        </w:rPr>
                        <w:drawing>
                          <wp:inline distT="0" distB="0" distL="0" distR="0" wp14:anchorId="08C2CA57" wp14:editId="33D923CE">
                            <wp:extent cx="552450" cy="809625"/>
                            <wp:effectExtent l="0" t="0" r="0" b="9525"/>
                            <wp:docPr id="1" name="Рисунок 1" descr="ger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er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809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402839">
        <w:rPr>
          <w:sz w:val="28"/>
          <w:szCs w:val="28"/>
        </w:rPr>
        <w:tab/>
      </w:r>
      <w:proofErr w:type="gramStart"/>
      <w:r w:rsidRPr="009D6F63">
        <w:rPr>
          <w:sz w:val="28"/>
          <w:szCs w:val="28"/>
        </w:rPr>
        <w:t>В  соответствии с Федеральным законом от 06.10.2003 № 131 — ФЗ «Об общих принципах организации местного самоуправления в Российской Федерации», Федеральным законом от 24.06.19</w:t>
      </w:r>
      <w:bookmarkStart w:id="2" w:name="_GoBack"/>
      <w:bookmarkEnd w:id="2"/>
      <w:r w:rsidRPr="009D6F63">
        <w:rPr>
          <w:sz w:val="28"/>
          <w:szCs w:val="28"/>
        </w:rPr>
        <w:t xml:space="preserve">98 № 89-ФЗ «Об отходах производства и потребления», </w:t>
      </w:r>
      <w:bookmarkStart w:id="3" w:name="_Hlk64285412"/>
      <w:r w:rsidRPr="009D6F63">
        <w:rPr>
          <w:sz w:val="28"/>
          <w:szCs w:val="28"/>
        </w:rPr>
        <w:t>согласно СанПиН 2.1.3684-21 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</w:t>
      </w:r>
      <w:proofErr w:type="gramEnd"/>
      <w:r w:rsidRPr="009D6F63">
        <w:rPr>
          <w:sz w:val="28"/>
          <w:szCs w:val="28"/>
        </w:rPr>
        <w:t xml:space="preserve"> </w:t>
      </w:r>
      <w:proofErr w:type="gramStart"/>
      <w:r w:rsidRPr="009D6F63">
        <w:rPr>
          <w:sz w:val="28"/>
          <w:szCs w:val="28"/>
        </w:rPr>
        <w:t>проведению санитарно-противоэпидемиологических (профилактических) мероприятий», утвержденным постановлением Главного государственного санитарного врача Российской Федерации от 28 января 2021 года № 3,</w:t>
      </w:r>
      <w:bookmarkEnd w:id="3"/>
      <w:r w:rsidRPr="009D6F63">
        <w:rPr>
          <w:sz w:val="28"/>
          <w:szCs w:val="28"/>
        </w:rPr>
        <w:t xml:space="preserve"> постановлением Правительства Российской Федерации от 31.08.2018 № 1039 «Об утверждении Правил обустройства мест (площадок) накопления твердых коммунальных отходов и ведения их реестра», постановлением Госстроя России от 27.09.2003 № 170 «Об утверждении Правил и норм технической эксплуатации жилищного фонда», Уставом города </w:t>
      </w:r>
      <w:proofErr w:type="spellStart"/>
      <w:r w:rsidRPr="009D6F63">
        <w:rPr>
          <w:sz w:val="28"/>
          <w:szCs w:val="28"/>
        </w:rPr>
        <w:t>Искитима</w:t>
      </w:r>
      <w:proofErr w:type="spellEnd"/>
      <w:r w:rsidRPr="009D6F63">
        <w:rPr>
          <w:sz w:val="28"/>
          <w:szCs w:val="28"/>
        </w:rPr>
        <w:t xml:space="preserve"> Новосибирской области, администрация</w:t>
      </w:r>
      <w:proofErr w:type="gramEnd"/>
      <w:r w:rsidRPr="009D6F63">
        <w:rPr>
          <w:sz w:val="28"/>
          <w:szCs w:val="28"/>
        </w:rPr>
        <w:t xml:space="preserve"> города </w:t>
      </w:r>
      <w:proofErr w:type="spellStart"/>
      <w:r w:rsidRPr="009D6F63">
        <w:rPr>
          <w:sz w:val="28"/>
          <w:szCs w:val="28"/>
        </w:rPr>
        <w:t>Искитима</w:t>
      </w:r>
      <w:proofErr w:type="spellEnd"/>
    </w:p>
    <w:p w:rsidR="009D6F63" w:rsidRPr="00795BCF" w:rsidRDefault="009D6F63" w:rsidP="00795BCF">
      <w:pPr>
        <w:jc w:val="both"/>
        <w:rPr>
          <w:sz w:val="28"/>
          <w:szCs w:val="28"/>
        </w:rPr>
      </w:pPr>
    </w:p>
    <w:p w:rsidR="0063655E" w:rsidRDefault="005A1F9E" w:rsidP="0063655E">
      <w:pPr>
        <w:pStyle w:val="af4"/>
        <w:jc w:val="both"/>
      </w:pPr>
      <w:r>
        <w:tab/>
      </w:r>
      <w:r w:rsidR="001008F4" w:rsidRPr="001008F4">
        <w:t>ПОСТАНОВЛЯЕТ:</w:t>
      </w:r>
    </w:p>
    <w:p w:rsidR="00AF377B" w:rsidRPr="00AF377B" w:rsidRDefault="00AF377B" w:rsidP="0063655E">
      <w:pPr>
        <w:pStyle w:val="af4"/>
        <w:jc w:val="both"/>
      </w:pPr>
    </w:p>
    <w:p w:rsidR="009D6F63" w:rsidRPr="009D6F63" w:rsidRDefault="00240917" w:rsidP="009D6F63">
      <w:pPr>
        <w:jc w:val="both"/>
        <w:rPr>
          <w:sz w:val="28"/>
          <w:szCs w:val="28"/>
        </w:rPr>
      </w:pPr>
      <w:r w:rsidRPr="009D6F63">
        <w:rPr>
          <w:sz w:val="28"/>
          <w:szCs w:val="28"/>
        </w:rPr>
        <w:tab/>
      </w:r>
      <w:r w:rsidR="009D6F63">
        <w:rPr>
          <w:sz w:val="28"/>
          <w:szCs w:val="28"/>
        </w:rPr>
        <w:t>1.</w:t>
      </w:r>
      <w:r w:rsidR="009D6F63" w:rsidRPr="009D6F63">
        <w:rPr>
          <w:sz w:val="28"/>
          <w:szCs w:val="28"/>
        </w:rPr>
        <w:t xml:space="preserve">Утвердить прилагаемый реестр мест (площадок) накопления твердых коммунальных отходов на территории города </w:t>
      </w:r>
      <w:proofErr w:type="spellStart"/>
      <w:r w:rsidR="009D6F63" w:rsidRPr="009D6F63">
        <w:rPr>
          <w:sz w:val="28"/>
          <w:szCs w:val="28"/>
        </w:rPr>
        <w:t>Искитима</w:t>
      </w:r>
      <w:proofErr w:type="spellEnd"/>
      <w:r w:rsidR="009D6F63" w:rsidRPr="009D6F63">
        <w:rPr>
          <w:sz w:val="28"/>
          <w:szCs w:val="28"/>
        </w:rPr>
        <w:t xml:space="preserve">            </w:t>
      </w:r>
    </w:p>
    <w:p w:rsidR="009D6F63" w:rsidRPr="009D6F63" w:rsidRDefault="009D6F63" w:rsidP="009D6F63">
      <w:pPr>
        <w:jc w:val="both"/>
        <w:rPr>
          <w:sz w:val="28"/>
          <w:szCs w:val="28"/>
        </w:rPr>
      </w:pPr>
      <w:r w:rsidRPr="009D6F63">
        <w:rPr>
          <w:sz w:val="28"/>
          <w:szCs w:val="28"/>
        </w:rPr>
        <w:t>Новосибирской области.</w:t>
      </w:r>
    </w:p>
    <w:p w:rsidR="009D6F63" w:rsidRPr="009D6F63" w:rsidRDefault="009D6F63" w:rsidP="009D6F63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>2.</w:t>
      </w:r>
      <w:r w:rsidRPr="009D6F63">
        <w:rPr>
          <w:bCs/>
          <w:sz w:val="28"/>
          <w:szCs w:val="28"/>
        </w:rPr>
        <w:t xml:space="preserve">Признать утратившим силу постановление администрации города </w:t>
      </w:r>
      <w:proofErr w:type="spellStart"/>
      <w:r w:rsidRPr="009D6F63">
        <w:rPr>
          <w:bCs/>
          <w:sz w:val="28"/>
          <w:szCs w:val="28"/>
        </w:rPr>
        <w:t>Искитима</w:t>
      </w:r>
      <w:proofErr w:type="spellEnd"/>
      <w:r w:rsidRPr="009D6F63">
        <w:rPr>
          <w:bCs/>
          <w:sz w:val="28"/>
          <w:szCs w:val="28"/>
        </w:rPr>
        <w:t xml:space="preserve"> Новосибирской области от 12.08.2024 № 1242 «Об утверждении реестра мест (площадок) накопления твердых коммунальных отходов на территории города </w:t>
      </w:r>
      <w:proofErr w:type="spellStart"/>
      <w:r w:rsidRPr="009D6F63">
        <w:rPr>
          <w:bCs/>
          <w:sz w:val="28"/>
          <w:szCs w:val="28"/>
        </w:rPr>
        <w:t>Искитима</w:t>
      </w:r>
      <w:proofErr w:type="spellEnd"/>
      <w:r w:rsidRPr="009D6F63">
        <w:rPr>
          <w:bCs/>
          <w:sz w:val="28"/>
          <w:szCs w:val="28"/>
        </w:rPr>
        <w:t xml:space="preserve"> Новосибирской области».   </w:t>
      </w:r>
    </w:p>
    <w:p w:rsidR="009D6F63" w:rsidRPr="009D6F63" w:rsidRDefault="009D6F63" w:rsidP="009D6F6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3.</w:t>
      </w:r>
      <w:r w:rsidRPr="009D6F63">
        <w:rPr>
          <w:sz w:val="28"/>
          <w:szCs w:val="28"/>
        </w:rPr>
        <w:t xml:space="preserve">Управлению делами администрации города </w:t>
      </w:r>
      <w:proofErr w:type="spellStart"/>
      <w:r w:rsidRPr="009D6F63">
        <w:rPr>
          <w:sz w:val="28"/>
          <w:szCs w:val="28"/>
        </w:rPr>
        <w:t>Искитима</w:t>
      </w:r>
      <w:proofErr w:type="spellEnd"/>
      <w:r w:rsidRPr="009D6F63">
        <w:rPr>
          <w:sz w:val="28"/>
          <w:szCs w:val="28"/>
        </w:rPr>
        <w:t xml:space="preserve"> </w:t>
      </w:r>
      <w:proofErr w:type="gramStart"/>
      <w:r w:rsidRPr="009D6F63">
        <w:rPr>
          <w:sz w:val="28"/>
          <w:szCs w:val="28"/>
        </w:rPr>
        <w:t>разместить</w:t>
      </w:r>
      <w:proofErr w:type="gramEnd"/>
      <w:r w:rsidRPr="009D6F63">
        <w:rPr>
          <w:sz w:val="28"/>
          <w:szCs w:val="28"/>
        </w:rPr>
        <w:t xml:space="preserve"> настоящее постановление на официальном сайте администрации  города </w:t>
      </w:r>
      <w:proofErr w:type="spellStart"/>
      <w:r w:rsidRPr="009D6F63">
        <w:rPr>
          <w:sz w:val="28"/>
          <w:szCs w:val="28"/>
        </w:rPr>
        <w:t>Искитима</w:t>
      </w:r>
      <w:proofErr w:type="spellEnd"/>
      <w:r w:rsidRPr="009D6F63">
        <w:rPr>
          <w:sz w:val="28"/>
          <w:szCs w:val="28"/>
        </w:rPr>
        <w:t xml:space="preserve"> Новосибирской области в установленном порядке.</w:t>
      </w:r>
    </w:p>
    <w:p w:rsidR="00AF377B" w:rsidRPr="009D6F63" w:rsidRDefault="00AF377B" w:rsidP="009D6F63">
      <w:pPr>
        <w:jc w:val="both"/>
        <w:rPr>
          <w:sz w:val="28"/>
          <w:szCs w:val="28"/>
        </w:rPr>
      </w:pPr>
    </w:p>
    <w:p w:rsidR="00AF377B" w:rsidRPr="00AF377B" w:rsidRDefault="00AF377B" w:rsidP="00AF377B">
      <w:pPr>
        <w:ind w:firstLine="720"/>
        <w:jc w:val="both"/>
        <w:rPr>
          <w:sz w:val="28"/>
        </w:rPr>
      </w:pPr>
    </w:p>
    <w:p w:rsidR="00FB4CD1" w:rsidRDefault="00795BCF" w:rsidP="00715F96">
      <w:pPr>
        <w:rPr>
          <w:sz w:val="28"/>
        </w:rPr>
      </w:pPr>
      <w:r>
        <w:rPr>
          <w:sz w:val="28"/>
        </w:rPr>
        <w:t xml:space="preserve">Глава </w:t>
      </w:r>
      <w:r w:rsidRPr="006C29E8">
        <w:rPr>
          <w:sz w:val="28"/>
        </w:rPr>
        <w:t xml:space="preserve">города </w:t>
      </w:r>
      <w:proofErr w:type="spellStart"/>
      <w:r>
        <w:rPr>
          <w:sz w:val="28"/>
        </w:rPr>
        <w:t>Искитима</w:t>
      </w:r>
      <w:proofErr w:type="spellEnd"/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  </w:t>
      </w:r>
      <w:proofErr w:type="spellStart"/>
      <w:r>
        <w:rPr>
          <w:sz w:val="28"/>
        </w:rPr>
        <w:t>С.В.Завражин</w:t>
      </w:r>
      <w:proofErr w:type="spellEnd"/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872A69">
      <w:pPr>
        <w:jc w:val="right"/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  <w:sectPr w:rsidR="00872A69" w:rsidSect="00872A69">
          <w:pgSz w:w="11906" w:h="16838" w:code="9"/>
          <w:pgMar w:top="1134" w:right="567" w:bottom="426" w:left="1701" w:header="720" w:footer="720" w:gutter="0"/>
          <w:cols w:space="720"/>
          <w:titlePg/>
          <w:docGrid w:linePitch="212"/>
        </w:sectPr>
      </w:pPr>
    </w:p>
    <w:p w:rsidR="00A8415F" w:rsidRPr="006D1622" w:rsidRDefault="00A8415F" w:rsidP="00715F96">
      <w:pPr>
        <w:rPr>
          <w:sz w:val="28"/>
        </w:rPr>
      </w:pPr>
    </w:p>
    <w:sectPr w:rsidR="00A8415F" w:rsidRPr="006D1622" w:rsidSect="00FB4CD1">
      <w:pgSz w:w="11906" w:h="16838" w:code="9"/>
      <w:pgMar w:top="1134" w:right="567" w:bottom="567" w:left="709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3E9" w:rsidRDefault="00FF23E9">
      <w:r>
        <w:separator/>
      </w:r>
    </w:p>
  </w:endnote>
  <w:endnote w:type="continuationSeparator" w:id="0">
    <w:p w:rsidR="00FF23E9" w:rsidRDefault="00FF2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3E9" w:rsidRDefault="00FF23E9">
      <w:r>
        <w:separator/>
      </w:r>
    </w:p>
  </w:footnote>
  <w:footnote w:type="continuationSeparator" w:id="0">
    <w:p w:rsidR="00FF23E9" w:rsidRDefault="00FF23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056D2D"/>
    <w:multiLevelType w:val="multilevel"/>
    <w:tmpl w:val="D6FCFDE4"/>
    <w:lvl w:ilvl="0">
      <w:start w:val="1"/>
      <w:numFmt w:val="decimal"/>
      <w:lvlText w:val="%1."/>
      <w:lvlJc w:val="left"/>
      <w:pPr>
        <w:ind w:left="1872" w:hanging="1152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15" w:hanging="720"/>
      </w:pPr>
    </w:lvl>
    <w:lvl w:ilvl="2">
      <w:start w:val="1"/>
      <w:numFmt w:val="decimal"/>
      <w:isLgl/>
      <w:lvlText w:val="%1.%2.%3."/>
      <w:lvlJc w:val="left"/>
      <w:pPr>
        <w:ind w:left="1590" w:hanging="720"/>
      </w:pPr>
    </w:lvl>
    <w:lvl w:ilvl="3">
      <w:start w:val="1"/>
      <w:numFmt w:val="decimal"/>
      <w:isLgl/>
      <w:lvlText w:val="%1.%2.%3.%4."/>
      <w:lvlJc w:val="left"/>
      <w:pPr>
        <w:ind w:left="2025" w:hanging="1080"/>
      </w:pPr>
    </w:lvl>
    <w:lvl w:ilvl="4">
      <w:start w:val="1"/>
      <w:numFmt w:val="decimal"/>
      <w:isLgl/>
      <w:lvlText w:val="%1.%2.%3.%4.%5."/>
      <w:lvlJc w:val="left"/>
      <w:pPr>
        <w:ind w:left="2100" w:hanging="1080"/>
      </w:pPr>
    </w:lvl>
    <w:lvl w:ilvl="5">
      <w:start w:val="1"/>
      <w:numFmt w:val="decimal"/>
      <w:isLgl/>
      <w:lvlText w:val="%1.%2.%3.%4.%5.%6."/>
      <w:lvlJc w:val="left"/>
      <w:pPr>
        <w:ind w:left="2535" w:hanging="1440"/>
      </w:pPr>
    </w:lvl>
    <w:lvl w:ilvl="6">
      <w:start w:val="1"/>
      <w:numFmt w:val="decimal"/>
      <w:isLgl/>
      <w:lvlText w:val="%1.%2.%3.%4.%5.%6.%7."/>
      <w:lvlJc w:val="left"/>
      <w:pPr>
        <w:ind w:left="2970" w:hanging="1800"/>
      </w:pPr>
    </w:lvl>
    <w:lvl w:ilvl="7">
      <w:start w:val="1"/>
      <w:numFmt w:val="decimal"/>
      <w:isLgl/>
      <w:lvlText w:val="%1.%2.%3.%4.%5.%6.%7.%8."/>
      <w:lvlJc w:val="left"/>
      <w:pPr>
        <w:ind w:left="3045" w:hanging="1800"/>
      </w:p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</w:lvl>
  </w:abstractNum>
  <w:abstractNum w:abstractNumId="3">
    <w:nsid w:val="147B6939"/>
    <w:multiLevelType w:val="hybridMultilevel"/>
    <w:tmpl w:val="6F7C5584"/>
    <w:lvl w:ilvl="0" w:tplc="3B209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35697B"/>
    <w:multiLevelType w:val="singleLevel"/>
    <w:tmpl w:val="1948603A"/>
    <w:lvl w:ilvl="0">
      <w:start w:val="1"/>
      <w:numFmt w:val="decimal"/>
      <w:lvlText w:val="%1."/>
      <w:legacy w:legacy="1" w:legacySpace="0" w:legacyIndent="21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192D1883"/>
    <w:multiLevelType w:val="hybridMultilevel"/>
    <w:tmpl w:val="47CA6012"/>
    <w:lvl w:ilvl="0" w:tplc="1DCEC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6566E8"/>
    <w:multiLevelType w:val="hybridMultilevel"/>
    <w:tmpl w:val="1D5490C0"/>
    <w:lvl w:ilvl="0" w:tplc="18F01496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8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9">
    <w:nsid w:val="204E04B6"/>
    <w:multiLevelType w:val="hybridMultilevel"/>
    <w:tmpl w:val="62442CA6"/>
    <w:lvl w:ilvl="0" w:tplc="2C2CF0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3">
    <w:nsid w:val="350A7AE6"/>
    <w:multiLevelType w:val="hybridMultilevel"/>
    <w:tmpl w:val="BA8AE6B0"/>
    <w:lvl w:ilvl="0" w:tplc="785E09C8">
      <w:start w:val="1"/>
      <w:numFmt w:val="decimal"/>
      <w:lvlText w:val="%1."/>
      <w:lvlJc w:val="left"/>
      <w:pPr>
        <w:ind w:left="644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74" w:hanging="360"/>
      </w:pPr>
    </w:lvl>
    <w:lvl w:ilvl="2" w:tplc="0419001B">
      <w:start w:val="1"/>
      <w:numFmt w:val="lowerRoman"/>
      <w:lvlText w:val="%3."/>
      <w:lvlJc w:val="right"/>
      <w:pPr>
        <w:ind w:left="2594" w:hanging="180"/>
      </w:pPr>
    </w:lvl>
    <w:lvl w:ilvl="3" w:tplc="0419000F">
      <w:start w:val="1"/>
      <w:numFmt w:val="decimal"/>
      <w:lvlText w:val="%4."/>
      <w:lvlJc w:val="left"/>
      <w:pPr>
        <w:ind w:left="3314" w:hanging="360"/>
      </w:pPr>
    </w:lvl>
    <w:lvl w:ilvl="4" w:tplc="04190019">
      <w:start w:val="1"/>
      <w:numFmt w:val="lowerLetter"/>
      <w:lvlText w:val="%5."/>
      <w:lvlJc w:val="left"/>
      <w:pPr>
        <w:ind w:left="4034" w:hanging="360"/>
      </w:pPr>
    </w:lvl>
    <w:lvl w:ilvl="5" w:tplc="0419001B">
      <w:start w:val="1"/>
      <w:numFmt w:val="lowerRoman"/>
      <w:lvlText w:val="%6."/>
      <w:lvlJc w:val="right"/>
      <w:pPr>
        <w:ind w:left="4754" w:hanging="180"/>
      </w:pPr>
    </w:lvl>
    <w:lvl w:ilvl="6" w:tplc="0419000F">
      <w:start w:val="1"/>
      <w:numFmt w:val="decimal"/>
      <w:lvlText w:val="%7."/>
      <w:lvlJc w:val="left"/>
      <w:pPr>
        <w:ind w:left="5474" w:hanging="360"/>
      </w:pPr>
    </w:lvl>
    <w:lvl w:ilvl="7" w:tplc="04190019">
      <w:start w:val="1"/>
      <w:numFmt w:val="lowerLetter"/>
      <w:lvlText w:val="%8."/>
      <w:lvlJc w:val="left"/>
      <w:pPr>
        <w:ind w:left="6194" w:hanging="360"/>
      </w:pPr>
    </w:lvl>
    <w:lvl w:ilvl="8" w:tplc="0419001B">
      <w:start w:val="1"/>
      <w:numFmt w:val="lowerRoman"/>
      <w:lvlText w:val="%9."/>
      <w:lvlJc w:val="right"/>
      <w:pPr>
        <w:ind w:left="6914" w:hanging="180"/>
      </w:pPr>
    </w:lvl>
  </w:abstractNum>
  <w:abstractNum w:abstractNumId="14">
    <w:nsid w:val="39164EC7"/>
    <w:multiLevelType w:val="hybridMultilevel"/>
    <w:tmpl w:val="E97CDB42"/>
    <w:lvl w:ilvl="0" w:tplc="74DEE098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5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16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6565DDC"/>
    <w:multiLevelType w:val="hybridMultilevel"/>
    <w:tmpl w:val="69F4547E"/>
    <w:lvl w:ilvl="0" w:tplc="D3A2A20E">
      <w:start w:val="2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8">
    <w:nsid w:val="58B43FED"/>
    <w:multiLevelType w:val="hybridMultilevel"/>
    <w:tmpl w:val="F1DE9A02"/>
    <w:lvl w:ilvl="0" w:tplc="49C0A07A">
      <w:start w:val="3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9">
    <w:nsid w:val="66CD1B07"/>
    <w:multiLevelType w:val="hybridMultilevel"/>
    <w:tmpl w:val="2EB89554"/>
    <w:lvl w:ilvl="0" w:tplc="DAAEDD7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>
    <w:nsid w:val="6CC810A1"/>
    <w:multiLevelType w:val="hybridMultilevel"/>
    <w:tmpl w:val="CB8EC476"/>
    <w:lvl w:ilvl="0" w:tplc="7F5ED7B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22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abstractNum w:abstractNumId="23">
    <w:nsid w:val="7DD94B6D"/>
    <w:multiLevelType w:val="hybridMultilevel"/>
    <w:tmpl w:val="417ECDE8"/>
    <w:lvl w:ilvl="0" w:tplc="C79C56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12"/>
  </w:num>
  <w:num w:numId="8">
    <w:abstractNumId w:val="1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1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1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7"/>
  </w:num>
  <w:num w:numId="12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1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1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1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22"/>
  </w:num>
  <w:num w:numId="29">
    <w:abstractNumId w:val="21"/>
  </w:num>
  <w:num w:numId="30">
    <w:abstractNumId w:val="16"/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7DC5"/>
    <w:rsid w:val="00010BA0"/>
    <w:rsid w:val="00015A0B"/>
    <w:rsid w:val="000238FC"/>
    <w:rsid w:val="00024CA0"/>
    <w:rsid w:val="00043165"/>
    <w:rsid w:val="00046BE4"/>
    <w:rsid w:val="000901B0"/>
    <w:rsid w:val="0009265D"/>
    <w:rsid w:val="00092833"/>
    <w:rsid w:val="000A66A6"/>
    <w:rsid w:val="000B459F"/>
    <w:rsid w:val="000B4D9F"/>
    <w:rsid w:val="000B501C"/>
    <w:rsid w:val="000B7620"/>
    <w:rsid w:val="000C2669"/>
    <w:rsid w:val="000C7092"/>
    <w:rsid w:val="000D2337"/>
    <w:rsid w:val="000E40EC"/>
    <w:rsid w:val="000F4E34"/>
    <w:rsid w:val="000F7B1A"/>
    <w:rsid w:val="001008F4"/>
    <w:rsid w:val="00101304"/>
    <w:rsid w:val="00101E55"/>
    <w:rsid w:val="00105A5B"/>
    <w:rsid w:val="0011184B"/>
    <w:rsid w:val="001162D4"/>
    <w:rsid w:val="00125027"/>
    <w:rsid w:val="00143A16"/>
    <w:rsid w:val="00157CD4"/>
    <w:rsid w:val="00157FFE"/>
    <w:rsid w:val="001670E9"/>
    <w:rsid w:val="0018139F"/>
    <w:rsid w:val="001A6B6A"/>
    <w:rsid w:val="001A7454"/>
    <w:rsid w:val="001B1BB7"/>
    <w:rsid w:val="001D6AC6"/>
    <w:rsid w:val="001E2E99"/>
    <w:rsid w:val="001E6AE2"/>
    <w:rsid w:val="001E6DAD"/>
    <w:rsid w:val="001F2DFF"/>
    <w:rsid w:val="001F552E"/>
    <w:rsid w:val="00205C38"/>
    <w:rsid w:val="00230681"/>
    <w:rsid w:val="00240917"/>
    <w:rsid w:val="00244A9A"/>
    <w:rsid w:val="0026745B"/>
    <w:rsid w:val="002734EB"/>
    <w:rsid w:val="002755C2"/>
    <w:rsid w:val="00280013"/>
    <w:rsid w:val="00286F28"/>
    <w:rsid w:val="002A6906"/>
    <w:rsid w:val="002B003D"/>
    <w:rsid w:val="002C3702"/>
    <w:rsid w:val="002C4055"/>
    <w:rsid w:val="002C7527"/>
    <w:rsid w:val="002F4451"/>
    <w:rsid w:val="002F4B80"/>
    <w:rsid w:val="00300456"/>
    <w:rsid w:val="0030206D"/>
    <w:rsid w:val="00306B3C"/>
    <w:rsid w:val="00310227"/>
    <w:rsid w:val="00327592"/>
    <w:rsid w:val="00344C0B"/>
    <w:rsid w:val="00347D5F"/>
    <w:rsid w:val="0035002B"/>
    <w:rsid w:val="00356674"/>
    <w:rsid w:val="00365EFD"/>
    <w:rsid w:val="00375206"/>
    <w:rsid w:val="00391199"/>
    <w:rsid w:val="00393F14"/>
    <w:rsid w:val="00396F8B"/>
    <w:rsid w:val="003B57B8"/>
    <w:rsid w:val="003D671A"/>
    <w:rsid w:val="003E0638"/>
    <w:rsid w:val="003E5751"/>
    <w:rsid w:val="00400125"/>
    <w:rsid w:val="00401461"/>
    <w:rsid w:val="00402839"/>
    <w:rsid w:val="00423BE4"/>
    <w:rsid w:val="0042767A"/>
    <w:rsid w:val="00430D96"/>
    <w:rsid w:val="00445BF4"/>
    <w:rsid w:val="00457E63"/>
    <w:rsid w:val="00470654"/>
    <w:rsid w:val="00487A70"/>
    <w:rsid w:val="004902AE"/>
    <w:rsid w:val="004928FF"/>
    <w:rsid w:val="004A7A20"/>
    <w:rsid w:val="004B11F2"/>
    <w:rsid w:val="004B33B5"/>
    <w:rsid w:val="004D47EF"/>
    <w:rsid w:val="004E0C62"/>
    <w:rsid w:val="004E1A32"/>
    <w:rsid w:val="004E5553"/>
    <w:rsid w:val="004F206F"/>
    <w:rsid w:val="004F6B92"/>
    <w:rsid w:val="00506E6E"/>
    <w:rsid w:val="00522AF2"/>
    <w:rsid w:val="00524A44"/>
    <w:rsid w:val="0053089E"/>
    <w:rsid w:val="005601AE"/>
    <w:rsid w:val="00560EF0"/>
    <w:rsid w:val="00565430"/>
    <w:rsid w:val="00576985"/>
    <w:rsid w:val="00581118"/>
    <w:rsid w:val="0059545A"/>
    <w:rsid w:val="005A1F9E"/>
    <w:rsid w:val="005B180F"/>
    <w:rsid w:val="005E38E7"/>
    <w:rsid w:val="005F0022"/>
    <w:rsid w:val="005F6CED"/>
    <w:rsid w:val="006232F7"/>
    <w:rsid w:val="006357B6"/>
    <w:rsid w:val="00635E27"/>
    <w:rsid w:val="0063655E"/>
    <w:rsid w:val="00644349"/>
    <w:rsid w:val="006612EB"/>
    <w:rsid w:val="00664926"/>
    <w:rsid w:val="00666B6F"/>
    <w:rsid w:val="00667F53"/>
    <w:rsid w:val="00672FF1"/>
    <w:rsid w:val="00685E1A"/>
    <w:rsid w:val="0069063A"/>
    <w:rsid w:val="006918EE"/>
    <w:rsid w:val="00693E9D"/>
    <w:rsid w:val="0069690C"/>
    <w:rsid w:val="006A637E"/>
    <w:rsid w:val="006C29E8"/>
    <w:rsid w:val="006C4D5D"/>
    <w:rsid w:val="006D1622"/>
    <w:rsid w:val="006E373F"/>
    <w:rsid w:val="006E6D6E"/>
    <w:rsid w:val="006E7B9D"/>
    <w:rsid w:val="006F215C"/>
    <w:rsid w:val="007116FB"/>
    <w:rsid w:val="00711C4E"/>
    <w:rsid w:val="007141E4"/>
    <w:rsid w:val="00715F96"/>
    <w:rsid w:val="00716870"/>
    <w:rsid w:val="00717C3E"/>
    <w:rsid w:val="0072339F"/>
    <w:rsid w:val="00725595"/>
    <w:rsid w:val="00735DDD"/>
    <w:rsid w:val="00740169"/>
    <w:rsid w:val="00741D84"/>
    <w:rsid w:val="00753060"/>
    <w:rsid w:val="00762CFE"/>
    <w:rsid w:val="00781F1F"/>
    <w:rsid w:val="00793C7D"/>
    <w:rsid w:val="00795795"/>
    <w:rsid w:val="00795BCF"/>
    <w:rsid w:val="00797B03"/>
    <w:rsid w:val="007A16EC"/>
    <w:rsid w:val="007A5439"/>
    <w:rsid w:val="007D540B"/>
    <w:rsid w:val="007D5E82"/>
    <w:rsid w:val="007D60C6"/>
    <w:rsid w:val="007E0C72"/>
    <w:rsid w:val="007F7EC5"/>
    <w:rsid w:val="00805F30"/>
    <w:rsid w:val="008143FB"/>
    <w:rsid w:val="00815012"/>
    <w:rsid w:val="008304AB"/>
    <w:rsid w:val="00846C62"/>
    <w:rsid w:val="00851980"/>
    <w:rsid w:val="008706BC"/>
    <w:rsid w:val="008727DC"/>
    <w:rsid w:val="00872A69"/>
    <w:rsid w:val="008A1286"/>
    <w:rsid w:val="008A34D9"/>
    <w:rsid w:val="008B51CB"/>
    <w:rsid w:val="008C39F5"/>
    <w:rsid w:val="008D1D62"/>
    <w:rsid w:val="008E604A"/>
    <w:rsid w:val="008E72AD"/>
    <w:rsid w:val="0090254F"/>
    <w:rsid w:val="00903973"/>
    <w:rsid w:val="0091072D"/>
    <w:rsid w:val="00941EA0"/>
    <w:rsid w:val="0096409C"/>
    <w:rsid w:val="00971032"/>
    <w:rsid w:val="0097215A"/>
    <w:rsid w:val="00976C0C"/>
    <w:rsid w:val="0097741D"/>
    <w:rsid w:val="0098693D"/>
    <w:rsid w:val="009902EA"/>
    <w:rsid w:val="00995D4D"/>
    <w:rsid w:val="00997935"/>
    <w:rsid w:val="009B012C"/>
    <w:rsid w:val="009B1381"/>
    <w:rsid w:val="009B35A0"/>
    <w:rsid w:val="009C29E4"/>
    <w:rsid w:val="009D442B"/>
    <w:rsid w:val="009D6F63"/>
    <w:rsid w:val="009F303A"/>
    <w:rsid w:val="00A42582"/>
    <w:rsid w:val="00A44175"/>
    <w:rsid w:val="00A64C36"/>
    <w:rsid w:val="00A67263"/>
    <w:rsid w:val="00A7250D"/>
    <w:rsid w:val="00A72567"/>
    <w:rsid w:val="00A8415F"/>
    <w:rsid w:val="00A92414"/>
    <w:rsid w:val="00AA6963"/>
    <w:rsid w:val="00AB2D01"/>
    <w:rsid w:val="00AB6272"/>
    <w:rsid w:val="00AC2FF7"/>
    <w:rsid w:val="00AF25DD"/>
    <w:rsid w:val="00AF377B"/>
    <w:rsid w:val="00B03C81"/>
    <w:rsid w:val="00B114D3"/>
    <w:rsid w:val="00B1626C"/>
    <w:rsid w:val="00B16C85"/>
    <w:rsid w:val="00B17B99"/>
    <w:rsid w:val="00B3271F"/>
    <w:rsid w:val="00B51691"/>
    <w:rsid w:val="00B5791C"/>
    <w:rsid w:val="00B611A0"/>
    <w:rsid w:val="00B81135"/>
    <w:rsid w:val="00B835F8"/>
    <w:rsid w:val="00B84DA6"/>
    <w:rsid w:val="00B8789B"/>
    <w:rsid w:val="00B90938"/>
    <w:rsid w:val="00B91739"/>
    <w:rsid w:val="00B92BBC"/>
    <w:rsid w:val="00BA1B2E"/>
    <w:rsid w:val="00BA2717"/>
    <w:rsid w:val="00BA6FB6"/>
    <w:rsid w:val="00BB12DA"/>
    <w:rsid w:val="00BD2611"/>
    <w:rsid w:val="00BD604A"/>
    <w:rsid w:val="00BE1EE6"/>
    <w:rsid w:val="00BE7508"/>
    <w:rsid w:val="00BF13DE"/>
    <w:rsid w:val="00C069CB"/>
    <w:rsid w:val="00C11E71"/>
    <w:rsid w:val="00C327F6"/>
    <w:rsid w:val="00C32C4D"/>
    <w:rsid w:val="00C32CBD"/>
    <w:rsid w:val="00C32EC5"/>
    <w:rsid w:val="00C350BC"/>
    <w:rsid w:val="00C4397E"/>
    <w:rsid w:val="00C53314"/>
    <w:rsid w:val="00C57291"/>
    <w:rsid w:val="00C66753"/>
    <w:rsid w:val="00C848FC"/>
    <w:rsid w:val="00C9223A"/>
    <w:rsid w:val="00C961F1"/>
    <w:rsid w:val="00CB5933"/>
    <w:rsid w:val="00CC333D"/>
    <w:rsid w:val="00CC37A0"/>
    <w:rsid w:val="00CD125A"/>
    <w:rsid w:val="00CD2CA7"/>
    <w:rsid w:val="00CD42FD"/>
    <w:rsid w:val="00CD73B8"/>
    <w:rsid w:val="00CE3405"/>
    <w:rsid w:val="00CE64DE"/>
    <w:rsid w:val="00D05C2F"/>
    <w:rsid w:val="00D23B61"/>
    <w:rsid w:val="00D318BD"/>
    <w:rsid w:val="00D35F18"/>
    <w:rsid w:val="00D514EC"/>
    <w:rsid w:val="00D53E40"/>
    <w:rsid w:val="00D61BA5"/>
    <w:rsid w:val="00D70CBD"/>
    <w:rsid w:val="00D70ED6"/>
    <w:rsid w:val="00D764E6"/>
    <w:rsid w:val="00D93BEB"/>
    <w:rsid w:val="00DA1587"/>
    <w:rsid w:val="00DB04C7"/>
    <w:rsid w:val="00DC2FC5"/>
    <w:rsid w:val="00DE41E4"/>
    <w:rsid w:val="00DE5633"/>
    <w:rsid w:val="00DF53B8"/>
    <w:rsid w:val="00E175E3"/>
    <w:rsid w:val="00E243C2"/>
    <w:rsid w:val="00E3079D"/>
    <w:rsid w:val="00E45AA3"/>
    <w:rsid w:val="00E47C15"/>
    <w:rsid w:val="00E55095"/>
    <w:rsid w:val="00E5725B"/>
    <w:rsid w:val="00E579B5"/>
    <w:rsid w:val="00E664D3"/>
    <w:rsid w:val="00E701DB"/>
    <w:rsid w:val="00E703E1"/>
    <w:rsid w:val="00E70E6F"/>
    <w:rsid w:val="00E8015F"/>
    <w:rsid w:val="00E9028E"/>
    <w:rsid w:val="00E915BD"/>
    <w:rsid w:val="00E979F5"/>
    <w:rsid w:val="00EA6975"/>
    <w:rsid w:val="00EC0162"/>
    <w:rsid w:val="00EC3D46"/>
    <w:rsid w:val="00EF006E"/>
    <w:rsid w:val="00F0647C"/>
    <w:rsid w:val="00F239E5"/>
    <w:rsid w:val="00F36FDE"/>
    <w:rsid w:val="00F55C35"/>
    <w:rsid w:val="00F55DFC"/>
    <w:rsid w:val="00F836EA"/>
    <w:rsid w:val="00F8575D"/>
    <w:rsid w:val="00FA14DC"/>
    <w:rsid w:val="00FA3221"/>
    <w:rsid w:val="00FA6909"/>
    <w:rsid w:val="00FB4CD1"/>
    <w:rsid w:val="00FD1E12"/>
    <w:rsid w:val="00FD1F21"/>
    <w:rsid w:val="00FD557E"/>
    <w:rsid w:val="00FD7DEE"/>
    <w:rsid w:val="00FE201E"/>
    <w:rsid w:val="00FE2E08"/>
    <w:rsid w:val="00FE2E11"/>
    <w:rsid w:val="00FF23E9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4">
    <w:name w:val="heading 4"/>
    <w:basedOn w:val="a"/>
    <w:next w:val="a"/>
    <w:link w:val="40"/>
    <w:semiHidden/>
    <w:unhideWhenUsed/>
    <w:qFormat/>
    <w:rsid w:val="00872A6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A8415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  <w:style w:type="paragraph" w:styleId="af">
    <w:name w:val="Body Text Indent"/>
    <w:basedOn w:val="a"/>
    <w:link w:val="af0"/>
    <w:rsid w:val="00BE1EE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BE1EE6"/>
  </w:style>
  <w:style w:type="paragraph" w:styleId="af1">
    <w:name w:val="No Spacing"/>
    <w:uiPriority w:val="1"/>
    <w:qFormat/>
    <w:rsid w:val="006232F7"/>
    <w:rPr>
      <w:rFonts w:ascii="Calibri" w:eastAsia="Calibri" w:hAnsi="Calibri"/>
      <w:sz w:val="22"/>
      <w:szCs w:val="22"/>
      <w:lang w:eastAsia="en-US"/>
    </w:rPr>
  </w:style>
  <w:style w:type="paragraph" w:styleId="af2">
    <w:name w:val="Title"/>
    <w:basedOn w:val="a"/>
    <w:link w:val="af3"/>
    <w:qFormat/>
    <w:rsid w:val="006C4D5D"/>
    <w:pPr>
      <w:jc w:val="center"/>
    </w:pPr>
    <w:rPr>
      <w:sz w:val="28"/>
      <w:szCs w:val="24"/>
    </w:rPr>
  </w:style>
  <w:style w:type="character" w:customStyle="1" w:styleId="af3">
    <w:name w:val="Название Знак"/>
    <w:basedOn w:val="a0"/>
    <w:link w:val="af2"/>
    <w:rsid w:val="006C4D5D"/>
    <w:rPr>
      <w:sz w:val="28"/>
      <w:szCs w:val="24"/>
    </w:rPr>
  </w:style>
  <w:style w:type="paragraph" w:styleId="af4">
    <w:name w:val="Subtitle"/>
    <w:basedOn w:val="a"/>
    <w:link w:val="af5"/>
    <w:qFormat/>
    <w:rsid w:val="00A64C36"/>
    <w:rPr>
      <w:sz w:val="28"/>
      <w:szCs w:val="24"/>
    </w:rPr>
  </w:style>
  <w:style w:type="character" w:customStyle="1" w:styleId="af5">
    <w:name w:val="Подзаголовок Знак"/>
    <w:basedOn w:val="a0"/>
    <w:link w:val="af4"/>
    <w:rsid w:val="00A64C36"/>
    <w:rPr>
      <w:sz w:val="28"/>
      <w:szCs w:val="24"/>
    </w:rPr>
  </w:style>
  <w:style w:type="paragraph" w:customStyle="1" w:styleId="ConsPlusNonformat">
    <w:name w:val="ConsPlusNonformat"/>
    <w:rsid w:val="00046BE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0E40E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60">
    <w:name w:val="Заголовок 6 Знак"/>
    <w:basedOn w:val="a0"/>
    <w:link w:val="6"/>
    <w:semiHidden/>
    <w:rsid w:val="00A841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20">
    <w:name w:val="Body Text Indent 2"/>
    <w:basedOn w:val="a"/>
    <w:link w:val="21"/>
    <w:rsid w:val="0097741D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97741D"/>
  </w:style>
  <w:style w:type="paragraph" w:customStyle="1" w:styleId="ConsPlusTitle">
    <w:name w:val="ConsPlusTitle"/>
    <w:rsid w:val="006D1622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872A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Textbody">
    <w:name w:val="Text body"/>
    <w:basedOn w:val="a"/>
    <w:rsid w:val="009D6F63"/>
    <w:pPr>
      <w:widowControl w:val="0"/>
      <w:suppressAutoHyphens/>
      <w:autoSpaceDN w:val="0"/>
      <w:spacing w:after="120"/>
      <w:textAlignment w:val="baseline"/>
    </w:pPr>
    <w:rPr>
      <w:rFonts w:eastAsia="SimSun" w:cs="Ari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4">
    <w:name w:val="heading 4"/>
    <w:basedOn w:val="a"/>
    <w:next w:val="a"/>
    <w:link w:val="40"/>
    <w:semiHidden/>
    <w:unhideWhenUsed/>
    <w:qFormat/>
    <w:rsid w:val="00872A6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A8415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  <w:style w:type="paragraph" w:styleId="af">
    <w:name w:val="Body Text Indent"/>
    <w:basedOn w:val="a"/>
    <w:link w:val="af0"/>
    <w:rsid w:val="00BE1EE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BE1EE6"/>
  </w:style>
  <w:style w:type="paragraph" w:styleId="af1">
    <w:name w:val="No Spacing"/>
    <w:uiPriority w:val="1"/>
    <w:qFormat/>
    <w:rsid w:val="006232F7"/>
    <w:rPr>
      <w:rFonts w:ascii="Calibri" w:eastAsia="Calibri" w:hAnsi="Calibri"/>
      <w:sz w:val="22"/>
      <w:szCs w:val="22"/>
      <w:lang w:eastAsia="en-US"/>
    </w:rPr>
  </w:style>
  <w:style w:type="paragraph" w:styleId="af2">
    <w:name w:val="Title"/>
    <w:basedOn w:val="a"/>
    <w:link w:val="af3"/>
    <w:qFormat/>
    <w:rsid w:val="006C4D5D"/>
    <w:pPr>
      <w:jc w:val="center"/>
    </w:pPr>
    <w:rPr>
      <w:sz w:val="28"/>
      <w:szCs w:val="24"/>
    </w:rPr>
  </w:style>
  <w:style w:type="character" w:customStyle="1" w:styleId="af3">
    <w:name w:val="Название Знак"/>
    <w:basedOn w:val="a0"/>
    <w:link w:val="af2"/>
    <w:rsid w:val="006C4D5D"/>
    <w:rPr>
      <w:sz w:val="28"/>
      <w:szCs w:val="24"/>
    </w:rPr>
  </w:style>
  <w:style w:type="paragraph" w:styleId="af4">
    <w:name w:val="Subtitle"/>
    <w:basedOn w:val="a"/>
    <w:link w:val="af5"/>
    <w:qFormat/>
    <w:rsid w:val="00A64C36"/>
    <w:rPr>
      <w:sz w:val="28"/>
      <w:szCs w:val="24"/>
    </w:rPr>
  </w:style>
  <w:style w:type="character" w:customStyle="1" w:styleId="af5">
    <w:name w:val="Подзаголовок Знак"/>
    <w:basedOn w:val="a0"/>
    <w:link w:val="af4"/>
    <w:rsid w:val="00A64C36"/>
    <w:rPr>
      <w:sz w:val="28"/>
      <w:szCs w:val="24"/>
    </w:rPr>
  </w:style>
  <w:style w:type="paragraph" w:customStyle="1" w:styleId="ConsPlusNonformat">
    <w:name w:val="ConsPlusNonformat"/>
    <w:rsid w:val="00046BE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0E40E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60">
    <w:name w:val="Заголовок 6 Знак"/>
    <w:basedOn w:val="a0"/>
    <w:link w:val="6"/>
    <w:semiHidden/>
    <w:rsid w:val="00A841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20">
    <w:name w:val="Body Text Indent 2"/>
    <w:basedOn w:val="a"/>
    <w:link w:val="21"/>
    <w:rsid w:val="0097741D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97741D"/>
  </w:style>
  <w:style w:type="paragraph" w:customStyle="1" w:styleId="ConsPlusTitle">
    <w:name w:val="ConsPlusTitle"/>
    <w:rsid w:val="006D1622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872A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Textbody">
    <w:name w:val="Text body"/>
    <w:basedOn w:val="a"/>
    <w:rsid w:val="009D6F63"/>
    <w:pPr>
      <w:widowControl w:val="0"/>
      <w:suppressAutoHyphens/>
      <w:autoSpaceDN w:val="0"/>
      <w:spacing w:after="120"/>
      <w:textAlignment w:val="baseline"/>
    </w:pPr>
    <w:rPr>
      <w:rFonts w:eastAsia="SimSu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9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20055-0FBC-4FDD-BDAB-64610DC4C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города.dotx</Template>
  <TotalTime>1</TotalTime>
  <Pages>3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2024-11-18T01:33:00Z</cp:lastPrinted>
  <dcterms:created xsi:type="dcterms:W3CDTF">2024-11-18T01:57:00Z</dcterms:created>
  <dcterms:modified xsi:type="dcterms:W3CDTF">2024-11-18T01:57:00Z</dcterms:modified>
</cp:coreProperties>
</file>