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FEA" w:rsidRDefault="004D47EF" w:rsidP="00812FEA">
      <w:pPr>
        <w:ind w:firstLine="709"/>
        <w:jc w:val="both"/>
        <w:rPr>
          <w:sz w:val="28"/>
          <w:szCs w:val="28"/>
        </w:rPr>
      </w:pPr>
      <w:r w:rsidRPr="00C93D04">
        <w:rPr>
          <w:noProof/>
          <w:sz w:val="44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412BFBC" wp14:editId="0E52945F">
                <wp:simplePos x="0" y="0"/>
                <wp:positionH relativeFrom="margin">
                  <wp:posOffset>110490</wp:posOffset>
                </wp:positionH>
                <wp:positionV relativeFrom="page">
                  <wp:posOffset>2790190</wp:posOffset>
                </wp:positionV>
                <wp:extent cx="5866765" cy="18192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81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0242" w:rsidRDefault="008D0242" w:rsidP="008D02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F2A42" w:rsidRDefault="009F2A42" w:rsidP="009F2A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F2A42" w:rsidRDefault="009F2A42" w:rsidP="009F2A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F2A42" w:rsidRDefault="009F2A42" w:rsidP="009F2A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F2A42" w:rsidRDefault="009F2A42" w:rsidP="009F2A4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Об установлении публичного сервитута </w:t>
                            </w:r>
                          </w:p>
                          <w:p w:rsidR="00D35F18" w:rsidRPr="00B87A8B" w:rsidRDefault="00D35F18" w:rsidP="00BB51F3">
                            <w:pPr>
                              <w:jc w:val="center"/>
                              <w:rPr>
                                <w:sz w:val="72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.7pt;margin-top:219.7pt;width:461.95pt;height:143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BnrQIAAKo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" filled="f" stroked="f">
                <v:textbox inset="0,0,0,0">
                  <w:txbxContent>
                    <w:p w:rsidR="008D0242" w:rsidRDefault="008D0242" w:rsidP="008D02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F2A42" w:rsidRDefault="009F2A42" w:rsidP="009F2A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F2A42" w:rsidRDefault="009F2A42" w:rsidP="009F2A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F2A42" w:rsidRDefault="009F2A42" w:rsidP="009F2A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9F2A42" w:rsidRDefault="009F2A42" w:rsidP="009F2A4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Об установлении публичного сервитута </w:t>
                      </w:r>
                    </w:p>
                    <w:p w:rsidR="00D35F18" w:rsidRPr="00B87A8B" w:rsidRDefault="00D35F18" w:rsidP="00BB51F3">
                      <w:pPr>
                        <w:jc w:val="center"/>
                        <w:rPr>
                          <w:sz w:val="72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C93D04">
        <w:rPr>
          <w:noProof/>
          <w:sz w:val="44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112CAC5" wp14:editId="18F99B45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00203964" wp14:editId="6F4657FD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00203964" wp14:editId="6F4657FD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C93D04">
        <w:rPr>
          <w:noProof/>
          <w:sz w:val="44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AC66648" wp14:editId="684EA52E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F2A42">
                              <w:rPr>
                                <w:sz w:val="24"/>
                                <w:u w:val="single"/>
                              </w:rPr>
                              <w:t>01</w:t>
                            </w:r>
                            <w:r w:rsidR="0082106B">
                              <w:rPr>
                                <w:sz w:val="24"/>
                                <w:u w:val="single"/>
                              </w:rPr>
                              <w:t>.07.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8705D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F239E5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F2A42">
                              <w:rPr>
                                <w:sz w:val="24"/>
                                <w:u w:val="single"/>
                              </w:rPr>
                              <w:t>999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F2A42">
                        <w:rPr>
                          <w:sz w:val="24"/>
                          <w:u w:val="single"/>
                        </w:rPr>
                        <w:t>01</w:t>
                      </w:r>
                      <w:r w:rsidR="0082106B">
                        <w:rPr>
                          <w:sz w:val="24"/>
                          <w:u w:val="single"/>
                        </w:rPr>
                        <w:t>.07.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8705D">
                        <w:rPr>
                          <w:sz w:val="24"/>
                          <w:u w:val="single"/>
                        </w:rPr>
                        <w:t>24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F239E5"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F2A42">
                        <w:rPr>
                          <w:sz w:val="24"/>
                          <w:u w:val="single"/>
                        </w:rPr>
                        <w:t>999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9F2A42">
        <w:rPr>
          <w:sz w:val="28"/>
          <w:szCs w:val="28"/>
        </w:rPr>
        <w:t>На основании ходатайства об установлении публичного сервитута Общества с ограниченной ответственностью «Газпром газораспределение Томск» (ИНН 7017203428, ОГРН 1087017002533, адрес:</w:t>
      </w:r>
      <w:proofErr w:type="gramEnd"/>
      <w:r w:rsidR="009F2A42">
        <w:rPr>
          <w:sz w:val="28"/>
          <w:szCs w:val="28"/>
        </w:rPr>
        <w:t xml:space="preserve"> </w:t>
      </w:r>
      <w:proofErr w:type="gramStart"/>
      <w:r w:rsidR="009F2A42">
        <w:rPr>
          <w:sz w:val="28"/>
          <w:szCs w:val="28"/>
        </w:rPr>
        <w:t xml:space="preserve">Российская Федерация, г. Томск, проспект Фрунзе, д. 170а), </w:t>
      </w:r>
      <w:r w:rsidR="009F2A42">
        <w:rPr>
          <w:bCs/>
          <w:sz w:val="28"/>
          <w:szCs w:val="28"/>
        </w:rPr>
        <w:t>в целях</w:t>
      </w:r>
      <w:r w:rsidR="009F2A42">
        <w:rPr>
          <w:sz w:val="28"/>
          <w:szCs w:val="28"/>
        </w:rPr>
        <w:t xml:space="preserve"> строительства и эксплуатации линейного объекта:</w:t>
      </w:r>
      <w:proofErr w:type="gramEnd"/>
      <w:r w:rsidR="009F2A42">
        <w:rPr>
          <w:sz w:val="28"/>
          <w:szCs w:val="28"/>
        </w:rPr>
        <w:t xml:space="preserve">  «Газопровод к многоквартирным жилым домам, расположенным по адресу: </w:t>
      </w:r>
      <w:proofErr w:type="gramStart"/>
      <w:r w:rsidR="009F2A42">
        <w:rPr>
          <w:sz w:val="28"/>
          <w:szCs w:val="28"/>
        </w:rPr>
        <w:t>Новосибирская</w:t>
      </w:r>
      <w:proofErr w:type="gramEnd"/>
      <w:r w:rsidR="009F2A42">
        <w:rPr>
          <w:sz w:val="28"/>
          <w:szCs w:val="28"/>
        </w:rPr>
        <w:t xml:space="preserve"> обл., г. </w:t>
      </w:r>
      <w:proofErr w:type="spellStart"/>
      <w:r w:rsidR="009F2A42">
        <w:rPr>
          <w:sz w:val="28"/>
          <w:szCs w:val="28"/>
        </w:rPr>
        <w:t>Искитим</w:t>
      </w:r>
      <w:proofErr w:type="spellEnd"/>
      <w:r w:rsidR="009F2A42">
        <w:rPr>
          <w:sz w:val="28"/>
          <w:szCs w:val="28"/>
        </w:rPr>
        <w:t xml:space="preserve">, ж/м Западный. </w:t>
      </w:r>
      <w:proofErr w:type="gramStart"/>
      <w:r w:rsidR="009F2A42">
        <w:rPr>
          <w:sz w:val="28"/>
          <w:szCs w:val="28"/>
        </w:rPr>
        <w:t>Кадастровый номер земельного участка: 54:33:040190:202 (код объекта:</w:t>
      </w:r>
      <w:proofErr w:type="gramEnd"/>
      <w:r w:rsidR="009F2A42">
        <w:rPr>
          <w:sz w:val="28"/>
          <w:szCs w:val="28"/>
        </w:rPr>
        <w:t xml:space="preserve"> </w:t>
      </w:r>
      <w:proofErr w:type="gramStart"/>
      <w:r w:rsidR="009F2A42">
        <w:rPr>
          <w:sz w:val="28"/>
          <w:szCs w:val="28"/>
        </w:rPr>
        <w:t>Н-ТП/С-1153)</w:t>
      </w:r>
      <w:r w:rsidR="009F2A42">
        <w:rPr>
          <w:bCs/>
          <w:sz w:val="28"/>
          <w:szCs w:val="28"/>
        </w:rPr>
        <w:t xml:space="preserve">, в соответствии со статьей 23, главой </w:t>
      </w:r>
      <w:r w:rsidR="009F2A42">
        <w:rPr>
          <w:bCs/>
          <w:sz w:val="28"/>
          <w:szCs w:val="28"/>
          <w:lang w:val="en-US"/>
        </w:rPr>
        <w:t>V</w:t>
      </w:r>
      <w:r w:rsidR="009F2A42">
        <w:rPr>
          <w:bCs/>
          <w:sz w:val="28"/>
          <w:szCs w:val="28"/>
        </w:rPr>
        <w:t>.7 Земельного кодекса Российской Федерации</w:t>
      </w:r>
      <w:r w:rsidR="009F2A42">
        <w:rPr>
          <w:sz w:val="28"/>
          <w:szCs w:val="28"/>
        </w:rPr>
        <w:t xml:space="preserve">, администрация города </w:t>
      </w:r>
      <w:proofErr w:type="spellStart"/>
      <w:r w:rsidR="009F2A42">
        <w:rPr>
          <w:sz w:val="28"/>
          <w:szCs w:val="28"/>
        </w:rPr>
        <w:t>Искитима</w:t>
      </w:r>
      <w:proofErr w:type="spellEnd"/>
      <w:proofErr w:type="gramEnd"/>
    </w:p>
    <w:p w:rsidR="008D0242" w:rsidRPr="00370C7B" w:rsidRDefault="008D0242" w:rsidP="008D0242">
      <w:pPr>
        <w:jc w:val="both"/>
        <w:rPr>
          <w:sz w:val="28"/>
          <w:szCs w:val="28"/>
        </w:rPr>
      </w:pPr>
    </w:p>
    <w:p w:rsidR="009F2A42" w:rsidRDefault="00D9723B" w:rsidP="009F2A42">
      <w:pPr>
        <w:ind w:firstLine="720"/>
        <w:jc w:val="both"/>
        <w:rPr>
          <w:sz w:val="28"/>
        </w:rPr>
      </w:pPr>
      <w:r w:rsidRPr="00D9723B">
        <w:rPr>
          <w:sz w:val="28"/>
        </w:rPr>
        <w:t>ПОСТАНОВЛЯЕТ:</w:t>
      </w:r>
    </w:p>
    <w:p w:rsidR="009F2A42" w:rsidRDefault="009F2A42" w:rsidP="009F2A42">
      <w:pPr>
        <w:ind w:firstLine="720"/>
        <w:jc w:val="both"/>
        <w:rPr>
          <w:sz w:val="28"/>
        </w:rPr>
      </w:pP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1.</w:t>
      </w:r>
      <w:r w:rsidRPr="009F2A42">
        <w:rPr>
          <w:sz w:val="28"/>
        </w:rPr>
        <w:t>Установить публичный сервитут в отношении:</w:t>
      </w:r>
    </w:p>
    <w:p w:rsidR="009F2A42" w:rsidRPr="009F2A42" w:rsidRDefault="009F2A42" w:rsidP="009F2A42">
      <w:pPr>
        <w:jc w:val="both"/>
        <w:rPr>
          <w:sz w:val="28"/>
        </w:rPr>
      </w:pPr>
      <w:r w:rsidRPr="009F2A42">
        <w:rPr>
          <w:sz w:val="28"/>
          <w:shd w:val="clear" w:color="auto" w:fill="FFFFFF"/>
        </w:rPr>
        <w:tab/>
        <w:t>1.1.</w:t>
      </w:r>
      <w:r w:rsidRPr="009F2A42">
        <w:rPr>
          <w:sz w:val="28"/>
          <w:shd w:val="clear" w:color="auto" w:fill="FFFFFF"/>
        </w:rPr>
        <w:t xml:space="preserve">Части  земельного участка, с кадастровым номером 54:33:000000:41, площадью 71 </w:t>
      </w:r>
      <w:proofErr w:type="spellStart"/>
      <w:r w:rsidRPr="009F2A42">
        <w:rPr>
          <w:sz w:val="28"/>
          <w:shd w:val="clear" w:color="auto" w:fill="FFFFFF"/>
        </w:rPr>
        <w:t>кв</w:t>
      </w:r>
      <w:proofErr w:type="gramStart"/>
      <w:r w:rsidRPr="009F2A42">
        <w:rPr>
          <w:sz w:val="28"/>
          <w:shd w:val="clear" w:color="auto" w:fill="FFFFFF"/>
        </w:rPr>
        <w:t>.м</w:t>
      </w:r>
      <w:proofErr w:type="spellEnd"/>
      <w:proofErr w:type="gramEnd"/>
      <w:r w:rsidRPr="009F2A42">
        <w:rPr>
          <w:sz w:val="28"/>
          <w:shd w:val="clear" w:color="auto" w:fill="FFFFFF"/>
        </w:rPr>
        <w:t xml:space="preserve">, с местоположением: </w:t>
      </w:r>
      <w:r w:rsidRPr="009F2A42">
        <w:rPr>
          <w:sz w:val="28"/>
        </w:rPr>
        <w:t xml:space="preserve">Новосибирская область, </w:t>
      </w:r>
      <w:proofErr w:type="gramStart"/>
      <w:r w:rsidRPr="009F2A42">
        <w:rPr>
          <w:sz w:val="28"/>
        </w:rPr>
        <w:t>г</w:t>
      </w:r>
      <w:proofErr w:type="gramEnd"/>
      <w:r w:rsidRPr="009F2A42">
        <w:rPr>
          <w:sz w:val="28"/>
        </w:rPr>
        <w:t xml:space="preserve"> </w:t>
      </w:r>
      <w:proofErr w:type="spellStart"/>
      <w:r w:rsidRPr="009F2A42">
        <w:rPr>
          <w:sz w:val="28"/>
        </w:rPr>
        <w:t>Искитим</w:t>
      </w:r>
      <w:proofErr w:type="spellEnd"/>
      <w:r w:rsidRPr="009F2A42">
        <w:rPr>
          <w:sz w:val="28"/>
        </w:rPr>
        <w:t>, ж/м Западный</w:t>
      </w:r>
      <w:r w:rsidRPr="009F2A42">
        <w:rPr>
          <w:sz w:val="28"/>
          <w:shd w:val="clear" w:color="auto" w:fill="FFFFFF"/>
        </w:rPr>
        <w:t xml:space="preserve">, вид разрешенного использования: </w:t>
      </w:r>
      <w:r w:rsidRPr="009F2A42">
        <w:rPr>
          <w:sz w:val="28"/>
        </w:rPr>
        <w:t>Для комплексного освоения жилищного строительства</w:t>
      </w:r>
      <w:r w:rsidRPr="009F2A42">
        <w:rPr>
          <w:rFonts w:eastAsia="Calibri"/>
          <w:sz w:val="28"/>
          <w:shd w:val="clear" w:color="auto" w:fill="FFFFFF"/>
          <w:lang w:eastAsia="en-US"/>
        </w:rPr>
        <w:t>,</w:t>
      </w:r>
      <w:r w:rsidRPr="009F2A42">
        <w:rPr>
          <w:rFonts w:eastAsia="Calibri"/>
          <w:sz w:val="28"/>
          <w:lang w:eastAsia="en-US"/>
        </w:rPr>
        <w:t xml:space="preserve"> </w:t>
      </w:r>
      <w:r w:rsidRPr="009F2A42">
        <w:rPr>
          <w:sz w:val="28"/>
        </w:rPr>
        <w:t>категория земель: земли населенных пунктов;</w:t>
      </w:r>
    </w:p>
    <w:p w:rsidR="009F2A42" w:rsidRPr="009F2A42" w:rsidRDefault="009F2A42" w:rsidP="009F2A42">
      <w:pPr>
        <w:jc w:val="both"/>
        <w:rPr>
          <w:sz w:val="28"/>
        </w:rPr>
      </w:pPr>
      <w:r w:rsidRPr="009F2A42">
        <w:rPr>
          <w:sz w:val="28"/>
          <w:shd w:val="clear" w:color="auto" w:fill="FFFFFF"/>
        </w:rPr>
        <w:tab/>
        <w:t>1.2.</w:t>
      </w:r>
      <w:r w:rsidRPr="009F2A42">
        <w:rPr>
          <w:sz w:val="28"/>
          <w:shd w:val="clear" w:color="auto" w:fill="FFFFFF"/>
        </w:rPr>
        <w:t xml:space="preserve">Части  земельного участка, с кадастровым номером 54:33:040190:202, площадью 3 </w:t>
      </w:r>
      <w:proofErr w:type="spellStart"/>
      <w:r w:rsidRPr="009F2A42">
        <w:rPr>
          <w:sz w:val="28"/>
          <w:shd w:val="clear" w:color="auto" w:fill="FFFFFF"/>
        </w:rPr>
        <w:t>кв</w:t>
      </w:r>
      <w:proofErr w:type="gramStart"/>
      <w:r w:rsidRPr="009F2A42">
        <w:rPr>
          <w:sz w:val="28"/>
          <w:shd w:val="clear" w:color="auto" w:fill="FFFFFF"/>
        </w:rPr>
        <w:t>.м</w:t>
      </w:r>
      <w:proofErr w:type="spellEnd"/>
      <w:proofErr w:type="gramEnd"/>
      <w:r w:rsidRPr="009F2A42">
        <w:rPr>
          <w:sz w:val="28"/>
          <w:shd w:val="clear" w:color="auto" w:fill="FFFFFF"/>
        </w:rPr>
        <w:t xml:space="preserve">, с местоположением: </w:t>
      </w:r>
      <w:r w:rsidRPr="009F2A42">
        <w:rPr>
          <w:sz w:val="28"/>
        </w:rPr>
        <w:t xml:space="preserve">Новосибирская </w:t>
      </w:r>
      <w:proofErr w:type="spellStart"/>
      <w:proofErr w:type="gramStart"/>
      <w:r w:rsidRPr="009F2A42">
        <w:rPr>
          <w:sz w:val="28"/>
        </w:rPr>
        <w:t>обл</w:t>
      </w:r>
      <w:proofErr w:type="spellEnd"/>
      <w:proofErr w:type="gramEnd"/>
      <w:r w:rsidRPr="009F2A42">
        <w:rPr>
          <w:sz w:val="28"/>
        </w:rPr>
        <w:t xml:space="preserve">, г </w:t>
      </w:r>
      <w:proofErr w:type="spellStart"/>
      <w:r w:rsidRPr="009F2A42">
        <w:rPr>
          <w:sz w:val="28"/>
        </w:rPr>
        <w:t>Искитим</w:t>
      </w:r>
      <w:proofErr w:type="spellEnd"/>
      <w:r w:rsidRPr="009F2A42">
        <w:rPr>
          <w:sz w:val="28"/>
        </w:rPr>
        <w:t>, ж/м Западный</w:t>
      </w:r>
      <w:r w:rsidRPr="009F2A42">
        <w:rPr>
          <w:sz w:val="28"/>
          <w:shd w:val="clear" w:color="auto" w:fill="FFFFFF"/>
        </w:rPr>
        <w:t xml:space="preserve">, вид разрешенного использования: </w:t>
      </w:r>
      <w:r w:rsidRPr="009F2A42">
        <w:rPr>
          <w:sz w:val="28"/>
        </w:rPr>
        <w:t>для индивидуального жилищного строительства</w:t>
      </w:r>
      <w:r w:rsidRPr="009F2A42">
        <w:rPr>
          <w:rFonts w:eastAsia="Calibri"/>
          <w:sz w:val="28"/>
          <w:shd w:val="clear" w:color="auto" w:fill="FFFFFF"/>
          <w:lang w:eastAsia="en-US"/>
        </w:rPr>
        <w:t>,</w:t>
      </w:r>
      <w:r w:rsidRPr="009F2A42">
        <w:rPr>
          <w:rFonts w:eastAsia="Calibri"/>
          <w:sz w:val="28"/>
          <w:lang w:eastAsia="en-US"/>
        </w:rPr>
        <w:t xml:space="preserve"> </w:t>
      </w:r>
      <w:r w:rsidRPr="009F2A42">
        <w:rPr>
          <w:sz w:val="28"/>
        </w:rPr>
        <w:t>категория земель: земли населенных пунктов.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2.</w:t>
      </w:r>
      <w:r w:rsidRPr="009F2A42">
        <w:rPr>
          <w:sz w:val="28"/>
        </w:rPr>
        <w:t xml:space="preserve">Лицо, в отношении которого принято решение об установлении публичного сервитута (обладатель публичного сервитута): </w:t>
      </w:r>
      <w:proofErr w:type="gramStart"/>
      <w:r w:rsidRPr="009F2A42">
        <w:rPr>
          <w:sz w:val="28"/>
        </w:rPr>
        <w:t>Общество с ограниченной ответственностью «Газпром газораспределение Томск» (ИНН 7017203428, ОГРН 1087017002533, адрес:</w:t>
      </w:r>
      <w:proofErr w:type="gramEnd"/>
      <w:r w:rsidRPr="009F2A42">
        <w:rPr>
          <w:sz w:val="28"/>
        </w:rPr>
        <w:t xml:space="preserve"> </w:t>
      </w:r>
      <w:proofErr w:type="gramStart"/>
      <w:r w:rsidRPr="009F2A42">
        <w:rPr>
          <w:sz w:val="28"/>
        </w:rPr>
        <w:t>Российская Федерация, г. Томск, проспект Фрунзе, д. 170а).</w:t>
      </w:r>
      <w:proofErr w:type="gramEnd"/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lastRenderedPageBreak/>
        <w:tab/>
        <w:t>3.</w:t>
      </w:r>
      <w:r w:rsidRPr="009F2A42">
        <w:rPr>
          <w:sz w:val="28"/>
        </w:rPr>
        <w:t>Публичный сервитут устанавливается на 49 лет.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4.</w:t>
      </w:r>
      <w:r w:rsidRPr="009F2A42">
        <w:rPr>
          <w:sz w:val="28"/>
        </w:rPr>
        <w:t>Срок, в течение которого использование части земельных участков, указанных в пункте 1 настоящего постановления в соответствии с их разрешенным использованием будет затруднительно в связи с осуществлением   сервитута – не установлен.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5.</w:t>
      </w:r>
      <w:r w:rsidRPr="009F2A42">
        <w:rPr>
          <w:sz w:val="28"/>
        </w:rPr>
        <w:t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в соответствии с Правилами охраны газораспределительных  сетей, утвержденными постановлением Правительства Российской  Федерации  от 20.11.2000 № 878.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6.</w:t>
      </w:r>
      <w:r w:rsidRPr="009F2A42">
        <w:rPr>
          <w:sz w:val="28"/>
        </w:rPr>
        <w:t>Обладателю публичного сервитута заключить с правообладателями земельных участков соглашения об установлении публичного сервитута.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</w:r>
      <w:proofErr w:type="gramStart"/>
      <w:r w:rsidRPr="009F2A42">
        <w:rPr>
          <w:sz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</w:t>
      </w:r>
      <w:hyperlink r:id="rId9" w:history="1">
        <w:r w:rsidRPr="009F2A42">
          <w:rPr>
            <w:color w:val="0000FF"/>
            <w:sz w:val="28"/>
          </w:rPr>
          <w:t>законом</w:t>
        </w:r>
      </w:hyperlink>
      <w:r w:rsidRPr="009F2A42">
        <w:rPr>
          <w:sz w:val="28"/>
        </w:rPr>
        <w:t xml:space="preserve"> «Об оценочной деятельности в Российской Федерации» и </w:t>
      </w:r>
      <w:hyperlink r:id="rId10" w:history="1">
        <w:r w:rsidRPr="009F2A42">
          <w:rPr>
            <w:color w:val="0000FF"/>
            <w:sz w:val="28"/>
          </w:rPr>
          <w:t>методическими рекомендациями</w:t>
        </w:r>
      </w:hyperlink>
      <w:r w:rsidRPr="009F2A42">
        <w:rPr>
          <w:sz w:val="28"/>
        </w:rPr>
        <w:t>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</w:r>
      <w:r w:rsidRPr="009F2A42">
        <w:rPr>
          <w:sz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</w:t>
      </w:r>
      <w:hyperlink r:id="rId11" w:history="1">
        <w:r w:rsidRPr="009F2A42">
          <w:rPr>
            <w:color w:val="0000FF"/>
            <w:sz w:val="28"/>
          </w:rPr>
          <w:t>пунктами 11</w:t>
        </w:r>
      </w:hyperlink>
      <w:r w:rsidRPr="009F2A42">
        <w:rPr>
          <w:sz w:val="28"/>
        </w:rPr>
        <w:t xml:space="preserve"> и </w:t>
      </w:r>
      <w:hyperlink r:id="rId12" w:history="1">
        <w:r w:rsidRPr="009F2A42">
          <w:rPr>
            <w:color w:val="0000FF"/>
            <w:sz w:val="28"/>
          </w:rPr>
          <w:t>13 статьи 39.47</w:t>
        </w:r>
      </w:hyperlink>
      <w:r w:rsidRPr="009F2A42">
        <w:rPr>
          <w:sz w:val="28"/>
        </w:rPr>
        <w:t xml:space="preserve"> Земельного кодекса Российской Федерации. Плата за публичный сервитут вносится в депозит нотариуса единовременным платежом.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7.</w:t>
      </w:r>
      <w:r w:rsidRPr="009F2A42">
        <w:rPr>
          <w:sz w:val="28"/>
        </w:rPr>
        <w:t xml:space="preserve">Обладатель публичного сервитута обязан привести земельные участки,  указанные в пункте 1 настоящего постановления,  в состояние, пригодное для его использования в соответствии с разрешенным  использованием, в срок не </w:t>
      </w:r>
      <w:proofErr w:type="gramStart"/>
      <w:r w:rsidRPr="009F2A42">
        <w:rPr>
          <w:sz w:val="28"/>
        </w:rPr>
        <w:t>позднее</w:t>
      </w:r>
      <w:proofErr w:type="gramEnd"/>
      <w:r w:rsidRPr="009F2A42">
        <w:rPr>
          <w:sz w:val="28"/>
        </w:rPr>
        <w:t xml:space="preserve"> чем 3 (три) месяца после завершения на земельных участках деятельности, для осуществления которой установлен публичный сервитут.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8.</w:t>
      </w:r>
      <w:r w:rsidRPr="009F2A42">
        <w:rPr>
          <w:sz w:val="28"/>
        </w:rPr>
        <w:t xml:space="preserve">Утвердить границы публичного сервитута, согласно прилагаемому </w:t>
      </w:r>
      <w:proofErr w:type="gramStart"/>
      <w:r w:rsidRPr="009F2A42">
        <w:rPr>
          <w:sz w:val="28"/>
        </w:rPr>
        <w:t>графическое</w:t>
      </w:r>
      <w:proofErr w:type="gramEnd"/>
      <w:r w:rsidRPr="009F2A42">
        <w:rPr>
          <w:sz w:val="28"/>
        </w:rPr>
        <w:t xml:space="preserve"> описанию местоположения границ публичного сервитута.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9.</w:t>
      </w:r>
      <w:r w:rsidRPr="009F2A42">
        <w:rPr>
          <w:sz w:val="28"/>
        </w:rPr>
        <w:t>Публичный сервитут считается установленным со дня внесения сведений  о нем в Единый государственный реестр недвижимости.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10.</w:t>
      </w:r>
      <w:r w:rsidRPr="009F2A42">
        <w:rPr>
          <w:sz w:val="28"/>
        </w:rPr>
        <w:t xml:space="preserve">Управлению делами администрации горда </w:t>
      </w:r>
      <w:proofErr w:type="spellStart"/>
      <w:r w:rsidRPr="009F2A42">
        <w:rPr>
          <w:sz w:val="28"/>
        </w:rPr>
        <w:t>Искитима</w:t>
      </w:r>
      <w:proofErr w:type="spellEnd"/>
      <w:r w:rsidRPr="009F2A42">
        <w:rPr>
          <w:sz w:val="28"/>
        </w:rPr>
        <w:t xml:space="preserve"> Новосибирской области (Смирнова О.А.) в течение 5 (пяти) рабочих дней со дня  принятия </w:t>
      </w:r>
      <w:proofErr w:type="gramStart"/>
      <w:r w:rsidRPr="009F2A42">
        <w:rPr>
          <w:sz w:val="28"/>
        </w:rPr>
        <w:t>разместить</w:t>
      </w:r>
      <w:proofErr w:type="gramEnd"/>
      <w:r w:rsidRPr="009F2A42">
        <w:rPr>
          <w:sz w:val="28"/>
        </w:rPr>
        <w:t xml:space="preserve"> настоящее постановление на официальном сайте администрации г. </w:t>
      </w:r>
      <w:proofErr w:type="spellStart"/>
      <w:r w:rsidRPr="009F2A42">
        <w:rPr>
          <w:sz w:val="28"/>
        </w:rPr>
        <w:t>Искитим</w:t>
      </w:r>
      <w:proofErr w:type="spellEnd"/>
      <w:r w:rsidRPr="009F2A42">
        <w:rPr>
          <w:sz w:val="28"/>
        </w:rPr>
        <w:t xml:space="preserve"> Новосибирской области </w:t>
      </w:r>
      <w:hyperlink r:id="rId13" w:history="1">
        <w:r w:rsidRPr="009F2A42">
          <w:rPr>
            <w:color w:val="0000FF"/>
            <w:sz w:val="28"/>
          </w:rPr>
          <w:t>www.iskitim.</w:t>
        </w:r>
        <w:proofErr w:type="spellStart"/>
        <w:r w:rsidRPr="009F2A42">
          <w:rPr>
            <w:color w:val="0000FF"/>
            <w:sz w:val="28"/>
            <w:lang w:val="en-US"/>
          </w:rPr>
          <w:t>nso</w:t>
        </w:r>
        <w:proofErr w:type="spellEnd"/>
        <w:r w:rsidRPr="009F2A42">
          <w:rPr>
            <w:color w:val="0000FF"/>
            <w:sz w:val="28"/>
          </w:rPr>
          <w:t>.</w:t>
        </w:r>
        <w:proofErr w:type="spellStart"/>
        <w:r w:rsidRPr="009F2A42">
          <w:rPr>
            <w:color w:val="0000FF"/>
            <w:sz w:val="28"/>
          </w:rPr>
          <w:t>ru</w:t>
        </w:r>
        <w:proofErr w:type="spellEnd"/>
      </w:hyperlink>
      <w:r w:rsidRPr="009F2A42">
        <w:rPr>
          <w:color w:val="000000"/>
          <w:sz w:val="28"/>
        </w:rPr>
        <w:t>.</w:t>
      </w:r>
    </w:p>
    <w:p w:rsidR="009F2A42" w:rsidRPr="009F2A42" w:rsidRDefault="009F2A42" w:rsidP="009F2A42">
      <w:pPr>
        <w:jc w:val="both"/>
        <w:rPr>
          <w:sz w:val="28"/>
        </w:rPr>
      </w:pPr>
      <w:r w:rsidRPr="009F2A42">
        <w:rPr>
          <w:sz w:val="28"/>
        </w:rPr>
        <w:tab/>
        <w:t>11.</w:t>
      </w:r>
      <w:r w:rsidRPr="009F2A42">
        <w:rPr>
          <w:sz w:val="28"/>
        </w:rPr>
        <w:t xml:space="preserve">Управлению имущества и земельных отношений администрации города </w:t>
      </w:r>
      <w:proofErr w:type="spellStart"/>
      <w:r w:rsidRPr="009F2A42">
        <w:rPr>
          <w:sz w:val="28"/>
        </w:rPr>
        <w:t>Искитима</w:t>
      </w:r>
      <w:proofErr w:type="spellEnd"/>
      <w:r w:rsidRPr="009F2A42">
        <w:rPr>
          <w:sz w:val="28"/>
        </w:rPr>
        <w:t xml:space="preserve"> (Сергиенко Л.А.</w:t>
      </w:r>
      <w:proofErr w:type="gramStart"/>
      <w:r w:rsidRPr="009F2A42">
        <w:rPr>
          <w:sz w:val="28"/>
        </w:rPr>
        <w:t xml:space="preserve"> )</w:t>
      </w:r>
      <w:proofErr w:type="gramEnd"/>
      <w:r w:rsidRPr="009F2A42">
        <w:rPr>
          <w:sz w:val="28"/>
        </w:rPr>
        <w:t xml:space="preserve"> направить копию настоящего постановления в орган регистрации прав.</w:t>
      </w:r>
    </w:p>
    <w:p w:rsidR="009F2A42" w:rsidRPr="009F2A42" w:rsidRDefault="009F2A42" w:rsidP="009F2A42">
      <w:pPr>
        <w:jc w:val="both"/>
        <w:rPr>
          <w:sz w:val="28"/>
        </w:rPr>
      </w:pPr>
      <w:r>
        <w:rPr>
          <w:sz w:val="28"/>
        </w:rPr>
        <w:tab/>
        <w:t>12.</w:t>
      </w:r>
      <w:proofErr w:type="gramStart"/>
      <w:r w:rsidRPr="009F2A42">
        <w:rPr>
          <w:sz w:val="28"/>
        </w:rPr>
        <w:t>Контроль за</w:t>
      </w:r>
      <w:proofErr w:type="gramEnd"/>
      <w:r w:rsidRPr="009F2A42">
        <w:rPr>
          <w:sz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9F2A42">
        <w:rPr>
          <w:sz w:val="28"/>
        </w:rPr>
        <w:t>Ружаковскую</w:t>
      </w:r>
      <w:proofErr w:type="spellEnd"/>
      <w:r w:rsidRPr="009F2A42">
        <w:rPr>
          <w:sz w:val="28"/>
        </w:rPr>
        <w:t xml:space="preserve"> Т.В.</w:t>
      </w:r>
    </w:p>
    <w:p w:rsidR="009F2A42" w:rsidRPr="009F2A42" w:rsidRDefault="009F2A42" w:rsidP="009F2A42">
      <w:pPr>
        <w:jc w:val="both"/>
        <w:rPr>
          <w:sz w:val="28"/>
        </w:rPr>
      </w:pPr>
    </w:p>
    <w:p w:rsidR="00812FEA" w:rsidRPr="009F2A42" w:rsidRDefault="00812FEA" w:rsidP="009F2A42">
      <w:pPr>
        <w:jc w:val="both"/>
        <w:rPr>
          <w:sz w:val="28"/>
        </w:rPr>
      </w:pPr>
    </w:p>
    <w:p w:rsidR="008D0242" w:rsidRDefault="00812FEA" w:rsidP="008B4538">
      <w:pPr>
        <w:jc w:val="both"/>
        <w:rPr>
          <w:sz w:val="28"/>
        </w:rPr>
      </w:pPr>
      <w:r>
        <w:rPr>
          <w:sz w:val="28"/>
        </w:rPr>
        <w:t xml:space="preserve">Глава города </w:t>
      </w:r>
      <w:proofErr w:type="spellStart"/>
      <w:r>
        <w:rPr>
          <w:sz w:val="28"/>
        </w:rPr>
        <w:t>Искитима</w:t>
      </w:r>
      <w:proofErr w:type="spellEnd"/>
      <w:r>
        <w:rPr>
          <w:sz w:val="28"/>
        </w:rPr>
        <w:t xml:space="preserve">                                                                        С.В. </w:t>
      </w:r>
      <w:proofErr w:type="spellStart"/>
      <w:r>
        <w:rPr>
          <w:sz w:val="28"/>
        </w:rPr>
        <w:t>Завражин</w:t>
      </w:r>
      <w:proofErr w:type="spellEnd"/>
    </w:p>
    <w:p w:rsidR="008D0242" w:rsidRDefault="008D0242" w:rsidP="008B4538">
      <w:pPr>
        <w:jc w:val="both"/>
        <w:rPr>
          <w:sz w:val="28"/>
        </w:rPr>
      </w:pPr>
    </w:p>
    <w:p w:rsidR="008D0242" w:rsidRDefault="008D0242" w:rsidP="008B4538">
      <w:pPr>
        <w:jc w:val="both"/>
        <w:rPr>
          <w:sz w:val="28"/>
        </w:rPr>
        <w:sectPr w:rsidR="008D0242" w:rsidSect="000272C5">
          <w:pgSz w:w="11906" w:h="16838" w:code="9"/>
          <w:pgMar w:top="1134" w:right="567" w:bottom="426" w:left="1701" w:header="720" w:footer="720" w:gutter="0"/>
          <w:cols w:space="720"/>
          <w:titlePg/>
          <w:docGrid w:linePitch="212"/>
        </w:sectPr>
      </w:pPr>
    </w:p>
    <w:p w:rsidR="008D0242" w:rsidRPr="008D0242" w:rsidRDefault="008D0242" w:rsidP="008D0242">
      <w:pPr>
        <w:ind w:left="11520"/>
        <w:rPr>
          <w:sz w:val="28"/>
        </w:rPr>
      </w:pPr>
    </w:p>
    <w:sectPr w:rsidR="008D0242" w:rsidRPr="008D0242" w:rsidSect="008D0242">
      <w:pgSz w:w="16838" w:h="11906" w:orient="landscape" w:code="9"/>
      <w:pgMar w:top="709" w:right="425" w:bottom="993" w:left="1134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456" w:rsidRDefault="009E4456">
      <w:r>
        <w:separator/>
      </w:r>
    </w:p>
  </w:endnote>
  <w:endnote w:type="continuationSeparator" w:id="0">
    <w:p w:rsidR="009E4456" w:rsidRDefault="009E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456" w:rsidRDefault="009E4456">
      <w:r>
        <w:separator/>
      </w:r>
    </w:p>
  </w:footnote>
  <w:footnote w:type="continuationSeparator" w:id="0">
    <w:p w:rsidR="009E4456" w:rsidRDefault="009E4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FF9"/>
    <w:multiLevelType w:val="hybridMultilevel"/>
    <w:tmpl w:val="F41C8418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8">
    <w:nsid w:val="33434D13"/>
    <w:multiLevelType w:val="hybridMultilevel"/>
    <w:tmpl w:val="4A56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1">
    <w:nsid w:val="48A829AF"/>
    <w:multiLevelType w:val="multilevel"/>
    <w:tmpl w:val="EE3E4448"/>
    <w:lvl w:ilvl="0">
      <w:start w:val="1"/>
      <w:numFmt w:val="decimal"/>
      <w:lvlText w:val="%1."/>
      <w:lvlJc w:val="left"/>
      <w:pPr>
        <w:ind w:left="1815" w:hanging="1095"/>
      </w:pPr>
    </w:lvl>
    <w:lvl w:ilvl="1">
      <w:start w:val="1"/>
      <w:numFmt w:val="decimal"/>
      <w:isLgl/>
      <w:lvlText w:val="%2."/>
      <w:lvlJc w:val="left"/>
      <w:pPr>
        <w:ind w:left="1395" w:hanging="13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15" w:hanging="1395"/>
      </w:pPr>
    </w:lvl>
    <w:lvl w:ilvl="3">
      <w:start w:val="1"/>
      <w:numFmt w:val="decimal"/>
      <w:isLgl/>
      <w:lvlText w:val="%1.%2.%3.%4."/>
      <w:lvlJc w:val="left"/>
      <w:pPr>
        <w:ind w:left="2115" w:hanging="1395"/>
      </w:pPr>
    </w:lvl>
    <w:lvl w:ilvl="4">
      <w:start w:val="1"/>
      <w:numFmt w:val="decimal"/>
      <w:isLgl/>
      <w:lvlText w:val="%1.%2.%3.%4.%5."/>
      <w:lvlJc w:val="left"/>
      <w:pPr>
        <w:ind w:left="2115" w:hanging="1395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671906DA"/>
    <w:multiLevelType w:val="hybridMultilevel"/>
    <w:tmpl w:val="9982AA9E"/>
    <w:lvl w:ilvl="0" w:tplc="AB72D11C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C65204B"/>
    <w:multiLevelType w:val="multilevel"/>
    <w:tmpl w:val="EC38AF00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isLgl/>
      <w:lvlText w:val="%1.%2."/>
      <w:lvlJc w:val="left"/>
      <w:pPr>
        <w:ind w:left="1635" w:hanging="720"/>
      </w:pPr>
    </w:lvl>
    <w:lvl w:ilvl="2">
      <w:start w:val="1"/>
      <w:numFmt w:val="decimal"/>
      <w:isLgl/>
      <w:lvlText w:val="%1.%2.%3."/>
      <w:lvlJc w:val="left"/>
      <w:pPr>
        <w:ind w:left="1635" w:hanging="720"/>
      </w:pPr>
    </w:lvl>
    <w:lvl w:ilvl="3">
      <w:start w:val="1"/>
      <w:numFmt w:val="decimal"/>
      <w:isLgl/>
      <w:lvlText w:val="%1.%2.%3.%4."/>
      <w:lvlJc w:val="left"/>
      <w:pPr>
        <w:ind w:left="1995" w:hanging="1080"/>
      </w:pPr>
    </w:lvl>
    <w:lvl w:ilvl="4">
      <w:start w:val="1"/>
      <w:numFmt w:val="decimal"/>
      <w:isLgl/>
      <w:lvlText w:val="%1.%2.%3.%4.%5."/>
      <w:lvlJc w:val="left"/>
      <w:pPr>
        <w:ind w:left="1995" w:hanging="1080"/>
      </w:pPr>
    </w:lvl>
    <w:lvl w:ilvl="5">
      <w:start w:val="1"/>
      <w:numFmt w:val="decimal"/>
      <w:isLgl/>
      <w:lvlText w:val="%1.%2.%3.%4.%5.%6."/>
      <w:lvlJc w:val="left"/>
      <w:pPr>
        <w:ind w:left="2355" w:hanging="1440"/>
      </w:pPr>
    </w:lvl>
    <w:lvl w:ilvl="6">
      <w:start w:val="1"/>
      <w:numFmt w:val="decimal"/>
      <w:isLgl/>
      <w:lvlText w:val="%1.%2.%3.%4.%5.%6.%7."/>
      <w:lvlJc w:val="left"/>
      <w:pPr>
        <w:ind w:left="2715" w:hanging="1800"/>
      </w:p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</w:lvl>
  </w:abstractNum>
  <w:abstractNum w:abstractNumId="17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7"/>
  </w:num>
  <w:num w:numId="8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3"/>
  </w:num>
  <w:num w:numId="1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7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9"/>
  </w:num>
  <w:num w:numId="29">
    <w:abstractNumId w:val="18"/>
  </w:num>
  <w:num w:numId="30">
    <w:abstractNumId w:val="12"/>
  </w:num>
  <w:num w:numId="31">
    <w:abstractNumId w:val="2"/>
    <w:lvlOverride w:ilvl="0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8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150A"/>
    <w:rsid w:val="00024CA0"/>
    <w:rsid w:val="000272C5"/>
    <w:rsid w:val="00043165"/>
    <w:rsid w:val="000621A4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8705D"/>
    <w:rsid w:val="001A6B6A"/>
    <w:rsid w:val="001A7454"/>
    <w:rsid w:val="001B1BB7"/>
    <w:rsid w:val="001B6FB6"/>
    <w:rsid w:val="001D6AC6"/>
    <w:rsid w:val="001E2E99"/>
    <w:rsid w:val="001E5E28"/>
    <w:rsid w:val="001E6649"/>
    <w:rsid w:val="001E6AE2"/>
    <w:rsid w:val="001E6DAD"/>
    <w:rsid w:val="001F0D3B"/>
    <w:rsid w:val="001F552E"/>
    <w:rsid w:val="001F5C5D"/>
    <w:rsid w:val="00202DED"/>
    <w:rsid w:val="00205C38"/>
    <w:rsid w:val="00230681"/>
    <w:rsid w:val="00244A9A"/>
    <w:rsid w:val="002734EB"/>
    <w:rsid w:val="002755C2"/>
    <w:rsid w:val="00280013"/>
    <w:rsid w:val="00286F28"/>
    <w:rsid w:val="00290DC0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165D"/>
    <w:rsid w:val="00353576"/>
    <w:rsid w:val="00356674"/>
    <w:rsid w:val="00365EFD"/>
    <w:rsid w:val="00370C7B"/>
    <w:rsid w:val="00375206"/>
    <w:rsid w:val="00381046"/>
    <w:rsid w:val="00391199"/>
    <w:rsid w:val="00393F14"/>
    <w:rsid w:val="003B5906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0684A"/>
    <w:rsid w:val="005175B1"/>
    <w:rsid w:val="00522AF2"/>
    <w:rsid w:val="00524A44"/>
    <w:rsid w:val="0053089E"/>
    <w:rsid w:val="00555DC7"/>
    <w:rsid w:val="005601AE"/>
    <w:rsid w:val="00565430"/>
    <w:rsid w:val="00576985"/>
    <w:rsid w:val="005939ED"/>
    <w:rsid w:val="0059545A"/>
    <w:rsid w:val="005B180F"/>
    <w:rsid w:val="005E38E7"/>
    <w:rsid w:val="005F0022"/>
    <w:rsid w:val="00633633"/>
    <w:rsid w:val="006357B6"/>
    <w:rsid w:val="00655C6C"/>
    <w:rsid w:val="006612EB"/>
    <w:rsid w:val="00661C74"/>
    <w:rsid w:val="00664926"/>
    <w:rsid w:val="00667F53"/>
    <w:rsid w:val="00672FF1"/>
    <w:rsid w:val="0067755C"/>
    <w:rsid w:val="00690F2F"/>
    <w:rsid w:val="006918EE"/>
    <w:rsid w:val="00693E9D"/>
    <w:rsid w:val="0069690C"/>
    <w:rsid w:val="006A637E"/>
    <w:rsid w:val="006C29E8"/>
    <w:rsid w:val="006E6D6E"/>
    <w:rsid w:val="006E7B9D"/>
    <w:rsid w:val="006F7933"/>
    <w:rsid w:val="00706E2F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63C8D"/>
    <w:rsid w:val="00774A05"/>
    <w:rsid w:val="00781F1F"/>
    <w:rsid w:val="00795795"/>
    <w:rsid w:val="00797B03"/>
    <w:rsid w:val="007A16EC"/>
    <w:rsid w:val="007A5439"/>
    <w:rsid w:val="007D540B"/>
    <w:rsid w:val="007D5E82"/>
    <w:rsid w:val="007E0C72"/>
    <w:rsid w:val="007F1551"/>
    <w:rsid w:val="007F7EC5"/>
    <w:rsid w:val="00812FEA"/>
    <w:rsid w:val="00815012"/>
    <w:rsid w:val="0082106B"/>
    <w:rsid w:val="008304AB"/>
    <w:rsid w:val="00842411"/>
    <w:rsid w:val="00846C62"/>
    <w:rsid w:val="00851980"/>
    <w:rsid w:val="008706BC"/>
    <w:rsid w:val="008727DC"/>
    <w:rsid w:val="008A1286"/>
    <w:rsid w:val="008A34D9"/>
    <w:rsid w:val="008B0798"/>
    <w:rsid w:val="008B4538"/>
    <w:rsid w:val="008B51CB"/>
    <w:rsid w:val="008C39F5"/>
    <w:rsid w:val="008D0242"/>
    <w:rsid w:val="008D7039"/>
    <w:rsid w:val="008E604A"/>
    <w:rsid w:val="008E72AD"/>
    <w:rsid w:val="0090254F"/>
    <w:rsid w:val="00903973"/>
    <w:rsid w:val="0091072D"/>
    <w:rsid w:val="00941EA0"/>
    <w:rsid w:val="00960287"/>
    <w:rsid w:val="0097088C"/>
    <w:rsid w:val="00971032"/>
    <w:rsid w:val="009902EA"/>
    <w:rsid w:val="00995D4D"/>
    <w:rsid w:val="009A292A"/>
    <w:rsid w:val="009B012C"/>
    <w:rsid w:val="009B35A0"/>
    <w:rsid w:val="009C29E4"/>
    <w:rsid w:val="009D442B"/>
    <w:rsid w:val="009E4456"/>
    <w:rsid w:val="009F2A42"/>
    <w:rsid w:val="009F303A"/>
    <w:rsid w:val="00A42582"/>
    <w:rsid w:val="00A44175"/>
    <w:rsid w:val="00A55BED"/>
    <w:rsid w:val="00A67263"/>
    <w:rsid w:val="00A77464"/>
    <w:rsid w:val="00A83A15"/>
    <w:rsid w:val="00A9307F"/>
    <w:rsid w:val="00AA2D0D"/>
    <w:rsid w:val="00AA6963"/>
    <w:rsid w:val="00AB2D01"/>
    <w:rsid w:val="00AB6272"/>
    <w:rsid w:val="00AC2FF7"/>
    <w:rsid w:val="00AC3E36"/>
    <w:rsid w:val="00AD1477"/>
    <w:rsid w:val="00AF25DD"/>
    <w:rsid w:val="00B03C81"/>
    <w:rsid w:val="00B114D3"/>
    <w:rsid w:val="00B16C85"/>
    <w:rsid w:val="00B17B99"/>
    <w:rsid w:val="00B30EAF"/>
    <w:rsid w:val="00B3271F"/>
    <w:rsid w:val="00B611A0"/>
    <w:rsid w:val="00B70EFD"/>
    <w:rsid w:val="00B835F8"/>
    <w:rsid w:val="00B84DA6"/>
    <w:rsid w:val="00B87A8B"/>
    <w:rsid w:val="00B92BBC"/>
    <w:rsid w:val="00BA1B2E"/>
    <w:rsid w:val="00BA2717"/>
    <w:rsid w:val="00BB12DA"/>
    <w:rsid w:val="00BB51F3"/>
    <w:rsid w:val="00BE2D55"/>
    <w:rsid w:val="00BE7508"/>
    <w:rsid w:val="00C029AF"/>
    <w:rsid w:val="00C069CB"/>
    <w:rsid w:val="00C11E71"/>
    <w:rsid w:val="00C32CBD"/>
    <w:rsid w:val="00C32EC5"/>
    <w:rsid w:val="00C3586A"/>
    <w:rsid w:val="00C57291"/>
    <w:rsid w:val="00C66753"/>
    <w:rsid w:val="00C8605B"/>
    <w:rsid w:val="00C86AEC"/>
    <w:rsid w:val="00C9223A"/>
    <w:rsid w:val="00C93D04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27014"/>
    <w:rsid w:val="00D35F18"/>
    <w:rsid w:val="00D504CB"/>
    <w:rsid w:val="00D514EC"/>
    <w:rsid w:val="00D53E40"/>
    <w:rsid w:val="00D61BA5"/>
    <w:rsid w:val="00D70CBD"/>
    <w:rsid w:val="00D70E37"/>
    <w:rsid w:val="00D764E6"/>
    <w:rsid w:val="00D93446"/>
    <w:rsid w:val="00D93BEB"/>
    <w:rsid w:val="00D9723B"/>
    <w:rsid w:val="00DA1587"/>
    <w:rsid w:val="00DA5A89"/>
    <w:rsid w:val="00DB5346"/>
    <w:rsid w:val="00DD5CD2"/>
    <w:rsid w:val="00DE41E4"/>
    <w:rsid w:val="00DE5633"/>
    <w:rsid w:val="00DF53B8"/>
    <w:rsid w:val="00E175E3"/>
    <w:rsid w:val="00E243C2"/>
    <w:rsid w:val="00E3079D"/>
    <w:rsid w:val="00E45AA3"/>
    <w:rsid w:val="00E47C15"/>
    <w:rsid w:val="00E546E5"/>
    <w:rsid w:val="00E5725B"/>
    <w:rsid w:val="00E664D3"/>
    <w:rsid w:val="00E701DB"/>
    <w:rsid w:val="00E703E1"/>
    <w:rsid w:val="00E70E6F"/>
    <w:rsid w:val="00E9028E"/>
    <w:rsid w:val="00E915BD"/>
    <w:rsid w:val="00EB609E"/>
    <w:rsid w:val="00EC0162"/>
    <w:rsid w:val="00EC17D3"/>
    <w:rsid w:val="00EC3D46"/>
    <w:rsid w:val="00EF006E"/>
    <w:rsid w:val="00F239E5"/>
    <w:rsid w:val="00F36433"/>
    <w:rsid w:val="00F4049F"/>
    <w:rsid w:val="00F55C35"/>
    <w:rsid w:val="00F55DFC"/>
    <w:rsid w:val="00F70ACF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3079D"/>
  </w:style>
  <w:style w:type="paragraph" w:styleId="af0">
    <w:name w:val="Subtitle"/>
    <w:basedOn w:val="a"/>
    <w:link w:val="af1"/>
    <w:qFormat/>
    <w:rsid w:val="00D27014"/>
    <w:rPr>
      <w:sz w:val="28"/>
      <w:szCs w:val="24"/>
    </w:rPr>
  </w:style>
  <w:style w:type="character" w:customStyle="1" w:styleId="af1">
    <w:name w:val="Подзаголовок Знак"/>
    <w:basedOn w:val="a0"/>
    <w:link w:val="af0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2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3">
    <w:name w:val="Body Text Indent"/>
    <w:basedOn w:val="a"/>
    <w:link w:val="af4"/>
    <w:rsid w:val="001F5C5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F5C5D"/>
  </w:style>
  <w:style w:type="character" w:customStyle="1" w:styleId="a4">
    <w:name w:val="Основной текст Знак"/>
    <w:aliases w:val="Знак Знак Знак"/>
    <w:basedOn w:val="a0"/>
    <w:link w:val="a3"/>
    <w:locked/>
    <w:rsid w:val="00812FE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 Знак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uiPriority w:val="5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E3079D"/>
  </w:style>
  <w:style w:type="paragraph" w:styleId="af0">
    <w:name w:val="Subtitle"/>
    <w:basedOn w:val="a"/>
    <w:link w:val="af1"/>
    <w:qFormat/>
    <w:rsid w:val="00D27014"/>
    <w:rPr>
      <w:sz w:val="28"/>
      <w:szCs w:val="24"/>
    </w:rPr>
  </w:style>
  <w:style w:type="character" w:customStyle="1" w:styleId="af1">
    <w:name w:val="Подзаголовок Знак"/>
    <w:basedOn w:val="a0"/>
    <w:link w:val="af0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2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3">
    <w:name w:val="Body Text Indent"/>
    <w:basedOn w:val="a"/>
    <w:link w:val="af4"/>
    <w:rsid w:val="001F5C5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F5C5D"/>
  </w:style>
  <w:style w:type="character" w:customStyle="1" w:styleId="a4">
    <w:name w:val="Основной текст Знак"/>
    <w:aliases w:val="Знак Знак Знак"/>
    <w:basedOn w:val="a0"/>
    <w:link w:val="a3"/>
    <w:locked/>
    <w:rsid w:val="00812FE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skitim.ns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FC389C370A33EE466A6C7C50F781C417745567F4219F098D99190261E4C154704E3C45DAC1D09AE2C0B00796DC2791ED9E6760B4275i03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C389C370A33EE466A6C7C50F781C417745567F4219F098D99190261E4C154704E3C45DAF1401AE2C0B00796DC2791ED9E6760B4275i030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AF05FFC91F2F3584B858A035A8E204CD0A9E08EACF8896F237CA3A497F0AAE6B33ECC424D46850E79201391D53485EB37659DDA154DDD9Ft32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F05FFC91F2F3584B858A035A8E204CD7A8E28CAFF3896F237CA3A497F0AAE6A13E944E4F409B0E753545C093t622D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2024-07-04T03:09:00Z</cp:lastPrinted>
  <dcterms:created xsi:type="dcterms:W3CDTF">2024-07-04T03:09:00Z</dcterms:created>
  <dcterms:modified xsi:type="dcterms:W3CDTF">2024-07-04T03:09:00Z</dcterms:modified>
</cp:coreProperties>
</file>