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CDD" w:rsidRDefault="00B16CDD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247DA" w:rsidRPr="00B92BBC" w:rsidRDefault="00B16CDD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16CDD">
                              <w:rPr>
                                <w:sz w:val="28"/>
                                <w:szCs w:val="28"/>
                              </w:rPr>
                      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(кадастровый номер 54:33:020701:86) площадью 71424 кв. м с местоположением: Новосибирская область, г. Искитим, ул. Заводская 1б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B16CDD" w:rsidRDefault="00B16CDD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247DA" w:rsidRPr="00B92BBC" w:rsidRDefault="00B16CDD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B16CDD">
                        <w:rPr>
                          <w:sz w:val="28"/>
                          <w:szCs w:val="28"/>
                        </w:rPr>
                        <w:t>О предоставлении разрешения на отклонение от предельных параметров разрешенного строительства</w:t>
                      </w:r>
                      <w:bookmarkEnd w:id="1"/>
                      <w:r w:rsidRPr="00B16CDD">
                        <w:rPr>
                          <w:sz w:val="28"/>
                          <w:szCs w:val="28"/>
                        </w:rPr>
                        <w:t xml:space="preserve">, реконструкции объектов капитального строительства на земельном участке (кадастровый номер 54:33:020701:86) площадью 71424 кв. м с местоположением: Новосибирская область, г. </w:t>
                      </w:r>
                      <w:proofErr w:type="spellStart"/>
                      <w:r w:rsidRPr="00B16CDD">
                        <w:rPr>
                          <w:sz w:val="28"/>
                          <w:szCs w:val="28"/>
                        </w:rPr>
                        <w:t>Искитим</w:t>
                      </w:r>
                      <w:proofErr w:type="spellEnd"/>
                      <w:r w:rsidRPr="00B16CDD">
                        <w:rPr>
                          <w:sz w:val="28"/>
                          <w:szCs w:val="28"/>
                        </w:rPr>
                        <w:t>, ул. Заводская 1б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B16CDD">
                              <w:rPr>
                                <w:sz w:val="24"/>
                                <w:u w:val="single"/>
                              </w:rPr>
                              <w:t>31.01</w:t>
                            </w:r>
                            <w:r w:rsidR="00322839">
                              <w:rPr>
                                <w:sz w:val="24"/>
                                <w:u w:val="single"/>
                              </w:rPr>
                              <w:t>.2024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B16CDD">
                              <w:rPr>
                                <w:sz w:val="24"/>
                                <w:u w:val="single"/>
                              </w:rPr>
                              <w:t xml:space="preserve">  5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B16CDD">
                        <w:rPr>
                          <w:sz w:val="24"/>
                          <w:u w:val="single"/>
                        </w:rPr>
                        <w:t>31.01</w:t>
                      </w:r>
                      <w:r w:rsidR="00322839">
                        <w:rPr>
                          <w:sz w:val="24"/>
                          <w:u w:val="single"/>
                        </w:rPr>
                        <w:t>.2024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B16CDD">
                        <w:rPr>
                          <w:sz w:val="24"/>
                          <w:u w:val="single"/>
                        </w:rPr>
                        <w:t xml:space="preserve">  5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B16CDD" w:rsidRPr="00B16CDD" w:rsidRDefault="00B16CDD" w:rsidP="00B16CDD">
      <w:pPr>
        <w:ind w:firstLine="720"/>
        <w:jc w:val="both"/>
        <w:rPr>
          <w:sz w:val="28"/>
        </w:rPr>
      </w:pPr>
      <w:r w:rsidRPr="00B16CDD">
        <w:rPr>
          <w:sz w:val="28"/>
        </w:rPr>
        <w:t>Руководствуясь статьей 39 Градостроительного кодекса Российской Федерации, статьей 16 Федерального закона от 06.10.2003 N 131-ФЗ "Об общих принципах организации местного самоуправления в Российской Федерации", Уставом города Искитима Новосибирской области, Правилами землепользования и застройки города Искитима Новосибирской области, утвержденными решением Совета депутатов г. Искитима от 23.12.2009 № 410  (в ред. от 05.09.2023 № 177), учитывая заключение от 30.01.2024 г. «О результатах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строительства», рекомендации комиссии по градостроительству, землепользованию и застройке города Искитима от 30.01.2024,</w:t>
      </w:r>
    </w:p>
    <w:p w:rsidR="00B16CDD" w:rsidRPr="00B16CDD" w:rsidRDefault="00B16CDD" w:rsidP="00B16CDD">
      <w:pPr>
        <w:jc w:val="both"/>
        <w:rPr>
          <w:sz w:val="28"/>
        </w:rPr>
      </w:pPr>
    </w:p>
    <w:p w:rsidR="00B16CDD" w:rsidRDefault="00B16CDD" w:rsidP="00B16CDD">
      <w:pPr>
        <w:ind w:firstLine="720"/>
        <w:jc w:val="both"/>
        <w:rPr>
          <w:sz w:val="28"/>
        </w:rPr>
      </w:pPr>
      <w:r w:rsidRPr="00B16CDD">
        <w:rPr>
          <w:sz w:val="28"/>
        </w:rPr>
        <w:t>ПОСТАНОВЛЯЮ:</w:t>
      </w:r>
    </w:p>
    <w:p w:rsidR="00B16CDD" w:rsidRPr="00B16CDD" w:rsidRDefault="00B16CDD" w:rsidP="00B16CDD">
      <w:pPr>
        <w:ind w:firstLine="720"/>
        <w:jc w:val="both"/>
        <w:rPr>
          <w:sz w:val="28"/>
        </w:rPr>
      </w:pPr>
    </w:p>
    <w:p w:rsidR="00B16CDD" w:rsidRPr="00B16CDD" w:rsidRDefault="00B16CDD" w:rsidP="00B16CDD">
      <w:pPr>
        <w:ind w:firstLine="709"/>
        <w:jc w:val="both"/>
        <w:rPr>
          <w:sz w:val="28"/>
        </w:rPr>
      </w:pPr>
      <w:r w:rsidRPr="00B16CDD">
        <w:rPr>
          <w:sz w:val="28"/>
        </w:rPr>
        <w:t>1. Предоставить разрешение на отклонение от предельных параметров разрешенного строительства, реконструкции объектов капитального строительства в части уменьшения минимального отступа от границ земельного участка с кадастровым номером 54:33:020701:86 площадью 71424 кв. м с местоположением: Новосибирская область, г. Искитим, ул. Заводская 1б (Производственная зона (П)) с 3 м до 0 м с западной и с восточной границы участка (приложение).</w:t>
      </w:r>
    </w:p>
    <w:p w:rsidR="00D514EC" w:rsidRPr="001670E9" w:rsidRDefault="00B16CDD" w:rsidP="00B16CDD">
      <w:pPr>
        <w:ind w:firstLine="709"/>
        <w:jc w:val="both"/>
        <w:rPr>
          <w:sz w:val="28"/>
        </w:rPr>
      </w:pPr>
      <w:r w:rsidRPr="00B16CDD">
        <w:rPr>
          <w:sz w:val="28"/>
        </w:rPr>
        <w:t xml:space="preserve">2. Управлению делами  (О.А. Смирнова) опубликовать настоящее постановление в газете «Искитимские ведомости» и на официальном сайте </w:t>
      </w:r>
      <w:r>
        <w:rPr>
          <w:sz w:val="28"/>
        </w:rPr>
        <w:t xml:space="preserve"> </w:t>
      </w:r>
      <w:r w:rsidRPr="00B16CDD">
        <w:rPr>
          <w:sz w:val="28"/>
        </w:rPr>
        <w:t>администрации г. Искитима.</w:t>
      </w:r>
    </w:p>
    <w:p w:rsidR="00D61390" w:rsidRDefault="00697BC3" w:rsidP="001670E9">
      <w:pPr>
        <w:rPr>
          <w:sz w:val="28"/>
        </w:rPr>
      </w:pPr>
      <w:r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 w:rsidR="001670E9">
        <w:rPr>
          <w:sz w:val="28"/>
        </w:rPr>
        <w:t xml:space="preserve">        </w:t>
      </w:r>
      <w:r>
        <w:rPr>
          <w:sz w:val="28"/>
        </w:rPr>
        <w:t xml:space="preserve">                    </w:t>
      </w:r>
      <w:r w:rsidR="001670E9">
        <w:rPr>
          <w:sz w:val="28"/>
        </w:rPr>
        <w:t xml:space="preserve">  </w:t>
      </w:r>
      <w:r w:rsidR="004A1FCA">
        <w:rPr>
          <w:sz w:val="28"/>
        </w:rPr>
        <w:t xml:space="preserve">                      </w:t>
      </w:r>
      <w:r w:rsidR="001670E9">
        <w:rPr>
          <w:sz w:val="28"/>
        </w:rPr>
        <w:t xml:space="preserve">                      </w:t>
      </w:r>
      <w:r w:rsidR="00ED13D8">
        <w:rPr>
          <w:sz w:val="28"/>
        </w:rPr>
        <w:t xml:space="preserve">        </w:t>
      </w:r>
      <w:r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>
        <w:rPr>
          <w:sz w:val="28"/>
        </w:rPr>
        <w:t xml:space="preserve">  </w:t>
      </w:r>
      <w:r w:rsidR="0042767A">
        <w:rPr>
          <w:sz w:val="28"/>
        </w:rPr>
        <w:t>С.В.</w:t>
      </w:r>
      <w:r>
        <w:rPr>
          <w:sz w:val="28"/>
        </w:rPr>
        <w:t xml:space="preserve"> </w:t>
      </w:r>
      <w:r w:rsidR="0042767A">
        <w:rPr>
          <w:sz w:val="28"/>
        </w:rPr>
        <w:t>Завражин</w:t>
      </w:r>
    </w:p>
    <w:sectPr w:rsidR="00D61390" w:rsidSect="00B006C8">
      <w:headerReference w:type="even" r:id="rId8"/>
      <w:headerReference w:type="default" r:id="rId9"/>
      <w:pgSz w:w="11906" w:h="16838" w:code="9"/>
      <w:pgMar w:top="1134" w:right="60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7BE" w:rsidRDefault="00D817BE">
      <w:r>
        <w:separator/>
      </w:r>
    </w:p>
  </w:endnote>
  <w:endnote w:type="continuationSeparator" w:id="0">
    <w:p w:rsidR="00D817BE" w:rsidRDefault="00D81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7BE" w:rsidRDefault="00D817BE">
      <w:r>
        <w:separator/>
      </w:r>
    </w:p>
  </w:footnote>
  <w:footnote w:type="continuationSeparator" w:id="0">
    <w:p w:rsidR="00D817BE" w:rsidRDefault="00D81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54385"/>
    <w:rsid w:val="000A4E8A"/>
    <w:rsid w:val="000C2669"/>
    <w:rsid w:val="000D4035"/>
    <w:rsid w:val="001670E9"/>
    <w:rsid w:val="00186F74"/>
    <w:rsid w:val="001B1BB7"/>
    <w:rsid w:val="002734EB"/>
    <w:rsid w:val="00273C53"/>
    <w:rsid w:val="002A6906"/>
    <w:rsid w:val="002F2373"/>
    <w:rsid w:val="00322839"/>
    <w:rsid w:val="00334EB9"/>
    <w:rsid w:val="00342031"/>
    <w:rsid w:val="00344C0B"/>
    <w:rsid w:val="00400125"/>
    <w:rsid w:val="0042767A"/>
    <w:rsid w:val="004A1FCA"/>
    <w:rsid w:val="004B11F2"/>
    <w:rsid w:val="004B6B5D"/>
    <w:rsid w:val="004C1AFA"/>
    <w:rsid w:val="004C3286"/>
    <w:rsid w:val="004D47EF"/>
    <w:rsid w:val="0059545A"/>
    <w:rsid w:val="0059731C"/>
    <w:rsid w:val="005C6284"/>
    <w:rsid w:val="00682468"/>
    <w:rsid w:val="0068672F"/>
    <w:rsid w:val="00697BC3"/>
    <w:rsid w:val="006D63DD"/>
    <w:rsid w:val="006E6D6E"/>
    <w:rsid w:val="00735DDD"/>
    <w:rsid w:val="00751ECA"/>
    <w:rsid w:val="007A5439"/>
    <w:rsid w:val="007D5E82"/>
    <w:rsid w:val="008E604A"/>
    <w:rsid w:val="008E72AD"/>
    <w:rsid w:val="0098435C"/>
    <w:rsid w:val="00992F53"/>
    <w:rsid w:val="009C462C"/>
    <w:rsid w:val="009C6CB5"/>
    <w:rsid w:val="00A1078C"/>
    <w:rsid w:val="00A67263"/>
    <w:rsid w:val="00A77C6E"/>
    <w:rsid w:val="00AE4CB8"/>
    <w:rsid w:val="00B006C8"/>
    <w:rsid w:val="00B16CDD"/>
    <w:rsid w:val="00B17B99"/>
    <w:rsid w:val="00B247DA"/>
    <w:rsid w:val="00B92BBC"/>
    <w:rsid w:val="00C069CB"/>
    <w:rsid w:val="00D05C2F"/>
    <w:rsid w:val="00D30582"/>
    <w:rsid w:val="00D35F18"/>
    <w:rsid w:val="00D514EC"/>
    <w:rsid w:val="00D61390"/>
    <w:rsid w:val="00D70CBD"/>
    <w:rsid w:val="00D74A65"/>
    <w:rsid w:val="00D817BE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города.dotm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2024-01-31T10:07:00Z</cp:lastPrinted>
  <dcterms:created xsi:type="dcterms:W3CDTF">2024-01-31T10:07:00Z</dcterms:created>
  <dcterms:modified xsi:type="dcterms:W3CDTF">2024-01-31T10:10:00Z</dcterms:modified>
</cp:coreProperties>
</file>