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FA0" w:rsidRDefault="00735FA0" w:rsidP="00542DD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42DDE" w:rsidRPr="00542DDE" w:rsidRDefault="00542DDE" w:rsidP="00542DD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О проведении публичных </w:t>
                            </w:r>
                            <w:r w:rsidRPr="00542DDE">
                              <w:rPr>
                                <w:sz w:val="28"/>
                              </w:rPr>
                              <w:t xml:space="preserve">слушаний по вопросу предоставления </w:t>
                            </w:r>
                          </w:p>
                          <w:p w:rsidR="00B247DA" w:rsidRPr="00B92BBC" w:rsidRDefault="00542DDE" w:rsidP="00542DD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42DDE">
                              <w:rPr>
                                <w:sz w:val="28"/>
                              </w:rPr>
                              <w:t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54:33:020701:86) с местоположением: Новосибирская область, г. Искитим, ул. Заводская, дом 1б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735FA0" w:rsidRDefault="00735FA0" w:rsidP="00542DD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42DDE" w:rsidRPr="00542DDE" w:rsidRDefault="00542DDE" w:rsidP="00542DDE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>
                        <w:rPr>
                          <w:sz w:val="28"/>
                        </w:rPr>
                        <w:t xml:space="preserve">О проведении публичных </w:t>
                      </w:r>
                      <w:r w:rsidRPr="00542DDE">
                        <w:rPr>
                          <w:sz w:val="28"/>
                        </w:rPr>
                        <w:t xml:space="preserve">слушаний </w:t>
                      </w:r>
                      <w:bookmarkEnd w:id="1"/>
                      <w:r w:rsidRPr="00542DDE">
                        <w:rPr>
                          <w:sz w:val="28"/>
                        </w:rPr>
                        <w:t xml:space="preserve">по вопросу предоставления </w:t>
                      </w:r>
                    </w:p>
                    <w:p w:rsidR="00B247DA" w:rsidRPr="00B92BBC" w:rsidRDefault="00542DDE" w:rsidP="00542DD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42DDE">
                        <w:rPr>
                          <w:sz w:val="28"/>
                        </w:rPr>
                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54:33:020701:86) с местоположением: Новосибирская область, г. </w:t>
                      </w:r>
                      <w:proofErr w:type="spellStart"/>
                      <w:r w:rsidRPr="00542DDE">
                        <w:rPr>
                          <w:sz w:val="28"/>
                        </w:rPr>
                        <w:t>Искитим</w:t>
                      </w:r>
                      <w:proofErr w:type="spellEnd"/>
                      <w:r w:rsidRPr="00542DDE">
                        <w:rPr>
                          <w:sz w:val="28"/>
                        </w:rPr>
                        <w:t>, ул. Заводская, дом 1б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735FA0">
                              <w:rPr>
                                <w:sz w:val="24"/>
                                <w:u w:val="single"/>
                              </w:rPr>
                              <w:t>16.01.2024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35FA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35FA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542DDE">
                              <w:rPr>
                                <w:sz w:val="24"/>
                                <w:u w:val="single"/>
                              </w:rPr>
                              <w:t>3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</w:t>
                            </w:r>
                            <w:r w:rsidR="00735FA0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735FA0">
                        <w:rPr>
                          <w:sz w:val="24"/>
                          <w:u w:val="single"/>
                        </w:rPr>
                        <w:t>16.01.2024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35FA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35FA0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542DDE">
                        <w:rPr>
                          <w:sz w:val="24"/>
                          <w:u w:val="single"/>
                        </w:rPr>
                        <w:t>3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</w:t>
                      </w:r>
                      <w:r w:rsidR="00735FA0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542DDE" w:rsidRPr="00542DDE" w:rsidRDefault="00542DDE" w:rsidP="00542DDE">
      <w:pPr>
        <w:ind w:firstLine="709"/>
        <w:jc w:val="both"/>
        <w:rPr>
          <w:sz w:val="28"/>
        </w:rPr>
      </w:pPr>
      <w:r w:rsidRPr="00542DDE">
        <w:rPr>
          <w:sz w:val="28"/>
        </w:rPr>
        <w:t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Искитиме Новосибирской области», решением Совета депутатов города Искитима от 06.04.2022 № 74 «Об утверждении Порядка организации и проведения публичных слушаний в городе Искитиме по вопросам градостроительной деятельности», постановлением администрации города Искитима Новосибирской области от 28.03.2023 № 417 "Об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строительства", с целью привлечения жителей города Искитима к обсуждению вопросов о предоставлении разрешения на отклонение от предельных параметров разрешенного строительства, реконструкции объектов капитального строительства,</w:t>
      </w:r>
    </w:p>
    <w:p w:rsidR="00542DDE" w:rsidRPr="00542DDE" w:rsidRDefault="00542DDE" w:rsidP="00542DDE">
      <w:pPr>
        <w:ind w:firstLine="709"/>
        <w:jc w:val="both"/>
        <w:rPr>
          <w:sz w:val="28"/>
        </w:rPr>
      </w:pPr>
    </w:p>
    <w:p w:rsidR="00542DDE" w:rsidRDefault="00542DDE" w:rsidP="00542DDE">
      <w:pPr>
        <w:ind w:firstLine="709"/>
        <w:jc w:val="both"/>
        <w:rPr>
          <w:sz w:val="28"/>
        </w:rPr>
      </w:pPr>
      <w:r w:rsidRPr="00542DDE">
        <w:rPr>
          <w:sz w:val="28"/>
        </w:rPr>
        <w:t>ПОСТАНОВЛЯЮ:</w:t>
      </w:r>
    </w:p>
    <w:p w:rsidR="00542DDE" w:rsidRPr="00542DDE" w:rsidRDefault="00542DDE" w:rsidP="00542DDE">
      <w:pPr>
        <w:ind w:firstLine="709"/>
        <w:jc w:val="both"/>
        <w:rPr>
          <w:sz w:val="28"/>
        </w:rPr>
      </w:pPr>
    </w:p>
    <w:p w:rsidR="00542DDE" w:rsidRPr="00542DDE" w:rsidRDefault="00542DDE" w:rsidP="00542DDE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Pr="00542DDE">
        <w:rPr>
          <w:sz w:val="28"/>
        </w:rPr>
        <w:t xml:space="preserve"> Назначить публичные слушания на 30 января 2024 года в 15-00 часов по адресу: Новосибирская обл., г. Искитим, ул. Пушкина, 51 (зал заседаний)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в части уменьшения минимального отступа от границ земельного участка с кадастровым номером 54:33:020701:86 площадью 71424 </w:t>
      </w:r>
      <w:r w:rsidRPr="00542DDE">
        <w:rPr>
          <w:sz w:val="28"/>
        </w:rPr>
        <w:lastRenderedPageBreak/>
        <w:t>кв. м с местоположением: Новосибирская область, г. Искитим, ул. Заводская 1б (Производственная зона (П)) с 3 м до 0 м с западной и с восточной границы участка (приложение).</w:t>
      </w:r>
    </w:p>
    <w:p w:rsidR="00542DDE" w:rsidRPr="00542DDE" w:rsidRDefault="00542DDE" w:rsidP="00542DDE">
      <w:pPr>
        <w:ind w:firstLine="709"/>
        <w:jc w:val="both"/>
        <w:rPr>
          <w:sz w:val="28"/>
        </w:rPr>
      </w:pPr>
      <w:r w:rsidRPr="00542DDE">
        <w:rPr>
          <w:sz w:val="28"/>
        </w:rPr>
        <w:t>2. Комиссии по градостроительству, землепользованию и застройке города Искитима организовать и провести публичные слушания по вопросам, указанным в п. 1. настоящего постановления.</w:t>
      </w:r>
    </w:p>
    <w:p w:rsidR="00542DDE" w:rsidRPr="00542DDE" w:rsidRDefault="00542DDE" w:rsidP="00542DDE">
      <w:pPr>
        <w:ind w:firstLine="709"/>
        <w:jc w:val="both"/>
        <w:rPr>
          <w:sz w:val="28"/>
        </w:rPr>
      </w:pPr>
      <w:r w:rsidRPr="00542DDE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542DDE" w:rsidRPr="00542DDE" w:rsidRDefault="00542DDE" w:rsidP="00542DDE">
      <w:pPr>
        <w:ind w:firstLine="709"/>
        <w:jc w:val="both"/>
        <w:rPr>
          <w:sz w:val="28"/>
        </w:rPr>
      </w:pPr>
      <w:r w:rsidRPr="00542DDE">
        <w:rPr>
          <w:sz w:val="28"/>
        </w:rPr>
        <w:t>4. Управлению делами (О. А. Смирнова) опубликовать настоящее постановление в газете «Искитимские ведомости» и на официальном сайте администрации г. Искитима.</w:t>
      </w:r>
    </w:p>
    <w:p w:rsidR="00D514EC" w:rsidRDefault="00542DDE" w:rsidP="00542DDE">
      <w:pPr>
        <w:ind w:firstLine="709"/>
        <w:jc w:val="both"/>
        <w:rPr>
          <w:sz w:val="28"/>
        </w:rPr>
      </w:pPr>
      <w:r w:rsidRPr="00542DDE">
        <w:rPr>
          <w:sz w:val="28"/>
        </w:rPr>
        <w:t>5. Контроль за исполнением настоящего постановления оставляю за собой.</w:t>
      </w:r>
    </w:p>
    <w:p w:rsidR="00735FA0" w:rsidRDefault="00735FA0" w:rsidP="00735FA0">
      <w:pPr>
        <w:jc w:val="both"/>
        <w:rPr>
          <w:sz w:val="28"/>
        </w:rPr>
      </w:pPr>
    </w:p>
    <w:p w:rsidR="00735FA0" w:rsidRPr="001670E9" w:rsidRDefault="00735FA0" w:rsidP="00735FA0">
      <w:pPr>
        <w:jc w:val="both"/>
        <w:rPr>
          <w:sz w:val="28"/>
        </w:rPr>
      </w:pPr>
    </w:p>
    <w:p w:rsidR="00735FA0" w:rsidRDefault="00735FA0" w:rsidP="001670E9">
      <w:pPr>
        <w:rPr>
          <w:sz w:val="28"/>
        </w:rPr>
      </w:pPr>
      <w:r w:rsidRPr="00735FA0">
        <w:rPr>
          <w:sz w:val="28"/>
        </w:rPr>
        <w:t>И.о. главы города Искитима                                                                 К.В. Сеничев</w:t>
      </w:r>
    </w:p>
    <w:sectPr w:rsidR="00735FA0" w:rsidSect="00B006C8">
      <w:headerReference w:type="even" r:id="rId8"/>
      <w:headerReference w:type="default" r:id="rId9"/>
      <w:pgSz w:w="11906" w:h="16838" w:code="9"/>
      <w:pgMar w:top="1134" w:right="60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C40" w:rsidRDefault="00CD2C40">
      <w:r>
        <w:separator/>
      </w:r>
    </w:p>
  </w:endnote>
  <w:endnote w:type="continuationSeparator" w:id="0">
    <w:p w:rsidR="00CD2C40" w:rsidRDefault="00CD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C40" w:rsidRDefault="00CD2C40">
      <w:r>
        <w:separator/>
      </w:r>
    </w:p>
  </w:footnote>
  <w:footnote w:type="continuationSeparator" w:id="0">
    <w:p w:rsidR="00CD2C40" w:rsidRDefault="00CD2C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54385"/>
    <w:rsid w:val="000A4E8A"/>
    <w:rsid w:val="000C2669"/>
    <w:rsid w:val="000D4035"/>
    <w:rsid w:val="00135008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A1FCA"/>
    <w:rsid w:val="004B11F2"/>
    <w:rsid w:val="004B6B5D"/>
    <w:rsid w:val="004C1AFA"/>
    <w:rsid w:val="004D47EF"/>
    <w:rsid w:val="00542DDE"/>
    <w:rsid w:val="0059545A"/>
    <w:rsid w:val="0059731C"/>
    <w:rsid w:val="005C6284"/>
    <w:rsid w:val="00682468"/>
    <w:rsid w:val="0068672F"/>
    <w:rsid w:val="00697BC3"/>
    <w:rsid w:val="006D63DD"/>
    <w:rsid w:val="006E6D6E"/>
    <w:rsid w:val="00735DDD"/>
    <w:rsid w:val="00735FA0"/>
    <w:rsid w:val="00751ECA"/>
    <w:rsid w:val="007A5439"/>
    <w:rsid w:val="007D5E82"/>
    <w:rsid w:val="008E604A"/>
    <w:rsid w:val="008E72AD"/>
    <w:rsid w:val="0098435C"/>
    <w:rsid w:val="00992F53"/>
    <w:rsid w:val="009C462C"/>
    <w:rsid w:val="009C6CB5"/>
    <w:rsid w:val="00A67263"/>
    <w:rsid w:val="00A77C6E"/>
    <w:rsid w:val="00AE4CB8"/>
    <w:rsid w:val="00B006C8"/>
    <w:rsid w:val="00B17B99"/>
    <w:rsid w:val="00B247DA"/>
    <w:rsid w:val="00B92BBC"/>
    <w:rsid w:val="00C069CB"/>
    <w:rsid w:val="00CD2C40"/>
    <w:rsid w:val="00D05C2F"/>
    <w:rsid w:val="00D30582"/>
    <w:rsid w:val="00D35F18"/>
    <w:rsid w:val="00D514EC"/>
    <w:rsid w:val="00D61390"/>
    <w:rsid w:val="00D70CBD"/>
    <w:rsid w:val="00D74A65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города.dotm</Template>
  <TotalTime>0</TotalTime>
  <Pages>2</Pages>
  <Words>325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2024-01-17T08:48:00Z</cp:lastPrinted>
  <dcterms:created xsi:type="dcterms:W3CDTF">2024-01-17T08:48:00Z</dcterms:created>
  <dcterms:modified xsi:type="dcterms:W3CDTF">2024-01-17T08:50:00Z</dcterms:modified>
</cp:coreProperties>
</file>