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2A9" w:rsidRDefault="00872A69" w:rsidP="00F042A9">
      <w:pPr>
        <w:shd w:val="clear" w:color="auto" w:fill="FFFFFF"/>
        <w:tabs>
          <w:tab w:val="left" w:pos="691"/>
        </w:tabs>
        <w:jc w:val="both"/>
        <w:rPr>
          <w:sz w:val="28"/>
          <w:szCs w:val="28"/>
        </w:rPr>
      </w:pPr>
      <w:r w:rsidRPr="00D0064C">
        <w:rPr>
          <w:noProof/>
          <w:sz w:val="28"/>
          <w:szCs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CE9FABD" wp14:editId="7744FBB9">
                <wp:simplePos x="0" y="0"/>
                <wp:positionH relativeFrom="margin">
                  <wp:posOffset>-52070</wp:posOffset>
                </wp:positionH>
                <wp:positionV relativeFrom="page">
                  <wp:posOffset>2333625</wp:posOffset>
                </wp:positionV>
                <wp:extent cx="6143625" cy="360045"/>
                <wp:effectExtent l="0" t="0" r="9525" b="1905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F042A9">
                              <w:rPr>
                                <w:sz w:val="24"/>
                                <w:u w:val="single"/>
                              </w:rPr>
                              <w:t>19</w:t>
                            </w:r>
                            <w:r w:rsidR="00402839">
                              <w:rPr>
                                <w:sz w:val="24"/>
                                <w:u w:val="single"/>
                              </w:rPr>
                              <w:t>.11.</w:t>
                            </w:r>
                            <w:r w:rsidR="00FB4CD1">
                              <w:rPr>
                                <w:sz w:val="24"/>
                                <w:u w:val="single"/>
                              </w:rPr>
                              <w:t>2024</w:t>
                            </w:r>
                            <w:r w:rsidR="000E40EC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 w:rsidRPr="0040283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02839">
                              <w:rPr>
                                <w:sz w:val="24"/>
                              </w:rPr>
                              <w:t xml:space="preserve"> </w:t>
                            </w:r>
                            <w:r w:rsidR="00402839" w:rsidRPr="0040283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4028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008F4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F042A9">
                              <w:rPr>
                                <w:sz w:val="24"/>
                                <w:u w:val="single"/>
                              </w:rPr>
                              <w:t>1873</w:t>
                            </w:r>
                            <w:r w:rsidR="00B8789B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02839"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1pt;margin-top:183.75pt;width:483.7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F042A9">
                        <w:rPr>
                          <w:sz w:val="24"/>
                          <w:u w:val="single"/>
                        </w:rPr>
                        <w:t>19</w:t>
                      </w:r>
                      <w:r w:rsidR="00402839">
                        <w:rPr>
                          <w:sz w:val="24"/>
                          <w:u w:val="single"/>
                        </w:rPr>
                        <w:t>.11.</w:t>
                      </w:r>
                      <w:r w:rsidR="00FB4CD1">
                        <w:rPr>
                          <w:sz w:val="24"/>
                          <w:u w:val="single"/>
                        </w:rPr>
                        <w:t>2024</w:t>
                      </w:r>
                      <w:r w:rsidR="000E40EC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40283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02839">
                        <w:rPr>
                          <w:sz w:val="24"/>
                        </w:rPr>
                        <w:t xml:space="preserve"> </w:t>
                      </w:r>
                      <w:r w:rsidR="00402839" w:rsidRPr="00402839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402839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008F4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F042A9">
                        <w:rPr>
                          <w:sz w:val="24"/>
                          <w:u w:val="single"/>
                        </w:rPr>
                        <w:t>1873</w:t>
                      </w:r>
                      <w:r w:rsidR="00B8789B"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02839"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D47EF" w:rsidRPr="00D0064C">
        <w:rPr>
          <w:noProof/>
          <w:sz w:val="28"/>
          <w:szCs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2C79EAF5" wp14:editId="5C37917E">
                <wp:simplePos x="0" y="0"/>
                <wp:positionH relativeFrom="margin">
                  <wp:posOffset>-52070</wp:posOffset>
                </wp:positionH>
                <wp:positionV relativeFrom="page">
                  <wp:posOffset>2886075</wp:posOffset>
                </wp:positionV>
                <wp:extent cx="6147435" cy="1447800"/>
                <wp:effectExtent l="0" t="0" r="571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743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42A9" w:rsidRPr="00F042A9" w:rsidRDefault="00F042A9" w:rsidP="00F042A9">
                            <w:pPr>
                              <w:jc w:val="center"/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F042A9" w:rsidRDefault="00F042A9" w:rsidP="00F042A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042A9" w:rsidRDefault="00F042A9" w:rsidP="00F042A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sz w:val="28"/>
                                <w:szCs w:val="28"/>
                              </w:rPr>
                              <w:t xml:space="preserve">Об утверждении Порядка </w:t>
                            </w:r>
                            <w:bookmarkEnd w:id="0"/>
                            <w:r>
                              <w:rPr>
                                <w:sz w:val="28"/>
                                <w:szCs w:val="28"/>
                              </w:rPr>
                              <w:t>организации и ведении гражданской обороны</w:t>
                            </w:r>
                          </w:p>
                          <w:p w:rsidR="00F042A9" w:rsidRDefault="00F042A9" w:rsidP="00F042A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в г.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Искитиме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</w:t>
                            </w:r>
                          </w:p>
                          <w:p w:rsidR="00D35F18" w:rsidRPr="0097741D" w:rsidRDefault="00D35F18" w:rsidP="006D1622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-4.1pt;margin-top:227.25pt;width:484.0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" filled="f" stroked="f">
                <v:textbox inset="0,0,0,0">
                  <w:txbxContent>
                    <w:p w:rsidR="00F042A9" w:rsidRPr="00F042A9" w:rsidRDefault="00F042A9" w:rsidP="00F042A9">
                      <w:pPr>
                        <w:jc w:val="center"/>
                        <w:rPr>
                          <w:sz w:val="32"/>
                          <w:szCs w:val="28"/>
                        </w:rPr>
                      </w:pPr>
                    </w:p>
                    <w:p w:rsidR="00F042A9" w:rsidRDefault="00F042A9" w:rsidP="00F042A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F042A9" w:rsidRDefault="00F042A9" w:rsidP="00F042A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sz w:val="28"/>
                          <w:szCs w:val="28"/>
                        </w:rPr>
                        <w:t xml:space="preserve">Об утверждении Порядка </w:t>
                      </w:r>
                      <w:bookmarkEnd w:id="1"/>
                      <w:r>
                        <w:rPr>
                          <w:sz w:val="28"/>
                          <w:szCs w:val="28"/>
                        </w:rPr>
                        <w:t>организации и ведении гражданской обороны</w:t>
                      </w:r>
                    </w:p>
                    <w:p w:rsidR="00F042A9" w:rsidRDefault="00F042A9" w:rsidP="00F042A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в г.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Искитиме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Новосибирской области</w:t>
                      </w:r>
                    </w:p>
                    <w:p w:rsidR="00D35F18" w:rsidRPr="0097741D" w:rsidRDefault="00D35F18" w:rsidP="006D1622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D47EF" w:rsidRPr="00D0064C">
        <w:rPr>
          <w:noProof/>
          <w:sz w:val="28"/>
          <w:szCs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AD57C78" wp14:editId="4B14DE6F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2AD44092" wp14:editId="2BBDDDF5">
                                  <wp:extent cx="552450" cy="809625"/>
                                  <wp:effectExtent l="0" t="0" r="0" b="9525"/>
                                  <wp:docPr id="1" name="Рисунок 1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NIswIAALE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069FCDE4" wp14:editId="3BAA4E50">
                            <wp:extent cx="552450" cy="809625"/>
                            <wp:effectExtent l="0" t="0" r="0" b="9525"/>
                            <wp:docPr id="1" name="Рисунок 1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D0064C" w:rsidRPr="00D0064C">
        <w:rPr>
          <w:sz w:val="28"/>
          <w:szCs w:val="28"/>
        </w:rPr>
        <w:tab/>
      </w:r>
      <w:proofErr w:type="gramStart"/>
      <w:r w:rsidR="00F042A9">
        <w:rPr>
          <w:sz w:val="28"/>
          <w:szCs w:val="28"/>
        </w:rPr>
        <w:t xml:space="preserve">В соответствии </w:t>
      </w:r>
      <w:r w:rsidR="00F042A9" w:rsidRPr="00F042A9">
        <w:rPr>
          <w:sz w:val="28"/>
          <w:szCs w:val="28"/>
        </w:rPr>
        <w:t xml:space="preserve">с </w:t>
      </w:r>
      <w:hyperlink r:id="rId10" w:history="1">
        <w:r w:rsidR="00F042A9" w:rsidRPr="00F042A9">
          <w:rPr>
            <w:rStyle w:val="ad"/>
            <w:sz w:val="28"/>
            <w:szCs w:val="28"/>
            <w:u w:val="none"/>
          </w:rPr>
          <w:t>Федеральным законом</w:t>
        </w:r>
      </w:hyperlink>
      <w:r w:rsidR="00F042A9" w:rsidRPr="00F042A9">
        <w:rPr>
          <w:sz w:val="28"/>
          <w:szCs w:val="28"/>
        </w:rPr>
        <w:t xml:space="preserve"> от 12 февраля 1998 г. № 28- ФЗ «О гражданской обороне»,</w:t>
      </w:r>
      <w:r w:rsidR="00F042A9" w:rsidRPr="00F042A9">
        <w:rPr>
          <w:spacing w:val="3"/>
          <w:sz w:val="28"/>
          <w:szCs w:val="28"/>
        </w:rPr>
        <w:t xml:space="preserve"> постановлением</w:t>
      </w:r>
      <w:r w:rsidR="00F042A9" w:rsidRPr="00F042A9">
        <w:rPr>
          <w:sz w:val="28"/>
          <w:szCs w:val="28"/>
        </w:rPr>
        <w:t xml:space="preserve">  Правительства Российской Федерации от 26.11.2007 № 804 «Об утверждении Положения о гражданской обороне в Российской Федерации» и приказом МЧС</w:t>
      </w:r>
      <w:r w:rsidR="00F042A9">
        <w:rPr>
          <w:sz w:val="28"/>
          <w:szCs w:val="28"/>
        </w:rPr>
        <w:t xml:space="preserve"> России от 14.11.2008 № 687 «Об утверждении Положения об организации и ведении гражданской обороны в муниципальных образованиях и организациях», администрация города </w:t>
      </w:r>
      <w:proofErr w:type="spellStart"/>
      <w:r w:rsidR="00F042A9">
        <w:rPr>
          <w:sz w:val="28"/>
          <w:szCs w:val="28"/>
        </w:rPr>
        <w:t>Искитима</w:t>
      </w:r>
      <w:proofErr w:type="spellEnd"/>
      <w:proofErr w:type="gramEnd"/>
    </w:p>
    <w:p w:rsidR="00D0064C" w:rsidRPr="00D0064C" w:rsidRDefault="00D0064C" w:rsidP="00795BCF">
      <w:pPr>
        <w:jc w:val="both"/>
        <w:rPr>
          <w:sz w:val="28"/>
          <w:szCs w:val="28"/>
        </w:rPr>
      </w:pPr>
    </w:p>
    <w:p w:rsidR="0063655E" w:rsidRDefault="005A1F9E" w:rsidP="0063655E">
      <w:pPr>
        <w:pStyle w:val="af4"/>
        <w:jc w:val="both"/>
      </w:pPr>
      <w:r>
        <w:tab/>
      </w:r>
      <w:r w:rsidR="001008F4" w:rsidRPr="001008F4">
        <w:t>ПОСТАНОВЛЯЕТ:</w:t>
      </w:r>
    </w:p>
    <w:p w:rsidR="00AF377B" w:rsidRPr="00AF377B" w:rsidRDefault="00AF377B" w:rsidP="0063655E">
      <w:pPr>
        <w:pStyle w:val="af4"/>
        <w:jc w:val="both"/>
      </w:pPr>
    </w:p>
    <w:p w:rsidR="00F042A9" w:rsidRDefault="00F042A9" w:rsidP="00F042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 xml:space="preserve">Утвердить прилагаемый Порядок организации и ведении гражданской обороны в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скитиме</w:t>
      </w:r>
      <w:proofErr w:type="spellEnd"/>
      <w:r>
        <w:rPr>
          <w:sz w:val="28"/>
          <w:szCs w:val="28"/>
        </w:rPr>
        <w:t xml:space="preserve"> Новосибирской области.</w:t>
      </w:r>
    </w:p>
    <w:p w:rsidR="00F042A9" w:rsidRDefault="00F042A9" w:rsidP="00F042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>
        <w:rPr>
          <w:sz w:val="28"/>
          <w:szCs w:val="28"/>
        </w:rPr>
        <w:t xml:space="preserve">Рекомендовать руководителям организаций, продолжающих и обеспечивающих работу в городе в особый период, разработать и принять Порядок организации и ведении гражданской обороны организации в соответствии с Порядком организации и ведении гражданской обороны в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скитиме</w:t>
      </w:r>
      <w:proofErr w:type="spellEnd"/>
      <w:r>
        <w:rPr>
          <w:sz w:val="28"/>
          <w:szCs w:val="28"/>
        </w:rPr>
        <w:t xml:space="preserve"> Новосибирской области.</w:t>
      </w:r>
    </w:p>
    <w:p w:rsidR="00F042A9" w:rsidRDefault="00F042A9" w:rsidP="00F042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>
        <w:rPr>
          <w:sz w:val="28"/>
          <w:szCs w:val="28"/>
        </w:rPr>
        <w:t xml:space="preserve">Постановление администрации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 от 18.11.2021 № 1532 «Об утверждении Порядка подготовки к ведению гражданской обороны в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скитиме</w:t>
      </w:r>
      <w:proofErr w:type="spellEnd"/>
      <w:r>
        <w:rPr>
          <w:sz w:val="28"/>
          <w:szCs w:val="28"/>
        </w:rPr>
        <w:t xml:space="preserve"> Новосибирской области» и постановление администрации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 от 07.04.2022 № 469 «О внесении изменений в Порядок подготовки к ведению гражданской обороны в </w:t>
      </w:r>
      <w:proofErr w:type="spellStart"/>
      <w:r>
        <w:rPr>
          <w:sz w:val="28"/>
          <w:szCs w:val="28"/>
        </w:rPr>
        <w:t>г.Искитиме</w:t>
      </w:r>
      <w:proofErr w:type="spellEnd"/>
      <w:r>
        <w:rPr>
          <w:sz w:val="28"/>
          <w:szCs w:val="28"/>
        </w:rPr>
        <w:t xml:space="preserve">  Новосибирской области, утвержденный постановлением администрации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 от 18.11.2021 №1532», признать  утратившими силу.</w:t>
      </w:r>
    </w:p>
    <w:p w:rsidR="00F042A9" w:rsidRDefault="00F042A9" w:rsidP="00F042A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4.</w:t>
      </w:r>
      <w:r>
        <w:rPr>
          <w:sz w:val="28"/>
          <w:szCs w:val="28"/>
        </w:rPr>
        <w:t>Настоящее постановление опубликовать в газете «</w:t>
      </w:r>
      <w:proofErr w:type="spellStart"/>
      <w:r>
        <w:rPr>
          <w:sz w:val="28"/>
          <w:szCs w:val="28"/>
        </w:rPr>
        <w:t>Искитимские</w:t>
      </w:r>
      <w:proofErr w:type="spellEnd"/>
      <w:r>
        <w:rPr>
          <w:sz w:val="28"/>
          <w:szCs w:val="28"/>
        </w:rPr>
        <w:t xml:space="preserve"> ведомости» и разместить на официальном сайте администрации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>.</w:t>
      </w:r>
    </w:p>
    <w:p w:rsidR="00D0064C" w:rsidRPr="00F042A9" w:rsidRDefault="00F042A9" w:rsidP="00F042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F377B" w:rsidRDefault="00AF377B" w:rsidP="00D0064C">
      <w:pPr>
        <w:jc w:val="both"/>
        <w:rPr>
          <w:sz w:val="28"/>
        </w:rPr>
      </w:pPr>
    </w:p>
    <w:p w:rsidR="00AF377B" w:rsidRPr="00AF377B" w:rsidRDefault="00AF377B" w:rsidP="00AF377B">
      <w:pPr>
        <w:ind w:firstLine="720"/>
        <w:jc w:val="both"/>
        <w:rPr>
          <w:sz w:val="28"/>
        </w:rPr>
      </w:pPr>
    </w:p>
    <w:p w:rsidR="00FB4CD1" w:rsidRDefault="00795BCF" w:rsidP="00715F96">
      <w:pPr>
        <w:rPr>
          <w:sz w:val="28"/>
        </w:rPr>
      </w:pPr>
      <w:r>
        <w:rPr>
          <w:sz w:val="28"/>
        </w:rPr>
        <w:t xml:space="preserve">Глава </w:t>
      </w:r>
      <w:r w:rsidRPr="006C29E8">
        <w:rPr>
          <w:sz w:val="28"/>
        </w:rPr>
        <w:t xml:space="preserve">города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  </w:t>
      </w:r>
      <w:proofErr w:type="spellStart"/>
      <w:r>
        <w:rPr>
          <w:sz w:val="28"/>
        </w:rPr>
        <w:t>С.В.Завражин</w:t>
      </w:r>
      <w:proofErr w:type="spellEnd"/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F042A9" w:rsidRDefault="00F042A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872A69">
      <w:pPr>
        <w:jc w:val="right"/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  <w:sectPr w:rsidR="00872A69" w:rsidSect="00872A69">
          <w:pgSz w:w="11906" w:h="16838" w:code="9"/>
          <w:pgMar w:top="1134" w:right="567" w:bottom="426" w:left="1701" w:header="720" w:footer="720" w:gutter="0"/>
          <w:cols w:space="720"/>
          <w:titlePg/>
          <w:docGrid w:linePitch="212"/>
        </w:sectPr>
      </w:pPr>
    </w:p>
    <w:p w:rsidR="00A8415F" w:rsidRPr="006D1622" w:rsidRDefault="00A8415F" w:rsidP="00715F96">
      <w:pPr>
        <w:rPr>
          <w:sz w:val="28"/>
        </w:rPr>
      </w:pPr>
    </w:p>
    <w:sectPr w:rsidR="00A8415F" w:rsidRPr="006D1622" w:rsidSect="00FB4CD1">
      <w:pgSz w:w="11906" w:h="16838" w:code="9"/>
      <w:pgMar w:top="1134" w:right="567" w:bottom="567" w:left="709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618" w:rsidRDefault="00153618">
      <w:r>
        <w:separator/>
      </w:r>
    </w:p>
  </w:endnote>
  <w:endnote w:type="continuationSeparator" w:id="0">
    <w:p w:rsidR="00153618" w:rsidRDefault="00153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618" w:rsidRDefault="00153618">
      <w:r>
        <w:separator/>
      </w:r>
    </w:p>
  </w:footnote>
  <w:footnote w:type="continuationSeparator" w:id="0">
    <w:p w:rsidR="00153618" w:rsidRDefault="001536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56D2D"/>
    <w:multiLevelType w:val="multilevel"/>
    <w:tmpl w:val="D6FCFDE4"/>
    <w:lvl w:ilvl="0">
      <w:start w:val="1"/>
      <w:numFmt w:val="decimal"/>
      <w:lvlText w:val="%1."/>
      <w:lvlJc w:val="left"/>
      <w:pPr>
        <w:ind w:left="1872" w:hanging="1152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15" w:hanging="720"/>
      </w:pPr>
    </w:lvl>
    <w:lvl w:ilvl="2">
      <w:start w:val="1"/>
      <w:numFmt w:val="decimal"/>
      <w:isLgl/>
      <w:lvlText w:val="%1.%2.%3."/>
      <w:lvlJc w:val="left"/>
      <w:pPr>
        <w:ind w:left="1590" w:hanging="720"/>
      </w:pPr>
    </w:lvl>
    <w:lvl w:ilvl="3">
      <w:start w:val="1"/>
      <w:numFmt w:val="decimal"/>
      <w:isLgl/>
      <w:lvlText w:val="%1.%2.%3.%4."/>
      <w:lvlJc w:val="left"/>
      <w:pPr>
        <w:ind w:left="2025" w:hanging="1080"/>
      </w:pPr>
    </w:lvl>
    <w:lvl w:ilvl="4">
      <w:start w:val="1"/>
      <w:numFmt w:val="decimal"/>
      <w:isLgl/>
      <w:lvlText w:val="%1.%2.%3.%4.%5."/>
      <w:lvlJc w:val="left"/>
      <w:pPr>
        <w:ind w:left="2100" w:hanging="1080"/>
      </w:pPr>
    </w:lvl>
    <w:lvl w:ilvl="5">
      <w:start w:val="1"/>
      <w:numFmt w:val="decimal"/>
      <w:isLgl/>
      <w:lvlText w:val="%1.%2.%3.%4.%5.%6."/>
      <w:lvlJc w:val="left"/>
      <w:pPr>
        <w:ind w:left="2535" w:hanging="1440"/>
      </w:pPr>
    </w:lvl>
    <w:lvl w:ilvl="6">
      <w:start w:val="1"/>
      <w:numFmt w:val="decimal"/>
      <w:isLgl/>
      <w:lvlText w:val="%1.%2.%3.%4.%5.%6.%7."/>
      <w:lvlJc w:val="left"/>
      <w:pPr>
        <w:ind w:left="2970" w:hanging="1800"/>
      </w:pPr>
    </w:lvl>
    <w:lvl w:ilvl="7">
      <w:start w:val="1"/>
      <w:numFmt w:val="decimal"/>
      <w:isLgl/>
      <w:lvlText w:val="%1.%2.%3.%4.%5.%6.%7.%8."/>
      <w:lvlJc w:val="left"/>
      <w:pPr>
        <w:ind w:left="3045" w:hanging="1800"/>
      </w:p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</w:lvl>
  </w:abstractNum>
  <w:abstractNum w:abstractNumId="3">
    <w:nsid w:val="147B6939"/>
    <w:multiLevelType w:val="hybridMultilevel"/>
    <w:tmpl w:val="6F7C5584"/>
    <w:lvl w:ilvl="0" w:tplc="3B209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35697B"/>
    <w:multiLevelType w:val="singleLevel"/>
    <w:tmpl w:val="1948603A"/>
    <w:lvl w:ilvl="0">
      <w:start w:val="1"/>
      <w:numFmt w:val="decimal"/>
      <w:lvlText w:val="%1.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92D1883"/>
    <w:multiLevelType w:val="hybridMultilevel"/>
    <w:tmpl w:val="47CA6012"/>
    <w:lvl w:ilvl="0" w:tplc="1DCEC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6566E8"/>
    <w:multiLevelType w:val="hybridMultilevel"/>
    <w:tmpl w:val="1D5490C0"/>
    <w:lvl w:ilvl="0" w:tplc="18F0149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8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9">
    <w:nsid w:val="204E04B6"/>
    <w:multiLevelType w:val="hybridMultilevel"/>
    <w:tmpl w:val="62442CA6"/>
    <w:lvl w:ilvl="0" w:tplc="2C2CF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3">
    <w:nsid w:val="350A7AE6"/>
    <w:multiLevelType w:val="hybridMultilevel"/>
    <w:tmpl w:val="BA8AE6B0"/>
    <w:lvl w:ilvl="0" w:tplc="785E09C8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74" w:hanging="360"/>
      </w:pPr>
    </w:lvl>
    <w:lvl w:ilvl="2" w:tplc="0419001B">
      <w:start w:val="1"/>
      <w:numFmt w:val="lowerRoman"/>
      <w:lvlText w:val="%3."/>
      <w:lvlJc w:val="right"/>
      <w:pPr>
        <w:ind w:left="2594" w:hanging="180"/>
      </w:pPr>
    </w:lvl>
    <w:lvl w:ilvl="3" w:tplc="0419000F">
      <w:start w:val="1"/>
      <w:numFmt w:val="decimal"/>
      <w:lvlText w:val="%4."/>
      <w:lvlJc w:val="left"/>
      <w:pPr>
        <w:ind w:left="3314" w:hanging="360"/>
      </w:pPr>
    </w:lvl>
    <w:lvl w:ilvl="4" w:tplc="04190019">
      <w:start w:val="1"/>
      <w:numFmt w:val="lowerLetter"/>
      <w:lvlText w:val="%5."/>
      <w:lvlJc w:val="left"/>
      <w:pPr>
        <w:ind w:left="4034" w:hanging="360"/>
      </w:pPr>
    </w:lvl>
    <w:lvl w:ilvl="5" w:tplc="0419001B">
      <w:start w:val="1"/>
      <w:numFmt w:val="lowerRoman"/>
      <w:lvlText w:val="%6."/>
      <w:lvlJc w:val="right"/>
      <w:pPr>
        <w:ind w:left="4754" w:hanging="180"/>
      </w:pPr>
    </w:lvl>
    <w:lvl w:ilvl="6" w:tplc="0419000F">
      <w:start w:val="1"/>
      <w:numFmt w:val="decimal"/>
      <w:lvlText w:val="%7."/>
      <w:lvlJc w:val="left"/>
      <w:pPr>
        <w:ind w:left="5474" w:hanging="360"/>
      </w:pPr>
    </w:lvl>
    <w:lvl w:ilvl="7" w:tplc="04190019">
      <w:start w:val="1"/>
      <w:numFmt w:val="lowerLetter"/>
      <w:lvlText w:val="%8."/>
      <w:lvlJc w:val="left"/>
      <w:pPr>
        <w:ind w:left="6194" w:hanging="360"/>
      </w:pPr>
    </w:lvl>
    <w:lvl w:ilvl="8" w:tplc="0419001B">
      <w:start w:val="1"/>
      <w:numFmt w:val="lowerRoman"/>
      <w:lvlText w:val="%9."/>
      <w:lvlJc w:val="right"/>
      <w:pPr>
        <w:ind w:left="6914" w:hanging="180"/>
      </w:pPr>
    </w:lvl>
  </w:abstractNum>
  <w:abstractNum w:abstractNumId="14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6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6565DDC"/>
    <w:multiLevelType w:val="hybridMultilevel"/>
    <w:tmpl w:val="69F4547E"/>
    <w:lvl w:ilvl="0" w:tplc="D3A2A20E">
      <w:start w:val="2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58B43FED"/>
    <w:multiLevelType w:val="hybridMultilevel"/>
    <w:tmpl w:val="F1DE9A02"/>
    <w:lvl w:ilvl="0" w:tplc="49C0A07A">
      <w:start w:val="3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66CD1B07"/>
    <w:multiLevelType w:val="hybridMultilevel"/>
    <w:tmpl w:val="2EB89554"/>
    <w:lvl w:ilvl="0" w:tplc="DAAEDD7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6CC810A1"/>
    <w:multiLevelType w:val="hybridMultilevel"/>
    <w:tmpl w:val="CB8EC476"/>
    <w:lvl w:ilvl="0" w:tplc="7F5ED7B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2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abstractNum w:abstractNumId="23">
    <w:nsid w:val="7C8E2ECB"/>
    <w:multiLevelType w:val="multilevel"/>
    <w:tmpl w:val="9384A866"/>
    <w:lvl w:ilvl="0">
      <w:start w:val="1"/>
      <w:numFmt w:val="decimal"/>
      <w:lvlText w:val="%1."/>
      <w:lvlJc w:val="left"/>
      <w:pPr>
        <w:ind w:left="927" w:hanging="360"/>
      </w:pPr>
      <w:rPr>
        <w:color w:val="00000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color w:val="000000"/>
      </w:rPr>
    </w:lvl>
  </w:abstractNum>
  <w:num w:numId="1">
    <w:abstractNumId w:val="8"/>
  </w:num>
  <w:num w:numId="2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12"/>
  </w:num>
  <w:num w:numId="8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7"/>
  </w:num>
  <w:num w:numId="12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21"/>
  </w:num>
  <w:num w:numId="30">
    <w:abstractNumId w:val="16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38FC"/>
    <w:rsid w:val="00024CA0"/>
    <w:rsid w:val="00043165"/>
    <w:rsid w:val="00046BE4"/>
    <w:rsid w:val="000901B0"/>
    <w:rsid w:val="0009265D"/>
    <w:rsid w:val="00092833"/>
    <w:rsid w:val="000A66A6"/>
    <w:rsid w:val="000B459F"/>
    <w:rsid w:val="000B4D9F"/>
    <w:rsid w:val="000B501C"/>
    <w:rsid w:val="000B7620"/>
    <w:rsid w:val="000C2669"/>
    <w:rsid w:val="000C7092"/>
    <w:rsid w:val="000D2337"/>
    <w:rsid w:val="000E40EC"/>
    <w:rsid w:val="000F4E34"/>
    <w:rsid w:val="000F7B1A"/>
    <w:rsid w:val="001008F4"/>
    <w:rsid w:val="00101304"/>
    <w:rsid w:val="00101E55"/>
    <w:rsid w:val="00105A5B"/>
    <w:rsid w:val="0011184B"/>
    <w:rsid w:val="001162D4"/>
    <w:rsid w:val="00125027"/>
    <w:rsid w:val="00143A16"/>
    <w:rsid w:val="00153618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2DFF"/>
    <w:rsid w:val="001F552E"/>
    <w:rsid w:val="00205C38"/>
    <w:rsid w:val="00230681"/>
    <w:rsid w:val="00240917"/>
    <w:rsid w:val="00244A9A"/>
    <w:rsid w:val="0026745B"/>
    <w:rsid w:val="002734EB"/>
    <w:rsid w:val="002755C2"/>
    <w:rsid w:val="00280013"/>
    <w:rsid w:val="00286F28"/>
    <w:rsid w:val="002A6906"/>
    <w:rsid w:val="002B003D"/>
    <w:rsid w:val="002C3702"/>
    <w:rsid w:val="002C4055"/>
    <w:rsid w:val="002C7527"/>
    <w:rsid w:val="002F4451"/>
    <w:rsid w:val="002F4B80"/>
    <w:rsid w:val="00300456"/>
    <w:rsid w:val="0030206D"/>
    <w:rsid w:val="00306B3C"/>
    <w:rsid w:val="00310227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96F8B"/>
    <w:rsid w:val="003B57B8"/>
    <w:rsid w:val="003D671A"/>
    <w:rsid w:val="003E0638"/>
    <w:rsid w:val="003E5751"/>
    <w:rsid w:val="00400125"/>
    <w:rsid w:val="00401461"/>
    <w:rsid w:val="00402839"/>
    <w:rsid w:val="00423BE4"/>
    <w:rsid w:val="0042767A"/>
    <w:rsid w:val="00430D96"/>
    <w:rsid w:val="00445BF4"/>
    <w:rsid w:val="00457E63"/>
    <w:rsid w:val="00470654"/>
    <w:rsid w:val="00487A70"/>
    <w:rsid w:val="004902AE"/>
    <w:rsid w:val="004928FF"/>
    <w:rsid w:val="004A7A20"/>
    <w:rsid w:val="004B11F2"/>
    <w:rsid w:val="004B33B5"/>
    <w:rsid w:val="004D47EF"/>
    <w:rsid w:val="004E0C62"/>
    <w:rsid w:val="004E1A32"/>
    <w:rsid w:val="004E5553"/>
    <w:rsid w:val="004F206F"/>
    <w:rsid w:val="004F6B92"/>
    <w:rsid w:val="00506E6E"/>
    <w:rsid w:val="00522AF2"/>
    <w:rsid w:val="00524A44"/>
    <w:rsid w:val="0053089E"/>
    <w:rsid w:val="005601AE"/>
    <w:rsid w:val="00560EF0"/>
    <w:rsid w:val="00565430"/>
    <w:rsid w:val="00576985"/>
    <w:rsid w:val="00581118"/>
    <w:rsid w:val="0059545A"/>
    <w:rsid w:val="005A1F9E"/>
    <w:rsid w:val="005B180F"/>
    <w:rsid w:val="005E38E7"/>
    <w:rsid w:val="005F0022"/>
    <w:rsid w:val="005F6CED"/>
    <w:rsid w:val="006232F7"/>
    <w:rsid w:val="006357B6"/>
    <w:rsid w:val="00635E27"/>
    <w:rsid w:val="0063655E"/>
    <w:rsid w:val="00644349"/>
    <w:rsid w:val="006612EB"/>
    <w:rsid w:val="00664926"/>
    <w:rsid w:val="00666B6F"/>
    <w:rsid w:val="00667F53"/>
    <w:rsid w:val="00672FF1"/>
    <w:rsid w:val="00685E1A"/>
    <w:rsid w:val="0069063A"/>
    <w:rsid w:val="006918EE"/>
    <w:rsid w:val="00693E9D"/>
    <w:rsid w:val="0069690C"/>
    <w:rsid w:val="006A637E"/>
    <w:rsid w:val="006C29E8"/>
    <w:rsid w:val="006C4D5D"/>
    <w:rsid w:val="006D1622"/>
    <w:rsid w:val="006E0F0F"/>
    <w:rsid w:val="006E373F"/>
    <w:rsid w:val="006E6D6E"/>
    <w:rsid w:val="006E7B9D"/>
    <w:rsid w:val="006F215C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40169"/>
    <w:rsid w:val="00741D84"/>
    <w:rsid w:val="00753060"/>
    <w:rsid w:val="00762CFE"/>
    <w:rsid w:val="00781F1F"/>
    <w:rsid w:val="00793C7D"/>
    <w:rsid w:val="00795795"/>
    <w:rsid w:val="00795BCF"/>
    <w:rsid w:val="00797B03"/>
    <w:rsid w:val="007A16EC"/>
    <w:rsid w:val="007A5439"/>
    <w:rsid w:val="007D540B"/>
    <w:rsid w:val="007D5E82"/>
    <w:rsid w:val="007D60C6"/>
    <w:rsid w:val="007E0C72"/>
    <w:rsid w:val="007F7EC5"/>
    <w:rsid w:val="00805F30"/>
    <w:rsid w:val="008143FB"/>
    <w:rsid w:val="00815012"/>
    <w:rsid w:val="008304AB"/>
    <w:rsid w:val="00846C62"/>
    <w:rsid w:val="00851980"/>
    <w:rsid w:val="008706BC"/>
    <w:rsid w:val="008727DC"/>
    <w:rsid w:val="00872A69"/>
    <w:rsid w:val="008A1286"/>
    <w:rsid w:val="008A34D9"/>
    <w:rsid w:val="008B51CB"/>
    <w:rsid w:val="008C39F5"/>
    <w:rsid w:val="008D1D62"/>
    <w:rsid w:val="008E604A"/>
    <w:rsid w:val="008E72AD"/>
    <w:rsid w:val="0090254F"/>
    <w:rsid w:val="00903973"/>
    <w:rsid w:val="0091072D"/>
    <w:rsid w:val="00941EA0"/>
    <w:rsid w:val="0096409C"/>
    <w:rsid w:val="00971032"/>
    <w:rsid w:val="0097215A"/>
    <w:rsid w:val="00976C0C"/>
    <w:rsid w:val="0097741D"/>
    <w:rsid w:val="0098693D"/>
    <w:rsid w:val="009902EA"/>
    <w:rsid w:val="00995D4D"/>
    <w:rsid w:val="00997935"/>
    <w:rsid w:val="009B012C"/>
    <w:rsid w:val="009B1381"/>
    <w:rsid w:val="009B35A0"/>
    <w:rsid w:val="009C29E4"/>
    <w:rsid w:val="009D442B"/>
    <w:rsid w:val="009F303A"/>
    <w:rsid w:val="00A42582"/>
    <w:rsid w:val="00A44175"/>
    <w:rsid w:val="00A64C36"/>
    <w:rsid w:val="00A67263"/>
    <w:rsid w:val="00A7250D"/>
    <w:rsid w:val="00A72567"/>
    <w:rsid w:val="00A8415F"/>
    <w:rsid w:val="00A92414"/>
    <w:rsid w:val="00AA6963"/>
    <w:rsid w:val="00AB2D01"/>
    <w:rsid w:val="00AB6272"/>
    <w:rsid w:val="00AC2FF7"/>
    <w:rsid w:val="00AF25DD"/>
    <w:rsid w:val="00AF377B"/>
    <w:rsid w:val="00B03C81"/>
    <w:rsid w:val="00B114D3"/>
    <w:rsid w:val="00B1626C"/>
    <w:rsid w:val="00B16C85"/>
    <w:rsid w:val="00B17B99"/>
    <w:rsid w:val="00B3271F"/>
    <w:rsid w:val="00B51691"/>
    <w:rsid w:val="00B5791C"/>
    <w:rsid w:val="00B611A0"/>
    <w:rsid w:val="00B81135"/>
    <w:rsid w:val="00B835F8"/>
    <w:rsid w:val="00B84DA6"/>
    <w:rsid w:val="00B8789B"/>
    <w:rsid w:val="00B90938"/>
    <w:rsid w:val="00B91739"/>
    <w:rsid w:val="00B92BBC"/>
    <w:rsid w:val="00BA1B2E"/>
    <w:rsid w:val="00BA2717"/>
    <w:rsid w:val="00BA6FB6"/>
    <w:rsid w:val="00BB12DA"/>
    <w:rsid w:val="00BD2611"/>
    <w:rsid w:val="00BD604A"/>
    <w:rsid w:val="00BE1EE6"/>
    <w:rsid w:val="00BE7508"/>
    <w:rsid w:val="00BF13DE"/>
    <w:rsid w:val="00C069CB"/>
    <w:rsid w:val="00C11E71"/>
    <w:rsid w:val="00C327F6"/>
    <w:rsid w:val="00C32C4D"/>
    <w:rsid w:val="00C32CBD"/>
    <w:rsid w:val="00C32EC5"/>
    <w:rsid w:val="00C350BC"/>
    <w:rsid w:val="00C4397E"/>
    <w:rsid w:val="00C53314"/>
    <w:rsid w:val="00C57291"/>
    <w:rsid w:val="00C66753"/>
    <w:rsid w:val="00C848FC"/>
    <w:rsid w:val="00C9223A"/>
    <w:rsid w:val="00C961F1"/>
    <w:rsid w:val="00CB5933"/>
    <w:rsid w:val="00CC333D"/>
    <w:rsid w:val="00CC37A0"/>
    <w:rsid w:val="00CD125A"/>
    <w:rsid w:val="00CD2CA7"/>
    <w:rsid w:val="00CD42FD"/>
    <w:rsid w:val="00CD73B8"/>
    <w:rsid w:val="00CE3405"/>
    <w:rsid w:val="00CE64DE"/>
    <w:rsid w:val="00D0064C"/>
    <w:rsid w:val="00D05C2F"/>
    <w:rsid w:val="00D23B61"/>
    <w:rsid w:val="00D318BD"/>
    <w:rsid w:val="00D35F18"/>
    <w:rsid w:val="00D514EC"/>
    <w:rsid w:val="00D53E40"/>
    <w:rsid w:val="00D61BA5"/>
    <w:rsid w:val="00D70CBD"/>
    <w:rsid w:val="00D70ED6"/>
    <w:rsid w:val="00D764E6"/>
    <w:rsid w:val="00D93BEB"/>
    <w:rsid w:val="00DA1587"/>
    <w:rsid w:val="00DB04C7"/>
    <w:rsid w:val="00DC2FC5"/>
    <w:rsid w:val="00DE41E4"/>
    <w:rsid w:val="00DE5633"/>
    <w:rsid w:val="00DF53B8"/>
    <w:rsid w:val="00E175E3"/>
    <w:rsid w:val="00E243C2"/>
    <w:rsid w:val="00E3079D"/>
    <w:rsid w:val="00E45AA3"/>
    <w:rsid w:val="00E47C15"/>
    <w:rsid w:val="00E5725B"/>
    <w:rsid w:val="00E579B5"/>
    <w:rsid w:val="00E664D3"/>
    <w:rsid w:val="00E701DB"/>
    <w:rsid w:val="00E703E1"/>
    <w:rsid w:val="00E70E6F"/>
    <w:rsid w:val="00E8015F"/>
    <w:rsid w:val="00E9028E"/>
    <w:rsid w:val="00E915BD"/>
    <w:rsid w:val="00E979F5"/>
    <w:rsid w:val="00EA6975"/>
    <w:rsid w:val="00EC0162"/>
    <w:rsid w:val="00EC3D46"/>
    <w:rsid w:val="00EF006E"/>
    <w:rsid w:val="00F042A9"/>
    <w:rsid w:val="00F0647C"/>
    <w:rsid w:val="00F239E5"/>
    <w:rsid w:val="00F36FDE"/>
    <w:rsid w:val="00F55C35"/>
    <w:rsid w:val="00F55DFC"/>
    <w:rsid w:val="00F836EA"/>
    <w:rsid w:val="00F8575D"/>
    <w:rsid w:val="00FA14DC"/>
    <w:rsid w:val="00FA3221"/>
    <w:rsid w:val="00FA6909"/>
    <w:rsid w:val="00FB4CD1"/>
    <w:rsid w:val="00FD1E12"/>
    <w:rsid w:val="00FD1F21"/>
    <w:rsid w:val="00FD557E"/>
    <w:rsid w:val="00FD7DEE"/>
    <w:rsid w:val="00FE201E"/>
    <w:rsid w:val="00FE2E08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D0064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2">
    <w:name w:val="Body Text 2"/>
    <w:basedOn w:val="a"/>
    <w:link w:val="23"/>
    <w:rsid w:val="00D0064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D0064C"/>
  </w:style>
  <w:style w:type="character" w:customStyle="1" w:styleId="50">
    <w:name w:val="Заголовок 5 Знак"/>
    <w:basedOn w:val="a0"/>
    <w:link w:val="5"/>
    <w:semiHidden/>
    <w:rsid w:val="00D0064C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D0064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2">
    <w:name w:val="Body Text 2"/>
    <w:basedOn w:val="a"/>
    <w:link w:val="23"/>
    <w:rsid w:val="00D0064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D0064C"/>
  </w:style>
  <w:style w:type="character" w:customStyle="1" w:styleId="50">
    <w:name w:val="Заголовок 5 Знак"/>
    <w:basedOn w:val="a0"/>
    <w:link w:val="5"/>
    <w:semiHidden/>
    <w:rsid w:val="00D0064C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ase.garant.ru/17816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4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2024-11-19T01:21:00Z</cp:lastPrinted>
  <dcterms:created xsi:type="dcterms:W3CDTF">2024-11-19T01:21:00Z</dcterms:created>
  <dcterms:modified xsi:type="dcterms:W3CDTF">2024-11-19T01:21:00Z</dcterms:modified>
</cp:coreProperties>
</file>