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7F" w:rsidRDefault="0059287F" w:rsidP="0059287F">
      <w:pPr>
        <w:ind w:left="6096"/>
        <w:rPr>
          <w:sz w:val="24"/>
          <w:szCs w:val="24"/>
        </w:rPr>
      </w:pPr>
      <w:proofErr w:type="gramStart"/>
      <w:r>
        <w:rPr>
          <w:sz w:val="24"/>
          <w:szCs w:val="24"/>
        </w:rPr>
        <w:t>Одобрен</w:t>
      </w:r>
      <w:proofErr w:type="gramEnd"/>
      <w:r>
        <w:rPr>
          <w:sz w:val="24"/>
          <w:szCs w:val="24"/>
        </w:rPr>
        <w:t xml:space="preserve"> постановлением </w:t>
      </w:r>
    </w:p>
    <w:p w:rsidR="0059287F" w:rsidRDefault="0059287F" w:rsidP="0059287F">
      <w:pPr>
        <w:ind w:left="6096"/>
        <w:rPr>
          <w:sz w:val="24"/>
          <w:szCs w:val="24"/>
        </w:rPr>
      </w:pPr>
      <w:r>
        <w:rPr>
          <w:sz w:val="24"/>
          <w:szCs w:val="24"/>
        </w:rPr>
        <w:t>администрации города Искитима</w:t>
      </w:r>
    </w:p>
    <w:p w:rsidR="0059287F" w:rsidRDefault="0059287F" w:rsidP="0059287F">
      <w:pPr>
        <w:ind w:left="6096"/>
        <w:rPr>
          <w:sz w:val="24"/>
          <w:szCs w:val="24"/>
        </w:rPr>
      </w:pPr>
      <w:r>
        <w:rPr>
          <w:sz w:val="24"/>
          <w:szCs w:val="24"/>
        </w:rPr>
        <w:t>Новосибирской области</w:t>
      </w:r>
    </w:p>
    <w:p w:rsidR="0059287F" w:rsidRDefault="0059287F" w:rsidP="0059287F">
      <w:pPr>
        <w:ind w:left="6096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528FC">
        <w:rPr>
          <w:sz w:val="24"/>
          <w:szCs w:val="24"/>
        </w:rPr>
        <w:t xml:space="preserve">15.11.2024 </w:t>
      </w:r>
      <w:r>
        <w:rPr>
          <w:sz w:val="24"/>
          <w:szCs w:val="24"/>
        </w:rPr>
        <w:t>№</w:t>
      </w:r>
      <w:r w:rsidR="00F528FC">
        <w:rPr>
          <w:sz w:val="24"/>
          <w:szCs w:val="24"/>
        </w:rPr>
        <w:t xml:space="preserve"> 1862</w:t>
      </w:r>
    </w:p>
    <w:p w:rsidR="0059287F" w:rsidRDefault="0059287F" w:rsidP="0059287F">
      <w:pPr>
        <w:rPr>
          <w:sz w:val="28"/>
        </w:rPr>
      </w:pPr>
    </w:p>
    <w:p w:rsidR="0059287F" w:rsidRPr="009B4B85" w:rsidRDefault="0059287F" w:rsidP="0059287F">
      <w:pPr>
        <w:jc w:val="center"/>
        <w:rPr>
          <w:sz w:val="28"/>
        </w:rPr>
      </w:pPr>
      <w:r w:rsidRPr="009B4B85">
        <w:rPr>
          <w:sz w:val="28"/>
        </w:rPr>
        <w:t>Прогноз</w:t>
      </w:r>
    </w:p>
    <w:p w:rsidR="0059287F" w:rsidRPr="009B4B85" w:rsidRDefault="0059287F" w:rsidP="0059287F">
      <w:pPr>
        <w:jc w:val="center"/>
        <w:rPr>
          <w:sz w:val="28"/>
        </w:rPr>
      </w:pPr>
      <w:r w:rsidRPr="009B4B85">
        <w:rPr>
          <w:sz w:val="28"/>
        </w:rPr>
        <w:t>социально-экономического развития города  Искитима Новосибирской области на 202</w:t>
      </w:r>
      <w:r w:rsidR="009B4B85" w:rsidRPr="009B4B85">
        <w:rPr>
          <w:sz w:val="28"/>
        </w:rPr>
        <w:t>5 год и плановый период 2026 и 2027</w:t>
      </w:r>
      <w:r w:rsidRPr="009B4B85">
        <w:rPr>
          <w:sz w:val="28"/>
        </w:rPr>
        <w:t xml:space="preserve"> годов</w:t>
      </w:r>
    </w:p>
    <w:p w:rsidR="0059287F" w:rsidRPr="009B4B85" w:rsidRDefault="0059287F" w:rsidP="0059287F">
      <w:pPr>
        <w:rPr>
          <w:sz w:val="28"/>
        </w:rPr>
      </w:pPr>
    </w:p>
    <w:p w:rsidR="0059287F" w:rsidRPr="009B4B85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9B4B85">
        <w:rPr>
          <w:sz w:val="28"/>
          <w:szCs w:val="28"/>
        </w:rPr>
        <w:t>Прогноз социально-экономического развития города Искитима Новосибирской области на средне-срочный период 202</w:t>
      </w:r>
      <w:r w:rsidR="009B4B85" w:rsidRPr="009B4B85">
        <w:rPr>
          <w:sz w:val="28"/>
          <w:szCs w:val="28"/>
        </w:rPr>
        <w:t>5–2027</w:t>
      </w:r>
      <w:r w:rsidRPr="009B4B85">
        <w:rPr>
          <w:sz w:val="28"/>
          <w:szCs w:val="28"/>
        </w:rPr>
        <w:t xml:space="preserve"> годов (далее </w:t>
      </w:r>
      <w:proofErr w:type="gramStart"/>
      <w:r w:rsidRPr="009B4B85">
        <w:rPr>
          <w:sz w:val="28"/>
          <w:szCs w:val="28"/>
        </w:rPr>
        <w:t>–П</w:t>
      </w:r>
      <w:proofErr w:type="gramEnd"/>
      <w:r w:rsidRPr="009B4B85">
        <w:rPr>
          <w:sz w:val="28"/>
          <w:szCs w:val="28"/>
        </w:rPr>
        <w:t xml:space="preserve">рогноз) является документом стратегического планирования, который определяет направления и ожидаемые результаты социально-экономического развития города Искитима в соответствующем периоде. </w:t>
      </w:r>
      <w:proofErr w:type="gramStart"/>
      <w:r w:rsidRPr="009B4B85">
        <w:rPr>
          <w:sz w:val="28"/>
          <w:szCs w:val="28"/>
        </w:rPr>
        <w:t>Прогноз разработан для целей бюджетного планирования в соответствии с приоритетами и целевыми индикаторами социально-экономического развития, сформулированными в Стратегии социально-экономического развития города Искитима на период до 2030 года, утвержденной Решением Совета депутатов города Искитима Новосибирской области от  26.02.2020  № 314, на основании анализа итогов социально-экономического развития города Искитима за 202</w:t>
      </w:r>
      <w:r w:rsidR="009B4B85" w:rsidRPr="009B4B85">
        <w:rPr>
          <w:sz w:val="28"/>
          <w:szCs w:val="28"/>
        </w:rPr>
        <w:t>3</w:t>
      </w:r>
      <w:r w:rsidRPr="009B4B85">
        <w:rPr>
          <w:sz w:val="28"/>
          <w:szCs w:val="28"/>
        </w:rPr>
        <w:t xml:space="preserve"> год, оценки социально-экономического развития города Искитима в 202</w:t>
      </w:r>
      <w:r w:rsidR="009B4B85" w:rsidRPr="009B4B85">
        <w:rPr>
          <w:sz w:val="28"/>
          <w:szCs w:val="28"/>
        </w:rPr>
        <w:t>4</w:t>
      </w:r>
      <w:r w:rsidRPr="009B4B85">
        <w:rPr>
          <w:sz w:val="28"/>
          <w:szCs w:val="28"/>
        </w:rPr>
        <w:t xml:space="preserve"> году.</w:t>
      </w:r>
      <w:proofErr w:type="gramEnd"/>
    </w:p>
    <w:p w:rsidR="0059287F" w:rsidRPr="009B4B85" w:rsidRDefault="0059287F" w:rsidP="0035642C">
      <w:pPr>
        <w:ind w:firstLine="709"/>
        <w:jc w:val="both"/>
        <w:rPr>
          <w:color w:val="C00000"/>
          <w:sz w:val="28"/>
          <w:szCs w:val="28"/>
        </w:rPr>
      </w:pPr>
      <w:proofErr w:type="gramStart"/>
      <w:r w:rsidRPr="009B4B85">
        <w:rPr>
          <w:sz w:val="28"/>
          <w:szCs w:val="28"/>
        </w:rPr>
        <w:t>При подготовке прогноза были учтены приоритеты и основные параметры прогноза социально-экономического развит</w:t>
      </w:r>
      <w:r w:rsidR="009B4B85" w:rsidRPr="009B4B85">
        <w:rPr>
          <w:sz w:val="28"/>
          <w:szCs w:val="28"/>
        </w:rPr>
        <w:t>ия Новосибирской области на 2025</w:t>
      </w:r>
      <w:r w:rsidRPr="009B4B85">
        <w:rPr>
          <w:sz w:val="28"/>
          <w:szCs w:val="28"/>
        </w:rPr>
        <w:t xml:space="preserve"> год и плановый период 202</w:t>
      </w:r>
      <w:r w:rsidR="009B4B85" w:rsidRPr="009B4B85">
        <w:rPr>
          <w:sz w:val="28"/>
          <w:szCs w:val="28"/>
        </w:rPr>
        <w:t>6</w:t>
      </w:r>
      <w:r w:rsidRPr="009B4B85">
        <w:rPr>
          <w:sz w:val="28"/>
          <w:szCs w:val="28"/>
        </w:rPr>
        <w:t xml:space="preserve"> и 202</w:t>
      </w:r>
      <w:r w:rsidR="009B4B85" w:rsidRPr="009B4B85">
        <w:rPr>
          <w:sz w:val="28"/>
          <w:szCs w:val="28"/>
        </w:rPr>
        <w:t>7</w:t>
      </w:r>
      <w:r w:rsidRPr="009B4B85">
        <w:rPr>
          <w:sz w:val="28"/>
          <w:szCs w:val="28"/>
        </w:rPr>
        <w:t xml:space="preserve"> годов, рассмотренные и одобренные на заседании Правительства Новосибирской области,</w:t>
      </w:r>
      <w:r w:rsidR="00710BAE">
        <w:rPr>
          <w:sz w:val="28"/>
          <w:szCs w:val="28"/>
        </w:rPr>
        <w:t xml:space="preserve"> </w:t>
      </w:r>
      <w:r w:rsidR="00710BAE" w:rsidRPr="00CB7D1F">
        <w:rPr>
          <w:sz w:val="28"/>
          <w:szCs w:val="28"/>
        </w:rPr>
        <w:t>послание Президента Российской Федерации Федеральному Собранию от 2</w:t>
      </w:r>
      <w:r w:rsidR="00CB7D1F" w:rsidRPr="00CB7D1F">
        <w:rPr>
          <w:sz w:val="28"/>
          <w:szCs w:val="28"/>
        </w:rPr>
        <w:t>9</w:t>
      </w:r>
      <w:r w:rsidR="00710BAE" w:rsidRPr="00CB7D1F">
        <w:rPr>
          <w:sz w:val="28"/>
          <w:szCs w:val="28"/>
        </w:rPr>
        <w:t>.02.202</w:t>
      </w:r>
      <w:r w:rsidR="00CB7D1F" w:rsidRPr="00CB7D1F">
        <w:rPr>
          <w:sz w:val="28"/>
          <w:szCs w:val="28"/>
        </w:rPr>
        <w:t>4</w:t>
      </w:r>
      <w:r w:rsidR="00710BAE" w:rsidRPr="00CB7D1F">
        <w:rPr>
          <w:sz w:val="28"/>
          <w:szCs w:val="28"/>
        </w:rPr>
        <w:t>,</w:t>
      </w:r>
      <w:r w:rsidRPr="009B4B85">
        <w:rPr>
          <w:sz w:val="28"/>
          <w:szCs w:val="28"/>
        </w:rPr>
        <w:t xml:space="preserve"> </w:t>
      </w:r>
      <w:r w:rsidR="0035642C" w:rsidRPr="009373B6">
        <w:rPr>
          <w:sz w:val="28"/>
          <w:szCs w:val="28"/>
        </w:rPr>
        <w:t>Указ</w:t>
      </w:r>
      <w:r w:rsidRPr="009373B6">
        <w:rPr>
          <w:sz w:val="28"/>
          <w:szCs w:val="28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</w:t>
      </w:r>
      <w:r w:rsidR="0035642C" w:rsidRPr="009373B6">
        <w:rPr>
          <w:sz w:val="28"/>
          <w:szCs w:val="28"/>
        </w:rPr>
        <w:t>а период до 2024</w:t>
      </w:r>
      <w:proofErr w:type="gramEnd"/>
      <w:r w:rsidR="0035642C" w:rsidRPr="009373B6">
        <w:rPr>
          <w:sz w:val="28"/>
          <w:szCs w:val="28"/>
        </w:rPr>
        <w:t xml:space="preserve"> года», </w:t>
      </w:r>
      <w:r w:rsidR="0035642C" w:rsidRPr="0035642C">
        <w:rPr>
          <w:sz w:val="28"/>
          <w:szCs w:val="28"/>
        </w:rPr>
        <w:t>Указ</w:t>
      </w:r>
      <w:r w:rsidRPr="0035642C">
        <w:rPr>
          <w:sz w:val="28"/>
          <w:szCs w:val="28"/>
        </w:rPr>
        <w:t xml:space="preserve">  Президента Российской Федерации от 09.05.2017 № 203 «О стратегии развития информационного общества в Российской</w:t>
      </w:r>
      <w:r w:rsidR="0035642C" w:rsidRPr="0035642C">
        <w:rPr>
          <w:sz w:val="28"/>
          <w:szCs w:val="28"/>
        </w:rPr>
        <w:t xml:space="preserve"> Федерации на 2017 – 2030 годы», Указ Президента Российской Федерации от 07.05.2024 № 309 «О национальных целях развития Российской Федерации на период до 2030 года и на перспективу до 2036 года».</w:t>
      </w:r>
    </w:p>
    <w:p w:rsidR="0059287F" w:rsidRPr="00326A02" w:rsidRDefault="0059287F" w:rsidP="0059287F">
      <w:pPr>
        <w:ind w:firstLine="709"/>
        <w:jc w:val="both"/>
        <w:rPr>
          <w:sz w:val="28"/>
          <w:szCs w:val="28"/>
        </w:rPr>
      </w:pPr>
      <w:r w:rsidRPr="00326A02">
        <w:rPr>
          <w:sz w:val="28"/>
          <w:szCs w:val="28"/>
        </w:rPr>
        <w:t>Прогноз разработан для целей бюджетного планирования в составе трех основных вариантов – консервативного, целевого и инновационного сценария, в зависимости от степени реализации факторов, влияющих на развитие экономики и социальной сферы в прогнозном периоде.</w:t>
      </w:r>
    </w:p>
    <w:p w:rsidR="0059287F" w:rsidRPr="00326A02" w:rsidRDefault="0059287F" w:rsidP="0059287F">
      <w:pPr>
        <w:ind w:firstLine="709"/>
        <w:jc w:val="both"/>
        <w:rPr>
          <w:sz w:val="28"/>
          <w:szCs w:val="28"/>
        </w:rPr>
      </w:pPr>
      <w:r w:rsidRPr="00326A02">
        <w:rPr>
          <w:sz w:val="28"/>
          <w:szCs w:val="28"/>
        </w:rPr>
        <w:t>Консервативный сценарий (1 вариант) - предполагает консервативное развитие, сдержанную инвестиционную политику частных компаний при относительно слабом росте потребительского спроса.</w:t>
      </w:r>
    </w:p>
    <w:p w:rsidR="0059287F" w:rsidRPr="00326A02" w:rsidRDefault="0059287F" w:rsidP="0059287F">
      <w:pPr>
        <w:ind w:firstLine="709"/>
        <w:jc w:val="both"/>
        <w:rPr>
          <w:sz w:val="28"/>
          <w:szCs w:val="28"/>
        </w:rPr>
      </w:pPr>
      <w:r w:rsidRPr="00326A02">
        <w:rPr>
          <w:sz w:val="28"/>
          <w:szCs w:val="28"/>
        </w:rPr>
        <w:t>Целевой (2 вариант) - предполагает оживление и рост в экономике при не ухудшающихся внешних условиях, создание необходимых условий для инновационного развития, Ускоренная реализация национальных проектов, крупных инфраструктурных проектов на территории города.</w:t>
      </w:r>
    </w:p>
    <w:p w:rsidR="0059287F" w:rsidRPr="00326A02" w:rsidRDefault="0059287F" w:rsidP="0059287F">
      <w:pPr>
        <w:ind w:firstLine="709"/>
        <w:jc w:val="both"/>
        <w:rPr>
          <w:sz w:val="28"/>
          <w:szCs w:val="28"/>
        </w:rPr>
      </w:pPr>
      <w:r w:rsidRPr="00326A02">
        <w:rPr>
          <w:sz w:val="28"/>
          <w:szCs w:val="28"/>
        </w:rPr>
        <w:t xml:space="preserve">Инновационный (3 вариант) - характеризуется, с одной стороны, ожиданиями позитивных изменений во внешней среде, с другой - </w:t>
      </w:r>
      <w:r w:rsidRPr="00326A02">
        <w:rPr>
          <w:sz w:val="28"/>
          <w:szCs w:val="28"/>
        </w:rPr>
        <w:lastRenderedPageBreak/>
        <w:t>формированием внутренних условий для опережающего экономического роста, ускоренном инновационном развитии отраслей-лидеров.</w:t>
      </w:r>
    </w:p>
    <w:p w:rsidR="0059287F" w:rsidRPr="00AF177E" w:rsidRDefault="0059287F" w:rsidP="0059287F">
      <w:pPr>
        <w:ind w:firstLine="709"/>
        <w:jc w:val="both"/>
        <w:rPr>
          <w:sz w:val="28"/>
          <w:szCs w:val="28"/>
        </w:rPr>
      </w:pPr>
      <w:r w:rsidRPr="00AF177E">
        <w:rPr>
          <w:sz w:val="28"/>
          <w:szCs w:val="28"/>
        </w:rPr>
        <w:t>Различия между вариантами прогноза связаны с динамикой факторов экономического роста, зависящих, в том числе от успешности мер структурной экономической политики.</w:t>
      </w:r>
    </w:p>
    <w:p w:rsidR="0059287F" w:rsidRPr="00CA1309" w:rsidRDefault="0059287F" w:rsidP="0059287F">
      <w:pPr>
        <w:ind w:firstLine="709"/>
        <w:jc w:val="both"/>
        <w:rPr>
          <w:sz w:val="28"/>
          <w:szCs w:val="28"/>
        </w:rPr>
      </w:pPr>
      <w:r w:rsidRPr="00CA1309">
        <w:rPr>
          <w:sz w:val="28"/>
          <w:szCs w:val="28"/>
        </w:rPr>
        <w:t>1. Оценка достигнутого уровня социально-экономического развития города Искитима за 202</w:t>
      </w:r>
      <w:r w:rsidR="00CA1309" w:rsidRPr="00CA1309">
        <w:rPr>
          <w:sz w:val="28"/>
          <w:szCs w:val="28"/>
        </w:rPr>
        <w:t>3</w:t>
      </w:r>
      <w:r w:rsidRPr="00CA1309">
        <w:rPr>
          <w:sz w:val="28"/>
          <w:szCs w:val="28"/>
        </w:rPr>
        <w:t xml:space="preserve"> год</w:t>
      </w:r>
      <w:r w:rsidR="00CA1309" w:rsidRPr="00CA1309">
        <w:rPr>
          <w:sz w:val="28"/>
          <w:szCs w:val="28"/>
        </w:rPr>
        <w:t>.</w:t>
      </w:r>
    </w:p>
    <w:p w:rsidR="00914FF8" w:rsidRPr="00914FF8" w:rsidRDefault="0059287F" w:rsidP="00914FF8">
      <w:pPr>
        <w:ind w:firstLine="709"/>
        <w:jc w:val="both"/>
        <w:rPr>
          <w:iCs/>
          <w:sz w:val="28"/>
          <w:szCs w:val="28"/>
        </w:rPr>
      </w:pPr>
      <w:r w:rsidRPr="00015B12">
        <w:rPr>
          <w:sz w:val="28"/>
          <w:szCs w:val="28"/>
        </w:rPr>
        <w:t>Демографическая ситуация в городе Искитиме в январе – декабре 202</w:t>
      </w:r>
      <w:r w:rsidR="00015B12" w:rsidRPr="00015B12">
        <w:rPr>
          <w:sz w:val="28"/>
          <w:szCs w:val="28"/>
        </w:rPr>
        <w:t>3</w:t>
      </w:r>
      <w:r w:rsidRPr="00015B12">
        <w:rPr>
          <w:sz w:val="28"/>
          <w:szCs w:val="28"/>
        </w:rPr>
        <w:t xml:space="preserve"> года характеризовалась естественной убылью населения. </w:t>
      </w:r>
      <w:r w:rsidR="00914FF8">
        <w:rPr>
          <w:iCs/>
          <w:sz w:val="28"/>
          <w:szCs w:val="28"/>
        </w:rPr>
        <w:t>У</w:t>
      </w:r>
      <w:r w:rsidR="00914FF8" w:rsidRPr="00914FF8">
        <w:rPr>
          <w:iCs/>
          <w:sz w:val="28"/>
          <w:szCs w:val="28"/>
        </w:rPr>
        <w:t>ровень рождаемости по г</w:t>
      </w:r>
      <w:r w:rsidR="00914FF8">
        <w:rPr>
          <w:iCs/>
          <w:sz w:val="28"/>
          <w:szCs w:val="28"/>
        </w:rPr>
        <w:t>ороду</w:t>
      </w:r>
      <w:r w:rsidR="00914FF8" w:rsidRPr="00914FF8">
        <w:rPr>
          <w:iCs/>
          <w:sz w:val="28"/>
          <w:szCs w:val="28"/>
        </w:rPr>
        <w:t xml:space="preserve"> </w:t>
      </w:r>
      <w:proofErr w:type="spellStart"/>
      <w:r w:rsidR="00914FF8" w:rsidRPr="00914FF8">
        <w:rPr>
          <w:iCs/>
          <w:sz w:val="28"/>
          <w:szCs w:val="28"/>
        </w:rPr>
        <w:t>Искитиму</w:t>
      </w:r>
      <w:proofErr w:type="spellEnd"/>
      <w:r w:rsidR="00914FF8" w:rsidRPr="00914FF8">
        <w:rPr>
          <w:iCs/>
          <w:sz w:val="28"/>
          <w:szCs w:val="28"/>
        </w:rPr>
        <w:t xml:space="preserve"> на 01.01.2024 года составил – 504 ребенка, что ниже уровня рождаемости за 2022 год на - 24 </w:t>
      </w:r>
      <w:r w:rsidR="00E31196">
        <w:rPr>
          <w:iCs/>
          <w:sz w:val="28"/>
          <w:szCs w:val="28"/>
        </w:rPr>
        <w:t>ребенка</w:t>
      </w:r>
      <w:r w:rsidR="00914FF8" w:rsidRPr="00914FF8">
        <w:rPr>
          <w:iCs/>
          <w:sz w:val="28"/>
          <w:szCs w:val="28"/>
        </w:rPr>
        <w:t xml:space="preserve"> (в 2022 году родилось - 528 детей). Продолжает оставаться высокой смертность населения – 890 человек (2022 год – 894 человека). Естественная убыль составила 386</w:t>
      </w:r>
      <w:r w:rsidR="00914FF8">
        <w:rPr>
          <w:iCs/>
          <w:sz w:val="28"/>
          <w:szCs w:val="28"/>
        </w:rPr>
        <w:t xml:space="preserve"> человек (2022 год – </w:t>
      </w:r>
      <w:r w:rsidR="009A54F2">
        <w:rPr>
          <w:iCs/>
          <w:sz w:val="28"/>
          <w:szCs w:val="28"/>
        </w:rPr>
        <w:t>3</w:t>
      </w:r>
      <w:r w:rsidR="00914FF8">
        <w:rPr>
          <w:iCs/>
          <w:sz w:val="28"/>
          <w:szCs w:val="28"/>
        </w:rPr>
        <w:t>66 чел.).</w:t>
      </w:r>
    </w:p>
    <w:p w:rsidR="0059287F" w:rsidRDefault="0059287F" w:rsidP="0059287F">
      <w:pPr>
        <w:ind w:firstLine="709"/>
        <w:jc w:val="both"/>
        <w:rPr>
          <w:sz w:val="28"/>
          <w:szCs w:val="28"/>
        </w:rPr>
      </w:pPr>
      <w:r w:rsidRPr="009B4B85">
        <w:rPr>
          <w:color w:val="C00000"/>
          <w:sz w:val="28"/>
          <w:szCs w:val="28"/>
        </w:rPr>
        <w:t xml:space="preserve"> </w:t>
      </w:r>
      <w:r w:rsidR="00C61B48" w:rsidRPr="00C61B48">
        <w:rPr>
          <w:rStyle w:val="af1"/>
          <w:rFonts w:eastAsia="Calibri"/>
          <w:i w:val="0"/>
          <w:sz w:val="28"/>
        </w:rPr>
        <w:t>На фоне изменения численности населения, в результате естественного движения населения, для города Искитима возрастает значение миграции населения. В 2023 году была отмечена миграционная прибыль населения в город Искитим в количестве – 237 человек (в 2022 году наблюдался приток населения в количестве – 309 человек), что является свидетельством повышения качества жизни населения и комфортности города Искитима, как места для проживания, работы, обучения и воспитания детей.</w:t>
      </w:r>
      <w:r w:rsidRPr="00C61B48">
        <w:rPr>
          <w:rStyle w:val="af1"/>
          <w:rFonts w:eastAsia="Calibri"/>
          <w:sz w:val="28"/>
        </w:rPr>
        <w:t xml:space="preserve"> </w:t>
      </w:r>
      <w:r w:rsidRPr="005D3107">
        <w:rPr>
          <w:sz w:val="28"/>
          <w:szCs w:val="28"/>
        </w:rPr>
        <w:t>Численность населения города Искитима на 01.01.202</w:t>
      </w:r>
      <w:r w:rsidR="004C5C6A" w:rsidRPr="005D3107">
        <w:rPr>
          <w:sz w:val="28"/>
          <w:szCs w:val="28"/>
        </w:rPr>
        <w:t>4</w:t>
      </w:r>
      <w:r w:rsidRPr="005D3107">
        <w:rPr>
          <w:sz w:val="28"/>
          <w:szCs w:val="28"/>
        </w:rPr>
        <w:t xml:space="preserve"> года составила 56 </w:t>
      </w:r>
      <w:r w:rsidR="004C5C6A" w:rsidRPr="005D3107">
        <w:rPr>
          <w:sz w:val="28"/>
          <w:szCs w:val="28"/>
        </w:rPr>
        <w:t>632</w:t>
      </w:r>
      <w:r w:rsidRPr="005D3107">
        <w:rPr>
          <w:sz w:val="28"/>
          <w:szCs w:val="28"/>
        </w:rPr>
        <w:t xml:space="preserve"> человек</w:t>
      </w:r>
      <w:r w:rsidR="004C5C6A" w:rsidRPr="005D3107">
        <w:rPr>
          <w:sz w:val="28"/>
          <w:szCs w:val="28"/>
        </w:rPr>
        <w:t>а</w:t>
      </w:r>
      <w:r w:rsidRPr="005D3107">
        <w:rPr>
          <w:sz w:val="28"/>
          <w:szCs w:val="28"/>
        </w:rPr>
        <w:t>.</w:t>
      </w:r>
    </w:p>
    <w:p w:rsidR="00A24148" w:rsidRPr="00A24148" w:rsidRDefault="00A24148" w:rsidP="00A24148">
      <w:pPr>
        <w:ind w:firstLine="709"/>
        <w:jc w:val="both"/>
        <w:rPr>
          <w:sz w:val="28"/>
          <w:szCs w:val="28"/>
        </w:rPr>
      </w:pPr>
      <w:r w:rsidRPr="00A24148">
        <w:rPr>
          <w:sz w:val="28"/>
          <w:szCs w:val="28"/>
        </w:rPr>
        <w:t>Среднемесячная заработная плата по полному кругу предприятий</w:t>
      </w:r>
      <w:r>
        <w:rPr>
          <w:sz w:val="28"/>
          <w:szCs w:val="28"/>
        </w:rPr>
        <w:t xml:space="preserve"> к концу 2023 года</w:t>
      </w:r>
      <w:r w:rsidRPr="00A24148">
        <w:rPr>
          <w:sz w:val="28"/>
          <w:szCs w:val="28"/>
        </w:rPr>
        <w:t xml:space="preserve"> увеличилась на 27,9% и составила 56 717 руб.</w:t>
      </w:r>
    </w:p>
    <w:p w:rsidR="0059287F" w:rsidRPr="00E067EF" w:rsidRDefault="0059287F" w:rsidP="0059287F">
      <w:pPr>
        <w:ind w:firstLine="709"/>
        <w:jc w:val="both"/>
        <w:rPr>
          <w:sz w:val="28"/>
          <w:szCs w:val="28"/>
        </w:rPr>
      </w:pPr>
      <w:r w:rsidRPr="00E067EF">
        <w:rPr>
          <w:sz w:val="28"/>
          <w:szCs w:val="28"/>
        </w:rPr>
        <w:t xml:space="preserve">Промышленность занимает ведущее положение в экономике города. Наибольший удельный вес в общем объеме производства промышленной продукции имеет производство строительных материалов – </w:t>
      </w:r>
      <w:r w:rsidR="00E067EF" w:rsidRPr="00E067EF">
        <w:rPr>
          <w:sz w:val="28"/>
          <w:szCs w:val="28"/>
        </w:rPr>
        <w:t>53,8</w:t>
      </w:r>
      <w:r w:rsidRPr="00E067EF">
        <w:rPr>
          <w:sz w:val="28"/>
          <w:szCs w:val="28"/>
        </w:rPr>
        <w:t>%.</w:t>
      </w:r>
    </w:p>
    <w:p w:rsidR="0059287F" w:rsidRPr="00E067EF" w:rsidRDefault="0059287F" w:rsidP="0059287F">
      <w:pPr>
        <w:ind w:firstLine="709"/>
        <w:jc w:val="both"/>
        <w:rPr>
          <w:sz w:val="28"/>
          <w:szCs w:val="28"/>
        </w:rPr>
      </w:pPr>
      <w:r w:rsidRPr="00E067EF">
        <w:rPr>
          <w:sz w:val="28"/>
          <w:szCs w:val="28"/>
        </w:rPr>
        <w:t>В условиях непростой экономической ситуации в 202</w:t>
      </w:r>
      <w:r w:rsidR="00E067EF" w:rsidRPr="00E067EF">
        <w:rPr>
          <w:sz w:val="28"/>
          <w:szCs w:val="28"/>
        </w:rPr>
        <w:t>3</w:t>
      </w:r>
      <w:r w:rsidRPr="00E067EF">
        <w:rPr>
          <w:sz w:val="28"/>
          <w:szCs w:val="28"/>
        </w:rPr>
        <w:t xml:space="preserve"> году предприятиями города Искитима отгружено промышленной продукции в действующих ценах на сумму </w:t>
      </w:r>
      <w:r w:rsidR="00E067EF" w:rsidRPr="00E067EF">
        <w:rPr>
          <w:sz w:val="28"/>
          <w:szCs w:val="28"/>
        </w:rPr>
        <w:t>41</w:t>
      </w:r>
      <w:r w:rsidRPr="00E067EF">
        <w:rPr>
          <w:sz w:val="28"/>
          <w:szCs w:val="28"/>
        </w:rPr>
        <w:t>,</w:t>
      </w:r>
      <w:r w:rsidR="00E067EF" w:rsidRPr="00E067EF">
        <w:rPr>
          <w:sz w:val="28"/>
          <w:szCs w:val="28"/>
        </w:rPr>
        <w:t>5</w:t>
      </w:r>
      <w:r w:rsidRPr="00E067EF">
        <w:rPr>
          <w:sz w:val="28"/>
          <w:szCs w:val="28"/>
        </w:rPr>
        <w:t xml:space="preserve"> млрд. руб. Индекс физического объема составил 1</w:t>
      </w:r>
      <w:r w:rsidR="00E067EF" w:rsidRPr="00E067EF">
        <w:rPr>
          <w:sz w:val="28"/>
          <w:szCs w:val="28"/>
        </w:rPr>
        <w:t>47</w:t>
      </w:r>
      <w:r w:rsidRPr="00E067EF">
        <w:rPr>
          <w:sz w:val="28"/>
          <w:szCs w:val="28"/>
        </w:rPr>
        <w:t xml:space="preserve">%. </w:t>
      </w:r>
    </w:p>
    <w:p w:rsidR="00A32032" w:rsidRPr="00A32032" w:rsidRDefault="00A32032" w:rsidP="00A32032">
      <w:pPr>
        <w:ind w:firstLine="709"/>
        <w:jc w:val="both"/>
        <w:rPr>
          <w:sz w:val="28"/>
          <w:szCs w:val="28"/>
        </w:rPr>
      </w:pPr>
      <w:r w:rsidRPr="00A32032">
        <w:rPr>
          <w:sz w:val="28"/>
          <w:szCs w:val="28"/>
        </w:rPr>
        <w:t xml:space="preserve">По итогам 2023 года на территории города Искитима розничную торговлю осуществляли 496 субъектов потребительского рынка, что выше уровня 2022 года на 1%, количество объектов потребительского рынка составляло 584. </w:t>
      </w:r>
    </w:p>
    <w:p w:rsidR="002B14CE" w:rsidRPr="002B14CE" w:rsidRDefault="002B14CE" w:rsidP="002B14CE">
      <w:pPr>
        <w:shd w:val="clear" w:color="auto" w:fill="FFFFFF"/>
        <w:ind w:firstLine="709"/>
        <w:jc w:val="both"/>
        <w:rPr>
          <w:sz w:val="28"/>
          <w:szCs w:val="28"/>
        </w:rPr>
      </w:pPr>
      <w:r w:rsidRPr="002B14CE">
        <w:rPr>
          <w:sz w:val="28"/>
          <w:szCs w:val="28"/>
        </w:rPr>
        <w:t xml:space="preserve">Фактическая обеспеченность стационарными торговыми объектами по итогам 2023 года превышает установленный для города Искитима </w:t>
      </w:r>
      <w:r w:rsidR="00E84657">
        <w:rPr>
          <w:sz w:val="28"/>
          <w:szCs w:val="28"/>
        </w:rPr>
        <w:t xml:space="preserve">минимальный норматив в 1,7 раза. </w:t>
      </w:r>
    </w:p>
    <w:p w:rsidR="002B14CE" w:rsidRPr="002B14CE" w:rsidRDefault="002B14CE" w:rsidP="002B14CE">
      <w:pPr>
        <w:shd w:val="clear" w:color="auto" w:fill="FFFFFF"/>
        <w:ind w:firstLine="709"/>
        <w:jc w:val="both"/>
        <w:rPr>
          <w:sz w:val="28"/>
          <w:szCs w:val="28"/>
        </w:rPr>
      </w:pPr>
      <w:r w:rsidRPr="002B14CE">
        <w:rPr>
          <w:sz w:val="28"/>
          <w:szCs w:val="28"/>
        </w:rPr>
        <w:t>Оборот розничной торговли за 2023</w:t>
      </w:r>
      <w:r>
        <w:rPr>
          <w:sz w:val="28"/>
          <w:szCs w:val="28"/>
        </w:rPr>
        <w:t xml:space="preserve"> </w:t>
      </w:r>
      <w:r w:rsidRPr="002B14CE">
        <w:rPr>
          <w:sz w:val="28"/>
          <w:szCs w:val="28"/>
        </w:rPr>
        <w:t>год составил 7,7 млрд. рублей, индекс физического объема оборота к 2022 году составил 100%. Основную часть оборота розничной торговли формируют крупные и средние организации.</w:t>
      </w:r>
    </w:p>
    <w:p w:rsidR="002B14CE" w:rsidRPr="002B14CE" w:rsidRDefault="002B14CE" w:rsidP="002B14CE">
      <w:pPr>
        <w:shd w:val="clear" w:color="auto" w:fill="FFFFFF"/>
        <w:ind w:firstLine="709"/>
        <w:jc w:val="both"/>
        <w:rPr>
          <w:sz w:val="28"/>
          <w:szCs w:val="28"/>
        </w:rPr>
      </w:pPr>
      <w:r w:rsidRPr="002B14CE">
        <w:rPr>
          <w:sz w:val="28"/>
          <w:szCs w:val="28"/>
        </w:rPr>
        <w:t xml:space="preserve">По итогам 2023 года оборот предприятий общественного питания в </w:t>
      </w:r>
      <w:proofErr w:type="spellStart"/>
      <w:r w:rsidRPr="002B14CE">
        <w:rPr>
          <w:sz w:val="28"/>
          <w:szCs w:val="28"/>
        </w:rPr>
        <w:t>г</w:t>
      </w:r>
      <w:proofErr w:type="gramStart"/>
      <w:r w:rsidRPr="002B14CE">
        <w:rPr>
          <w:sz w:val="28"/>
          <w:szCs w:val="28"/>
        </w:rPr>
        <w:t>.И</w:t>
      </w:r>
      <w:proofErr w:type="gramEnd"/>
      <w:r w:rsidRPr="002B14CE">
        <w:rPr>
          <w:sz w:val="28"/>
          <w:szCs w:val="28"/>
        </w:rPr>
        <w:t>скитиме</w:t>
      </w:r>
      <w:proofErr w:type="spellEnd"/>
      <w:r w:rsidRPr="002B14CE">
        <w:rPr>
          <w:sz w:val="28"/>
          <w:szCs w:val="28"/>
        </w:rPr>
        <w:t xml:space="preserve"> составил 287,2 млн. рублей, индекс физического объема к 2022 году составил 106%.</w:t>
      </w:r>
    </w:p>
    <w:p w:rsidR="0059287F" w:rsidRPr="00D66E28" w:rsidRDefault="0059287F" w:rsidP="0059287F">
      <w:pPr>
        <w:ind w:firstLine="709"/>
        <w:jc w:val="both"/>
        <w:rPr>
          <w:sz w:val="28"/>
          <w:szCs w:val="28"/>
        </w:rPr>
      </w:pPr>
      <w:r w:rsidRPr="00D66E28">
        <w:rPr>
          <w:sz w:val="28"/>
          <w:szCs w:val="28"/>
        </w:rPr>
        <w:lastRenderedPageBreak/>
        <w:t xml:space="preserve">Важную составляющую в сфере потребительского рынка занимает бытовое обслуживание населения. Население города обеспечено всеми видами бытовых услуг в полном объеме. </w:t>
      </w:r>
    </w:p>
    <w:p w:rsidR="00D66E28" w:rsidRPr="00D66E28" w:rsidRDefault="00D66E28" w:rsidP="00D66E28">
      <w:pPr>
        <w:ind w:firstLine="709"/>
        <w:jc w:val="both"/>
        <w:rPr>
          <w:sz w:val="28"/>
          <w:szCs w:val="28"/>
        </w:rPr>
      </w:pPr>
      <w:r w:rsidRPr="00D66E28">
        <w:rPr>
          <w:sz w:val="28"/>
          <w:szCs w:val="28"/>
        </w:rPr>
        <w:t>Объем платных услуг населения составил 2</w:t>
      </w:r>
      <w:r w:rsidR="00046415">
        <w:rPr>
          <w:sz w:val="28"/>
          <w:szCs w:val="28"/>
        </w:rPr>
        <w:t xml:space="preserve"> </w:t>
      </w:r>
      <w:r w:rsidRPr="00D66E28">
        <w:rPr>
          <w:sz w:val="28"/>
          <w:szCs w:val="28"/>
        </w:rPr>
        <w:t>130 млн. рулей, индекс физического объема к 2022 году составил 98,2%.</w:t>
      </w:r>
    </w:p>
    <w:p w:rsidR="0059287F" w:rsidRPr="00046415" w:rsidRDefault="0059287F" w:rsidP="0059287F">
      <w:pPr>
        <w:ind w:firstLine="709"/>
        <w:jc w:val="both"/>
        <w:rPr>
          <w:sz w:val="28"/>
          <w:szCs w:val="28"/>
        </w:rPr>
      </w:pPr>
      <w:proofErr w:type="gramStart"/>
      <w:r w:rsidRPr="00046415">
        <w:rPr>
          <w:sz w:val="28"/>
          <w:szCs w:val="28"/>
        </w:rPr>
        <w:t>В 202</w:t>
      </w:r>
      <w:r w:rsidR="00046415" w:rsidRPr="00046415">
        <w:rPr>
          <w:sz w:val="28"/>
          <w:szCs w:val="28"/>
        </w:rPr>
        <w:t>4</w:t>
      </w:r>
      <w:r w:rsidRPr="00046415">
        <w:rPr>
          <w:sz w:val="28"/>
          <w:szCs w:val="28"/>
        </w:rPr>
        <w:t xml:space="preserve"> и последующи</w:t>
      </w:r>
      <w:r w:rsidR="00046415" w:rsidRPr="00046415">
        <w:rPr>
          <w:sz w:val="28"/>
          <w:szCs w:val="28"/>
        </w:rPr>
        <w:t>х</w:t>
      </w:r>
      <w:r w:rsidRPr="00046415">
        <w:rPr>
          <w:sz w:val="28"/>
          <w:szCs w:val="28"/>
        </w:rPr>
        <w:t xml:space="preserve"> год</w:t>
      </w:r>
      <w:r w:rsidR="00046415" w:rsidRPr="00046415">
        <w:rPr>
          <w:sz w:val="28"/>
          <w:szCs w:val="28"/>
        </w:rPr>
        <w:t>ах</w:t>
      </w:r>
      <w:r w:rsidRPr="00046415">
        <w:rPr>
          <w:sz w:val="28"/>
          <w:szCs w:val="28"/>
        </w:rPr>
        <w:t xml:space="preserve"> большое внимание в сфере потребительского рынка  будет уделено развитию </w:t>
      </w:r>
      <w:proofErr w:type="spellStart"/>
      <w:r w:rsidRPr="00046415">
        <w:rPr>
          <w:sz w:val="28"/>
          <w:szCs w:val="28"/>
        </w:rPr>
        <w:t>многоформатной</w:t>
      </w:r>
      <w:proofErr w:type="spellEnd"/>
      <w:r w:rsidRPr="00046415">
        <w:rPr>
          <w:sz w:val="28"/>
          <w:szCs w:val="28"/>
        </w:rPr>
        <w:t xml:space="preserve"> торговли (нестационарной, мобильной), проведению ярмарок, реализации комплекса мер по развитию розничных рынков, расширению современных форм и методов торговли, направленных на удовлетворение спроса населения на потребительские товары и услуги, способствующих развитию конкуренции на продовольственном рынке  и создающих благоприятные возможности для местных производителей.</w:t>
      </w:r>
      <w:proofErr w:type="gramEnd"/>
    </w:p>
    <w:p w:rsidR="0059287F" w:rsidRPr="00046415" w:rsidRDefault="0059287F" w:rsidP="0059287F">
      <w:pPr>
        <w:ind w:firstLine="709"/>
        <w:jc w:val="both"/>
        <w:rPr>
          <w:sz w:val="28"/>
          <w:szCs w:val="28"/>
        </w:rPr>
      </w:pPr>
      <w:r w:rsidRPr="00046415">
        <w:rPr>
          <w:sz w:val="28"/>
          <w:szCs w:val="28"/>
          <w:shd w:val="clear" w:color="auto" w:fill="FFFFFF"/>
        </w:rPr>
        <w:t xml:space="preserve">Малое и среднее предпринимательство является неотъемлемым и необходимым элементом любой развитой хозяйственной системы. Современный динамично развивающийся малый бизнес обеспечивает поддержание конкурентных начал в экономике, что в свою очередь способствует созданию новых более эффективных и производительных рабочих мест. </w:t>
      </w:r>
      <w:r w:rsidRPr="00046415">
        <w:rPr>
          <w:sz w:val="28"/>
          <w:szCs w:val="28"/>
        </w:rPr>
        <w:t>Роль малого бизнеса нельзя недооценивать, так как от его развития зависят повышение конкурентоспособности отраслей экономики, увеличение налоговых поступлений и благосостояние населения. </w:t>
      </w:r>
    </w:p>
    <w:p w:rsidR="00046415" w:rsidRPr="00046415" w:rsidRDefault="00046415" w:rsidP="00046415">
      <w:pPr>
        <w:ind w:firstLine="709"/>
        <w:jc w:val="both"/>
        <w:rPr>
          <w:sz w:val="28"/>
          <w:szCs w:val="28"/>
        </w:rPr>
      </w:pPr>
      <w:r w:rsidRPr="00046415">
        <w:rPr>
          <w:sz w:val="28"/>
          <w:szCs w:val="28"/>
        </w:rPr>
        <w:t>По итогам 2023 года на территории города Искитима осуществляли различные виды деятельности 1 228 индивидуальных предпринимателя и 577 предприятий малого бизнеса</w:t>
      </w:r>
      <w:r w:rsidR="0059287F" w:rsidRPr="00046415">
        <w:rPr>
          <w:sz w:val="28"/>
          <w:szCs w:val="28"/>
        </w:rPr>
        <w:t xml:space="preserve">. </w:t>
      </w:r>
      <w:r w:rsidRPr="00046415">
        <w:rPr>
          <w:sz w:val="28"/>
          <w:szCs w:val="28"/>
        </w:rPr>
        <w:t>Численность занятых на малых предприятиях снизилась за счет снижения предприятий малого и среднего бизнеса и составила 6 442 человек</w:t>
      </w:r>
      <w:r w:rsidR="00E31196">
        <w:rPr>
          <w:sz w:val="28"/>
          <w:szCs w:val="28"/>
        </w:rPr>
        <w:t>а</w:t>
      </w:r>
      <w:r w:rsidRPr="00046415">
        <w:rPr>
          <w:sz w:val="28"/>
          <w:szCs w:val="28"/>
        </w:rPr>
        <w:t xml:space="preserve">. </w:t>
      </w:r>
    </w:p>
    <w:p w:rsidR="0059287F" w:rsidRPr="00046415" w:rsidRDefault="0059287F" w:rsidP="0059287F">
      <w:pPr>
        <w:ind w:firstLine="709"/>
        <w:jc w:val="both"/>
        <w:rPr>
          <w:sz w:val="28"/>
          <w:szCs w:val="28"/>
        </w:rPr>
      </w:pPr>
      <w:r w:rsidRPr="00046415">
        <w:rPr>
          <w:sz w:val="28"/>
          <w:szCs w:val="28"/>
        </w:rPr>
        <w:t xml:space="preserve">Доля инвестиционных вложений малых и средних предприятий составляет </w:t>
      </w:r>
      <w:r w:rsidR="00046415" w:rsidRPr="00046415">
        <w:rPr>
          <w:sz w:val="28"/>
          <w:szCs w:val="28"/>
        </w:rPr>
        <w:t>39</w:t>
      </w:r>
      <w:r w:rsidRPr="00046415">
        <w:rPr>
          <w:sz w:val="28"/>
          <w:szCs w:val="28"/>
        </w:rPr>
        <w:t>% от общего объема инвестиций по городу.</w:t>
      </w:r>
    </w:p>
    <w:p w:rsidR="00714466" w:rsidRPr="00714466" w:rsidRDefault="00714466" w:rsidP="00714466">
      <w:pPr>
        <w:ind w:firstLine="709"/>
        <w:jc w:val="both"/>
        <w:rPr>
          <w:sz w:val="28"/>
          <w:szCs w:val="28"/>
        </w:rPr>
      </w:pPr>
      <w:r w:rsidRPr="00714466">
        <w:rPr>
          <w:sz w:val="28"/>
          <w:szCs w:val="28"/>
        </w:rPr>
        <w:t xml:space="preserve">Анализ итогов инвестиционной деятельности предприятий и организаций города  показал, что объем инвестиций в основной капитал за счет всех источников </w:t>
      </w:r>
      <w:r>
        <w:rPr>
          <w:sz w:val="28"/>
          <w:szCs w:val="28"/>
        </w:rPr>
        <w:t>финансирования увеличился на 11,</w:t>
      </w:r>
      <w:r w:rsidRPr="00714466">
        <w:rPr>
          <w:sz w:val="28"/>
          <w:szCs w:val="28"/>
        </w:rPr>
        <w:t xml:space="preserve">4% в сопоставимых ценах к уровню 2022 года и составил 2,23 млрд. руб. </w:t>
      </w:r>
    </w:p>
    <w:p w:rsidR="00714466" w:rsidRPr="00714466" w:rsidRDefault="00714466" w:rsidP="00714466">
      <w:pPr>
        <w:ind w:firstLine="709"/>
        <w:jc w:val="both"/>
        <w:rPr>
          <w:sz w:val="28"/>
          <w:szCs w:val="28"/>
        </w:rPr>
      </w:pPr>
      <w:r w:rsidRPr="00714466">
        <w:rPr>
          <w:sz w:val="28"/>
          <w:szCs w:val="28"/>
        </w:rPr>
        <w:t xml:space="preserve">70% общего объема инвестиций в 2023 году приходится на производственную сферу и строительство жилья. В промышленности освоено 56,4% общего объема инвестиций, что выше уровня 2022 года на 6,2%. Инвестиции в промышленных предприятиях были направлены  на техническое перевооружение производственных </w:t>
      </w:r>
      <w:proofErr w:type="gramStart"/>
      <w:r w:rsidRPr="00714466">
        <w:rPr>
          <w:sz w:val="28"/>
          <w:szCs w:val="28"/>
        </w:rPr>
        <w:t>мощностей</w:t>
      </w:r>
      <w:proofErr w:type="gramEnd"/>
      <w:r w:rsidRPr="00714466">
        <w:rPr>
          <w:sz w:val="28"/>
          <w:szCs w:val="28"/>
        </w:rPr>
        <w:t xml:space="preserve"> на АО «</w:t>
      </w:r>
      <w:proofErr w:type="spellStart"/>
      <w:r w:rsidRPr="00714466">
        <w:rPr>
          <w:sz w:val="28"/>
          <w:szCs w:val="28"/>
        </w:rPr>
        <w:t>Искитимцемент</w:t>
      </w:r>
      <w:proofErr w:type="spellEnd"/>
      <w:r w:rsidRPr="00714466">
        <w:rPr>
          <w:sz w:val="28"/>
          <w:szCs w:val="28"/>
        </w:rPr>
        <w:t>», АО «НЗИВ» и АО «</w:t>
      </w:r>
      <w:proofErr w:type="spellStart"/>
      <w:r w:rsidRPr="00714466">
        <w:rPr>
          <w:sz w:val="28"/>
          <w:szCs w:val="28"/>
        </w:rPr>
        <w:t>ИскитимИзвесть</w:t>
      </w:r>
      <w:proofErr w:type="spellEnd"/>
      <w:r w:rsidRPr="00714466">
        <w:rPr>
          <w:sz w:val="28"/>
          <w:szCs w:val="28"/>
        </w:rPr>
        <w:t>».</w:t>
      </w:r>
    </w:p>
    <w:p w:rsidR="00714466" w:rsidRPr="00714466" w:rsidRDefault="00714466" w:rsidP="00714466">
      <w:pPr>
        <w:shd w:val="clear" w:color="auto" w:fill="FFFFFF"/>
        <w:ind w:firstLine="709"/>
        <w:jc w:val="both"/>
        <w:rPr>
          <w:sz w:val="28"/>
          <w:szCs w:val="28"/>
        </w:rPr>
      </w:pPr>
      <w:r w:rsidRPr="00714466">
        <w:rPr>
          <w:sz w:val="28"/>
          <w:szCs w:val="28"/>
        </w:rPr>
        <w:t>В отчетном периоде бюдж</w:t>
      </w:r>
      <w:r>
        <w:rPr>
          <w:sz w:val="28"/>
          <w:szCs w:val="28"/>
        </w:rPr>
        <w:t>етные инвестиции составили 29,7</w:t>
      </w:r>
      <w:r w:rsidRPr="00714466">
        <w:rPr>
          <w:sz w:val="28"/>
          <w:szCs w:val="28"/>
        </w:rPr>
        <w:t>% от общего объема инвестиций. Основная их часть была направлена  на ремонт дорог города, обновление подвижного состава автотранспортного предприятия города, переселение жителей из аварийного и ветхого жилья, здравоохранение и благоустройство сквера в микрорайоне Ложок.</w:t>
      </w:r>
    </w:p>
    <w:p w:rsidR="0059287F" w:rsidRPr="009B4B85" w:rsidRDefault="008E6F77" w:rsidP="0059287F">
      <w:pPr>
        <w:ind w:firstLine="709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В 2023 году введено в эксплуатацию  рекордное  количество  жилья –     32 716 кв.м. жилья, что в 2,2 раза  выше уровня аналогичного показателя соответствующего периода прошлого года.</w:t>
      </w:r>
    </w:p>
    <w:p w:rsidR="008E6F77" w:rsidRPr="008E6F77" w:rsidRDefault="008E6F77" w:rsidP="008E6F77">
      <w:pPr>
        <w:ind w:firstLine="709"/>
        <w:jc w:val="both"/>
        <w:rPr>
          <w:sz w:val="24"/>
          <w:szCs w:val="24"/>
        </w:rPr>
      </w:pPr>
      <w:r w:rsidRPr="008E6F77">
        <w:rPr>
          <w:sz w:val="28"/>
          <w:szCs w:val="28"/>
        </w:rPr>
        <w:lastRenderedPageBreak/>
        <w:t>Объём строительно-монтажных работ, выполненный всеми предприятиями и организациями города, по сравнению с соответствующим периодом  прошлого года в сопоставимых ценах увеличился на 22,2%. Основной объем строительно-монтажных работ освоен в строительстве жилых зданий и  производственных помещений (62,6%).</w:t>
      </w:r>
    </w:p>
    <w:p w:rsidR="0059287F" w:rsidRPr="008E6F77" w:rsidRDefault="0059287F" w:rsidP="0059287F">
      <w:pPr>
        <w:ind w:firstLine="709"/>
        <w:jc w:val="both"/>
        <w:rPr>
          <w:sz w:val="28"/>
          <w:szCs w:val="28"/>
        </w:rPr>
      </w:pPr>
      <w:r w:rsidRPr="008E6F77">
        <w:rPr>
          <w:sz w:val="28"/>
          <w:szCs w:val="28"/>
        </w:rPr>
        <w:t>В целом развитие города, усиление его позиций в настоящее время во многом зависит от привлечения на территорию:</w:t>
      </w:r>
    </w:p>
    <w:p w:rsidR="0059287F" w:rsidRPr="008E6F77" w:rsidRDefault="0059287F" w:rsidP="0059287F">
      <w:pPr>
        <w:ind w:firstLine="709"/>
        <w:jc w:val="both"/>
        <w:rPr>
          <w:sz w:val="28"/>
          <w:szCs w:val="28"/>
        </w:rPr>
      </w:pPr>
      <w:r w:rsidRPr="008E6F77">
        <w:rPr>
          <w:sz w:val="28"/>
          <w:szCs w:val="28"/>
        </w:rPr>
        <w:t xml:space="preserve"> - средств федерального и областного бюджетов через участие в проектах и программах всех уровней;</w:t>
      </w:r>
    </w:p>
    <w:p w:rsidR="0059287F" w:rsidRPr="008E6F77" w:rsidRDefault="0059287F" w:rsidP="0059287F">
      <w:pPr>
        <w:ind w:firstLine="709"/>
        <w:jc w:val="both"/>
        <w:rPr>
          <w:sz w:val="28"/>
          <w:szCs w:val="28"/>
        </w:rPr>
      </w:pPr>
      <w:r w:rsidRPr="008E6F77">
        <w:rPr>
          <w:sz w:val="28"/>
          <w:szCs w:val="28"/>
        </w:rPr>
        <w:t>- средств частных инвесторов через реализацию инвестиционных проектов на сформированных площадках с наличием мощностей.</w:t>
      </w:r>
    </w:p>
    <w:p w:rsidR="00176E4D" w:rsidRPr="00176E4D" w:rsidRDefault="00176E4D" w:rsidP="0059287F">
      <w:pPr>
        <w:ind w:firstLine="709"/>
        <w:jc w:val="both"/>
        <w:rPr>
          <w:sz w:val="28"/>
          <w:szCs w:val="28"/>
        </w:rPr>
      </w:pPr>
      <w:r w:rsidRPr="00176E4D">
        <w:rPr>
          <w:sz w:val="28"/>
          <w:szCs w:val="28"/>
        </w:rPr>
        <w:t>В 2023 году объем перевозок грузов автомобильным транспортом составил 3 770,4 тыс. тонн.</w:t>
      </w:r>
    </w:p>
    <w:p w:rsidR="0059287F" w:rsidRPr="009B4B85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D515CB">
        <w:rPr>
          <w:sz w:val="28"/>
          <w:szCs w:val="28"/>
        </w:rPr>
        <w:t>В целях создания условий для организации транспортного обслуживания населения в городе Искитиме сформирована маршрутная сеть, состоящая из 2</w:t>
      </w:r>
      <w:r w:rsidR="00D515CB" w:rsidRPr="00D515CB">
        <w:rPr>
          <w:sz w:val="28"/>
          <w:szCs w:val="28"/>
        </w:rPr>
        <w:t>6</w:t>
      </w:r>
      <w:r w:rsidRPr="00D515CB">
        <w:rPr>
          <w:sz w:val="28"/>
          <w:szCs w:val="28"/>
        </w:rPr>
        <w:t xml:space="preserve"> муниципальн</w:t>
      </w:r>
      <w:r w:rsidR="00D515CB" w:rsidRPr="00D515CB">
        <w:rPr>
          <w:sz w:val="28"/>
          <w:szCs w:val="28"/>
        </w:rPr>
        <w:t>ых</w:t>
      </w:r>
      <w:r w:rsidRPr="00D515CB">
        <w:rPr>
          <w:sz w:val="28"/>
          <w:szCs w:val="28"/>
        </w:rPr>
        <w:t xml:space="preserve"> маршрут</w:t>
      </w:r>
      <w:r w:rsidR="00D515CB" w:rsidRPr="00D515CB">
        <w:rPr>
          <w:sz w:val="28"/>
          <w:szCs w:val="28"/>
        </w:rPr>
        <w:t>ов</w:t>
      </w:r>
      <w:r w:rsidRPr="00D515CB">
        <w:rPr>
          <w:sz w:val="28"/>
          <w:szCs w:val="28"/>
        </w:rPr>
        <w:t xml:space="preserve">. </w:t>
      </w:r>
      <w:r w:rsidRPr="002236FC">
        <w:rPr>
          <w:sz w:val="28"/>
          <w:szCs w:val="28"/>
        </w:rPr>
        <w:t xml:space="preserve">Пассажирские перевозки </w:t>
      </w:r>
      <w:r w:rsidR="002236FC">
        <w:rPr>
          <w:sz w:val="28"/>
          <w:szCs w:val="28"/>
        </w:rPr>
        <w:t>осуществляли 5 перевозчиков, из них одно пассажирское автотранспортное предприятие и 4 предпринимателя.</w:t>
      </w:r>
      <w:r w:rsidRPr="009B4B85">
        <w:rPr>
          <w:color w:val="C00000"/>
          <w:sz w:val="28"/>
          <w:szCs w:val="28"/>
        </w:rPr>
        <w:t xml:space="preserve"> </w:t>
      </w:r>
      <w:r w:rsidR="002236FC" w:rsidRPr="002236FC">
        <w:rPr>
          <w:sz w:val="28"/>
          <w:szCs w:val="28"/>
        </w:rPr>
        <w:t>Общий объем пассажирских перевозок  за 2023 год  увеличился  на 40% и составил 3 834,8 тысяч человек.</w:t>
      </w:r>
    </w:p>
    <w:p w:rsidR="0059287F" w:rsidRPr="002236FC" w:rsidRDefault="0059287F" w:rsidP="0059287F">
      <w:pPr>
        <w:ind w:firstLine="709"/>
        <w:jc w:val="both"/>
        <w:rPr>
          <w:sz w:val="28"/>
          <w:szCs w:val="28"/>
        </w:rPr>
      </w:pPr>
      <w:r w:rsidRPr="002236FC">
        <w:rPr>
          <w:sz w:val="28"/>
          <w:szCs w:val="28"/>
        </w:rPr>
        <w:t>Основная доля в объеме пассажирских перевозок в 202</w:t>
      </w:r>
      <w:r w:rsidR="002236FC" w:rsidRPr="002236FC">
        <w:rPr>
          <w:sz w:val="28"/>
          <w:szCs w:val="28"/>
        </w:rPr>
        <w:t>3</w:t>
      </w:r>
      <w:r w:rsidRPr="002236FC">
        <w:rPr>
          <w:sz w:val="28"/>
          <w:szCs w:val="28"/>
        </w:rPr>
        <w:t xml:space="preserve"> году приходилась н</w:t>
      </w:r>
      <w:proofErr w:type="gramStart"/>
      <w:r w:rsidRPr="002236FC">
        <w:rPr>
          <w:sz w:val="28"/>
          <w:szCs w:val="28"/>
        </w:rPr>
        <w:t>а ООО</w:t>
      </w:r>
      <w:proofErr w:type="gramEnd"/>
      <w:r w:rsidRPr="002236FC">
        <w:rPr>
          <w:sz w:val="28"/>
          <w:szCs w:val="28"/>
        </w:rPr>
        <w:t xml:space="preserve"> «ПАТП». Сегодня это единственное предприятие, осуществляющее по договору с Министерством транспорта и дорожного хозяйства Новосибирской области пассажирские перевозки льготных категорий граждан на территории города. </w:t>
      </w:r>
    </w:p>
    <w:p w:rsidR="0059287F" w:rsidRPr="007D50BC" w:rsidRDefault="0059287F" w:rsidP="0059287F">
      <w:pPr>
        <w:ind w:firstLine="709"/>
        <w:jc w:val="both"/>
        <w:rPr>
          <w:sz w:val="28"/>
          <w:szCs w:val="28"/>
        </w:rPr>
      </w:pPr>
      <w:r w:rsidRPr="007D50BC">
        <w:rPr>
          <w:sz w:val="28"/>
          <w:szCs w:val="28"/>
        </w:rPr>
        <w:t>2. Оценка факторов и ограничений социально-экономического развития города Искитима на среднесрочный период</w:t>
      </w:r>
    </w:p>
    <w:p w:rsidR="0059287F" w:rsidRPr="009514C2" w:rsidRDefault="0059287F" w:rsidP="0059287F">
      <w:pPr>
        <w:ind w:firstLine="709"/>
        <w:jc w:val="both"/>
        <w:rPr>
          <w:sz w:val="28"/>
          <w:szCs w:val="28"/>
        </w:rPr>
      </w:pPr>
      <w:r w:rsidRPr="009514C2">
        <w:rPr>
          <w:sz w:val="28"/>
          <w:szCs w:val="28"/>
        </w:rPr>
        <w:t>Развитие города Искитима в среднесрочном периоде определяется как внешними, так и внутренними факторами, которые носят характер возможностей и ограничений социально-экономического развития.</w:t>
      </w:r>
    </w:p>
    <w:p w:rsidR="0059287F" w:rsidRPr="00B47E17" w:rsidRDefault="0059287F" w:rsidP="0059287F">
      <w:pPr>
        <w:ind w:firstLine="709"/>
        <w:jc w:val="both"/>
        <w:rPr>
          <w:sz w:val="28"/>
          <w:szCs w:val="28"/>
        </w:rPr>
      </w:pPr>
      <w:r w:rsidRPr="00B47E17">
        <w:rPr>
          <w:sz w:val="28"/>
          <w:szCs w:val="28"/>
        </w:rPr>
        <w:t>Тенденции развития мировой и российской экономики отражают внешние факторы, обусловленные возможным замедлением роста экономики, обесцениванием валют развивающихся рынков, введением ограничений, связанных со сложной экономической ситуацией</w:t>
      </w:r>
    </w:p>
    <w:p w:rsidR="0059287F" w:rsidRPr="00B47E17" w:rsidRDefault="0059287F" w:rsidP="0059287F">
      <w:pPr>
        <w:ind w:firstLine="709"/>
        <w:jc w:val="both"/>
        <w:rPr>
          <w:sz w:val="28"/>
          <w:szCs w:val="28"/>
        </w:rPr>
      </w:pPr>
      <w:proofErr w:type="gramStart"/>
      <w:r w:rsidRPr="00B47E17">
        <w:rPr>
          <w:sz w:val="28"/>
          <w:szCs w:val="28"/>
        </w:rPr>
        <w:t>К внутрироссийским факторам, которые могут отрицательно повлиять на социально-экономическое развитие города Искитима, можно отнести  инфляционные процессы как следствие санкционного давления со стороны западных стран, снижение численности населения в трудоспособном возрасте, а также невысокую доступность финансовых ресурсов для субъектов бизнеса из-за высоких процентных ставок по кредитам, несмотря на значительные послабления в отдельных в</w:t>
      </w:r>
      <w:r w:rsidR="00B47E17">
        <w:rPr>
          <w:sz w:val="28"/>
          <w:szCs w:val="28"/>
        </w:rPr>
        <w:t>идах финансовой поддержки в 2023</w:t>
      </w:r>
      <w:r w:rsidRPr="00B47E17">
        <w:rPr>
          <w:sz w:val="28"/>
          <w:szCs w:val="28"/>
        </w:rPr>
        <w:t xml:space="preserve"> году.</w:t>
      </w:r>
      <w:proofErr w:type="gramEnd"/>
    </w:p>
    <w:p w:rsidR="0059287F" w:rsidRPr="00B47E17" w:rsidRDefault="0059287F" w:rsidP="0059287F">
      <w:pPr>
        <w:ind w:firstLine="709"/>
        <w:jc w:val="both"/>
        <w:rPr>
          <w:sz w:val="28"/>
          <w:szCs w:val="28"/>
        </w:rPr>
      </w:pPr>
      <w:r w:rsidRPr="00B47E17">
        <w:rPr>
          <w:sz w:val="28"/>
          <w:szCs w:val="28"/>
        </w:rPr>
        <w:t>В прогнозном периоде продолжение санкционного давления со стороны западных стран будет оказывать в большей степени негативное воздействие на социально-экономическое развитие города Искитима.</w:t>
      </w:r>
    </w:p>
    <w:p w:rsidR="00B93B08" w:rsidRDefault="0059287F" w:rsidP="00B93B08">
      <w:pPr>
        <w:pStyle w:val="ac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B08">
        <w:rPr>
          <w:rFonts w:ascii="Times New Roman" w:hAnsi="Times New Roman" w:cs="Times New Roman"/>
          <w:sz w:val="28"/>
          <w:szCs w:val="28"/>
        </w:rPr>
        <w:t>К основным факторам и ограничениям, сдерживающим социально-экономическое развитие города Искитима в среднесрочном периоде, относятся:</w:t>
      </w:r>
    </w:p>
    <w:p w:rsidR="0059287F" w:rsidRPr="00B93B08" w:rsidRDefault="0059287F" w:rsidP="00B93B08">
      <w:pPr>
        <w:pStyle w:val="ac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93B08">
        <w:rPr>
          <w:rFonts w:ascii="Times New Roman" w:hAnsi="Times New Roman" w:cs="Times New Roman"/>
          <w:sz w:val="28"/>
          <w:szCs w:val="28"/>
        </w:rPr>
        <w:lastRenderedPageBreak/>
        <w:t>невысокие темпы роста доходов населения;</w:t>
      </w:r>
    </w:p>
    <w:p w:rsidR="0059287F" w:rsidRPr="00B93B08" w:rsidRDefault="0059287F" w:rsidP="00B93B08">
      <w:pPr>
        <w:pStyle w:val="ac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B08">
        <w:rPr>
          <w:rFonts w:ascii="Times New Roman" w:hAnsi="Times New Roman" w:cs="Times New Roman"/>
          <w:sz w:val="28"/>
          <w:szCs w:val="28"/>
        </w:rPr>
        <w:t>недостаточный уровень благосостояния населения;</w:t>
      </w:r>
    </w:p>
    <w:p w:rsidR="0059287F" w:rsidRPr="00B93B08" w:rsidRDefault="0059287F" w:rsidP="00B93B08">
      <w:pPr>
        <w:pStyle w:val="ac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B08">
        <w:rPr>
          <w:rFonts w:ascii="Times New Roman" w:hAnsi="Times New Roman" w:cs="Times New Roman"/>
          <w:sz w:val="28"/>
          <w:szCs w:val="28"/>
        </w:rPr>
        <w:t>недостаток инвестиций;</w:t>
      </w:r>
    </w:p>
    <w:p w:rsidR="0059287F" w:rsidRPr="00B93B08" w:rsidRDefault="0059287F" w:rsidP="00B93B08">
      <w:pPr>
        <w:pStyle w:val="ac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B08">
        <w:rPr>
          <w:rFonts w:ascii="Times New Roman" w:hAnsi="Times New Roman" w:cs="Times New Roman"/>
          <w:sz w:val="28"/>
          <w:szCs w:val="28"/>
        </w:rPr>
        <w:t>недостаточный уровень внедрения инновационных технологий;</w:t>
      </w:r>
    </w:p>
    <w:p w:rsidR="0059287F" w:rsidRPr="00B93B08" w:rsidRDefault="0059287F" w:rsidP="00B93B08">
      <w:pPr>
        <w:pStyle w:val="ac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B08">
        <w:rPr>
          <w:rFonts w:ascii="Times New Roman" w:hAnsi="Times New Roman" w:cs="Times New Roman"/>
          <w:sz w:val="28"/>
          <w:szCs w:val="28"/>
        </w:rPr>
        <w:t>недостаточный уровень развития инфраструктуры;</w:t>
      </w:r>
    </w:p>
    <w:p w:rsidR="00B93B08" w:rsidRPr="00B93B08" w:rsidRDefault="0059287F" w:rsidP="00B93B08">
      <w:pPr>
        <w:pStyle w:val="ac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B08">
        <w:rPr>
          <w:rFonts w:ascii="Times New Roman" w:hAnsi="Times New Roman" w:cs="Times New Roman"/>
          <w:sz w:val="28"/>
          <w:szCs w:val="28"/>
        </w:rPr>
        <w:t>ограниченность бюджетных ресурсов города Искитима;</w:t>
      </w:r>
    </w:p>
    <w:p w:rsidR="0059287F" w:rsidRPr="00B93B08" w:rsidRDefault="00B93B08" w:rsidP="00B93B08">
      <w:pPr>
        <w:pStyle w:val="ac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B08">
        <w:rPr>
          <w:rFonts w:ascii="Times New Roman" w:hAnsi="Times New Roman" w:cs="Times New Roman"/>
          <w:sz w:val="28"/>
          <w:szCs w:val="28"/>
        </w:rPr>
        <w:t>усиление конкуренции за квалифицированные кадры;</w:t>
      </w:r>
    </w:p>
    <w:p w:rsidR="0059287F" w:rsidRPr="00B93B08" w:rsidRDefault="0059287F" w:rsidP="00B93B08">
      <w:pPr>
        <w:pStyle w:val="ac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B08">
        <w:rPr>
          <w:rFonts w:ascii="Times New Roman" w:hAnsi="Times New Roman" w:cs="Times New Roman"/>
          <w:sz w:val="28"/>
          <w:szCs w:val="28"/>
        </w:rPr>
        <w:t>сокращение численности населения в трудоспособном возрасте.</w:t>
      </w:r>
    </w:p>
    <w:p w:rsidR="0059287F" w:rsidRPr="00AF12B7" w:rsidRDefault="0059287F" w:rsidP="0059287F">
      <w:pPr>
        <w:ind w:firstLine="709"/>
        <w:jc w:val="both"/>
        <w:rPr>
          <w:sz w:val="28"/>
          <w:szCs w:val="28"/>
        </w:rPr>
      </w:pPr>
      <w:r w:rsidRPr="00AF12B7">
        <w:rPr>
          <w:sz w:val="28"/>
          <w:szCs w:val="28"/>
        </w:rPr>
        <w:t xml:space="preserve">Демографический прогноз предполагает усиление тенденции старения населения и ухудшение возрастной структуры. Динамика естественной убыли населения демонстрирует превышение смертности над рождаемостью. </w:t>
      </w:r>
    </w:p>
    <w:p w:rsidR="0059287F" w:rsidRPr="00CA67D2" w:rsidRDefault="0059287F" w:rsidP="0059287F">
      <w:pPr>
        <w:ind w:firstLine="709"/>
        <w:jc w:val="both"/>
        <w:rPr>
          <w:sz w:val="28"/>
          <w:szCs w:val="28"/>
        </w:rPr>
      </w:pPr>
      <w:r w:rsidRPr="00CA67D2">
        <w:rPr>
          <w:sz w:val="28"/>
          <w:szCs w:val="28"/>
        </w:rPr>
        <w:t>Экономическому росту могут способствовать решение задач, определенных документами стратегического планирования, планами мероприятий и дорожными картами, направленными на социально-экономическое развитие города. Вышеуказанные факторы и ограничения будут оказывать влияние на социально-экономическое развитие города Искитима в 202</w:t>
      </w:r>
      <w:r w:rsidR="00AF12B7" w:rsidRPr="00CA67D2">
        <w:rPr>
          <w:sz w:val="28"/>
          <w:szCs w:val="28"/>
        </w:rPr>
        <w:t>5</w:t>
      </w:r>
      <w:r w:rsidRPr="00CA67D2">
        <w:rPr>
          <w:sz w:val="28"/>
          <w:szCs w:val="28"/>
        </w:rPr>
        <w:t xml:space="preserve"> - 202</w:t>
      </w:r>
      <w:r w:rsidR="00AF12B7" w:rsidRPr="00CA67D2">
        <w:rPr>
          <w:sz w:val="28"/>
          <w:szCs w:val="28"/>
        </w:rPr>
        <w:t>7</w:t>
      </w:r>
      <w:r w:rsidRPr="00CA67D2">
        <w:rPr>
          <w:sz w:val="28"/>
          <w:szCs w:val="28"/>
        </w:rPr>
        <w:t xml:space="preserve"> годах.</w:t>
      </w:r>
    </w:p>
    <w:p w:rsidR="0059287F" w:rsidRPr="00F878EC" w:rsidRDefault="0059287F" w:rsidP="0059287F">
      <w:pPr>
        <w:ind w:firstLine="709"/>
        <w:jc w:val="both"/>
        <w:rPr>
          <w:sz w:val="28"/>
          <w:szCs w:val="28"/>
        </w:rPr>
      </w:pPr>
      <w:r w:rsidRPr="00F878EC">
        <w:rPr>
          <w:sz w:val="28"/>
          <w:szCs w:val="28"/>
        </w:rPr>
        <w:t>3. Основные направления (приоритеты) социально-экономического развития города Искитима и целевые показатели прогноза социально</w:t>
      </w:r>
      <w:r w:rsidR="00F878EC">
        <w:rPr>
          <w:sz w:val="28"/>
          <w:szCs w:val="28"/>
        </w:rPr>
        <w:t>-экономического развития на 2025</w:t>
      </w:r>
      <w:r w:rsidRPr="00F878EC">
        <w:rPr>
          <w:sz w:val="28"/>
          <w:szCs w:val="28"/>
        </w:rPr>
        <w:t xml:space="preserve"> год и плановый</w:t>
      </w:r>
      <w:r w:rsidR="00F878EC">
        <w:rPr>
          <w:sz w:val="28"/>
          <w:szCs w:val="28"/>
        </w:rPr>
        <w:t xml:space="preserve"> период 2026</w:t>
      </w:r>
      <w:r w:rsidRPr="00F878EC">
        <w:rPr>
          <w:sz w:val="28"/>
          <w:szCs w:val="28"/>
        </w:rPr>
        <w:t>-202</w:t>
      </w:r>
      <w:r w:rsidR="00F878EC">
        <w:rPr>
          <w:sz w:val="28"/>
          <w:szCs w:val="28"/>
        </w:rPr>
        <w:t>7</w:t>
      </w:r>
      <w:r w:rsidRPr="00F878EC">
        <w:rPr>
          <w:sz w:val="28"/>
          <w:szCs w:val="28"/>
        </w:rPr>
        <w:t xml:space="preserve"> годов</w:t>
      </w:r>
    </w:p>
    <w:p w:rsidR="0059287F" w:rsidRPr="00F878EC" w:rsidRDefault="0059287F" w:rsidP="0059287F">
      <w:pPr>
        <w:ind w:firstLine="709"/>
        <w:jc w:val="both"/>
        <w:rPr>
          <w:sz w:val="28"/>
          <w:szCs w:val="28"/>
        </w:rPr>
      </w:pPr>
      <w:r w:rsidRPr="00F878EC">
        <w:rPr>
          <w:sz w:val="28"/>
          <w:szCs w:val="28"/>
        </w:rPr>
        <w:t>3.1. Приоритеты социально-экономического развития города Искити</w:t>
      </w:r>
      <w:r w:rsidR="00F878EC">
        <w:rPr>
          <w:sz w:val="28"/>
          <w:szCs w:val="28"/>
        </w:rPr>
        <w:t>ма Новосибирской области на 2025 год и плановый период 2026 и 2027</w:t>
      </w:r>
      <w:r w:rsidRPr="00F878EC">
        <w:rPr>
          <w:sz w:val="28"/>
          <w:szCs w:val="28"/>
        </w:rPr>
        <w:t xml:space="preserve"> годов:</w:t>
      </w:r>
    </w:p>
    <w:p w:rsidR="0059287F" w:rsidRPr="004E2C77" w:rsidRDefault="0059287F" w:rsidP="0059287F">
      <w:pPr>
        <w:ind w:firstLine="709"/>
        <w:jc w:val="both"/>
        <w:rPr>
          <w:sz w:val="28"/>
          <w:szCs w:val="28"/>
        </w:rPr>
      </w:pPr>
      <w:r w:rsidRPr="004E2C77">
        <w:rPr>
          <w:sz w:val="28"/>
          <w:szCs w:val="28"/>
        </w:rPr>
        <w:t>3.1.1.</w:t>
      </w:r>
      <w:r w:rsidRPr="004E2C77">
        <w:rPr>
          <w:sz w:val="28"/>
          <w:szCs w:val="28"/>
        </w:rPr>
        <w:tab/>
        <w:t>Развитие человеческого капитала и социальной сферы;</w:t>
      </w:r>
    </w:p>
    <w:p w:rsidR="0059287F" w:rsidRPr="001D6B15" w:rsidRDefault="0059287F" w:rsidP="0059287F">
      <w:pPr>
        <w:ind w:firstLine="709"/>
        <w:jc w:val="both"/>
        <w:rPr>
          <w:sz w:val="28"/>
          <w:szCs w:val="28"/>
        </w:rPr>
      </w:pPr>
      <w:r w:rsidRPr="001D6B15">
        <w:rPr>
          <w:sz w:val="28"/>
          <w:szCs w:val="28"/>
        </w:rPr>
        <w:t xml:space="preserve">Создание условий для </w:t>
      </w:r>
      <w:r w:rsidR="00636980">
        <w:rPr>
          <w:sz w:val="28"/>
          <w:szCs w:val="28"/>
        </w:rPr>
        <w:t>обеспечения</w:t>
      </w:r>
      <w:r w:rsidRPr="001D6B15">
        <w:rPr>
          <w:sz w:val="28"/>
          <w:szCs w:val="28"/>
        </w:rPr>
        <w:t xml:space="preserve"> положительных темпов демографического развития в городе и дальнейшего улучшения демографической ситуации:</w:t>
      </w:r>
    </w:p>
    <w:p w:rsidR="0059287F" w:rsidRPr="00E814C4" w:rsidRDefault="0059287F" w:rsidP="0059287F">
      <w:pPr>
        <w:ind w:firstLine="709"/>
        <w:jc w:val="both"/>
        <w:rPr>
          <w:sz w:val="28"/>
          <w:szCs w:val="28"/>
        </w:rPr>
      </w:pPr>
      <w:r w:rsidRPr="00E814C4">
        <w:rPr>
          <w:sz w:val="28"/>
          <w:szCs w:val="28"/>
        </w:rPr>
        <w:t>- содействие в реализации мер, направленных на улучшение положения семей с детьми, укрепление института семьи, повышение престижа материнства и отцовства, развитие и сохранение семейных ценностей;</w:t>
      </w:r>
    </w:p>
    <w:p w:rsidR="0059287F" w:rsidRPr="00E814C4" w:rsidRDefault="0059287F" w:rsidP="0059287F">
      <w:pPr>
        <w:ind w:firstLine="709"/>
        <w:jc w:val="both"/>
        <w:rPr>
          <w:sz w:val="28"/>
          <w:szCs w:val="28"/>
        </w:rPr>
      </w:pPr>
      <w:r w:rsidRPr="00E814C4">
        <w:rPr>
          <w:sz w:val="28"/>
          <w:szCs w:val="28"/>
        </w:rPr>
        <w:t>- предупреждение и снижение смертности по основным классам причин, содействие увеличению продолжительности здоровой жизни населения;</w:t>
      </w:r>
    </w:p>
    <w:p w:rsidR="0059287F" w:rsidRPr="00636980" w:rsidRDefault="0059287F" w:rsidP="0059287F">
      <w:pPr>
        <w:ind w:firstLine="709"/>
        <w:jc w:val="both"/>
        <w:rPr>
          <w:sz w:val="28"/>
          <w:szCs w:val="28"/>
        </w:rPr>
      </w:pPr>
      <w:r w:rsidRPr="00E814C4">
        <w:rPr>
          <w:sz w:val="28"/>
          <w:szCs w:val="28"/>
        </w:rPr>
        <w:t xml:space="preserve">- создание благоприятной социальной среды для жизни и самореализации жителей </w:t>
      </w:r>
      <w:r w:rsidRPr="00636980">
        <w:rPr>
          <w:sz w:val="28"/>
          <w:szCs w:val="28"/>
        </w:rPr>
        <w:t>города.</w:t>
      </w:r>
    </w:p>
    <w:p w:rsidR="0059287F" w:rsidRPr="00636980" w:rsidRDefault="0059287F" w:rsidP="0059287F">
      <w:pPr>
        <w:ind w:firstLine="709"/>
        <w:jc w:val="both"/>
        <w:rPr>
          <w:sz w:val="28"/>
          <w:szCs w:val="28"/>
        </w:rPr>
      </w:pPr>
      <w:r w:rsidRPr="00636980">
        <w:rPr>
          <w:sz w:val="28"/>
          <w:szCs w:val="28"/>
        </w:rPr>
        <w:t>Формирование здорового образа жизни у граждан, обеспечение населения доступной и качественной медицинской помощью:</w:t>
      </w:r>
    </w:p>
    <w:p w:rsidR="0059287F" w:rsidRPr="00636980" w:rsidRDefault="0059287F" w:rsidP="0059287F">
      <w:pPr>
        <w:ind w:firstLine="709"/>
        <w:jc w:val="both"/>
        <w:rPr>
          <w:sz w:val="28"/>
          <w:szCs w:val="28"/>
        </w:rPr>
      </w:pPr>
      <w:r w:rsidRPr="00636980">
        <w:rPr>
          <w:sz w:val="28"/>
          <w:szCs w:val="28"/>
        </w:rPr>
        <w:t xml:space="preserve">- формирование моделей поведения и системы жизненных ценностей, особенно у детей и лиц трудоспособного возраста, к ведению здорового образа жизни, в том числе путем просвещения различных групп и реализации мер, направленных на здоровое питание,  регулярные занятия спортом и первичную профилактику различного вида зависимостей; </w:t>
      </w:r>
    </w:p>
    <w:p w:rsidR="0059287F" w:rsidRPr="00636980" w:rsidRDefault="0059287F" w:rsidP="0059287F">
      <w:pPr>
        <w:ind w:firstLine="709"/>
        <w:jc w:val="both"/>
        <w:rPr>
          <w:sz w:val="28"/>
          <w:szCs w:val="28"/>
        </w:rPr>
      </w:pPr>
      <w:r w:rsidRPr="00636980">
        <w:rPr>
          <w:sz w:val="28"/>
          <w:szCs w:val="28"/>
        </w:rPr>
        <w:t>- содействие в формировании эффективной системы профилактики заболеваний, предусматривающей увеличение охвата граждан профилактическими медицинскими осмотрами;</w:t>
      </w:r>
    </w:p>
    <w:p w:rsidR="0059287F" w:rsidRPr="00FA1572" w:rsidRDefault="0059287F" w:rsidP="0059287F">
      <w:pPr>
        <w:ind w:firstLine="709"/>
        <w:jc w:val="both"/>
        <w:rPr>
          <w:sz w:val="28"/>
          <w:szCs w:val="28"/>
        </w:rPr>
      </w:pPr>
      <w:r w:rsidRPr="00FA1572">
        <w:rPr>
          <w:sz w:val="28"/>
          <w:szCs w:val="28"/>
        </w:rPr>
        <w:lastRenderedPageBreak/>
        <w:t>- формирование среды, способствующей ведению гражданами здорового образа жизни, включая здоровое питание;</w:t>
      </w:r>
    </w:p>
    <w:p w:rsidR="0059287F" w:rsidRPr="00FA1572" w:rsidRDefault="0059287F" w:rsidP="0059287F">
      <w:pPr>
        <w:ind w:firstLine="709"/>
        <w:jc w:val="both"/>
        <w:rPr>
          <w:sz w:val="28"/>
          <w:szCs w:val="28"/>
        </w:rPr>
      </w:pPr>
      <w:r w:rsidRPr="00FA1572">
        <w:rPr>
          <w:sz w:val="28"/>
          <w:szCs w:val="28"/>
        </w:rPr>
        <w:t>- проведение информационно-коммуникационной кампании, направленной на формирование и мотивирование к ведению здорового образа жизни;</w:t>
      </w:r>
    </w:p>
    <w:p w:rsidR="0059287F" w:rsidRPr="00FA1572" w:rsidRDefault="0059287F" w:rsidP="0059287F">
      <w:pPr>
        <w:ind w:firstLine="709"/>
        <w:jc w:val="both"/>
        <w:rPr>
          <w:sz w:val="28"/>
          <w:szCs w:val="28"/>
        </w:rPr>
      </w:pPr>
      <w:r w:rsidRPr="00FA1572">
        <w:rPr>
          <w:sz w:val="28"/>
          <w:szCs w:val="28"/>
        </w:rPr>
        <w:t>- содействие в создании современной системы оказания медицинской помощи лицам старших возрастных групп во взаимодействии с организациями социального обслуживания;</w:t>
      </w:r>
    </w:p>
    <w:p w:rsidR="0059287F" w:rsidRDefault="0059287F" w:rsidP="0059287F">
      <w:pPr>
        <w:ind w:firstLine="709"/>
        <w:jc w:val="both"/>
        <w:rPr>
          <w:sz w:val="28"/>
          <w:szCs w:val="28"/>
        </w:rPr>
      </w:pPr>
      <w:r w:rsidRPr="00636980">
        <w:rPr>
          <w:sz w:val="28"/>
          <w:szCs w:val="28"/>
        </w:rPr>
        <w:t>- обеспечение доступности и качества оказания паллиативной медицинской помощи;</w:t>
      </w:r>
    </w:p>
    <w:p w:rsidR="0059287F" w:rsidRPr="00FA1572" w:rsidRDefault="0059287F" w:rsidP="0059287F">
      <w:pPr>
        <w:ind w:firstLine="709"/>
        <w:jc w:val="both"/>
        <w:rPr>
          <w:sz w:val="28"/>
          <w:szCs w:val="28"/>
        </w:rPr>
      </w:pPr>
      <w:r w:rsidRPr="00FA1572">
        <w:rPr>
          <w:sz w:val="28"/>
          <w:szCs w:val="28"/>
        </w:rPr>
        <w:t>- содействие в предоставлении льготного лекарственного обеспечения отдельным категориям граждан.</w:t>
      </w:r>
    </w:p>
    <w:p w:rsidR="0059287F" w:rsidRPr="00A438B8" w:rsidRDefault="0059287F" w:rsidP="0059287F">
      <w:pPr>
        <w:ind w:firstLine="709"/>
        <w:jc w:val="both"/>
        <w:rPr>
          <w:sz w:val="28"/>
          <w:szCs w:val="28"/>
        </w:rPr>
      </w:pPr>
      <w:r w:rsidRPr="00A438B8">
        <w:rPr>
          <w:sz w:val="28"/>
          <w:szCs w:val="28"/>
        </w:rPr>
        <w:t xml:space="preserve">Обеспечение благополучия и устойчивого роста качества жизни населения города: </w:t>
      </w:r>
    </w:p>
    <w:p w:rsidR="0059287F" w:rsidRPr="009B4B85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9B4B85">
        <w:rPr>
          <w:color w:val="C00000"/>
          <w:sz w:val="28"/>
          <w:szCs w:val="28"/>
        </w:rPr>
        <w:t xml:space="preserve">- </w:t>
      </w:r>
      <w:r w:rsidRPr="00A438B8">
        <w:rPr>
          <w:sz w:val="28"/>
          <w:szCs w:val="28"/>
        </w:rPr>
        <w:t xml:space="preserve">содействие сохранению достигнутого соотношения между уровнем </w:t>
      </w:r>
      <w:proofErr w:type="gramStart"/>
      <w:r w:rsidRPr="00A438B8">
        <w:rPr>
          <w:sz w:val="28"/>
          <w:szCs w:val="28"/>
        </w:rPr>
        <w:t>оплаты труда отдельных категорий работников бюджетной сферы</w:t>
      </w:r>
      <w:proofErr w:type="gramEnd"/>
      <w:r w:rsidRPr="00A438B8">
        <w:rPr>
          <w:sz w:val="28"/>
          <w:szCs w:val="28"/>
        </w:rPr>
        <w:t xml:space="preserve"> и уровнем средней заработной платы в Новосибирской области;</w:t>
      </w:r>
    </w:p>
    <w:p w:rsidR="0059287F" w:rsidRPr="00A438B8" w:rsidRDefault="0059287F" w:rsidP="0059287F">
      <w:pPr>
        <w:ind w:firstLine="709"/>
        <w:jc w:val="both"/>
        <w:rPr>
          <w:sz w:val="28"/>
          <w:szCs w:val="28"/>
        </w:rPr>
      </w:pPr>
      <w:r w:rsidRPr="00A438B8">
        <w:rPr>
          <w:sz w:val="28"/>
          <w:szCs w:val="28"/>
        </w:rPr>
        <w:t xml:space="preserve"> - обеспечение повышения уровня реального размера заработной платы работников муниципальных учреждений; </w:t>
      </w:r>
    </w:p>
    <w:p w:rsidR="0059287F" w:rsidRPr="00A438B8" w:rsidRDefault="0059287F" w:rsidP="0059287F">
      <w:pPr>
        <w:ind w:firstLine="709"/>
        <w:jc w:val="both"/>
        <w:rPr>
          <w:sz w:val="28"/>
          <w:szCs w:val="28"/>
        </w:rPr>
      </w:pPr>
      <w:r w:rsidRPr="00A438B8">
        <w:rPr>
          <w:sz w:val="28"/>
          <w:szCs w:val="28"/>
        </w:rPr>
        <w:t xml:space="preserve">- обеспечение ведомственного </w:t>
      </w:r>
      <w:proofErr w:type="gramStart"/>
      <w:r w:rsidRPr="00A438B8">
        <w:rPr>
          <w:sz w:val="28"/>
          <w:szCs w:val="28"/>
        </w:rPr>
        <w:t>контроля за</w:t>
      </w:r>
      <w:proofErr w:type="gramEnd"/>
      <w:r w:rsidRPr="00A438B8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организациях бюджетной сферы.</w:t>
      </w:r>
    </w:p>
    <w:p w:rsidR="0059287F" w:rsidRPr="00A438B8" w:rsidRDefault="0059287F" w:rsidP="0059287F">
      <w:pPr>
        <w:ind w:firstLine="709"/>
        <w:jc w:val="both"/>
        <w:rPr>
          <w:sz w:val="28"/>
          <w:szCs w:val="28"/>
        </w:rPr>
      </w:pPr>
      <w:r w:rsidRPr="00A438B8">
        <w:rPr>
          <w:sz w:val="28"/>
          <w:szCs w:val="28"/>
        </w:rPr>
        <w:t>Максимальное удовлетворение рынка труда города Искитима квалифицированными кадрами, обеспечение эффективной занятости граждан:</w:t>
      </w:r>
    </w:p>
    <w:p w:rsidR="0059287F" w:rsidRDefault="0059287F" w:rsidP="0059287F">
      <w:pPr>
        <w:ind w:firstLine="709"/>
        <w:jc w:val="both"/>
        <w:rPr>
          <w:sz w:val="28"/>
          <w:szCs w:val="28"/>
        </w:rPr>
      </w:pPr>
      <w:r w:rsidRPr="000B47FE">
        <w:rPr>
          <w:sz w:val="28"/>
          <w:szCs w:val="28"/>
        </w:rPr>
        <w:t>- содействие в обеспечении стабильной ситуации на официальном рынке труда, осуществление опережающих действий по содействию трудоустройству уволенных работников в связи с сокращением и находящихся под риском высвобождения на имеющиеся вакантные рабочие места;</w:t>
      </w:r>
    </w:p>
    <w:p w:rsidR="00E24BF9" w:rsidRPr="000B47FE" w:rsidRDefault="00E24BF9" w:rsidP="005928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предприятий необходимыми кадрами через изменение индивидуальных образовательных траекторий студентов старших курсов, предусматривающих совмещение работы и обучения, организацию практики, целевого обучения на предприятиях;</w:t>
      </w:r>
    </w:p>
    <w:p w:rsidR="00E24BF9" w:rsidRPr="000B47FE" w:rsidRDefault="0059287F" w:rsidP="00E24BF9">
      <w:pPr>
        <w:ind w:firstLine="709"/>
        <w:jc w:val="both"/>
        <w:rPr>
          <w:sz w:val="28"/>
          <w:szCs w:val="28"/>
        </w:rPr>
      </w:pPr>
      <w:r w:rsidRPr="000B47FE">
        <w:rPr>
          <w:sz w:val="28"/>
          <w:szCs w:val="28"/>
        </w:rPr>
        <w:t xml:space="preserve">- организация профессиональной переподготовки и повышения </w:t>
      </w:r>
      <w:proofErr w:type="gramStart"/>
      <w:r w:rsidRPr="000B47FE">
        <w:rPr>
          <w:sz w:val="28"/>
          <w:szCs w:val="28"/>
        </w:rPr>
        <w:t>квалификации</w:t>
      </w:r>
      <w:proofErr w:type="gramEnd"/>
      <w:r w:rsidRPr="000B47FE">
        <w:rPr>
          <w:sz w:val="28"/>
          <w:szCs w:val="28"/>
        </w:rPr>
        <w:t xml:space="preserve"> ищущих работу граждан, включая граждан </w:t>
      </w:r>
      <w:proofErr w:type="spellStart"/>
      <w:r w:rsidRPr="000B47FE">
        <w:rPr>
          <w:sz w:val="28"/>
          <w:szCs w:val="28"/>
        </w:rPr>
        <w:t>предпенсионного</w:t>
      </w:r>
      <w:proofErr w:type="spellEnd"/>
      <w:r w:rsidRPr="000B47FE">
        <w:rPr>
          <w:sz w:val="28"/>
          <w:szCs w:val="28"/>
        </w:rPr>
        <w:t xml:space="preserve"> возраста и женщин, воспитывающих детей дошкольного возраста;</w:t>
      </w:r>
    </w:p>
    <w:p w:rsidR="0059287F" w:rsidRPr="000B47FE" w:rsidRDefault="0059287F" w:rsidP="0059287F">
      <w:pPr>
        <w:ind w:firstLine="709"/>
        <w:jc w:val="both"/>
        <w:rPr>
          <w:sz w:val="28"/>
          <w:szCs w:val="28"/>
        </w:rPr>
      </w:pPr>
      <w:r w:rsidRPr="000B47FE">
        <w:rPr>
          <w:sz w:val="28"/>
          <w:szCs w:val="28"/>
        </w:rPr>
        <w:t xml:space="preserve">- создание условий для сбалансированности спроса и предложения рабочей силы, стимулирование населения к трудовой активности, повышение конкурентоспособности молодежи на рынке труда и граждан с инвалидностью; </w:t>
      </w:r>
    </w:p>
    <w:p w:rsidR="0059287F" w:rsidRPr="000B47FE" w:rsidRDefault="0059287F" w:rsidP="0059287F">
      <w:pPr>
        <w:ind w:firstLine="709"/>
        <w:jc w:val="both"/>
        <w:rPr>
          <w:sz w:val="28"/>
          <w:szCs w:val="28"/>
        </w:rPr>
      </w:pPr>
      <w:r w:rsidRPr="000B47FE">
        <w:rPr>
          <w:sz w:val="28"/>
          <w:szCs w:val="28"/>
        </w:rPr>
        <w:t xml:space="preserve">- совершенствование системы содействия занятости населения через создание новых эффективных рабочих мест, расширение возможностей </w:t>
      </w:r>
      <w:proofErr w:type="spellStart"/>
      <w:r w:rsidRPr="000B47FE">
        <w:rPr>
          <w:sz w:val="28"/>
          <w:szCs w:val="28"/>
        </w:rPr>
        <w:t>самозанятости</w:t>
      </w:r>
      <w:proofErr w:type="spellEnd"/>
      <w:r w:rsidRPr="000B47FE">
        <w:rPr>
          <w:sz w:val="28"/>
          <w:szCs w:val="28"/>
        </w:rPr>
        <w:t xml:space="preserve"> и предпринимательства, использование гибких форм занятости;</w:t>
      </w:r>
    </w:p>
    <w:p w:rsidR="0059287F" w:rsidRPr="0023752D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23752D">
        <w:rPr>
          <w:sz w:val="28"/>
          <w:szCs w:val="28"/>
        </w:rPr>
        <w:t xml:space="preserve"> - создание условий для привлечения и адаптации на территории города Искитима высококвалифицированных, профессиональных кадров в соответствии и перспективными потребностями экономики;</w:t>
      </w:r>
      <w:r w:rsidRPr="0023752D">
        <w:rPr>
          <w:color w:val="C00000"/>
          <w:sz w:val="28"/>
          <w:szCs w:val="28"/>
        </w:rPr>
        <w:t xml:space="preserve"> </w:t>
      </w:r>
    </w:p>
    <w:p w:rsidR="0059287F" w:rsidRPr="00756260" w:rsidRDefault="0059287F" w:rsidP="0059287F">
      <w:pPr>
        <w:ind w:firstLine="709"/>
        <w:jc w:val="both"/>
        <w:rPr>
          <w:sz w:val="28"/>
          <w:szCs w:val="28"/>
        </w:rPr>
      </w:pPr>
      <w:r w:rsidRPr="009B4B85">
        <w:rPr>
          <w:color w:val="C00000"/>
          <w:sz w:val="28"/>
          <w:szCs w:val="28"/>
        </w:rPr>
        <w:lastRenderedPageBreak/>
        <w:t xml:space="preserve">- </w:t>
      </w:r>
      <w:r w:rsidRPr="0023752D">
        <w:rPr>
          <w:sz w:val="28"/>
          <w:szCs w:val="28"/>
        </w:rPr>
        <w:t xml:space="preserve">реализация мероприятий по улучшению условий и охраны труда, направленных на сохранение жизни и здоровья работников в процессе </w:t>
      </w:r>
      <w:r w:rsidRPr="00756260">
        <w:rPr>
          <w:sz w:val="28"/>
          <w:szCs w:val="28"/>
        </w:rPr>
        <w:t>трудовой деятельности;</w:t>
      </w:r>
    </w:p>
    <w:p w:rsidR="0059287F" w:rsidRPr="00756260" w:rsidRDefault="0059287F" w:rsidP="0059287F">
      <w:pPr>
        <w:ind w:firstLine="709"/>
        <w:jc w:val="both"/>
        <w:rPr>
          <w:sz w:val="28"/>
          <w:szCs w:val="28"/>
        </w:rPr>
      </w:pPr>
      <w:r w:rsidRPr="00756260">
        <w:rPr>
          <w:sz w:val="28"/>
          <w:szCs w:val="28"/>
        </w:rPr>
        <w:t>- содействие в обеспечение государственных гарантий в области содействия занятости населения, социальной поддержки граждан в период их временной безработицы;</w:t>
      </w:r>
    </w:p>
    <w:p w:rsidR="0059287F" w:rsidRPr="00756260" w:rsidRDefault="0059287F" w:rsidP="0059287F">
      <w:pPr>
        <w:ind w:firstLine="709"/>
        <w:jc w:val="both"/>
        <w:rPr>
          <w:sz w:val="28"/>
          <w:szCs w:val="28"/>
        </w:rPr>
      </w:pPr>
      <w:r w:rsidRPr="00756260">
        <w:rPr>
          <w:sz w:val="28"/>
          <w:szCs w:val="28"/>
        </w:rPr>
        <w:t>- содействие работодателям в обеспечении необходимыми трудовыми ресурсами, в том числе инвесторам в кадровом обеспечении инвестиционных проектов, реализующих или планирующих к реализации на территории города Искитима Новосибирской области;</w:t>
      </w:r>
    </w:p>
    <w:p w:rsidR="0059287F" w:rsidRPr="00756260" w:rsidRDefault="0059287F" w:rsidP="0059287F">
      <w:pPr>
        <w:ind w:firstLine="709"/>
        <w:jc w:val="both"/>
        <w:rPr>
          <w:sz w:val="28"/>
          <w:szCs w:val="28"/>
        </w:rPr>
      </w:pPr>
      <w:r w:rsidRPr="00756260">
        <w:rPr>
          <w:sz w:val="28"/>
          <w:szCs w:val="28"/>
        </w:rPr>
        <w:t>- повышение качества предоставления услуг в сфере содействия занятости населения в городе Искитиме Новосибирской области;</w:t>
      </w:r>
    </w:p>
    <w:p w:rsidR="0059287F" w:rsidRPr="004B7844" w:rsidRDefault="0059287F" w:rsidP="0059287F">
      <w:pPr>
        <w:ind w:firstLine="709"/>
        <w:jc w:val="both"/>
        <w:rPr>
          <w:sz w:val="28"/>
          <w:szCs w:val="28"/>
        </w:rPr>
      </w:pPr>
      <w:r w:rsidRPr="004B7844">
        <w:rPr>
          <w:sz w:val="28"/>
          <w:szCs w:val="28"/>
        </w:rPr>
        <w:t>- обеспечение роста заработной платы за счет реализации высокоэффективных инвестиционных проектов, развития современных производств, повышения производительности труда, принятие мер по сокращению неформальной занятости населения.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>Развитие конкурентного, современного и качественного образования, обеспечение равных образовательных возможностей для граждан: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>- повышения доступности качественного образования, соответствующего требованиям развития экономики и современным потребностям общества и каждого жителя;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 xml:space="preserve">- создание в системе дошкольного,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жительства, состояния здоровья и социально-экономического положения их семей; 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>- создание современной материальной инфраструктуры образования и технологической образовательной среды образовательных организаций города Искитима, с учетом особенностей образовательной деятельности, обеспечение безопасного подвоза учащихся к базовой крупной школе;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>- 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обучения, обеспечивающих односменный режим обучения в общеобразовательных организациях;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>- реализация комплекса мероприятий по обеспечению безопасности и сохранению здоровья детей, формированию с</w:t>
      </w:r>
      <w:r w:rsidR="00797CBC">
        <w:rPr>
          <w:sz w:val="28"/>
          <w:szCs w:val="28"/>
        </w:rPr>
        <w:t>истемы инклюзивного образования, сохранению сети отдельных организаций, осуществляющих образовательную деятельность по адаптированным основным общеобразовательным программам;</w:t>
      </w:r>
      <w:r w:rsidRPr="00797CBC">
        <w:rPr>
          <w:sz w:val="28"/>
          <w:szCs w:val="28"/>
        </w:rPr>
        <w:t xml:space="preserve"> 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 xml:space="preserve"> - предоставление мест в дошкольных организациях, развитие вариативных форм дошкольного образования;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 xml:space="preserve"> - повышение уровня воспитательной работы в общеобразовательных организациях, реализация мер по развитию дополнительного образования детей; 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>- развитие и поддержка одаренных детей и учащейся молодежи;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lastRenderedPageBreak/>
        <w:t xml:space="preserve">- обновление кадрового состава образовательных организаций и привлечение молодых педагогов для работы в сфере образования; 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>- участие в программах по подготовке квалифицированных специалистов и рабочих кадров в соответствии с современными стандартами и передовыми технологиями на базе профессиональных образовательных организаций Новосибирской области;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 xml:space="preserve">- формирование условий для создания опережающей адаптивной подготовки кадров на базе профессиональных образовательных организаций, </w:t>
      </w:r>
      <w:proofErr w:type="spellStart"/>
      <w:r w:rsidRPr="00797CBC">
        <w:rPr>
          <w:sz w:val="28"/>
          <w:szCs w:val="28"/>
        </w:rPr>
        <w:t>минимизирующих</w:t>
      </w:r>
      <w:proofErr w:type="spellEnd"/>
      <w:r w:rsidRPr="00797CBC">
        <w:rPr>
          <w:sz w:val="28"/>
          <w:szCs w:val="28"/>
        </w:rPr>
        <w:t xml:space="preserve"> кадровый дефицит, в соответствии с текущими и перспективными требованиями рынка труда; </w:t>
      </w:r>
    </w:p>
    <w:p w:rsidR="0059287F" w:rsidRPr="00797CBC" w:rsidRDefault="0059287F" w:rsidP="0059287F">
      <w:pPr>
        <w:ind w:firstLine="709"/>
        <w:jc w:val="both"/>
        <w:rPr>
          <w:sz w:val="28"/>
          <w:szCs w:val="28"/>
        </w:rPr>
      </w:pPr>
      <w:r w:rsidRPr="00797CBC">
        <w:rPr>
          <w:sz w:val="28"/>
          <w:szCs w:val="28"/>
        </w:rPr>
        <w:t>- организация принятия участия в профессиональных конкурсах с целью предоставления гражданам возможностей для профессионального и карьерного роста;</w:t>
      </w:r>
    </w:p>
    <w:p w:rsidR="0059287F" w:rsidRPr="00087EF6" w:rsidRDefault="0059287F" w:rsidP="0059287F">
      <w:pPr>
        <w:ind w:firstLine="709"/>
        <w:jc w:val="both"/>
        <w:rPr>
          <w:sz w:val="28"/>
          <w:szCs w:val="28"/>
        </w:rPr>
      </w:pPr>
      <w:r w:rsidRPr="00087EF6">
        <w:rPr>
          <w:sz w:val="28"/>
          <w:szCs w:val="28"/>
        </w:rPr>
        <w:t>- создание условий для развития современной и безопасной цифровой образовательной среды, обеспечивающей высокое качество и доступность образования всех видов и уровней;</w:t>
      </w:r>
    </w:p>
    <w:p w:rsidR="0059287F" w:rsidRPr="00087EF6" w:rsidRDefault="0059287F" w:rsidP="0059287F">
      <w:pPr>
        <w:ind w:firstLine="709"/>
        <w:jc w:val="both"/>
        <w:rPr>
          <w:sz w:val="28"/>
          <w:szCs w:val="28"/>
        </w:rPr>
      </w:pPr>
      <w:r w:rsidRPr="00087EF6">
        <w:rPr>
          <w:sz w:val="28"/>
          <w:szCs w:val="28"/>
        </w:rPr>
        <w:t>- реализация программ начального, основного и среднего общего образования, общеобразовательных программ в сетевой форме;</w:t>
      </w:r>
    </w:p>
    <w:p w:rsidR="0059287F" w:rsidRPr="00087EF6" w:rsidRDefault="0059287F" w:rsidP="0059287F">
      <w:pPr>
        <w:ind w:firstLine="709"/>
        <w:jc w:val="both"/>
        <w:rPr>
          <w:sz w:val="28"/>
          <w:szCs w:val="28"/>
        </w:rPr>
      </w:pPr>
      <w:r w:rsidRPr="00087EF6">
        <w:rPr>
          <w:sz w:val="28"/>
          <w:szCs w:val="28"/>
        </w:rPr>
        <w:t>- создание новых мест в дошкольных образовательных организациях и обеспечение необходимых условий пребывания детей, детей с ОВЗ и детей-инвалидов в организациях, осуществляющих образовательную деятельность по образовательным программам дошкольного образования, для детей в возрасте от полутора до трех лет;</w:t>
      </w:r>
    </w:p>
    <w:p w:rsidR="0059287F" w:rsidRPr="00087EF6" w:rsidRDefault="0059287F" w:rsidP="0059287F">
      <w:pPr>
        <w:ind w:firstLine="709"/>
        <w:jc w:val="both"/>
        <w:rPr>
          <w:sz w:val="28"/>
          <w:szCs w:val="28"/>
        </w:rPr>
      </w:pPr>
      <w:r w:rsidRPr="00087EF6">
        <w:rPr>
          <w:sz w:val="28"/>
          <w:szCs w:val="28"/>
        </w:rPr>
        <w:t>- охват детей с ограниченными возможностями здоровья программами дополнительного образования, в том числе с использованием дистанционных технологий;</w:t>
      </w:r>
    </w:p>
    <w:p w:rsidR="0059287F" w:rsidRPr="00087EF6" w:rsidRDefault="0059287F" w:rsidP="0059287F">
      <w:pPr>
        <w:ind w:firstLine="709"/>
        <w:jc w:val="both"/>
        <w:rPr>
          <w:sz w:val="28"/>
          <w:szCs w:val="28"/>
        </w:rPr>
      </w:pPr>
      <w:r w:rsidRPr="00087EF6">
        <w:rPr>
          <w:sz w:val="28"/>
          <w:szCs w:val="28"/>
        </w:rPr>
        <w:t xml:space="preserve"> - сокращение числа обучающихся муниципальных общеобразовательных учреждений, занимающихся во вторую смену;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087EF6">
        <w:rPr>
          <w:sz w:val="28"/>
          <w:szCs w:val="28"/>
        </w:rPr>
        <w:t xml:space="preserve">- увеличение охвата детей в возрасте 5 - 18 лет программами дополнительного образования, а также занимающихся в кружках, </w:t>
      </w:r>
      <w:r w:rsidRPr="00302D53">
        <w:rPr>
          <w:sz w:val="28"/>
          <w:szCs w:val="28"/>
        </w:rPr>
        <w:t>организованных на базе дневных общеобразовательных организаций;</w:t>
      </w:r>
    </w:p>
    <w:p w:rsidR="0059287F" w:rsidRPr="00087EF6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оказание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родителей;</w:t>
      </w:r>
    </w:p>
    <w:p w:rsidR="0059287F" w:rsidRPr="00087EF6" w:rsidRDefault="0059287F" w:rsidP="0059287F">
      <w:pPr>
        <w:ind w:firstLine="709"/>
        <w:jc w:val="both"/>
        <w:rPr>
          <w:sz w:val="28"/>
          <w:szCs w:val="28"/>
        </w:rPr>
      </w:pPr>
      <w:r w:rsidRPr="00087EF6">
        <w:rPr>
          <w:sz w:val="28"/>
          <w:szCs w:val="28"/>
        </w:rPr>
        <w:t>- повышение уровня профессионального мастерства педагогов системы общего и дополнительного образования детей, в том числе в формате непрерывного образования.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087EF6">
        <w:rPr>
          <w:sz w:val="28"/>
          <w:szCs w:val="28"/>
        </w:rPr>
        <w:t xml:space="preserve">- обеспечение конкурентоспособности системы образования города Искитима, воспитание гармонично развитой личности на основе культурных </w:t>
      </w:r>
      <w:r w:rsidRPr="00302D53">
        <w:rPr>
          <w:sz w:val="28"/>
          <w:szCs w:val="28"/>
        </w:rPr>
        <w:t>традиций;</w:t>
      </w:r>
    </w:p>
    <w:p w:rsidR="0059287F" w:rsidRPr="00087EF6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 предотвращение употребления наркотиков и их незаконного оборота на территории города Искитима Новосибирской области;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создание благоприятных условий для гражданского становления и социальной самореализации молодежи города Искитима, в соответствии с меняющимися запросами населения;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lastRenderedPageBreak/>
        <w:t>- совершенствование системы профилактики правонарушений и повышение уровня безопасности граждан на территории города Искитима;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совершенствование управления системой образования города Искитима.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Формирование разносторонней, развитой, нравственной личности, имеющей возможности для самореализации: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совершенствование условий для формирования у населения города Искитима потребности в культурных ценностях и реализации творческого потенциала, вовлечения населения в культурную жизнь города;</w:t>
      </w:r>
    </w:p>
    <w:p w:rsidR="0059287F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обеспечение формирования гармоничной и комфортной культурной среды города Искитима, модернизация инфраструктуры в сфере культуры;</w:t>
      </w:r>
    </w:p>
    <w:p w:rsidR="00302D53" w:rsidRPr="00302D53" w:rsidRDefault="00302D53" w:rsidP="005928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стимулирование повышения качества и разнообразия культурной жизни граждан;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содействие в  формировании и продвижении устойчивого бренда, отражающего представление о Новосибирской области как о крупнейшем культурном центре азиатской части России;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содействие в обеспечении развития сферы культуры профессиональными кадрами;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создание условий для обеспечения сохранности и популяризации историко-культурного наследия народов, проживающих на территории города Искитима;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 участие в реализации новой модели государственной культурной политики, обеспечивающей эффективное межведомственное взаимодействие, активное вовлечение населения города Искитима, общественных организаций и коммерческого сектора в формирование культурного пространства;</w:t>
      </w:r>
    </w:p>
    <w:p w:rsidR="0059287F" w:rsidRPr="00302D53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содействие участию молодых талантов во всероссийских и международных творческих состязаниях;</w:t>
      </w:r>
    </w:p>
    <w:p w:rsidR="00302D53" w:rsidRDefault="0059287F" w:rsidP="0059287F">
      <w:pPr>
        <w:ind w:firstLine="709"/>
        <w:jc w:val="both"/>
        <w:rPr>
          <w:sz w:val="28"/>
          <w:szCs w:val="28"/>
        </w:rPr>
      </w:pPr>
      <w:r w:rsidRPr="00302D53">
        <w:rPr>
          <w:sz w:val="28"/>
          <w:szCs w:val="28"/>
        </w:rPr>
        <w:t>- повышение эффективности деятельности организаций культуры по защите исторической правды, сохранению исторической памяти, противодействию фальсификации истории;</w:t>
      </w:r>
    </w:p>
    <w:p w:rsidR="00302D53" w:rsidRDefault="00302D53" w:rsidP="005928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59287F" w:rsidRPr="00302D53" w:rsidRDefault="00302D53" w:rsidP="005928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исторической памяти, противодействие попыткам фальсификации истории, сбережение исторического опыта формирования традиционных ценностей и их влияния на российскую историю, в том числе на жизнь и творчество выдающихся деятелей России;</w:t>
      </w:r>
      <w:r w:rsidR="0059287F" w:rsidRPr="00302D53">
        <w:rPr>
          <w:sz w:val="28"/>
          <w:szCs w:val="28"/>
        </w:rPr>
        <w:t xml:space="preserve"> </w:t>
      </w:r>
    </w:p>
    <w:p w:rsidR="0059287F" w:rsidRPr="00BB6928" w:rsidRDefault="0059287F" w:rsidP="0059287F">
      <w:pPr>
        <w:ind w:firstLine="709"/>
        <w:jc w:val="both"/>
        <w:rPr>
          <w:sz w:val="28"/>
          <w:szCs w:val="28"/>
        </w:rPr>
      </w:pPr>
      <w:r w:rsidRPr="0067514B">
        <w:rPr>
          <w:sz w:val="28"/>
          <w:szCs w:val="28"/>
        </w:rPr>
        <w:t xml:space="preserve">- повышение мотивации населения города Искитима к регулярным </w:t>
      </w:r>
      <w:r w:rsidRPr="00BB6928">
        <w:rPr>
          <w:sz w:val="28"/>
          <w:szCs w:val="28"/>
        </w:rPr>
        <w:t>занятиям физической культурой и спортом и ведению здорового образа жизни;</w:t>
      </w:r>
    </w:p>
    <w:p w:rsidR="0059287F" w:rsidRPr="00BB6928" w:rsidRDefault="0059287F" w:rsidP="0059287F">
      <w:pPr>
        <w:ind w:firstLine="709"/>
        <w:jc w:val="both"/>
        <w:rPr>
          <w:sz w:val="28"/>
          <w:szCs w:val="28"/>
        </w:rPr>
      </w:pPr>
      <w:r w:rsidRPr="00BB6928">
        <w:rPr>
          <w:sz w:val="28"/>
          <w:szCs w:val="28"/>
        </w:rPr>
        <w:t>- создание условий для развития физической культуры и спорта на территории города Искитима;</w:t>
      </w:r>
    </w:p>
    <w:p w:rsidR="0059287F" w:rsidRPr="00BB6928" w:rsidRDefault="0059287F" w:rsidP="0059287F">
      <w:pPr>
        <w:ind w:firstLine="709"/>
        <w:jc w:val="both"/>
        <w:rPr>
          <w:sz w:val="28"/>
          <w:szCs w:val="28"/>
        </w:rPr>
      </w:pPr>
      <w:r w:rsidRPr="00BB6928">
        <w:rPr>
          <w:sz w:val="28"/>
          <w:szCs w:val="28"/>
        </w:rPr>
        <w:t>- содействие в расширении сети современной инфраструктуры физической культуры и спорта на территории города Искитима;</w:t>
      </w:r>
    </w:p>
    <w:p w:rsidR="0059287F" w:rsidRPr="00BB6928" w:rsidRDefault="0059287F" w:rsidP="0059287F">
      <w:pPr>
        <w:ind w:firstLine="709"/>
        <w:jc w:val="both"/>
        <w:rPr>
          <w:sz w:val="28"/>
          <w:szCs w:val="28"/>
        </w:rPr>
      </w:pPr>
      <w:r w:rsidRPr="00BB6928">
        <w:rPr>
          <w:sz w:val="28"/>
          <w:szCs w:val="28"/>
        </w:rPr>
        <w:t>- обеспечение развития спорта высших достижений и совершенствование системы подготовки спортивного резерва на территории города Искитима;</w:t>
      </w:r>
    </w:p>
    <w:p w:rsidR="0059287F" w:rsidRPr="00BB6928" w:rsidRDefault="0059287F" w:rsidP="0059287F">
      <w:pPr>
        <w:ind w:firstLine="709"/>
        <w:jc w:val="both"/>
        <w:rPr>
          <w:sz w:val="28"/>
          <w:szCs w:val="28"/>
        </w:rPr>
      </w:pPr>
      <w:r w:rsidRPr="00BB6928">
        <w:rPr>
          <w:sz w:val="28"/>
          <w:szCs w:val="28"/>
        </w:rPr>
        <w:lastRenderedPageBreak/>
        <w:t>- содействие в развитии и реализации культурного, нравственного, интеллектуального и творческого потенциала молодежи на территории города Искитима;</w:t>
      </w:r>
    </w:p>
    <w:p w:rsidR="0059287F" w:rsidRPr="00BB6928" w:rsidRDefault="0059287F" w:rsidP="0059287F">
      <w:pPr>
        <w:ind w:firstLine="709"/>
        <w:jc w:val="both"/>
        <w:rPr>
          <w:sz w:val="28"/>
          <w:szCs w:val="28"/>
        </w:rPr>
      </w:pPr>
      <w:r w:rsidRPr="00BB6928">
        <w:rPr>
          <w:sz w:val="28"/>
          <w:szCs w:val="28"/>
        </w:rPr>
        <w:t xml:space="preserve"> - формирование позитивного образа «Малой Родины», воспитание ответственности перед территорией, в которой живешь;</w:t>
      </w:r>
    </w:p>
    <w:p w:rsidR="0059287F" w:rsidRPr="00BB6928" w:rsidRDefault="0059287F" w:rsidP="0059287F">
      <w:pPr>
        <w:ind w:firstLine="709"/>
        <w:jc w:val="both"/>
        <w:rPr>
          <w:sz w:val="28"/>
          <w:szCs w:val="28"/>
        </w:rPr>
      </w:pPr>
      <w:r w:rsidRPr="00BB6928">
        <w:rPr>
          <w:sz w:val="28"/>
          <w:szCs w:val="28"/>
        </w:rPr>
        <w:t xml:space="preserve">- развитие, укрепление и повышение </w:t>
      </w:r>
      <w:proofErr w:type="gramStart"/>
      <w:r w:rsidRPr="00BB6928">
        <w:rPr>
          <w:sz w:val="28"/>
          <w:szCs w:val="28"/>
        </w:rPr>
        <w:t>эффективности системы патриотического воспитания граждан Российской Федерации</w:t>
      </w:r>
      <w:proofErr w:type="gramEnd"/>
      <w:r w:rsidRPr="00BB6928">
        <w:rPr>
          <w:sz w:val="28"/>
          <w:szCs w:val="28"/>
        </w:rPr>
        <w:t xml:space="preserve"> на территории города Искитима, профилактика проявлений экстремизма, национализма преступности в молодежной среде;</w:t>
      </w:r>
    </w:p>
    <w:p w:rsidR="0059287F" w:rsidRDefault="0059287F" w:rsidP="0059287F">
      <w:pPr>
        <w:ind w:firstLine="709"/>
        <w:jc w:val="both"/>
        <w:rPr>
          <w:sz w:val="28"/>
          <w:szCs w:val="28"/>
        </w:rPr>
      </w:pPr>
      <w:r w:rsidRPr="00BB6928">
        <w:rPr>
          <w:sz w:val="28"/>
          <w:szCs w:val="28"/>
        </w:rPr>
        <w:t>- содействие развитию добровольческой и благотворительной деятельности;</w:t>
      </w:r>
    </w:p>
    <w:p w:rsidR="00BB6928" w:rsidRDefault="00BB6928" w:rsidP="005928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обеспечения преемственности духовно-нравственных ценностей российского общества, присвоения молодежью исторических и национально-культурных традиций народов России как основы для создания патриотического молодежного сообщества, работающего на национальные интересы России, готового служить Родине во всех сферах;</w:t>
      </w:r>
    </w:p>
    <w:p w:rsidR="0086777E" w:rsidRPr="00514100" w:rsidRDefault="0086777E" w:rsidP="005928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системы молодежной безопасности для формирования устойчивости молодежной среды к внешним и внутренним вызовам и угрозам, в том числе предупреждение правонарушений и антиобщественных действий молодежи, формирование благоприятной</w:t>
      </w:r>
      <w:r w:rsidR="00514100">
        <w:rPr>
          <w:sz w:val="28"/>
          <w:szCs w:val="28"/>
        </w:rPr>
        <w:t xml:space="preserve"> информационной среды, защита молодежи от деструктивного информационно-психологического воздействия, </w:t>
      </w:r>
      <w:r w:rsidR="00514100" w:rsidRPr="00514100">
        <w:rPr>
          <w:sz w:val="28"/>
          <w:szCs w:val="28"/>
        </w:rPr>
        <w:t>формирование законопослушного поведения, воспитание правового сознания;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t>- содействие в развитии инфраструктуры для осуществления молодежной политики на территории города Искитима;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t>- развитие условий для активного самоопределения и самореализации молодежи как носителя инновационных возможностей;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t>- обеспечение развития профессиональных компетенций специалистов, осуществляющих работу с молодежью;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t xml:space="preserve">- создание условий для укрепления и сохранения многонациональных отношений народа, проживающего на территории города Искитима; 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t>- формирование у населения города культуры межнациональных и межконфессиональных отношений;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t>- укрепление Российской гражданской идентичности населения города на основе духовно-нравственных и культурных ценностей народов Российской Федерации.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t>- создание правовых, организационных и других условий функционирования и развития институтов гражданского общества;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t>- создание и развитие информационного общества;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t xml:space="preserve">- обеспечение доступности жителей микрорайонов города </w:t>
      </w:r>
      <w:proofErr w:type="gramStart"/>
      <w:r w:rsidRPr="00514100">
        <w:rPr>
          <w:sz w:val="28"/>
          <w:szCs w:val="28"/>
        </w:rPr>
        <w:t>высоко-скоростным</w:t>
      </w:r>
      <w:proofErr w:type="gramEnd"/>
      <w:r w:rsidRPr="00514100">
        <w:rPr>
          <w:sz w:val="28"/>
          <w:szCs w:val="28"/>
        </w:rPr>
        <w:t xml:space="preserve"> «Интернетом» и связью;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t>- охват всех слоев населения экологическим просвещением, образованием, воспитание, формирование активной гражданской позиции и ответственности;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t>- обеспечение максимальной доступности жителей города к культурным ценностям и участию в культурной жизни города;</w:t>
      </w:r>
    </w:p>
    <w:p w:rsidR="0059287F" w:rsidRPr="00514100" w:rsidRDefault="0059287F" w:rsidP="0059287F">
      <w:pPr>
        <w:ind w:firstLine="709"/>
        <w:jc w:val="both"/>
        <w:rPr>
          <w:sz w:val="28"/>
          <w:szCs w:val="28"/>
        </w:rPr>
      </w:pPr>
      <w:r w:rsidRPr="00514100">
        <w:rPr>
          <w:sz w:val="28"/>
          <w:szCs w:val="28"/>
        </w:rPr>
        <w:lastRenderedPageBreak/>
        <w:t>- проведение культурных мероприятий регионального уровня на территории города Искитима;</w:t>
      </w:r>
    </w:p>
    <w:p w:rsidR="0059287F" w:rsidRPr="00514100" w:rsidRDefault="00E31196" w:rsidP="005928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(реконструкция)</w:t>
      </w:r>
      <w:r w:rsidR="0059287F" w:rsidRPr="00514100">
        <w:rPr>
          <w:sz w:val="28"/>
          <w:szCs w:val="28"/>
        </w:rPr>
        <w:t xml:space="preserve"> выставочных пространств, культурно-досуговых организаций на территории города, развитие библиотек, увеличение уровня комплектования книжных фондов общедоступных библиотек. </w:t>
      </w:r>
    </w:p>
    <w:p w:rsidR="0059287F" w:rsidRPr="00DB2296" w:rsidRDefault="0059287F" w:rsidP="0059287F">
      <w:pPr>
        <w:ind w:firstLine="709"/>
        <w:jc w:val="both"/>
        <w:rPr>
          <w:sz w:val="28"/>
          <w:szCs w:val="28"/>
        </w:rPr>
      </w:pPr>
      <w:r w:rsidRPr="00DB2296">
        <w:rPr>
          <w:sz w:val="28"/>
          <w:szCs w:val="28"/>
        </w:rPr>
        <w:t>Создание условий для комфортной жизни и самореализации отдельных категорий населения, нуждающихся в особой заботе государства, повышение эффективности мер социальной защиты:</w:t>
      </w:r>
    </w:p>
    <w:p w:rsidR="0059287F" w:rsidRDefault="0059287F" w:rsidP="0059287F">
      <w:pPr>
        <w:ind w:firstLine="709"/>
        <w:jc w:val="both"/>
        <w:rPr>
          <w:sz w:val="28"/>
          <w:szCs w:val="28"/>
        </w:rPr>
      </w:pPr>
      <w:r w:rsidRPr="00602085">
        <w:rPr>
          <w:sz w:val="28"/>
          <w:szCs w:val="28"/>
        </w:rPr>
        <w:t>- укрепление традиционных семейных ценностей; реализация комплексного подхода к социальному обслуживанию и социальному сопровождению семей с детьми, нуждающихся в помощи и поддержке; внедрение новых принципов развития сектора детского отдыха;</w:t>
      </w:r>
    </w:p>
    <w:p w:rsidR="005C7037" w:rsidRPr="00602085" w:rsidRDefault="005C7037" w:rsidP="005928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адресной социальной поддержки участникам специальной военной операции и членам их семей;</w:t>
      </w:r>
    </w:p>
    <w:p w:rsidR="0059287F" w:rsidRPr="00602085" w:rsidRDefault="0059287F" w:rsidP="0059287F">
      <w:pPr>
        <w:ind w:firstLine="709"/>
        <w:jc w:val="both"/>
        <w:rPr>
          <w:sz w:val="28"/>
          <w:szCs w:val="28"/>
        </w:rPr>
      </w:pPr>
      <w:r w:rsidRPr="00602085">
        <w:rPr>
          <w:sz w:val="28"/>
          <w:szCs w:val="28"/>
        </w:rPr>
        <w:t xml:space="preserve">- содействие в реализации комплексной системы мер по профилактике социального сиротства; содействие в устройстве детей из детских домов в семьи; развитие системы сопровождения замещающих семей и </w:t>
      </w:r>
      <w:proofErr w:type="spellStart"/>
      <w:r w:rsidRPr="00602085">
        <w:rPr>
          <w:sz w:val="28"/>
          <w:szCs w:val="28"/>
        </w:rPr>
        <w:t>постинтернатного</w:t>
      </w:r>
      <w:proofErr w:type="spellEnd"/>
      <w:r w:rsidRPr="00602085">
        <w:rPr>
          <w:sz w:val="28"/>
          <w:szCs w:val="28"/>
        </w:rPr>
        <w:t xml:space="preserve"> сопровождения выпускников детских домов; обеспечение лиц из числа детей-сирот и детей, оставшихся без попечения родителей, жилыми помещениями; </w:t>
      </w:r>
    </w:p>
    <w:p w:rsidR="0059287F" w:rsidRPr="005C7037" w:rsidRDefault="0059287F" w:rsidP="0059287F">
      <w:pPr>
        <w:ind w:firstLine="709"/>
        <w:jc w:val="both"/>
        <w:rPr>
          <w:sz w:val="28"/>
          <w:szCs w:val="28"/>
        </w:rPr>
      </w:pPr>
      <w:r w:rsidRPr="005C7037">
        <w:rPr>
          <w:sz w:val="28"/>
          <w:szCs w:val="28"/>
        </w:rPr>
        <w:t xml:space="preserve">- совершенствование работы по предоставлению качественных и востребованных социальных услуг гражданам старшего поколения, создание условий для активного долголетия; реализация системы долговременного ухода на  территории города Искитима за гражданами пожилого возраста и инвалидами; </w:t>
      </w:r>
    </w:p>
    <w:p w:rsidR="0059287F" w:rsidRPr="00F60250" w:rsidRDefault="0059287F" w:rsidP="0059287F">
      <w:pPr>
        <w:ind w:firstLine="709"/>
        <w:jc w:val="both"/>
        <w:rPr>
          <w:sz w:val="28"/>
          <w:szCs w:val="28"/>
        </w:rPr>
      </w:pPr>
      <w:r w:rsidRPr="00F60250">
        <w:rPr>
          <w:sz w:val="28"/>
          <w:szCs w:val="28"/>
        </w:rPr>
        <w:t>- обеспечение социальной интеграции инвалидов и формирование доступной среды для инвалидов и других маломобильных групп населения;</w:t>
      </w:r>
    </w:p>
    <w:p w:rsidR="0059287F" w:rsidRPr="00F60250" w:rsidRDefault="0059287F" w:rsidP="0059287F">
      <w:pPr>
        <w:ind w:firstLine="709"/>
        <w:jc w:val="both"/>
        <w:rPr>
          <w:sz w:val="28"/>
          <w:szCs w:val="28"/>
        </w:rPr>
      </w:pPr>
      <w:r w:rsidRPr="00F60250">
        <w:rPr>
          <w:sz w:val="28"/>
          <w:szCs w:val="28"/>
        </w:rPr>
        <w:t>- материальная поддержка жителей города Искитима</w:t>
      </w:r>
      <w:r w:rsidR="001D78E1">
        <w:rPr>
          <w:sz w:val="28"/>
          <w:szCs w:val="28"/>
        </w:rPr>
        <w:t>, оказавшихся в трудной жизненной ситуации</w:t>
      </w:r>
      <w:r w:rsidRPr="00F60250">
        <w:rPr>
          <w:sz w:val="28"/>
          <w:szCs w:val="28"/>
        </w:rPr>
        <w:t>;</w:t>
      </w:r>
    </w:p>
    <w:p w:rsidR="0059287F" w:rsidRPr="00F60250" w:rsidRDefault="0059287F" w:rsidP="0059287F">
      <w:pPr>
        <w:ind w:firstLine="709"/>
        <w:jc w:val="both"/>
        <w:rPr>
          <w:sz w:val="28"/>
          <w:szCs w:val="28"/>
        </w:rPr>
      </w:pPr>
      <w:r w:rsidRPr="00F60250">
        <w:rPr>
          <w:sz w:val="28"/>
          <w:szCs w:val="28"/>
        </w:rPr>
        <w:t>- оказание социальных услуг отдельным категориям граждан;</w:t>
      </w:r>
    </w:p>
    <w:p w:rsidR="0059287F" w:rsidRPr="00F60250" w:rsidRDefault="0059287F" w:rsidP="0059287F">
      <w:pPr>
        <w:ind w:firstLine="709"/>
        <w:jc w:val="both"/>
        <w:rPr>
          <w:sz w:val="28"/>
          <w:szCs w:val="28"/>
        </w:rPr>
      </w:pPr>
      <w:r w:rsidRPr="00F60250">
        <w:rPr>
          <w:sz w:val="28"/>
          <w:szCs w:val="28"/>
        </w:rPr>
        <w:t>- содействие формированию конкурентного рынка социальных услуг;</w:t>
      </w:r>
    </w:p>
    <w:p w:rsidR="0059287F" w:rsidRPr="00BA66DB" w:rsidRDefault="0059287F" w:rsidP="0059287F">
      <w:pPr>
        <w:ind w:firstLine="709"/>
        <w:jc w:val="both"/>
        <w:rPr>
          <w:sz w:val="28"/>
          <w:szCs w:val="28"/>
        </w:rPr>
      </w:pPr>
      <w:r w:rsidRPr="00BA66DB">
        <w:rPr>
          <w:sz w:val="28"/>
          <w:szCs w:val="28"/>
        </w:rPr>
        <w:t>- 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</w:r>
    </w:p>
    <w:p w:rsidR="0059287F" w:rsidRPr="001C36B3" w:rsidRDefault="0059287F" w:rsidP="0059287F">
      <w:pPr>
        <w:ind w:firstLine="709"/>
        <w:jc w:val="both"/>
        <w:rPr>
          <w:sz w:val="28"/>
          <w:szCs w:val="28"/>
        </w:rPr>
      </w:pPr>
      <w:r w:rsidRPr="001C36B3">
        <w:rPr>
          <w:sz w:val="28"/>
          <w:szCs w:val="28"/>
        </w:rPr>
        <w:t>- развитие современных эффективных социальных практик по поддержке жизненного потенциала семей, воспитывающих детей с инвалидностью, повышение качества и доступности социальных услуг, в том числе за счет развития дистанционных сервисов</w:t>
      </w:r>
      <w:r w:rsidR="00F60250">
        <w:rPr>
          <w:sz w:val="28"/>
          <w:szCs w:val="28"/>
        </w:rPr>
        <w:t>, создание условий для проживания лиц с инвалидностью в семье или самостоятельно</w:t>
      </w:r>
      <w:r w:rsidRPr="001C36B3">
        <w:rPr>
          <w:sz w:val="28"/>
          <w:szCs w:val="28"/>
        </w:rPr>
        <w:t>;</w:t>
      </w:r>
    </w:p>
    <w:p w:rsidR="0059287F" w:rsidRPr="00BA66DB" w:rsidRDefault="0059287F" w:rsidP="0059287F">
      <w:pPr>
        <w:ind w:firstLine="709"/>
        <w:jc w:val="both"/>
        <w:rPr>
          <w:sz w:val="28"/>
          <w:szCs w:val="28"/>
        </w:rPr>
      </w:pPr>
      <w:r w:rsidRPr="00BA66DB">
        <w:rPr>
          <w:sz w:val="28"/>
          <w:szCs w:val="28"/>
        </w:rPr>
        <w:t>- развитие адресной системы социального обслуживания и сопровождения детей с особенностями здоровья и семей, их воспитывающих;</w:t>
      </w:r>
    </w:p>
    <w:p w:rsidR="0059287F" w:rsidRPr="00BA66DB" w:rsidRDefault="0059287F" w:rsidP="0059287F">
      <w:pPr>
        <w:ind w:firstLine="709"/>
        <w:jc w:val="both"/>
        <w:rPr>
          <w:sz w:val="28"/>
          <w:szCs w:val="28"/>
        </w:rPr>
      </w:pPr>
      <w:r w:rsidRPr="00BA66DB">
        <w:rPr>
          <w:sz w:val="28"/>
          <w:szCs w:val="28"/>
        </w:rPr>
        <w:t xml:space="preserve">- создание условий для активного, независимого образа жизни лиц с ограниченными возможностями здоровья, а также толерантного отношения в обществе к ним; </w:t>
      </w:r>
    </w:p>
    <w:p w:rsidR="0059287F" w:rsidRPr="00BA66DB" w:rsidRDefault="0059287F" w:rsidP="0059287F">
      <w:pPr>
        <w:ind w:firstLine="709"/>
        <w:jc w:val="both"/>
        <w:rPr>
          <w:sz w:val="28"/>
          <w:szCs w:val="28"/>
        </w:rPr>
      </w:pPr>
      <w:r w:rsidRPr="00BA66DB">
        <w:rPr>
          <w:sz w:val="28"/>
          <w:szCs w:val="28"/>
        </w:rPr>
        <w:lastRenderedPageBreak/>
        <w:t xml:space="preserve">- совершенствование работы по предоставлению гражданам старшего поколения качественных и востребованных социальных услуг, содействие обучению компьютерной грамотности; </w:t>
      </w:r>
    </w:p>
    <w:p w:rsidR="0059287F" w:rsidRPr="00BA66DB" w:rsidRDefault="0059287F" w:rsidP="0059287F">
      <w:pPr>
        <w:ind w:firstLine="709"/>
        <w:jc w:val="both"/>
        <w:rPr>
          <w:sz w:val="28"/>
          <w:szCs w:val="28"/>
        </w:rPr>
      </w:pPr>
      <w:r w:rsidRPr="00BA66DB">
        <w:rPr>
          <w:sz w:val="28"/>
          <w:szCs w:val="28"/>
        </w:rPr>
        <w:t xml:space="preserve">- обеспечение доступности услуг общественных бань города Искитима, а также укрепление материально – технической базы; </w:t>
      </w:r>
    </w:p>
    <w:p w:rsidR="0059287F" w:rsidRPr="00BA66DB" w:rsidRDefault="0059287F" w:rsidP="0059287F">
      <w:pPr>
        <w:ind w:firstLine="709"/>
        <w:jc w:val="both"/>
        <w:rPr>
          <w:sz w:val="28"/>
          <w:szCs w:val="28"/>
        </w:rPr>
      </w:pPr>
      <w:r w:rsidRPr="00BA66DB">
        <w:rPr>
          <w:sz w:val="28"/>
          <w:szCs w:val="28"/>
        </w:rPr>
        <w:t>- реализация права граждан на меры социальной поддержки при проезде на пассажирском транспорте;</w:t>
      </w:r>
    </w:p>
    <w:p w:rsidR="0059287F" w:rsidRPr="00BA66DB" w:rsidRDefault="0059287F" w:rsidP="0059287F">
      <w:pPr>
        <w:ind w:firstLine="709"/>
        <w:jc w:val="both"/>
        <w:rPr>
          <w:sz w:val="28"/>
          <w:szCs w:val="28"/>
        </w:rPr>
      </w:pPr>
      <w:r w:rsidRPr="00BA66DB">
        <w:rPr>
          <w:sz w:val="28"/>
          <w:szCs w:val="28"/>
        </w:rPr>
        <w:t>- повышение эффективности системы отдыха и оздоровления детей и иной категории граждан.</w:t>
      </w:r>
    </w:p>
    <w:p w:rsidR="0059287F" w:rsidRPr="00BA66DB" w:rsidRDefault="0059287F" w:rsidP="0059287F">
      <w:pPr>
        <w:ind w:firstLine="709"/>
        <w:jc w:val="both"/>
        <w:rPr>
          <w:sz w:val="28"/>
          <w:szCs w:val="28"/>
        </w:rPr>
      </w:pPr>
      <w:r w:rsidRPr="00BA66DB">
        <w:rPr>
          <w:sz w:val="28"/>
          <w:szCs w:val="28"/>
        </w:rPr>
        <w:t>Стимулирование развития жилищного строительства, формирование рынка доступного и комфортного жилья на территории города Искитима:</w:t>
      </w:r>
    </w:p>
    <w:p w:rsidR="0059287F" w:rsidRPr="009B4B85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9B4B85">
        <w:rPr>
          <w:color w:val="C00000"/>
          <w:sz w:val="28"/>
          <w:szCs w:val="28"/>
        </w:rPr>
        <w:t xml:space="preserve"> </w:t>
      </w:r>
      <w:r w:rsidRPr="007C5815">
        <w:rPr>
          <w:sz w:val="28"/>
          <w:szCs w:val="28"/>
        </w:rPr>
        <w:t xml:space="preserve">- создание условий для </w:t>
      </w:r>
      <w:r w:rsidR="007C5815" w:rsidRPr="007C5815">
        <w:rPr>
          <w:sz w:val="28"/>
          <w:szCs w:val="28"/>
        </w:rPr>
        <w:t xml:space="preserve">комплексного </w:t>
      </w:r>
      <w:r w:rsidRPr="007C5815">
        <w:rPr>
          <w:sz w:val="28"/>
          <w:szCs w:val="28"/>
        </w:rPr>
        <w:t>развития</w:t>
      </w:r>
      <w:r w:rsidR="007C5815" w:rsidRPr="007C5815">
        <w:rPr>
          <w:sz w:val="28"/>
          <w:szCs w:val="28"/>
        </w:rPr>
        <w:t xml:space="preserve"> территорий в целях жилищного строительства</w:t>
      </w:r>
      <w:r w:rsidRPr="007C5815">
        <w:rPr>
          <w:sz w:val="28"/>
          <w:szCs w:val="28"/>
        </w:rPr>
        <w:t xml:space="preserve">, удовлетворения потребностей разных групп населения города Искитима в современном, доступном и качественном жилье; увеличение объемов жилищного строительства, в том числе за счет внедрения новых технологических решений, снижения себестоимости строительства; </w:t>
      </w:r>
    </w:p>
    <w:p w:rsidR="0059287F" w:rsidRPr="0082784B" w:rsidRDefault="0059287F" w:rsidP="0059287F">
      <w:pPr>
        <w:ind w:firstLine="709"/>
        <w:jc w:val="both"/>
        <w:rPr>
          <w:sz w:val="28"/>
          <w:szCs w:val="28"/>
        </w:rPr>
      </w:pPr>
      <w:r w:rsidRPr="0082784B">
        <w:rPr>
          <w:sz w:val="28"/>
          <w:szCs w:val="28"/>
        </w:rPr>
        <w:t>- повышение эффективности использования земельных ресурсов, вовлечение в жилищное строительство неэффективно используемых земельных участков в муниципальной собственности, развитие индивидуального жилищного строительства;</w:t>
      </w:r>
    </w:p>
    <w:p w:rsidR="0082784B" w:rsidRDefault="0059287F" w:rsidP="0059287F">
      <w:pPr>
        <w:ind w:firstLine="709"/>
        <w:jc w:val="both"/>
        <w:rPr>
          <w:sz w:val="28"/>
          <w:szCs w:val="28"/>
        </w:rPr>
      </w:pPr>
      <w:r w:rsidRPr="0082784B">
        <w:rPr>
          <w:sz w:val="28"/>
          <w:szCs w:val="28"/>
        </w:rPr>
        <w:t xml:space="preserve">- содействие внедрению новых современных, </w:t>
      </w:r>
      <w:proofErr w:type="spellStart"/>
      <w:r w:rsidRPr="0082784B">
        <w:rPr>
          <w:sz w:val="28"/>
          <w:szCs w:val="28"/>
        </w:rPr>
        <w:t>энергоэффективных</w:t>
      </w:r>
      <w:proofErr w:type="spellEnd"/>
      <w:r w:rsidRPr="0082784B">
        <w:rPr>
          <w:sz w:val="28"/>
          <w:szCs w:val="28"/>
        </w:rPr>
        <w:t xml:space="preserve"> и ресурсосберегающих технологий в производство строительных материалов, используемых в жилищном строительстве;</w:t>
      </w:r>
    </w:p>
    <w:p w:rsidR="0059287F" w:rsidRPr="0082784B" w:rsidRDefault="0082784B" w:rsidP="005928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площадок комплексного жилищного строительства объектами инженерной и транспортной инфраструктуры;</w:t>
      </w:r>
      <w:r w:rsidR="0059287F" w:rsidRPr="0082784B">
        <w:rPr>
          <w:sz w:val="28"/>
          <w:szCs w:val="28"/>
        </w:rPr>
        <w:t xml:space="preserve"> </w:t>
      </w:r>
    </w:p>
    <w:p w:rsidR="0059287F" w:rsidRPr="0082784B" w:rsidRDefault="0059287F" w:rsidP="0059287F">
      <w:pPr>
        <w:ind w:firstLine="709"/>
        <w:jc w:val="both"/>
        <w:rPr>
          <w:sz w:val="28"/>
          <w:szCs w:val="28"/>
        </w:rPr>
      </w:pPr>
      <w:r w:rsidRPr="0082784B">
        <w:rPr>
          <w:sz w:val="28"/>
          <w:szCs w:val="28"/>
        </w:rPr>
        <w:t xml:space="preserve">- снижение административной нагрузки на застройщиков, совершенствование нормативно-правовой базы и порядка регулирования деятельности в сфере жилищного строительства; </w:t>
      </w:r>
    </w:p>
    <w:p w:rsidR="0059287F" w:rsidRPr="0082784B" w:rsidRDefault="0059287F" w:rsidP="0059287F">
      <w:pPr>
        <w:ind w:firstLine="709"/>
        <w:jc w:val="both"/>
        <w:rPr>
          <w:sz w:val="28"/>
          <w:szCs w:val="28"/>
        </w:rPr>
      </w:pPr>
      <w:r w:rsidRPr="0082784B">
        <w:rPr>
          <w:sz w:val="28"/>
          <w:szCs w:val="28"/>
        </w:rPr>
        <w:t xml:space="preserve">- проведение расселения граждан из аварийного жилищного фонда, реконструкции и капитального ремонта жилищного фонда; </w:t>
      </w:r>
    </w:p>
    <w:p w:rsidR="0059287F" w:rsidRPr="0082784B" w:rsidRDefault="0059287F" w:rsidP="0059287F">
      <w:pPr>
        <w:ind w:firstLine="709"/>
        <w:jc w:val="both"/>
        <w:rPr>
          <w:sz w:val="28"/>
          <w:szCs w:val="28"/>
        </w:rPr>
      </w:pPr>
      <w:r w:rsidRPr="0082784B">
        <w:rPr>
          <w:sz w:val="28"/>
          <w:szCs w:val="28"/>
        </w:rPr>
        <w:t>- развитие конкуренции в управлении жилищным фондом и его обслуживании, повышение качества предоставляемых жилищно-коммунальных услуг, требований к качеству деятельности управляющих компаний,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обязательств;</w:t>
      </w:r>
    </w:p>
    <w:p w:rsidR="0059287F" w:rsidRPr="0082784B" w:rsidRDefault="0059287F" w:rsidP="0059287F">
      <w:pPr>
        <w:ind w:firstLine="709"/>
        <w:jc w:val="both"/>
        <w:rPr>
          <w:sz w:val="28"/>
          <w:szCs w:val="28"/>
        </w:rPr>
      </w:pPr>
      <w:r w:rsidRPr="0082784B">
        <w:rPr>
          <w:sz w:val="28"/>
          <w:szCs w:val="28"/>
        </w:rPr>
        <w:t>- удовлетворение требований населения к качеству жилищно-коммунальных услуг, обеспечение бесперебойного функционирования объектов коммунального комплекса и энергетики в период отопительного сезона и повышение уровня технической безопасности жилищного фонда;</w:t>
      </w:r>
    </w:p>
    <w:p w:rsidR="0059287F" w:rsidRPr="0082784B" w:rsidRDefault="0059287F" w:rsidP="0059287F">
      <w:pPr>
        <w:ind w:firstLine="709"/>
        <w:jc w:val="both"/>
        <w:rPr>
          <w:sz w:val="28"/>
          <w:szCs w:val="28"/>
        </w:rPr>
      </w:pPr>
      <w:r w:rsidRPr="0082784B">
        <w:rPr>
          <w:sz w:val="28"/>
          <w:szCs w:val="28"/>
        </w:rPr>
        <w:t xml:space="preserve">- обеспечение уровня </w:t>
      </w:r>
      <w:proofErr w:type="spellStart"/>
      <w:r w:rsidRPr="0082784B">
        <w:rPr>
          <w:sz w:val="28"/>
          <w:szCs w:val="28"/>
        </w:rPr>
        <w:t>энергобезопасности</w:t>
      </w:r>
      <w:proofErr w:type="spellEnd"/>
      <w:r w:rsidRPr="0082784B">
        <w:rPr>
          <w:sz w:val="28"/>
          <w:szCs w:val="28"/>
        </w:rPr>
        <w:t xml:space="preserve"> за счет модернизации, реконструкции и строительства новых инженерных систем и сетей, снижения аварийности инженерной инфраструктуры и потерь энергоресурсов при их производстве и транспортировке;</w:t>
      </w:r>
    </w:p>
    <w:p w:rsidR="0059287F" w:rsidRPr="00AA3B8F" w:rsidRDefault="0059287F" w:rsidP="0059287F">
      <w:pPr>
        <w:ind w:firstLine="709"/>
        <w:jc w:val="both"/>
        <w:rPr>
          <w:sz w:val="28"/>
          <w:szCs w:val="28"/>
        </w:rPr>
      </w:pPr>
      <w:r w:rsidRPr="00AA3B8F">
        <w:rPr>
          <w:sz w:val="28"/>
          <w:szCs w:val="28"/>
        </w:rPr>
        <w:t>3.1.2.</w:t>
      </w:r>
      <w:r w:rsidRPr="00AA3B8F">
        <w:rPr>
          <w:sz w:val="28"/>
          <w:szCs w:val="28"/>
        </w:rPr>
        <w:tab/>
        <w:t>Развитие конкурентоспособной экономики с высоким уровнем предпринимательской активности и конкуренции;</w:t>
      </w:r>
    </w:p>
    <w:p w:rsidR="0059287F" w:rsidRPr="000D2BD3" w:rsidRDefault="0059287F" w:rsidP="0059287F">
      <w:pPr>
        <w:ind w:firstLine="709"/>
        <w:jc w:val="both"/>
        <w:rPr>
          <w:sz w:val="28"/>
          <w:szCs w:val="28"/>
        </w:rPr>
      </w:pPr>
      <w:r w:rsidRPr="000D2BD3">
        <w:rPr>
          <w:sz w:val="28"/>
          <w:szCs w:val="28"/>
        </w:rPr>
        <w:lastRenderedPageBreak/>
        <w:t>Укрепление и развитие важнейших конкурентных позиций города:</w:t>
      </w:r>
    </w:p>
    <w:p w:rsidR="0059287F" w:rsidRPr="000D2BD3" w:rsidRDefault="0059287F" w:rsidP="0059287F">
      <w:pPr>
        <w:ind w:firstLine="709"/>
        <w:jc w:val="both"/>
        <w:rPr>
          <w:sz w:val="28"/>
          <w:szCs w:val="28"/>
        </w:rPr>
      </w:pPr>
      <w:r w:rsidRPr="000D2BD3">
        <w:rPr>
          <w:sz w:val="28"/>
          <w:szCs w:val="28"/>
        </w:rPr>
        <w:t>- содействие в ускорении процессов цифровой трансформации экономики за счет внедрения цифровых технологий;</w:t>
      </w:r>
    </w:p>
    <w:p w:rsidR="0059287F" w:rsidRPr="000D2BD3" w:rsidRDefault="0059287F" w:rsidP="0059287F">
      <w:pPr>
        <w:ind w:firstLine="709"/>
        <w:jc w:val="both"/>
        <w:rPr>
          <w:sz w:val="28"/>
          <w:szCs w:val="28"/>
        </w:rPr>
      </w:pPr>
      <w:r w:rsidRPr="000D2BD3">
        <w:rPr>
          <w:sz w:val="28"/>
          <w:szCs w:val="28"/>
        </w:rPr>
        <w:t xml:space="preserve">- содействие увеличению вклада </w:t>
      </w:r>
      <w:proofErr w:type="gramStart"/>
      <w:r w:rsidRPr="000D2BD3">
        <w:rPr>
          <w:sz w:val="28"/>
          <w:szCs w:val="28"/>
        </w:rPr>
        <w:t>ИКТ-бизнеса</w:t>
      </w:r>
      <w:proofErr w:type="gramEnd"/>
      <w:r w:rsidRPr="000D2BD3">
        <w:rPr>
          <w:sz w:val="28"/>
          <w:szCs w:val="28"/>
        </w:rPr>
        <w:t xml:space="preserve"> в экономику города Искитима;</w:t>
      </w:r>
    </w:p>
    <w:p w:rsidR="0059287F" w:rsidRPr="000D2BD3" w:rsidRDefault="0059287F" w:rsidP="0059287F">
      <w:pPr>
        <w:ind w:firstLine="709"/>
        <w:jc w:val="both"/>
        <w:rPr>
          <w:sz w:val="28"/>
          <w:szCs w:val="28"/>
        </w:rPr>
      </w:pPr>
      <w:r w:rsidRPr="000D2BD3">
        <w:rPr>
          <w:sz w:val="28"/>
          <w:szCs w:val="28"/>
        </w:rPr>
        <w:t>- содействие созданию импортозамещающих производств;</w:t>
      </w:r>
    </w:p>
    <w:p w:rsidR="0059287F" w:rsidRPr="000D2BD3" w:rsidRDefault="0059287F" w:rsidP="0059287F">
      <w:pPr>
        <w:ind w:firstLine="709"/>
        <w:jc w:val="both"/>
        <w:rPr>
          <w:sz w:val="28"/>
          <w:szCs w:val="28"/>
        </w:rPr>
      </w:pPr>
      <w:r w:rsidRPr="000D2BD3">
        <w:rPr>
          <w:sz w:val="28"/>
          <w:szCs w:val="28"/>
        </w:rPr>
        <w:t>- содействие созданию высокопроизводительных рабочих мест, повышению производительности труда и внедрению инструментов бережливого производства;</w:t>
      </w:r>
    </w:p>
    <w:p w:rsidR="0059287F" w:rsidRPr="0043616F" w:rsidRDefault="0059287F" w:rsidP="0059287F">
      <w:pPr>
        <w:ind w:firstLine="709"/>
        <w:jc w:val="both"/>
        <w:rPr>
          <w:sz w:val="28"/>
          <w:szCs w:val="28"/>
        </w:rPr>
      </w:pPr>
      <w:r w:rsidRPr="0043616F">
        <w:rPr>
          <w:sz w:val="28"/>
          <w:szCs w:val="28"/>
        </w:rPr>
        <w:t>- поддержка развития производства конкурентоспособной гражданской продукции на предприятиях оборонно-промышленного комплекса для увеличения загрузки производственных мощностей;</w:t>
      </w:r>
    </w:p>
    <w:p w:rsidR="0059287F" w:rsidRPr="000D2BD3" w:rsidRDefault="0059287F" w:rsidP="0059287F">
      <w:pPr>
        <w:ind w:firstLine="709"/>
        <w:jc w:val="both"/>
        <w:rPr>
          <w:sz w:val="28"/>
          <w:szCs w:val="28"/>
        </w:rPr>
      </w:pPr>
      <w:r w:rsidRPr="000D2BD3">
        <w:rPr>
          <w:sz w:val="28"/>
          <w:szCs w:val="28"/>
        </w:rPr>
        <w:t>- стимулирование технологического обновления и перевооружения субъектов деятельности в сфере промышленности; внедрение новых высокопроизводительных технологий;</w:t>
      </w:r>
    </w:p>
    <w:p w:rsidR="0059287F" w:rsidRPr="000D2BD3" w:rsidRDefault="0059287F" w:rsidP="0059287F">
      <w:pPr>
        <w:ind w:firstLine="709"/>
        <w:jc w:val="both"/>
        <w:rPr>
          <w:sz w:val="28"/>
          <w:szCs w:val="28"/>
        </w:rPr>
      </w:pPr>
      <w:r w:rsidRPr="000D2BD3">
        <w:rPr>
          <w:sz w:val="28"/>
          <w:szCs w:val="28"/>
        </w:rPr>
        <w:t>- создание условий для устойчивого развития малого и среднего предпринимательства как резерва экономического роста;</w:t>
      </w:r>
    </w:p>
    <w:p w:rsidR="0059287F" w:rsidRPr="0043616F" w:rsidRDefault="0059287F" w:rsidP="0059287F">
      <w:pPr>
        <w:ind w:firstLine="709"/>
        <w:jc w:val="both"/>
        <w:rPr>
          <w:sz w:val="28"/>
          <w:szCs w:val="28"/>
        </w:rPr>
      </w:pPr>
      <w:r w:rsidRPr="0043616F">
        <w:rPr>
          <w:sz w:val="28"/>
          <w:szCs w:val="28"/>
        </w:rPr>
        <w:t xml:space="preserve">- содействие повышению </w:t>
      </w:r>
      <w:proofErr w:type="spellStart"/>
      <w:r w:rsidRPr="0043616F">
        <w:rPr>
          <w:sz w:val="28"/>
          <w:szCs w:val="28"/>
        </w:rPr>
        <w:t>энергобезопасности</w:t>
      </w:r>
      <w:proofErr w:type="spellEnd"/>
      <w:r w:rsidRPr="0043616F">
        <w:rPr>
          <w:sz w:val="28"/>
          <w:szCs w:val="28"/>
        </w:rPr>
        <w:t xml:space="preserve"> и </w:t>
      </w:r>
      <w:proofErr w:type="spellStart"/>
      <w:r w:rsidRPr="0043616F">
        <w:rPr>
          <w:sz w:val="28"/>
          <w:szCs w:val="28"/>
        </w:rPr>
        <w:t>энергоэффективности</w:t>
      </w:r>
      <w:proofErr w:type="spellEnd"/>
      <w:r w:rsidRPr="0043616F">
        <w:rPr>
          <w:sz w:val="28"/>
          <w:szCs w:val="28"/>
        </w:rPr>
        <w:t xml:space="preserve"> в экономике и социальной сфере;</w:t>
      </w:r>
    </w:p>
    <w:p w:rsidR="0059287F" w:rsidRPr="000D2BD3" w:rsidRDefault="0059287F" w:rsidP="005928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D3">
        <w:rPr>
          <w:rFonts w:ascii="Times New Roman" w:hAnsi="Times New Roman" w:cs="Times New Roman"/>
          <w:sz w:val="28"/>
          <w:szCs w:val="28"/>
        </w:rPr>
        <w:t>- содействие в обеспечении населения города продовольствием, безопасным и конкурентным по цене и своим потребительским свойствам, увеличение производства экологически чистых продуктов питания;</w:t>
      </w:r>
    </w:p>
    <w:p w:rsidR="0059287F" w:rsidRPr="00590D65" w:rsidRDefault="0059287F" w:rsidP="005928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D65">
        <w:rPr>
          <w:rFonts w:ascii="Times New Roman" w:hAnsi="Times New Roman" w:cs="Times New Roman"/>
          <w:sz w:val="28"/>
          <w:szCs w:val="28"/>
        </w:rPr>
        <w:t xml:space="preserve"> - создание условий для повышения конкурентоспособности перевозчиков, расширение использования передовых высокоэффективных транспортно-логистических технологий, содействие расширению ассортимента предоставляемых платных услуг, в том числе услуг образования, транспорта, медицинских и туристических, повышению их качества, а также увеличению их доступности для различных категорий граждан;</w:t>
      </w:r>
    </w:p>
    <w:p w:rsidR="0059287F" w:rsidRPr="009B4B85" w:rsidRDefault="0059287F" w:rsidP="0059287F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90D65">
        <w:rPr>
          <w:rFonts w:ascii="Times New Roman" w:hAnsi="Times New Roman" w:cs="Times New Roman"/>
          <w:sz w:val="28"/>
          <w:szCs w:val="28"/>
        </w:rPr>
        <w:t xml:space="preserve">- реализация комплекса мер социального, экономического, нормативно-правового, информационного и организационного характера, направленного на создание условий для эффективного развития </w:t>
      </w:r>
      <w:proofErr w:type="spellStart"/>
      <w:r w:rsidRPr="00590D65">
        <w:rPr>
          <w:rFonts w:ascii="Times New Roman" w:hAnsi="Times New Roman" w:cs="Times New Roman"/>
          <w:sz w:val="28"/>
          <w:szCs w:val="28"/>
        </w:rPr>
        <w:t>многоформатной</w:t>
      </w:r>
      <w:proofErr w:type="spellEnd"/>
      <w:r w:rsidRPr="00590D65">
        <w:rPr>
          <w:rFonts w:ascii="Times New Roman" w:hAnsi="Times New Roman" w:cs="Times New Roman"/>
          <w:sz w:val="28"/>
          <w:szCs w:val="28"/>
        </w:rPr>
        <w:t xml:space="preserve"> торговли, наиболее полного удовлетворения спроса населения на потребительские товары и услуги, в первую очередь отечественного производства, по доступным ценам;</w:t>
      </w:r>
    </w:p>
    <w:p w:rsidR="0059287F" w:rsidRPr="00590D65" w:rsidRDefault="0059287F" w:rsidP="005928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D65">
        <w:rPr>
          <w:rFonts w:ascii="Times New Roman" w:hAnsi="Times New Roman" w:cs="Times New Roman"/>
          <w:sz w:val="28"/>
          <w:szCs w:val="28"/>
        </w:rPr>
        <w:t>- содействие в развитии туристического направления, развитие внутреннего и въездного туризма, в частности таких сегментов туристского рынка, спортивный, событийный, культурно-познавательный, экскурсионный, экологический и пляжный туризм.</w:t>
      </w:r>
    </w:p>
    <w:p w:rsidR="0059287F" w:rsidRPr="00590D65" w:rsidRDefault="0059287F" w:rsidP="0059287F">
      <w:pPr>
        <w:ind w:firstLine="709"/>
        <w:jc w:val="both"/>
        <w:rPr>
          <w:sz w:val="28"/>
          <w:szCs w:val="28"/>
        </w:rPr>
      </w:pPr>
      <w:r w:rsidRPr="00590D65">
        <w:rPr>
          <w:sz w:val="28"/>
          <w:szCs w:val="28"/>
        </w:rPr>
        <w:t>- создание условий для привлечения инвестиций, развития существующего бизнеса и реализации новых проектов;</w:t>
      </w:r>
    </w:p>
    <w:p w:rsidR="0059287F" w:rsidRPr="00590D65" w:rsidRDefault="0059287F" w:rsidP="0059287F">
      <w:pPr>
        <w:ind w:firstLine="709"/>
        <w:jc w:val="both"/>
        <w:rPr>
          <w:sz w:val="28"/>
          <w:szCs w:val="28"/>
        </w:rPr>
      </w:pPr>
      <w:r w:rsidRPr="00590D65">
        <w:rPr>
          <w:sz w:val="28"/>
          <w:szCs w:val="28"/>
        </w:rPr>
        <w:t>- проведение мероприятий, направленных на повышение инвестиционной привлекательности города, в том числе за счет повышения уровня доступности и открытости информации, снижения административных барьеров, формирования инвестиционных площадок;</w:t>
      </w:r>
    </w:p>
    <w:p w:rsidR="0059287F" w:rsidRPr="00590D65" w:rsidRDefault="0059287F" w:rsidP="0059287F">
      <w:pPr>
        <w:ind w:firstLine="709"/>
        <w:jc w:val="both"/>
        <w:rPr>
          <w:sz w:val="28"/>
          <w:szCs w:val="28"/>
        </w:rPr>
      </w:pPr>
      <w:r w:rsidRPr="00590D65">
        <w:rPr>
          <w:sz w:val="28"/>
          <w:szCs w:val="28"/>
        </w:rPr>
        <w:t>- содействие в дальнейшем развитии строительно-производственной зоны Новосибирской агломерации;</w:t>
      </w:r>
    </w:p>
    <w:p w:rsidR="0059287F" w:rsidRPr="00590D65" w:rsidRDefault="0059287F" w:rsidP="0059287F">
      <w:pPr>
        <w:ind w:firstLine="709"/>
        <w:jc w:val="both"/>
        <w:rPr>
          <w:sz w:val="28"/>
          <w:szCs w:val="28"/>
        </w:rPr>
      </w:pPr>
      <w:r w:rsidRPr="00590D65">
        <w:rPr>
          <w:sz w:val="28"/>
          <w:szCs w:val="28"/>
        </w:rPr>
        <w:lastRenderedPageBreak/>
        <w:t>- повышение эффективности распоряжения бюджетными ресурсами и муниципальным имуществом, в том числе обеспечение роста налогового потенциала и доходной базы бюджета города, исполнение всех действующих и вновь принимаемых обязательств, повышение эффективности использования бюджетных средств и направление высвобождаемых ресурсов на модернизацию и развитие;</w:t>
      </w:r>
    </w:p>
    <w:p w:rsidR="0059287F" w:rsidRPr="00590D65" w:rsidRDefault="0059287F" w:rsidP="0059287F">
      <w:pPr>
        <w:ind w:firstLine="709"/>
        <w:jc w:val="both"/>
        <w:rPr>
          <w:sz w:val="28"/>
          <w:szCs w:val="28"/>
        </w:rPr>
      </w:pPr>
      <w:r w:rsidRPr="00590D65">
        <w:rPr>
          <w:sz w:val="28"/>
          <w:szCs w:val="28"/>
        </w:rPr>
        <w:t>- содействие продвижению продукции предприятий города Искитима на внешние рынки путем информирования и привлечения к участию в оптово-розничных ярмарках Новосибирской области;</w:t>
      </w:r>
    </w:p>
    <w:p w:rsidR="0059287F" w:rsidRPr="0002587F" w:rsidRDefault="0059287F" w:rsidP="0059287F">
      <w:pPr>
        <w:ind w:firstLine="709"/>
        <w:jc w:val="both"/>
        <w:rPr>
          <w:sz w:val="28"/>
          <w:szCs w:val="28"/>
        </w:rPr>
      </w:pPr>
      <w:r w:rsidRPr="0002587F">
        <w:rPr>
          <w:sz w:val="28"/>
          <w:szCs w:val="28"/>
        </w:rPr>
        <w:t>Создание современной и безопасной среды для жизни посредством преображения города</w:t>
      </w:r>
    </w:p>
    <w:p w:rsidR="0059287F" w:rsidRPr="00F36125" w:rsidRDefault="0059287F" w:rsidP="0059287F">
      <w:pPr>
        <w:ind w:firstLine="709"/>
        <w:jc w:val="both"/>
        <w:rPr>
          <w:sz w:val="28"/>
          <w:szCs w:val="28"/>
        </w:rPr>
      </w:pPr>
      <w:r w:rsidRPr="00F36125">
        <w:rPr>
          <w:sz w:val="28"/>
          <w:szCs w:val="28"/>
        </w:rPr>
        <w:t>Обеспечение рационального природопользования как основы экологической безопасности, высоких стандартов экологического благополучия: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F36125">
        <w:rPr>
          <w:sz w:val="28"/>
          <w:szCs w:val="28"/>
        </w:rPr>
        <w:t xml:space="preserve">- сохранение благоприятной окружающей среды, биологического разнообразия и природных ресурсов для удовлетворения потребностей нынешнего и будущих поколений, реализации права каждого человека на благоприятную окружающую среду, укрепления правопорядка в области </w:t>
      </w:r>
      <w:r w:rsidRPr="009127EC">
        <w:rPr>
          <w:sz w:val="28"/>
          <w:szCs w:val="28"/>
        </w:rPr>
        <w:t>охраны окружающей среды и обеспечения экологической безопасности;</w:t>
      </w:r>
    </w:p>
    <w:p w:rsidR="0059287F" w:rsidRPr="00F36125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 xml:space="preserve"> - совершенствование системы обращения с отходами производства и потребления в городе</w:t>
      </w:r>
      <w:r w:rsidRPr="00F36125">
        <w:rPr>
          <w:sz w:val="28"/>
          <w:szCs w:val="28"/>
        </w:rPr>
        <w:t>, направленное на снижение негативного воздействия отходов производства и потребления на окружающую среду, в том числе с участием регионального оператора по обращению с твёрдыми коммунальными отходами;</w:t>
      </w:r>
    </w:p>
    <w:p w:rsidR="0059287F" w:rsidRPr="00F36125" w:rsidRDefault="0059287F" w:rsidP="0059287F">
      <w:pPr>
        <w:ind w:firstLine="709"/>
        <w:jc w:val="both"/>
        <w:rPr>
          <w:sz w:val="28"/>
          <w:szCs w:val="28"/>
        </w:rPr>
      </w:pPr>
      <w:r w:rsidRPr="00F36125">
        <w:rPr>
          <w:sz w:val="28"/>
          <w:szCs w:val="28"/>
        </w:rPr>
        <w:t>- сохранение природных систем города;</w:t>
      </w:r>
    </w:p>
    <w:p w:rsidR="0059287F" w:rsidRPr="00F36125" w:rsidRDefault="0059287F" w:rsidP="0059287F">
      <w:pPr>
        <w:ind w:firstLine="709"/>
        <w:jc w:val="both"/>
        <w:rPr>
          <w:sz w:val="28"/>
          <w:szCs w:val="28"/>
        </w:rPr>
      </w:pPr>
      <w:r w:rsidRPr="00F36125">
        <w:rPr>
          <w:sz w:val="28"/>
          <w:szCs w:val="28"/>
        </w:rPr>
        <w:t>- предупреждение и снижение негативных последствий, вызванных загрязнением окружающей среды опасными видами отходов;</w:t>
      </w:r>
    </w:p>
    <w:p w:rsidR="0059287F" w:rsidRPr="00F36125" w:rsidRDefault="0059287F" w:rsidP="0059287F">
      <w:pPr>
        <w:ind w:firstLine="709"/>
        <w:jc w:val="both"/>
        <w:rPr>
          <w:sz w:val="28"/>
          <w:szCs w:val="28"/>
        </w:rPr>
      </w:pPr>
      <w:r w:rsidRPr="00F36125">
        <w:rPr>
          <w:sz w:val="28"/>
          <w:szCs w:val="28"/>
        </w:rPr>
        <w:t>- повышение экологической культуры и грамотности населения города;</w:t>
      </w:r>
    </w:p>
    <w:p w:rsidR="0059287F" w:rsidRPr="00F36125" w:rsidRDefault="0059287F" w:rsidP="0059287F">
      <w:pPr>
        <w:ind w:firstLine="709"/>
        <w:jc w:val="both"/>
        <w:rPr>
          <w:sz w:val="28"/>
          <w:szCs w:val="28"/>
        </w:rPr>
      </w:pPr>
      <w:r w:rsidRPr="00F36125">
        <w:rPr>
          <w:sz w:val="28"/>
          <w:szCs w:val="28"/>
        </w:rPr>
        <w:t>- организация мероприятий по охране окружающей среды в границах города;</w:t>
      </w:r>
    </w:p>
    <w:p w:rsidR="0059287F" w:rsidRPr="00F36125" w:rsidRDefault="0059287F" w:rsidP="0059287F">
      <w:pPr>
        <w:ind w:firstLine="709"/>
        <w:jc w:val="both"/>
        <w:rPr>
          <w:sz w:val="28"/>
          <w:szCs w:val="28"/>
        </w:rPr>
      </w:pPr>
      <w:r w:rsidRPr="00F36125">
        <w:rPr>
          <w:sz w:val="28"/>
          <w:szCs w:val="28"/>
        </w:rPr>
        <w:t>- участие в организации деятельности по сбору, транспортированию, твердых коммунальных отходов, утилизации и обезвреживание ртутьсодержащих отходов;</w:t>
      </w:r>
    </w:p>
    <w:p w:rsidR="0059287F" w:rsidRPr="00F36125" w:rsidRDefault="0059287F" w:rsidP="0059287F">
      <w:pPr>
        <w:ind w:firstLine="709"/>
        <w:jc w:val="both"/>
        <w:rPr>
          <w:sz w:val="28"/>
          <w:szCs w:val="28"/>
        </w:rPr>
      </w:pPr>
      <w:r w:rsidRPr="00F36125">
        <w:rPr>
          <w:sz w:val="28"/>
          <w:szCs w:val="28"/>
        </w:rPr>
        <w:t xml:space="preserve"> - проведение мероприятий, направленных  на ликвидацию накопленного экологического вреда путем ликвидации несанкционированных свалок в границах города Искитима;</w:t>
      </w:r>
    </w:p>
    <w:p w:rsidR="0059287F" w:rsidRPr="00F36125" w:rsidRDefault="0059287F" w:rsidP="0059287F">
      <w:pPr>
        <w:ind w:firstLine="709"/>
        <w:jc w:val="both"/>
        <w:rPr>
          <w:sz w:val="28"/>
          <w:szCs w:val="28"/>
        </w:rPr>
      </w:pPr>
      <w:r w:rsidRPr="00F36125">
        <w:rPr>
          <w:sz w:val="28"/>
          <w:szCs w:val="28"/>
        </w:rPr>
        <w:t>- содействие комплексному освоению территорий города Искитима и развитию застроенных территорий в целях жилищного строительства на основе утвержденной градостроительной документации;</w:t>
      </w:r>
    </w:p>
    <w:p w:rsidR="0059287F" w:rsidRDefault="0059287F" w:rsidP="0059287F">
      <w:pPr>
        <w:ind w:firstLine="709"/>
        <w:jc w:val="both"/>
        <w:rPr>
          <w:sz w:val="28"/>
          <w:szCs w:val="28"/>
        </w:rPr>
      </w:pPr>
      <w:r w:rsidRPr="00F36125">
        <w:rPr>
          <w:sz w:val="28"/>
          <w:szCs w:val="28"/>
        </w:rPr>
        <w:t>- содействие строительству объектов инженерной, коммунальной, дорожной и общественной инфраструктуры, в том числе на территориях массовой жилой застройки;</w:t>
      </w:r>
    </w:p>
    <w:p w:rsidR="00F36125" w:rsidRPr="009B4B85" w:rsidRDefault="00F36125" w:rsidP="0059287F">
      <w:pPr>
        <w:ind w:firstLine="709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29781D">
        <w:rPr>
          <w:sz w:val="28"/>
          <w:szCs w:val="28"/>
        </w:rPr>
        <w:t>обеспечение участия</w:t>
      </w:r>
      <w:r>
        <w:rPr>
          <w:sz w:val="28"/>
          <w:szCs w:val="28"/>
        </w:rPr>
        <w:t xml:space="preserve"> в реализации федеральных проектов «Формирование комфортной городской среды», «Обеспечение устойчивого сокращения непригодного для проживания жилищного фонда», «Чистая вода», </w:t>
      </w:r>
      <w:r w:rsidR="009127EC" w:rsidRPr="005F1854">
        <w:rPr>
          <w:sz w:val="28"/>
          <w:szCs w:val="28"/>
        </w:rPr>
        <w:lastRenderedPageBreak/>
        <w:t>«Комплексная система обращения с твердыми коммунальными отходами»</w:t>
      </w:r>
      <w:r w:rsidR="005F1854" w:rsidRPr="005F1854">
        <w:rPr>
          <w:sz w:val="28"/>
          <w:szCs w:val="28"/>
        </w:rPr>
        <w:t>, «Чистый воздух»</w:t>
      </w:r>
      <w:r w:rsidR="009127EC" w:rsidRPr="005F1854">
        <w:rPr>
          <w:sz w:val="28"/>
          <w:szCs w:val="28"/>
        </w:rPr>
        <w:t>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 xml:space="preserve">- содействие внедрению передовых технологий и материалов в строительстве, современных </w:t>
      </w:r>
      <w:proofErr w:type="gramStart"/>
      <w:r w:rsidRPr="009127EC">
        <w:rPr>
          <w:sz w:val="28"/>
          <w:szCs w:val="28"/>
        </w:rPr>
        <w:t>архитектурных решений</w:t>
      </w:r>
      <w:proofErr w:type="gramEnd"/>
      <w:r w:rsidRPr="009127EC">
        <w:rPr>
          <w:sz w:val="28"/>
          <w:szCs w:val="28"/>
        </w:rPr>
        <w:t>, цифровых технологий в работу социальных объектов, общественного транспорта, коммунального хозяйства в целях обеспечения обновления городской среды;</w:t>
      </w:r>
    </w:p>
    <w:p w:rsidR="0059287F" w:rsidRPr="00F36125" w:rsidRDefault="0059287F" w:rsidP="0059287F">
      <w:pPr>
        <w:ind w:firstLine="709"/>
        <w:jc w:val="both"/>
        <w:rPr>
          <w:sz w:val="28"/>
          <w:szCs w:val="28"/>
        </w:rPr>
      </w:pPr>
      <w:r w:rsidRPr="00F36125">
        <w:rPr>
          <w:sz w:val="28"/>
          <w:szCs w:val="28"/>
        </w:rPr>
        <w:t>- обеспечение населения качественной питьевой водой, дальнейшее развитие газификации;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>- повышение результативности функционирования системы жилищно-коммунального хозяйства, обеспечение эффективной работы предприятий жилищно-коммунальной сферы;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>- обеспечение бесперебойного функционирования объектов коммунального комплекса и энергетики в период отопительного сезона;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 xml:space="preserve">- создание благоприятных условий для привлечения инвестиций в сферу жилищно-коммунального хозяйства в целях решения задач модернизации и повышения </w:t>
      </w:r>
      <w:proofErr w:type="spellStart"/>
      <w:r w:rsidRPr="009127EC">
        <w:rPr>
          <w:sz w:val="28"/>
          <w:szCs w:val="28"/>
        </w:rPr>
        <w:t>энергоэффективности</w:t>
      </w:r>
      <w:proofErr w:type="spellEnd"/>
      <w:r w:rsidRPr="009127EC">
        <w:rPr>
          <w:sz w:val="28"/>
          <w:szCs w:val="28"/>
        </w:rPr>
        <w:t xml:space="preserve"> объектов коммунального хозяйства; 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 xml:space="preserve">- содействие в реализации проектов государственно-частного партнерства в коммунальной и социальной сфере; 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>- создание условий для безопасного проживания граждан на территории города Искитима путем снижения вероятности реализации угроз криминального, террористического, природного, техногенного и иного характера, обеспечение пожарной безопасности; укрепление общественной безопасности в городе;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>- содействие в  создании и развитии специализированных систем с использованием технических средств видеонаблюдения для обеспечения правопорядка и антитеррористической безопасности объектов социальной инфраструктуры;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 xml:space="preserve"> - содействие в выполнении необходимых мероприятий по ГО;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>- обеспечение транспортных потребностей населения города Искитима в пассажирских перевозках;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>-  содействие в обновлении подвижного состава пассажирского транспорта;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 xml:space="preserve">- обеспечение достижения целей и целевых показателей федерального проекта «Безопасность дорожного движения» в части снижения количества погибших участников дорожного движения; 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 xml:space="preserve">- минимизация возможности совершения террористических актов на объектах возможных террористических посягательств, расположенных на территории города; 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>- снижение уровня аварийности и повышения безопасности пассажирских перевозок;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>- развитие и модернизация автомобильных дорог улично-дорожной сети и искусственных сооружений на ней;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 xml:space="preserve">- обеспечение сохранности и восстановления улично-дорожной сети и искусственных сооружений на ней; 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>- совершенствование улично-дорожной сети по условиям безопасности дорожного движения, включая работы по организации дорожного движения;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5F1854">
        <w:rPr>
          <w:sz w:val="28"/>
          <w:szCs w:val="28"/>
        </w:rPr>
        <w:lastRenderedPageBreak/>
        <w:t>- дальнейшее обеспечение участия в реализации приоритетного проекта «Комфортная городская среда» и привлечении средств федерального и областного бюджетов на благоустройство городских парков;</w:t>
      </w:r>
    </w:p>
    <w:p w:rsidR="0059287F" w:rsidRPr="009127EC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>- комплексное благоустройство территории города,  в том числе дворовых территорий;</w:t>
      </w:r>
    </w:p>
    <w:p w:rsidR="0059287F" w:rsidRPr="0029781D" w:rsidRDefault="0059287F" w:rsidP="0059287F">
      <w:pPr>
        <w:ind w:firstLine="709"/>
        <w:jc w:val="both"/>
        <w:rPr>
          <w:sz w:val="28"/>
          <w:szCs w:val="28"/>
        </w:rPr>
      </w:pPr>
      <w:r w:rsidRPr="009127EC">
        <w:rPr>
          <w:sz w:val="28"/>
          <w:szCs w:val="28"/>
        </w:rPr>
        <w:t xml:space="preserve">- содействие в развитии современной информационной и </w:t>
      </w:r>
      <w:r w:rsidRPr="0029781D">
        <w:rPr>
          <w:sz w:val="28"/>
          <w:szCs w:val="28"/>
        </w:rPr>
        <w:t>телекоммуникационной инфраструктуры города.</w:t>
      </w:r>
    </w:p>
    <w:p w:rsidR="0059287F" w:rsidRPr="0029781D" w:rsidRDefault="0059287F" w:rsidP="0059287F">
      <w:pPr>
        <w:ind w:firstLine="709"/>
        <w:jc w:val="both"/>
        <w:rPr>
          <w:sz w:val="28"/>
          <w:szCs w:val="28"/>
        </w:rPr>
      </w:pPr>
      <w:r w:rsidRPr="0029781D">
        <w:rPr>
          <w:sz w:val="28"/>
          <w:szCs w:val="28"/>
        </w:rPr>
        <w:t>3.1.3.</w:t>
      </w:r>
      <w:r w:rsidRPr="0029781D">
        <w:rPr>
          <w:sz w:val="28"/>
          <w:szCs w:val="28"/>
        </w:rPr>
        <w:tab/>
        <w:t>Совершенствование муниципального управления процессами социально-экономического развития города Искитима в целях обеспечения устойчивого развития экономики и социальной стабильности:</w:t>
      </w:r>
    </w:p>
    <w:p w:rsidR="0059287F" w:rsidRPr="00F07229" w:rsidRDefault="0059287F" w:rsidP="0059287F">
      <w:pPr>
        <w:ind w:firstLine="709"/>
        <w:jc w:val="both"/>
        <w:rPr>
          <w:sz w:val="28"/>
          <w:szCs w:val="28"/>
        </w:rPr>
      </w:pPr>
      <w:r w:rsidRPr="00F07229">
        <w:rPr>
          <w:sz w:val="28"/>
          <w:szCs w:val="28"/>
        </w:rPr>
        <w:t xml:space="preserve"> - </w:t>
      </w:r>
      <w:r w:rsidRPr="00F07229">
        <w:rPr>
          <w:sz w:val="28"/>
        </w:rPr>
        <w:t>стимулирование ТОС, инициативных групп граждан, СО НКО, к участию в социально-экономическом развитии города, сохранении общественно-политической стабильности на основе сбалансированности государственных и общественных интересов за счет повышения потенциала ТОС, инициативных групп граждан, СО НКО и обеспечения его эффективного использования;</w:t>
      </w:r>
    </w:p>
    <w:p w:rsidR="0059287F" w:rsidRPr="00F07229" w:rsidRDefault="0059287F" w:rsidP="0059287F">
      <w:pPr>
        <w:ind w:firstLine="709"/>
        <w:jc w:val="both"/>
        <w:rPr>
          <w:sz w:val="28"/>
        </w:rPr>
      </w:pPr>
      <w:r w:rsidRPr="00F07229">
        <w:rPr>
          <w:sz w:val="28"/>
          <w:szCs w:val="28"/>
        </w:rPr>
        <w:t>– о</w:t>
      </w:r>
      <w:r w:rsidRPr="00F07229">
        <w:rPr>
          <w:sz w:val="28"/>
        </w:rPr>
        <w:t>беспечение информационной, консультационной и методической поддержки представителей ТОС, инициативных групп граждан, СО НКО;</w:t>
      </w:r>
    </w:p>
    <w:p w:rsidR="0059287F" w:rsidRPr="00F07229" w:rsidRDefault="0059287F" w:rsidP="0059287F">
      <w:pPr>
        <w:ind w:firstLine="709"/>
        <w:jc w:val="both"/>
        <w:rPr>
          <w:sz w:val="28"/>
        </w:rPr>
      </w:pPr>
      <w:r w:rsidRPr="00F07229">
        <w:rPr>
          <w:sz w:val="28"/>
          <w:szCs w:val="28"/>
        </w:rPr>
        <w:t>- с</w:t>
      </w:r>
      <w:r w:rsidRPr="00F07229">
        <w:rPr>
          <w:sz w:val="28"/>
        </w:rPr>
        <w:t>тимулирование и поддержка ТОС, инициативных групп граждан, СО НКО, в том числе в рамках реализации ими социально значимых проектов и программ;</w:t>
      </w:r>
    </w:p>
    <w:p w:rsidR="0059287F" w:rsidRPr="00F07229" w:rsidRDefault="0059287F" w:rsidP="0059287F">
      <w:pPr>
        <w:ind w:firstLine="709"/>
        <w:jc w:val="both"/>
        <w:rPr>
          <w:sz w:val="28"/>
        </w:rPr>
      </w:pPr>
      <w:r w:rsidRPr="00F07229">
        <w:rPr>
          <w:sz w:val="28"/>
          <w:szCs w:val="28"/>
        </w:rPr>
        <w:t>- с</w:t>
      </w:r>
      <w:r w:rsidRPr="00F07229">
        <w:rPr>
          <w:sz w:val="28"/>
        </w:rPr>
        <w:t>овершенствование механизмов и повышение эффективности взаимодействия между органами местного самоуправления и институтами гражданского общества в развитии принципов государственно-общественного партнерства;</w:t>
      </w:r>
    </w:p>
    <w:p w:rsidR="0059287F" w:rsidRPr="00C62F47" w:rsidRDefault="0059287F" w:rsidP="0059287F">
      <w:pPr>
        <w:ind w:firstLine="709"/>
        <w:jc w:val="both"/>
        <w:rPr>
          <w:sz w:val="28"/>
        </w:rPr>
      </w:pPr>
      <w:r w:rsidRPr="00C62F47">
        <w:rPr>
          <w:sz w:val="28"/>
        </w:rPr>
        <w:t>- повышение экономической, в том числе бюджетной, эффективности строительства объектов сферы образования, здравоохранения, спорта и культуры, в том числе, за счет расширения практики использования при проектировании и строительстве экономически эффективной проектной документации повторного применения и в перспективе типовых проектных решений;</w:t>
      </w:r>
    </w:p>
    <w:p w:rsidR="0059287F" w:rsidRPr="00F07229" w:rsidRDefault="0059287F" w:rsidP="0059287F">
      <w:pPr>
        <w:ind w:firstLine="709"/>
        <w:jc w:val="both"/>
        <w:rPr>
          <w:sz w:val="28"/>
          <w:szCs w:val="28"/>
        </w:rPr>
      </w:pPr>
      <w:r w:rsidRPr="00F07229">
        <w:rPr>
          <w:sz w:val="28"/>
          <w:szCs w:val="28"/>
        </w:rPr>
        <w:t>- повышение качества и доступности предоставления государственных и муниципальных услуг, в том числе, в том числе на базе многофункционального центра организации предоставления государственных и муниципальных услуг в городе Искитиме;</w:t>
      </w:r>
    </w:p>
    <w:p w:rsidR="0059287F" w:rsidRPr="00F07229" w:rsidRDefault="0059287F" w:rsidP="0059287F">
      <w:pPr>
        <w:ind w:firstLine="709"/>
        <w:jc w:val="both"/>
        <w:rPr>
          <w:sz w:val="28"/>
          <w:szCs w:val="28"/>
        </w:rPr>
      </w:pPr>
      <w:r w:rsidRPr="00F07229">
        <w:rPr>
          <w:sz w:val="28"/>
          <w:szCs w:val="28"/>
        </w:rPr>
        <w:t>- оптимизация процесса предоставления государственных и муниципальных услуг на территории Новосибирской области, в том числе для обеспечения предоставления их абсолютного большинства в режиме 24 часа в сутки 7 дней в неделю без необходимости личного присутствия граждан;</w:t>
      </w:r>
    </w:p>
    <w:p w:rsidR="0059287F" w:rsidRPr="00F07229" w:rsidRDefault="0059287F" w:rsidP="0059287F">
      <w:pPr>
        <w:ind w:firstLine="709"/>
        <w:jc w:val="both"/>
        <w:rPr>
          <w:sz w:val="28"/>
          <w:szCs w:val="28"/>
        </w:rPr>
      </w:pPr>
      <w:r w:rsidRPr="00F07229">
        <w:rPr>
          <w:sz w:val="28"/>
          <w:szCs w:val="28"/>
        </w:rPr>
        <w:t>- развитие, эксплуатация и популяризация механизмов предоставления муниципальных услуг в электронном виде;</w:t>
      </w:r>
    </w:p>
    <w:p w:rsidR="0059287F" w:rsidRPr="009B4B85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9B4B85">
        <w:rPr>
          <w:color w:val="C00000"/>
          <w:sz w:val="28"/>
          <w:szCs w:val="28"/>
        </w:rPr>
        <w:t xml:space="preserve">- </w:t>
      </w:r>
      <w:r w:rsidRPr="00C62F47">
        <w:rPr>
          <w:sz w:val="28"/>
          <w:szCs w:val="28"/>
        </w:rPr>
        <w:t>совершенствование процедуры оценки регулирующего воздействия проектов нормативных правовых актов (далее – ОРВ) и экспертизы действующих нормативных правовых актов города Искитима, развитие процедуры оценки применения обязательных требований, содержащихся в нормативных правовых актах города Искитима, популяризация института ОРВ;</w:t>
      </w:r>
    </w:p>
    <w:p w:rsidR="0059287F" w:rsidRPr="00C62F47" w:rsidRDefault="0059287F" w:rsidP="0059287F">
      <w:pPr>
        <w:ind w:firstLine="709"/>
        <w:jc w:val="both"/>
        <w:rPr>
          <w:sz w:val="28"/>
          <w:szCs w:val="28"/>
        </w:rPr>
      </w:pPr>
      <w:r w:rsidRPr="00C62F47">
        <w:rPr>
          <w:sz w:val="28"/>
          <w:szCs w:val="28"/>
        </w:rPr>
        <w:lastRenderedPageBreak/>
        <w:t>- совершенствование контрольно-надзорной деятельности на территории города Искитима;</w:t>
      </w:r>
    </w:p>
    <w:p w:rsidR="0059287F" w:rsidRPr="00C62F47" w:rsidRDefault="0059287F" w:rsidP="0059287F">
      <w:pPr>
        <w:ind w:firstLine="709"/>
        <w:jc w:val="both"/>
        <w:rPr>
          <w:sz w:val="28"/>
          <w:szCs w:val="28"/>
        </w:rPr>
      </w:pPr>
      <w:r w:rsidRPr="00C62F47">
        <w:rPr>
          <w:sz w:val="28"/>
          <w:szCs w:val="28"/>
        </w:rPr>
        <w:t>- улучшение состояния инвестиционного климата в городе Искитиме, обеспечение благоприятного инвестиционного климата, привлекательного для внутренних и внешних инвесторов, обеспечивающего рост инвестиционной активности хозяйствующих субъектов и способствующего ускорению темпов социально-экономического развития города в целом;</w:t>
      </w:r>
    </w:p>
    <w:p w:rsidR="0059287F" w:rsidRPr="002373FA" w:rsidRDefault="0059287F" w:rsidP="0059287F">
      <w:pPr>
        <w:ind w:firstLine="709"/>
        <w:jc w:val="both"/>
        <w:rPr>
          <w:sz w:val="28"/>
          <w:szCs w:val="28"/>
        </w:rPr>
      </w:pPr>
      <w:r w:rsidRPr="002373FA">
        <w:rPr>
          <w:sz w:val="28"/>
          <w:szCs w:val="28"/>
        </w:rPr>
        <w:t>- содействие в реализации национальных проектов, которые охватывают наиболее значимые для населения города сферы жизни: здравоохранение, цифровую экономику, образование, безопасные и качественные автомобильные дороги, и другие;</w:t>
      </w:r>
    </w:p>
    <w:p w:rsidR="0059287F" w:rsidRPr="002373FA" w:rsidRDefault="0059287F" w:rsidP="0059287F">
      <w:pPr>
        <w:ind w:firstLine="709"/>
        <w:jc w:val="both"/>
        <w:rPr>
          <w:sz w:val="28"/>
          <w:szCs w:val="28"/>
        </w:rPr>
      </w:pPr>
      <w:r w:rsidRPr="002373FA">
        <w:rPr>
          <w:sz w:val="28"/>
          <w:szCs w:val="28"/>
        </w:rPr>
        <w:t xml:space="preserve">-активизация инвестиционных процессов города Искитима за счет развития механизмов стимулирования частных инвестиций, </w:t>
      </w:r>
      <w:proofErr w:type="spellStart"/>
      <w:r w:rsidRPr="002373FA">
        <w:rPr>
          <w:sz w:val="28"/>
          <w:szCs w:val="28"/>
        </w:rPr>
        <w:t>муниципально</w:t>
      </w:r>
      <w:proofErr w:type="spellEnd"/>
      <w:r w:rsidRPr="002373FA">
        <w:rPr>
          <w:sz w:val="28"/>
          <w:szCs w:val="28"/>
        </w:rPr>
        <w:t>-частного партнерства, эффективного вовлечения региональных институтов развития в инвестиционный процесс;</w:t>
      </w:r>
    </w:p>
    <w:p w:rsidR="0059287F" w:rsidRPr="00F07229" w:rsidRDefault="0059287F" w:rsidP="0059287F">
      <w:pPr>
        <w:ind w:firstLine="709"/>
        <w:jc w:val="both"/>
        <w:rPr>
          <w:sz w:val="28"/>
          <w:szCs w:val="28"/>
        </w:rPr>
      </w:pPr>
      <w:r w:rsidRPr="00F07229">
        <w:rPr>
          <w:sz w:val="28"/>
          <w:szCs w:val="28"/>
        </w:rPr>
        <w:t>- повышение эффективности управления муниципальными земельными ресурсами, государственная собственность на которые не разграничена, а также иным имуществом города Искитима;</w:t>
      </w:r>
    </w:p>
    <w:p w:rsidR="0059287F" w:rsidRPr="00F07229" w:rsidRDefault="0059287F" w:rsidP="0059287F">
      <w:pPr>
        <w:ind w:firstLine="709"/>
        <w:jc w:val="both"/>
        <w:rPr>
          <w:sz w:val="28"/>
          <w:szCs w:val="28"/>
        </w:rPr>
      </w:pPr>
      <w:r w:rsidRPr="00F07229">
        <w:rPr>
          <w:sz w:val="28"/>
          <w:szCs w:val="28"/>
        </w:rPr>
        <w:t>- совершенствование управления пассажирским транспортом;</w:t>
      </w:r>
    </w:p>
    <w:p w:rsidR="0059287F" w:rsidRPr="00F07229" w:rsidRDefault="0059287F" w:rsidP="0059287F">
      <w:pPr>
        <w:ind w:firstLine="709"/>
        <w:jc w:val="both"/>
        <w:rPr>
          <w:sz w:val="28"/>
          <w:szCs w:val="28"/>
        </w:rPr>
      </w:pPr>
      <w:r w:rsidRPr="00F07229">
        <w:rPr>
          <w:sz w:val="28"/>
          <w:szCs w:val="28"/>
        </w:rPr>
        <w:t>- повышение качества обслуживания населения пассажирским транспортом;</w:t>
      </w:r>
    </w:p>
    <w:p w:rsidR="0059287F" w:rsidRPr="006A0E4E" w:rsidRDefault="0059287F" w:rsidP="0059287F">
      <w:pPr>
        <w:ind w:firstLine="709"/>
        <w:jc w:val="both"/>
        <w:rPr>
          <w:sz w:val="28"/>
          <w:szCs w:val="28"/>
        </w:rPr>
      </w:pPr>
      <w:r w:rsidRPr="006A0E4E">
        <w:rPr>
          <w:sz w:val="28"/>
          <w:szCs w:val="28"/>
        </w:rPr>
        <w:t>- поддержка субъектов деятельности в сфере промышленности и субъектов малого и среднего предпринимательства в целях стимулирования инвестиционной активности и экономического роста, в том числе путем предоставления эффективных налоговых льгот и неналоговых мер государственной поддержки промышленным организациям;</w:t>
      </w:r>
    </w:p>
    <w:p w:rsidR="0059287F" w:rsidRPr="004B47D6" w:rsidRDefault="0059287F" w:rsidP="0059287F">
      <w:pPr>
        <w:ind w:firstLine="709"/>
        <w:jc w:val="both"/>
        <w:rPr>
          <w:sz w:val="28"/>
          <w:szCs w:val="28"/>
        </w:rPr>
      </w:pPr>
      <w:r w:rsidRPr="004B47D6">
        <w:rPr>
          <w:sz w:val="28"/>
          <w:szCs w:val="28"/>
        </w:rPr>
        <w:t>- создание благоприятных условий для развития субъектов малого и среднего предпринимательства, прежде всего в сфере материального производства, для повышения экономической и социальной эффективности их деятельности на территории города;</w:t>
      </w:r>
    </w:p>
    <w:p w:rsidR="0059287F" w:rsidRPr="001E1A68" w:rsidRDefault="0059287F" w:rsidP="0059287F">
      <w:pPr>
        <w:ind w:firstLine="709"/>
        <w:jc w:val="both"/>
        <w:rPr>
          <w:sz w:val="28"/>
          <w:szCs w:val="28"/>
        </w:rPr>
      </w:pPr>
      <w:r w:rsidRPr="001E1A68">
        <w:rPr>
          <w:sz w:val="28"/>
          <w:szCs w:val="28"/>
        </w:rPr>
        <w:t>- увеличение налогового потенциала и уровня собственных доходов бюджета города Искитима;</w:t>
      </w:r>
    </w:p>
    <w:p w:rsidR="0059287F" w:rsidRPr="001E1A68" w:rsidRDefault="0059287F" w:rsidP="0059287F">
      <w:pPr>
        <w:ind w:firstLine="709"/>
        <w:jc w:val="both"/>
        <w:rPr>
          <w:sz w:val="28"/>
          <w:szCs w:val="28"/>
        </w:rPr>
      </w:pPr>
      <w:r w:rsidRPr="001E1A68">
        <w:rPr>
          <w:sz w:val="28"/>
          <w:szCs w:val="28"/>
        </w:rPr>
        <w:t>- повышение собираемости налогов и снижение уровня недоимки;</w:t>
      </w:r>
    </w:p>
    <w:p w:rsidR="0059287F" w:rsidRPr="001E1A68" w:rsidRDefault="0059287F" w:rsidP="0059287F">
      <w:pPr>
        <w:ind w:firstLine="709"/>
        <w:jc w:val="both"/>
        <w:rPr>
          <w:sz w:val="28"/>
          <w:szCs w:val="28"/>
        </w:rPr>
      </w:pPr>
      <w:r w:rsidRPr="001E1A68">
        <w:rPr>
          <w:sz w:val="28"/>
          <w:szCs w:val="28"/>
        </w:rPr>
        <w:t xml:space="preserve">- повышение качества и эффективности управления бюджетными средствами; </w:t>
      </w:r>
    </w:p>
    <w:p w:rsidR="0059287F" w:rsidRPr="001E1A68" w:rsidRDefault="0059287F" w:rsidP="0059287F">
      <w:pPr>
        <w:ind w:firstLine="709"/>
        <w:jc w:val="both"/>
        <w:rPr>
          <w:sz w:val="28"/>
          <w:szCs w:val="28"/>
        </w:rPr>
      </w:pPr>
      <w:r w:rsidRPr="001E1A68">
        <w:rPr>
          <w:sz w:val="28"/>
          <w:szCs w:val="28"/>
        </w:rPr>
        <w:t xml:space="preserve">- совершенствование межбюджетных отношений, укрепление самостоятельности бюджета города Искитима; </w:t>
      </w:r>
    </w:p>
    <w:p w:rsidR="0059287F" w:rsidRPr="001E1A68" w:rsidRDefault="0059287F" w:rsidP="0059287F">
      <w:pPr>
        <w:ind w:firstLine="709"/>
        <w:jc w:val="both"/>
        <w:rPr>
          <w:sz w:val="28"/>
          <w:szCs w:val="28"/>
        </w:rPr>
      </w:pPr>
      <w:r w:rsidRPr="001E1A68">
        <w:rPr>
          <w:sz w:val="28"/>
          <w:szCs w:val="28"/>
        </w:rPr>
        <w:t>- повышение качества и эффективности управления муниципальным долгом города Искитима Новосибирской области;</w:t>
      </w:r>
    </w:p>
    <w:p w:rsidR="0059287F" w:rsidRPr="001E1A68" w:rsidRDefault="0059287F" w:rsidP="0059287F">
      <w:pPr>
        <w:ind w:firstLine="709"/>
        <w:jc w:val="both"/>
        <w:rPr>
          <w:sz w:val="28"/>
          <w:szCs w:val="28"/>
        </w:rPr>
      </w:pPr>
      <w:r w:rsidRPr="001E1A68">
        <w:rPr>
          <w:sz w:val="28"/>
          <w:szCs w:val="28"/>
        </w:rPr>
        <w:t>- применение механизма налоговых расходов как одного из элементов финансового обеспечения муниципальных программ города Искитима, во взаимосвязи с конечным результатом их исполнения, в целях стимулирования экономического роста города, поддержки социально незащищенных слоев населения, стимулирования отдельных видов экономической активности, а также развития налогооблагаемой базы без увеличения уровня расходных обязательств местного бюджета;</w:t>
      </w:r>
    </w:p>
    <w:p w:rsidR="0059287F" w:rsidRPr="00F07229" w:rsidRDefault="0059287F" w:rsidP="0059287F">
      <w:pPr>
        <w:ind w:firstLine="709"/>
        <w:jc w:val="both"/>
        <w:rPr>
          <w:sz w:val="28"/>
          <w:szCs w:val="28"/>
        </w:rPr>
      </w:pPr>
      <w:proofErr w:type="gramStart"/>
      <w:r w:rsidRPr="00F07229">
        <w:rPr>
          <w:sz w:val="28"/>
          <w:szCs w:val="28"/>
        </w:rPr>
        <w:lastRenderedPageBreak/>
        <w:t xml:space="preserve">- обеспечение при формировании проекта бюджета города Искитима на очередной финансовый год и на плановый период приоритетности определения бюджетных ассигнований местного бюджета на обеспечение реализации национальных проектов, муниципальных программ, обеспечивающих достижение целей и целевых показателей, выполнение задач, определенных </w:t>
      </w:r>
      <w:r w:rsidR="001E1A68" w:rsidRPr="00F07229">
        <w:rPr>
          <w:sz w:val="28"/>
          <w:szCs w:val="28"/>
        </w:rPr>
        <w:t>Указом Президента Российской Федерации от 07.05.2024 № 309 «О национальных целях развития Российской Федерации на период до 2030 года и на перспективу до 2036</w:t>
      </w:r>
      <w:proofErr w:type="gramEnd"/>
      <w:r w:rsidR="001E1A68" w:rsidRPr="00F07229">
        <w:rPr>
          <w:sz w:val="28"/>
          <w:szCs w:val="28"/>
        </w:rPr>
        <w:t xml:space="preserve"> года», </w:t>
      </w:r>
      <w:r w:rsidRPr="00F07229">
        <w:rPr>
          <w:sz w:val="28"/>
          <w:szCs w:val="28"/>
        </w:rPr>
        <w:t xml:space="preserve">гарантированное финансирование мероприятий, направленных на реализацию задач, поставленных Президентом Российской Федерации; </w:t>
      </w:r>
    </w:p>
    <w:p w:rsidR="0059287F" w:rsidRDefault="0059287F" w:rsidP="0059287F">
      <w:pPr>
        <w:ind w:firstLine="709"/>
        <w:jc w:val="both"/>
        <w:rPr>
          <w:sz w:val="28"/>
          <w:szCs w:val="28"/>
        </w:rPr>
      </w:pPr>
      <w:r w:rsidRPr="00F07229">
        <w:rPr>
          <w:sz w:val="28"/>
          <w:szCs w:val="28"/>
        </w:rPr>
        <w:t>- активное взаимодействие с региональными органами власти, государственными институтами развития, коммерческими структурами в целях привлечения средств федерального и областного бюджетов и внебюджетных источников на реализацию перспективных инфраструктурных, социальных, природоохранных и иных проектов, в том числе в рамках муниципальных программ и государственных программ Новосибирской области;</w:t>
      </w:r>
    </w:p>
    <w:p w:rsidR="0059287F" w:rsidRPr="00F07229" w:rsidRDefault="0059287F" w:rsidP="0059287F">
      <w:pPr>
        <w:ind w:firstLine="709"/>
        <w:jc w:val="both"/>
        <w:rPr>
          <w:sz w:val="28"/>
          <w:szCs w:val="28"/>
        </w:rPr>
      </w:pPr>
      <w:r w:rsidRPr="00F07229">
        <w:rPr>
          <w:sz w:val="28"/>
          <w:szCs w:val="28"/>
        </w:rPr>
        <w:t>- совершенствование институтов местного самоуправления для обеспечения их эффективной деятельности как необходимого условия полноценного социально-экономического развития города Искитима.</w:t>
      </w:r>
    </w:p>
    <w:p w:rsidR="0059287F" w:rsidRPr="009B4B85" w:rsidRDefault="0059287F" w:rsidP="00715F96">
      <w:pPr>
        <w:rPr>
          <w:color w:val="C00000"/>
          <w:sz w:val="28"/>
        </w:rPr>
      </w:pPr>
      <w:r w:rsidRPr="009B4B85">
        <w:rPr>
          <w:color w:val="C00000"/>
          <w:sz w:val="28"/>
        </w:rPr>
        <w:br w:type="page"/>
      </w:r>
    </w:p>
    <w:p w:rsidR="0059287F" w:rsidRPr="009B4B85" w:rsidRDefault="0059287F" w:rsidP="00715F96">
      <w:pPr>
        <w:rPr>
          <w:color w:val="C00000"/>
          <w:sz w:val="28"/>
        </w:rPr>
        <w:sectPr w:rsidR="0059287F" w:rsidRPr="009B4B85" w:rsidSect="001D6AC6">
          <w:pgSz w:w="11906" w:h="16838" w:code="9"/>
          <w:pgMar w:top="1134" w:right="567" w:bottom="851" w:left="1701" w:header="720" w:footer="720" w:gutter="0"/>
          <w:cols w:space="720"/>
          <w:titlePg/>
          <w:docGrid w:linePitch="212"/>
        </w:sectPr>
      </w:pPr>
    </w:p>
    <w:p w:rsidR="0059287F" w:rsidRPr="00E3059D" w:rsidRDefault="0059287F" w:rsidP="0059287F">
      <w:pPr>
        <w:pStyle w:val="ac"/>
        <w:widowControl w:val="0"/>
        <w:numPr>
          <w:ilvl w:val="1"/>
          <w:numId w:val="31"/>
        </w:numPr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3059D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параметры прогноза социально-экономического развития города Искитима </w:t>
      </w:r>
    </w:p>
    <w:p w:rsidR="0059287F" w:rsidRPr="00E3059D" w:rsidRDefault="0059287F" w:rsidP="0059287F">
      <w:pPr>
        <w:widowControl w:val="0"/>
        <w:autoSpaceDE w:val="0"/>
        <w:autoSpaceDN w:val="0"/>
        <w:ind w:left="1074"/>
        <w:contextualSpacing/>
        <w:jc w:val="center"/>
        <w:outlineLvl w:val="2"/>
        <w:rPr>
          <w:sz w:val="28"/>
          <w:szCs w:val="28"/>
        </w:rPr>
      </w:pPr>
      <w:r w:rsidRPr="00E3059D">
        <w:rPr>
          <w:sz w:val="28"/>
          <w:szCs w:val="28"/>
        </w:rPr>
        <w:t>на 202</w:t>
      </w:r>
      <w:r w:rsidR="00E3059D" w:rsidRPr="00E3059D">
        <w:rPr>
          <w:sz w:val="28"/>
          <w:szCs w:val="28"/>
        </w:rPr>
        <w:t>5</w:t>
      </w:r>
      <w:r w:rsidRPr="00E3059D">
        <w:rPr>
          <w:sz w:val="28"/>
          <w:szCs w:val="28"/>
        </w:rPr>
        <w:t xml:space="preserve"> год и плановый период 202</w:t>
      </w:r>
      <w:r w:rsidR="00E3059D" w:rsidRPr="00E3059D">
        <w:rPr>
          <w:sz w:val="28"/>
          <w:szCs w:val="28"/>
        </w:rPr>
        <w:t>6 и 2027</w:t>
      </w:r>
      <w:r w:rsidRPr="00E3059D">
        <w:rPr>
          <w:sz w:val="28"/>
          <w:szCs w:val="28"/>
        </w:rPr>
        <w:t xml:space="preserve"> годов</w:t>
      </w:r>
    </w:p>
    <w:p w:rsidR="0059287F" w:rsidRPr="009B4B85" w:rsidRDefault="0059287F" w:rsidP="0059287F">
      <w:pPr>
        <w:widowControl w:val="0"/>
        <w:autoSpaceDE w:val="0"/>
        <w:autoSpaceDN w:val="0"/>
        <w:jc w:val="center"/>
        <w:outlineLvl w:val="2"/>
        <w:rPr>
          <w:color w:val="C00000"/>
          <w:sz w:val="28"/>
          <w:szCs w:val="28"/>
        </w:rPr>
      </w:pP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1276"/>
        <w:gridCol w:w="851"/>
        <w:gridCol w:w="865"/>
        <w:gridCol w:w="977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9B4B85" w:rsidRPr="009B4B85" w:rsidTr="002D5F0C">
        <w:trPr>
          <w:trHeight w:val="162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 xml:space="preserve">№ </w:t>
            </w:r>
            <w:proofErr w:type="gramStart"/>
            <w:r w:rsidRPr="00610C64">
              <w:rPr>
                <w:sz w:val="28"/>
                <w:szCs w:val="28"/>
              </w:rPr>
              <w:t>п</w:t>
            </w:r>
            <w:proofErr w:type="gramEnd"/>
            <w:r w:rsidRPr="00610C64">
              <w:rPr>
                <w:sz w:val="28"/>
                <w:szCs w:val="28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 w:rsidP="00E3059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202</w:t>
            </w:r>
            <w:r w:rsidR="00E3059D" w:rsidRPr="00610C64">
              <w:rPr>
                <w:sz w:val="28"/>
                <w:szCs w:val="28"/>
              </w:rPr>
              <w:t>3</w:t>
            </w:r>
            <w:r w:rsidRPr="00610C6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Оценка 202</w:t>
            </w:r>
            <w:r w:rsidR="00E3059D" w:rsidRPr="00610C64">
              <w:rPr>
                <w:sz w:val="28"/>
                <w:szCs w:val="28"/>
              </w:rPr>
              <w:t>4</w:t>
            </w:r>
          </w:p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года</w:t>
            </w:r>
          </w:p>
        </w:tc>
        <w:tc>
          <w:tcPr>
            <w:tcW w:w="8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Прогноз, годы</w:t>
            </w:r>
          </w:p>
        </w:tc>
      </w:tr>
      <w:tr w:rsidR="009B4B85" w:rsidRPr="009B4B85" w:rsidTr="002D5F0C">
        <w:trPr>
          <w:trHeight w:val="254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rPr>
                <w:sz w:val="28"/>
                <w:szCs w:val="28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 w:rsidP="00E3059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202</w:t>
            </w:r>
            <w:r w:rsidR="00E3059D" w:rsidRPr="00610C64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202</w:t>
            </w:r>
            <w:r w:rsidR="00E3059D" w:rsidRPr="00610C64">
              <w:rPr>
                <w:sz w:val="28"/>
                <w:szCs w:val="28"/>
              </w:rPr>
              <w:t>6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202</w:t>
            </w:r>
            <w:r w:rsidR="00E3059D" w:rsidRPr="00610C64">
              <w:rPr>
                <w:sz w:val="28"/>
                <w:szCs w:val="28"/>
              </w:rPr>
              <w:t>7</w:t>
            </w:r>
          </w:p>
        </w:tc>
      </w:tr>
      <w:tr w:rsidR="009B4B85" w:rsidRPr="009B4B85" w:rsidTr="002D5F0C">
        <w:trPr>
          <w:trHeight w:val="143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rPr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0C64">
              <w:rPr>
                <w:sz w:val="24"/>
                <w:szCs w:val="24"/>
              </w:rPr>
              <w:t>вариант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0C64">
              <w:rPr>
                <w:sz w:val="24"/>
                <w:szCs w:val="24"/>
              </w:rPr>
              <w:t>вариант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0C64">
              <w:rPr>
                <w:sz w:val="24"/>
                <w:szCs w:val="24"/>
              </w:rPr>
              <w:t>вариант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0C64">
              <w:rPr>
                <w:sz w:val="24"/>
                <w:szCs w:val="24"/>
              </w:rPr>
              <w:t>вариант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0C64">
              <w:rPr>
                <w:sz w:val="24"/>
                <w:szCs w:val="24"/>
              </w:rPr>
              <w:t>вариант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0C64">
              <w:rPr>
                <w:sz w:val="24"/>
                <w:szCs w:val="24"/>
              </w:rPr>
              <w:t>вариант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0C64">
              <w:rPr>
                <w:sz w:val="24"/>
                <w:szCs w:val="24"/>
              </w:rPr>
              <w:t>вариант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0C64">
              <w:rPr>
                <w:sz w:val="24"/>
                <w:szCs w:val="24"/>
              </w:rPr>
              <w:t>вариант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0C64">
              <w:rPr>
                <w:sz w:val="24"/>
                <w:szCs w:val="24"/>
              </w:rPr>
              <w:t>вариант 3</w:t>
            </w:r>
          </w:p>
        </w:tc>
      </w:tr>
      <w:tr w:rsidR="009B4B85" w:rsidRPr="009B4B85" w:rsidTr="002D5F0C">
        <w:trPr>
          <w:trHeight w:val="14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Численность постоянного населения (на конец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59287F" w:rsidRPr="00610C64" w:rsidRDefault="00AF34C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10C64">
              <w:rPr>
                <w:sz w:val="24"/>
                <w:szCs w:val="24"/>
              </w:rPr>
              <w:t>56 654</w:t>
            </w:r>
          </w:p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 w:rsidP="00AF34CA">
            <w:pPr>
              <w:rPr>
                <w:sz w:val="24"/>
                <w:szCs w:val="24"/>
              </w:rPr>
            </w:pPr>
            <w:r w:rsidRPr="00610C64">
              <w:rPr>
                <w:sz w:val="24"/>
                <w:szCs w:val="24"/>
              </w:rPr>
              <w:t xml:space="preserve">56 </w:t>
            </w:r>
            <w:r w:rsidR="00AF34CA" w:rsidRPr="00610C64">
              <w:rPr>
                <w:sz w:val="24"/>
                <w:szCs w:val="24"/>
              </w:rPr>
              <w:t>654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 w:rsidP="00AF34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C64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  <w:r w:rsidR="00AF34CA" w:rsidRPr="00610C64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C64">
              <w:rPr>
                <w:rFonts w:ascii="Times New Roman" w:hAnsi="Times New Roman" w:cs="Times New Roman"/>
                <w:sz w:val="24"/>
                <w:szCs w:val="24"/>
              </w:rPr>
              <w:t>56 667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C64">
              <w:rPr>
                <w:rFonts w:ascii="Times New Roman" w:hAnsi="Times New Roman" w:cs="Times New Roman"/>
                <w:sz w:val="24"/>
                <w:szCs w:val="24"/>
              </w:rPr>
              <w:t>56 724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C64">
              <w:rPr>
                <w:rFonts w:ascii="Times New Roman" w:hAnsi="Times New Roman" w:cs="Times New Roman"/>
                <w:sz w:val="24"/>
                <w:szCs w:val="24"/>
              </w:rPr>
              <w:t>56 498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C64">
              <w:rPr>
                <w:rFonts w:ascii="Times New Roman" w:hAnsi="Times New Roman" w:cs="Times New Roman"/>
                <w:sz w:val="24"/>
                <w:szCs w:val="24"/>
              </w:rPr>
              <w:t>56 611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C64">
              <w:rPr>
                <w:rFonts w:ascii="Times New Roman" w:hAnsi="Times New Roman" w:cs="Times New Roman"/>
                <w:sz w:val="24"/>
                <w:szCs w:val="24"/>
              </w:rPr>
              <w:t>56 724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C64">
              <w:rPr>
                <w:rFonts w:ascii="Times New Roman" w:hAnsi="Times New Roman" w:cs="Times New Roman"/>
                <w:sz w:val="24"/>
                <w:szCs w:val="24"/>
              </w:rPr>
              <w:t>56 385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C64">
              <w:rPr>
                <w:rFonts w:ascii="Times New Roman" w:hAnsi="Times New Roman" w:cs="Times New Roman"/>
                <w:sz w:val="24"/>
                <w:szCs w:val="24"/>
              </w:rPr>
              <w:t>56 554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5928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C64">
              <w:rPr>
                <w:rFonts w:ascii="Times New Roman" w:hAnsi="Times New Roman" w:cs="Times New Roman"/>
                <w:sz w:val="24"/>
                <w:szCs w:val="24"/>
              </w:rPr>
              <w:t>56 724</w:t>
            </w:r>
          </w:p>
        </w:tc>
      </w:tr>
      <w:tr w:rsidR="009B4B85" w:rsidRPr="009B4B85" w:rsidTr="002D5F0C">
        <w:trPr>
          <w:trHeight w:val="142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3B4C7E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B4C7E">
              <w:rPr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3B4C7E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B4C7E">
              <w:rPr>
                <w:sz w:val="28"/>
                <w:szCs w:val="28"/>
              </w:rPr>
              <w:t>Объем отгруженных товаров собственного производства, выполненных работ и услуг собственными силами (по видам экономической деятельности «добыча полезных ископаемых», «обрабатывающие производства», «производство и распределение электроэнергии, газа и воды»)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B4C7E">
              <w:rPr>
                <w:sz w:val="28"/>
                <w:szCs w:val="28"/>
              </w:rPr>
              <w:t>млн.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3B4C7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B4C7E">
              <w:rPr>
                <w:sz w:val="24"/>
                <w:szCs w:val="24"/>
              </w:rPr>
              <w:t>41 476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59287F" w:rsidP="003B4C7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B4C7E">
              <w:rPr>
                <w:sz w:val="24"/>
                <w:szCs w:val="24"/>
              </w:rPr>
              <w:t>4</w:t>
            </w:r>
            <w:r w:rsidR="003B4C7E" w:rsidRPr="003B4C7E">
              <w:rPr>
                <w:sz w:val="24"/>
                <w:szCs w:val="24"/>
              </w:rPr>
              <w:t>3</w:t>
            </w:r>
            <w:r w:rsidRPr="003B4C7E">
              <w:rPr>
                <w:sz w:val="24"/>
                <w:szCs w:val="24"/>
              </w:rPr>
              <w:t xml:space="preserve"> </w:t>
            </w:r>
            <w:r w:rsidR="003B4C7E" w:rsidRPr="003B4C7E">
              <w:rPr>
                <w:sz w:val="24"/>
                <w:szCs w:val="24"/>
              </w:rPr>
              <w:t>093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59287F" w:rsidP="003B4C7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B4C7E">
              <w:rPr>
                <w:sz w:val="24"/>
                <w:szCs w:val="24"/>
              </w:rPr>
              <w:t>4</w:t>
            </w:r>
            <w:r w:rsidR="003B4C7E" w:rsidRPr="003B4C7E">
              <w:rPr>
                <w:sz w:val="24"/>
                <w:szCs w:val="24"/>
              </w:rPr>
              <w:t>6</w:t>
            </w:r>
            <w:r w:rsidRPr="003B4C7E">
              <w:rPr>
                <w:sz w:val="24"/>
                <w:szCs w:val="24"/>
              </w:rPr>
              <w:t xml:space="preserve"> </w:t>
            </w:r>
            <w:r w:rsidR="003B4C7E" w:rsidRPr="003B4C7E">
              <w:rPr>
                <w:sz w:val="24"/>
                <w:szCs w:val="24"/>
              </w:rPr>
              <w:t>608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59287F" w:rsidP="003B4C7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B4C7E">
              <w:rPr>
                <w:sz w:val="24"/>
                <w:szCs w:val="24"/>
              </w:rPr>
              <w:t>4</w:t>
            </w:r>
            <w:r w:rsidR="003B4C7E" w:rsidRPr="003B4C7E">
              <w:rPr>
                <w:sz w:val="24"/>
                <w:szCs w:val="24"/>
              </w:rPr>
              <w:t>6</w:t>
            </w:r>
            <w:r w:rsidRPr="003B4C7E">
              <w:rPr>
                <w:sz w:val="24"/>
                <w:szCs w:val="24"/>
              </w:rPr>
              <w:t xml:space="preserve"> </w:t>
            </w:r>
            <w:r w:rsidR="003B4C7E" w:rsidRPr="003B4C7E">
              <w:rPr>
                <w:sz w:val="24"/>
                <w:szCs w:val="24"/>
              </w:rPr>
              <w:t>968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59287F" w:rsidP="003B4C7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B4C7E">
              <w:rPr>
                <w:sz w:val="24"/>
                <w:szCs w:val="24"/>
              </w:rPr>
              <w:t>4</w:t>
            </w:r>
            <w:r w:rsidR="003B4C7E" w:rsidRPr="003B4C7E">
              <w:rPr>
                <w:sz w:val="24"/>
                <w:szCs w:val="24"/>
              </w:rPr>
              <w:t>8</w:t>
            </w:r>
            <w:r w:rsidRPr="003B4C7E">
              <w:rPr>
                <w:sz w:val="24"/>
                <w:szCs w:val="24"/>
              </w:rPr>
              <w:t xml:space="preserve"> </w:t>
            </w:r>
            <w:r w:rsidR="003B4C7E" w:rsidRPr="003B4C7E">
              <w:rPr>
                <w:sz w:val="24"/>
                <w:szCs w:val="24"/>
              </w:rPr>
              <w:t>429</w:t>
            </w:r>
            <w:r w:rsidRPr="003B4C7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3B4C7E" w:rsidP="003B4C7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B4C7E">
              <w:rPr>
                <w:sz w:val="24"/>
                <w:szCs w:val="24"/>
              </w:rPr>
              <w:t>50</w:t>
            </w:r>
            <w:r w:rsidR="0059287F" w:rsidRPr="003B4C7E">
              <w:rPr>
                <w:sz w:val="24"/>
                <w:szCs w:val="24"/>
              </w:rPr>
              <w:t xml:space="preserve"> </w:t>
            </w:r>
            <w:r w:rsidRPr="003B4C7E">
              <w:rPr>
                <w:sz w:val="24"/>
                <w:szCs w:val="24"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3B4C7E" w:rsidP="003B4C7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B4C7E">
              <w:rPr>
                <w:sz w:val="24"/>
                <w:szCs w:val="24"/>
              </w:rPr>
              <w:t>50</w:t>
            </w:r>
            <w:r w:rsidR="0059287F" w:rsidRPr="003B4C7E">
              <w:rPr>
                <w:sz w:val="24"/>
                <w:szCs w:val="24"/>
              </w:rPr>
              <w:t xml:space="preserve"> </w:t>
            </w:r>
            <w:r w:rsidRPr="003B4C7E">
              <w:rPr>
                <w:sz w:val="24"/>
                <w:szCs w:val="24"/>
              </w:rPr>
              <w:t>995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3B4C7E" w:rsidP="003B4C7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B4C7E">
              <w:rPr>
                <w:sz w:val="24"/>
                <w:szCs w:val="24"/>
              </w:rPr>
              <w:t>53</w:t>
            </w:r>
            <w:r w:rsidR="0059287F" w:rsidRPr="003B4C7E">
              <w:rPr>
                <w:sz w:val="24"/>
                <w:szCs w:val="24"/>
              </w:rPr>
              <w:t xml:space="preserve"> </w:t>
            </w:r>
            <w:r w:rsidRPr="003B4C7E">
              <w:rPr>
                <w:sz w:val="24"/>
                <w:szCs w:val="24"/>
              </w:rPr>
              <w:t>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3B4C7E" w:rsidP="003B4C7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B4C7E">
              <w:rPr>
                <w:sz w:val="24"/>
                <w:szCs w:val="24"/>
              </w:rPr>
              <w:t>54</w:t>
            </w:r>
            <w:r w:rsidR="0059287F" w:rsidRPr="003B4C7E">
              <w:rPr>
                <w:sz w:val="24"/>
                <w:szCs w:val="24"/>
              </w:rPr>
              <w:t xml:space="preserve"> </w:t>
            </w:r>
            <w:r w:rsidRPr="003B4C7E">
              <w:rPr>
                <w:sz w:val="24"/>
                <w:szCs w:val="24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3B4C7E" w:rsidP="003B4C7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B4C7E">
              <w:rPr>
                <w:sz w:val="24"/>
                <w:szCs w:val="24"/>
              </w:rPr>
              <w:t>55</w:t>
            </w:r>
            <w:r w:rsidR="0059287F" w:rsidRPr="003B4C7E">
              <w:rPr>
                <w:sz w:val="24"/>
                <w:szCs w:val="24"/>
              </w:rPr>
              <w:t xml:space="preserve"> </w:t>
            </w:r>
            <w:r w:rsidRPr="003B4C7E">
              <w:rPr>
                <w:sz w:val="24"/>
                <w:szCs w:val="24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3B4C7E" w:rsidP="003B4C7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B4C7E">
              <w:rPr>
                <w:sz w:val="24"/>
                <w:szCs w:val="24"/>
              </w:rPr>
              <w:t>58</w:t>
            </w:r>
            <w:r w:rsidR="0059287F" w:rsidRPr="003B4C7E">
              <w:rPr>
                <w:sz w:val="24"/>
                <w:szCs w:val="24"/>
              </w:rPr>
              <w:t xml:space="preserve"> 7</w:t>
            </w:r>
            <w:r w:rsidRPr="003B4C7E">
              <w:rPr>
                <w:sz w:val="24"/>
                <w:szCs w:val="24"/>
              </w:rPr>
              <w:t>27</w:t>
            </w:r>
          </w:p>
        </w:tc>
      </w:tr>
      <w:tr w:rsidR="009B4B85" w:rsidRPr="009B4B85" w:rsidTr="002D5F0C">
        <w:trPr>
          <w:trHeight w:val="4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B0357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B0357">
              <w:rPr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B0357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B0357">
              <w:rPr>
                <w:sz w:val="28"/>
                <w:szCs w:val="28"/>
              </w:rPr>
              <w:t>Индекс промышленного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7F" w:rsidRPr="003B4C7E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3B4C7E">
              <w:rPr>
                <w:sz w:val="28"/>
                <w:szCs w:val="28"/>
              </w:rPr>
              <w:t>в</w:t>
            </w:r>
            <w:proofErr w:type="gramEnd"/>
            <w:r w:rsidRPr="003B4C7E">
              <w:rPr>
                <w:sz w:val="28"/>
                <w:szCs w:val="28"/>
              </w:rPr>
              <w:t xml:space="preserve"> % </w:t>
            </w:r>
            <w:proofErr w:type="gramStart"/>
            <w:r w:rsidRPr="003B4C7E">
              <w:rPr>
                <w:sz w:val="28"/>
                <w:szCs w:val="28"/>
              </w:rPr>
              <w:t>к</w:t>
            </w:r>
            <w:proofErr w:type="gramEnd"/>
            <w:r w:rsidRPr="003B4C7E">
              <w:rPr>
                <w:sz w:val="28"/>
                <w:szCs w:val="28"/>
              </w:rPr>
              <w:t xml:space="preserve"> предыдущему году </w:t>
            </w:r>
          </w:p>
          <w:p w:rsidR="0059287F" w:rsidRPr="003B4C7E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59287F" w:rsidP="003B4C7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B4C7E">
              <w:rPr>
                <w:sz w:val="28"/>
                <w:szCs w:val="28"/>
              </w:rPr>
              <w:lastRenderedPageBreak/>
              <w:t>1</w:t>
            </w:r>
            <w:r w:rsidR="003B4C7E" w:rsidRPr="003B4C7E">
              <w:rPr>
                <w:sz w:val="28"/>
                <w:szCs w:val="28"/>
              </w:rPr>
              <w:t>46</w:t>
            </w:r>
            <w:r w:rsidRPr="003B4C7E">
              <w:rPr>
                <w:sz w:val="28"/>
                <w:szCs w:val="28"/>
              </w:rPr>
              <w:t>,</w:t>
            </w:r>
            <w:r w:rsidR="003B4C7E" w:rsidRPr="003B4C7E">
              <w:rPr>
                <w:sz w:val="28"/>
                <w:szCs w:val="28"/>
              </w:rP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4C7E" w:rsidRDefault="003B4C7E" w:rsidP="003B4C7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B4C7E">
              <w:rPr>
                <w:sz w:val="28"/>
                <w:szCs w:val="28"/>
              </w:rPr>
              <w:t>103</w:t>
            </w:r>
            <w:r w:rsidR="0059287F" w:rsidRPr="003B4C7E">
              <w:rPr>
                <w:sz w:val="28"/>
                <w:szCs w:val="28"/>
              </w:rPr>
              <w:t>,</w:t>
            </w:r>
            <w:r w:rsidRPr="003B4C7E">
              <w:rPr>
                <w:sz w:val="28"/>
                <w:szCs w:val="28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B4B85" w:rsidRDefault="0059287F" w:rsidP="00FE2B27">
            <w:pPr>
              <w:widowControl w:val="0"/>
              <w:autoSpaceDE w:val="0"/>
              <w:autoSpaceDN w:val="0"/>
              <w:jc w:val="center"/>
              <w:rPr>
                <w:color w:val="C00000"/>
                <w:sz w:val="28"/>
                <w:szCs w:val="28"/>
              </w:rPr>
            </w:pPr>
            <w:r w:rsidRPr="00FE2B27">
              <w:rPr>
                <w:sz w:val="28"/>
                <w:szCs w:val="28"/>
              </w:rPr>
              <w:t>10</w:t>
            </w:r>
            <w:r w:rsidR="00FE2B27" w:rsidRPr="00FE2B27">
              <w:rPr>
                <w:sz w:val="28"/>
                <w:szCs w:val="28"/>
              </w:rPr>
              <w:t>3</w:t>
            </w:r>
            <w:r w:rsidRPr="00FE2B27">
              <w:rPr>
                <w:sz w:val="28"/>
                <w:szCs w:val="28"/>
              </w:rPr>
              <w:t>,</w:t>
            </w:r>
            <w:r w:rsidR="00FE2B27" w:rsidRPr="00FE2B27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E2B27" w:rsidRDefault="0059287F" w:rsidP="00FE2B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2B27">
              <w:rPr>
                <w:sz w:val="28"/>
                <w:szCs w:val="28"/>
              </w:rPr>
              <w:t>10</w:t>
            </w:r>
            <w:r w:rsidR="00FE2B27" w:rsidRPr="00FE2B27">
              <w:rPr>
                <w:sz w:val="28"/>
                <w:szCs w:val="28"/>
              </w:rPr>
              <w:t>4</w:t>
            </w:r>
            <w:r w:rsidRPr="00FE2B27">
              <w:rPr>
                <w:sz w:val="28"/>
                <w:szCs w:val="28"/>
              </w:rPr>
              <w:t>,</w:t>
            </w:r>
            <w:r w:rsidR="00FE2B27" w:rsidRPr="00FE2B27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E2B27" w:rsidRDefault="0059287F" w:rsidP="00FE2B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2B27">
              <w:rPr>
                <w:sz w:val="28"/>
                <w:szCs w:val="28"/>
              </w:rPr>
              <w:t>10</w:t>
            </w:r>
            <w:r w:rsidR="00FE2B27" w:rsidRPr="00FE2B27">
              <w:rPr>
                <w:sz w:val="28"/>
                <w:szCs w:val="28"/>
              </w:rPr>
              <w:t>8</w:t>
            </w:r>
            <w:r w:rsidRPr="00FE2B27">
              <w:rPr>
                <w:sz w:val="28"/>
                <w:szCs w:val="28"/>
              </w:rPr>
              <w:t>,</w:t>
            </w:r>
            <w:r w:rsidR="00FE2B27" w:rsidRPr="00FE2B27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E2B27" w:rsidRDefault="0059287F" w:rsidP="00FE2B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2B27">
              <w:rPr>
                <w:sz w:val="28"/>
                <w:szCs w:val="28"/>
              </w:rPr>
              <w:t>10</w:t>
            </w:r>
            <w:r w:rsidR="00FE2B27" w:rsidRPr="00FE2B27">
              <w:rPr>
                <w:sz w:val="28"/>
                <w:szCs w:val="28"/>
              </w:rPr>
              <w:t>3</w:t>
            </w:r>
            <w:r w:rsidRPr="00FE2B27">
              <w:rPr>
                <w:sz w:val="28"/>
                <w:szCs w:val="28"/>
              </w:rPr>
              <w:t>,</w:t>
            </w:r>
            <w:r w:rsidR="00FE2B27" w:rsidRPr="00FE2B27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E2B27" w:rsidRDefault="0059287F" w:rsidP="00FE2B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2B27">
              <w:rPr>
                <w:sz w:val="28"/>
                <w:szCs w:val="28"/>
              </w:rPr>
              <w:t>10</w:t>
            </w:r>
            <w:r w:rsidR="00FE2B27" w:rsidRPr="00FE2B27">
              <w:rPr>
                <w:sz w:val="28"/>
                <w:szCs w:val="28"/>
              </w:rPr>
              <w:t>4</w:t>
            </w:r>
            <w:r w:rsidRPr="00FE2B27">
              <w:rPr>
                <w:sz w:val="28"/>
                <w:szCs w:val="28"/>
              </w:rPr>
              <w:t>,</w:t>
            </w:r>
            <w:r w:rsidR="00FE2B27" w:rsidRPr="00FE2B27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E2B27" w:rsidRDefault="0059287F" w:rsidP="00FE2B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2B27">
              <w:rPr>
                <w:sz w:val="28"/>
                <w:szCs w:val="28"/>
              </w:rPr>
              <w:t>10</w:t>
            </w:r>
            <w:r w:rsidR="00FE2B27" w:rsidRPr="00FE2B27">
              <w:rPr>
                <w:sz w:val="28"/>
                <w:szCs w:val="28"/>
              </w:rPr>
              <w:t>7</w:t>
            </w:r>
            <w:r w:rsidRPr="00FE2B27">
              <w:rPr>
                <w:sz w:val="28"/>
                <w:szCs w:val="28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E2B27" w:rsidRDefault="0059287F" w:rsidP="00FE2B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2B27">
              <w:rPr>
                <w:sz w:val="28"/>
                <w:szCs w:val="28"/>
              </w:rPr>
              <w:t>10</w:t>
            </w:r>
            <w:r w:rsidR="00FE2B27" w:rsidRPr="00FE2B27">
              <w:rPr>
                <w:sz w:val="28"/>
                <w:szCs w:val="28"/>
              </w:rPr>
              <w:t>3</w:t>
            </w:r>
            <w:r w:rsidRPr="00FE2B27">
              <w:rPr>
                <w:sz w:val="28"/>
                <w:szCs w:val="28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E2B27" w:rsidRDefault="0059287F" w:rsidP="00FE2B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2B27">
              <w:rPr>
                <w:sz w:val="28"/>
                <w:szCs w:val="28"/>
              </w:rPr>
              <w:t>10</w:t>
            </w:r>
            <w:r w:rsidR="00FE2B27" w:rsidRPr="00FE2B27">
              <w:rPr>
                <w:sz w:val="28"/>
                <w:szCs w:val="28"/>
              </w:rPr>
              <w:t>4</w:t>
            </w:r>
            <w:r w:rsidRPr="00FE2B27">
              <w:rPr>
                <w:sz w:val="28"/>
                <w:szCs w:val="28"/>
              </w:rPr>
              <w:t>,</w:t>
            </w:r>
            <w:r w:rsidR="00FE2B27" w:rsidRPr="00FE2B27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E2B27" w:rsidRDefault="0059287F" w:rsidP="00FE2B2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E2B27">
              <w:rPr>
                <w:sz w:val="28"/>
                <w:szCs w:val="28"/>
              </w:rPr>
              <w:t>10</w:t>
            </w:r>
            <w:r w:rsidR="00FE2B27" w:rsidRPr="00FE2B27">
              <w:rPr>
                <w:sz w:val="28"/>
                <w:szCs w:val="28"/>
              </w:rPr>
              <w:t>5</w:t>
            </w:r>
            <w:r w:rsidRPr="00FE2B27">
              <w:rPr>
                <w:sz w:val="28"/>
                <w:szCs w:val="28"/>
              </w:rPr>
              <w:t>,</w:t>
            </w:r>
            <w:r w:rsidR="00FE2B27" w:rsidRPr="00FE2B27">
              <w:rPr>
                <w:sz w:val="28"/>
                <w:szCs w:val="28"/>
              </w:rPr>
              <w:t>8</w:t>
            </w:r>
          </w:p>
        </w:tc>
      </w:tr>
      <w:tr w:rsidR="009B4B85" w:rsidRPr="009B4B85" w:rsidTr="002D5F0C">
        <w:trPr>
          <w:trHeight w:val="43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B4B85" w:rsidRDefault="0059287F">
            <w:pPr>
              <w:widowControl w:val="0"/>
              <w:autoSpaceDE w:val="0"/>
              <w:autoSpaceDN w:val="0"/>
              <w:jc w:val="center"/>
              <w:rPr>
                <w:color w:val="C00000"/>
                <w:sz w:val="28"/>
                <w:szCs w:val="28"/>
              </w:rPr>
            </w:pPr>
            <w:r w:rsidRPr="00603F1C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5B7400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Индекс цен производителей промышленных товаров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7F" w:rsidRPr="005B7400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5B7400">
              <w:rPr>
                <w:sz w:val="28"/>
                <w:szCs w:val="28"/>
              </w:rPr>
              <w:t>в</w:t>
            </w:r>
            <w:proofErr w:type="gramEnd"/>
            <w:r w:rsidRPr="005B7400">
              <w:rPr>
                <w:sz w:val="28"/>
                <w:szCs w:val="28"/>
              </w:rPr>
              <w:t xml:space="preserve"> % </w:t>
            </w:r>
            <w:proofErr w:type="gramStart"/>
            <w:r w:rsidRPr="005B7400">
              <w:rPr>
                <w:sz w:val="28"/>
                <w:szCs w:val="28"/>
              </w:rPr>
              <w:t>к</w:t>
            </w:r>
            <w:proofErr w:type="gramEnd"/>
            <w:r w:rsidRPr="005B7400">
              <w:rPr>
                <w:sz w:val="28"/>
                <w:szCs w:val="28"/>
              </w:rPr>
              <w:t xml:space="preserve"> предыдущему году</w:t>
            </w:r>
          </w:p>
          <w:p w:rsidR="0059287F" w:rsidRPr="005B7400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5B7400" w:rsidRDefault="0059287F" w:rsidP="005B74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1</w:t>
            </w:r>
            <w:r w:rsidR="005B7400" w:rsidRPr="005B7400">
              <w:rPr>
                <w:sz w:val="28"/>
                <w:szCs w:val="28"/>
              </w:rPr>
              <w:t>02</w:t>
            </w:r>
            <w:r w:rsidRPr="005B7400">
              <w:rPr>
                <w:sz w:val="28"/>
                <w:szCs w:val="28"/>
              </w:rPr>
              <w:t>,</w:t>
            </w:r>
            <w:r w:rsidR="005B7400" w:rsidRPr="005B7400">
              <w:rPr>
                <w:sz w:val="28"/>
                <w:szCs w:val="28"/>
              </w:rPr>
              <w:t>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5B7400" w:rsidRDefault="005B7400" w:rsidP="005B74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102</w:t>
            </w:r>
            <w:r w:rsidR="0059287F" w:rsidRPr="005B7400">
              <w:rPr>
                <w:sz w:val="28"/>
                <w:szCs w:val="28"/>
              </w:rPr>
              <w:t>,</w:t>
            </w:r>
            <w:r w:rsidRPr="005B7400">
              <w:rPr>
                <w:sz w:val="28"/>
                <w:szCs w:val="28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5B7400" w:rsidRDefault="0059287F" w:rsidP="005B74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10</w:t>
            </w:r>
            <w:r w:rsidR="005B7400" w:rsidRPr="005B7400">
              <w:rPr>
                <w:sz w:val="28"/>
                <w:szCs w:val="28"/>
              </w:rPr>
              <w:t>5</w:t>
            </w:r>
            <w:r w:rsidRPr="005B7400">
              <w:rPr>
                <w:sz w:val="28"/>
                <w:szCs w:val="28"/>
              </w:rPr>
              <w:t>,</w:t>
            </w:r>
            <w:r w:rsidR="005B7400" w:rsidRPr="005B7400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5B7400" w:rsidRDefault="005B7400" w:rsidP="005B74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104</w:t>
            </w:r>
            <w:r w:rsidR="0059287F" w:rsidRPr="005B7400">
              <w:rPr>
                <w:sz w:val="28"/>
                <w:szCs w:val="28"/>
              </w:rPr>
              <w:t>,</w:t>
            </w:r>
            <w:r w:rsidRPr="005B7400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5B7400" w:rsidRDefault="0059287F" w:rsidP="005B74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10</w:t>
            </w:r>
            <w:r w:rsidR="005B7400" w:rsidRPr="005B7400">
              <w:rPr>
                <w:sz w:val="28"/>
                <w:szCs w:val="28"/>
              </w:rPr>
              <w:t>4</w:t>
            </w:r>
            <w:r w:rsidRPr="005B7400">
              <w:rPr>
                <w:sz w:val="28"/>
                <w:szCs w:val="28"/>
              </w:rPr>
              <w:t>,</w:t>
            </w:r>
            <w:r w:rsidR="005B7400" w:rsidRPr="005B7400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5B7400" w:rsidRDefault="0059287F" w:rsidP="005B74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10</w:t>
            </w:r>
            <w:r w:rsidR="005B7400" w:rsidRPr="005B7400">
              <w:rPr>
                <w:sz w:val="28"/>
                <w:szCs w:val="28"/>
              </w:rPr>
              <w:t>5</w:t>
            </w:r>
            <w:r w:rsidRPr="005B7400">
              <w:rPr>
                <w:sz w:val="28"/>
                <w:szCs w:val="28"/>
              </w:rPr>
              <w:t>,</w:t>
            </w:r>
            <w:r w:rsidR="005B7400" w:rsidRPr="005B740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5B7400" w:rsidRDefault="0059287F" w:rsidP="005B74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10</w:t>
            </w:r>
            <w:r w:rsidR="005B7400" w:rsidRPr="005B7400">
              <w:rPr>
                <w:sz w:val="28"/>
                <w:szCs w:val="28"/>
              </w:rPr>
              <w:t>4</w:t>
            </w:r>
            <w:r w:rsidRPr="005B7400">
              <w:rPr>
                <w:sz w:val="28"/>
                <w:szCs w:val="28"/>
              </w:rPr>
              <w:t>,</w:t>
            </w:r>
            <w:r w:rsidR="005B7400" w:rsidRPr="005B7400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5B7400" w:rsidRDefault="0059287F" w:rsidP="005B74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10</w:t>
            </w:r>
            <w:r w:rsidR="005B7400" w:rsidRPr="005B7400">
              <w:rPr>
                <w:sz w:val="28"/>
                <w:szCs w:val="28"/>
              </w:rPr>
              <w:t>4</w:t>
            </w:r>
            <w:r w:rsidRPr="005B7400">
              <w:rPr>
                <w:sz w:val="28"/>
                <w:szCs w:val="28"/>
              </w:rPr>
              <w:t>,</w:t>
            </w:r>
            <w:r w:rsidR="005B7400" w:rsidRPr="005B7400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5B7400" w:rsidRDefault="0059287F" w:rsidP="005B74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10</w:t>
            </w:r>
            <w:r w:rsidR="005B7400" w:rsidRPr="005B7400">
              <w:rPr>
                <w:sz w:val="28"/>
                <w:szCs w:val="28"/>
              </w:rPr>
              <w:t>4</w:t>
            </w:r>
            <w:r w:rsidRPr="005B7400">
              <w:rPr>
                <w:sz w:val="28"/>
                <w:szCs w:val="28"/>
              </w:rPr>
              <w:t>,</w:t>
            </w:r>
            <w:r w:rsidR="005B7400" w:rsidRPr="005B7400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5B7400" w:rsidRDefault="0059287F" w:rsidP="005B74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10</w:t>
            </w:r>
            <w:r w:rsidR="005B7400" w:rsidRPr="005B7400">
              <w:rPr>
                <w:sz w:val="28"/>
                <w:szCs w:val="28"/>
              </w:rPr>
              <w:t>4</w:t>
            </w:r>
            <w:r w:rsidRPr="005B7400">
              <w:rPr>
                <w:sz w:val="28"/>
                <w:szCs w:val="28"/>
              </w:rPr>
              <w:t>,</w:t>
            </w:r>
            <w:r w:rsidR="005B7400" w:rsidRPr="005B7400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5B7400" w:rsidRDefault="005B7400" w:rsidP="005B740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B7400">
              <w:rPr>
                <w:sz w:val="28"/>
                <w:szCs w:val="28"/>
              </w:rPr>
              <w:t>104</w:t>
            </w:r>
            <w:r w:rsidR="0059287F" w:rsidRPr="005B7400">
              <w:rPr>
                <w:sz w:val="28"/>
                <w:szCs w:val="28"/>
              </w:rPr>
              <w:t>,</w:t>
            </w:r>
            <w:r w:rsidRPr="005B7400">
              <w:rPr>
                <w:sz w:val="28"/>
                <w:szCs w:val="28"/>
              </w:rPr>
              <w:t>8</w:t>
            </w:r>
          </w:p>
        </w:tc>
      </w:tr>
      <w:tr w:rsidR="009B4B85" w:rsidRPr="009B4B85" w:rsidTr="002D5F0C">
        <w:trPr>
          <w:trHeight w:val="14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836B9B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6B9B">
              <w:rPr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836B9B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36B9B">
              <w:rPr>
                <w:sz w:val="28"/>
                <w:szCs w:val="28"/>
              </w:rPr>
              <w:t>Оборот розничной торговли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836B9B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6B9B">
              <w:rPr>
                <w:sz w:val="28"/>
                <w:szCs w:val="28"/>
              </w:rPr>
              <w:t>млн.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 xml:space="preserve">7 </w:t>
            </w:r>
            <w:r w:rsidR="00836B9B" w:rsidRPr="00836B9B">
              <w:rPr>
                <w:sz w:val="24"/>
                <w:szCs w:val="24"/>
              </w:rPr>
              <w:t>654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8679</w:t>
            </w:r>
            <w:r w:rsidR="0059287F" w:rsidRPr="00836B9B">
              <w:rPr>
                <w:sz w:val="24"/>
                <w:szCs w:val="24"/>
              </w:rPr>
              <w:t>,</w:t>
            </w:r>
            <w:r w:rsidRPr="00836B9B">
              <w:rPr>
                <w:sz w:val="24"/>
                <w:szCs w:val="24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9313</w:t>
            </w:r>
            <w:r w:rsidR="0059287F" w:rsidRPr="00836B9B">
              <w:rPr>
                <w:sz w:val="24"/>
                <w:szCs w:val="24"/>
              </w:rPr>
              <w:t>,</w:t>
            </w:r>
            <w:r w:rsidRPr="00836B9B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9413</w:t>
            </w:r>
            <w:r w:rsidR="0059287F" w:rsidRPr="00836B9B">
              <w:rPr>
                <w:sz w:val="24"/>
                <w:szCs w:val="24"/>
              </w:rPr>
              <w:t>,</w:t>
            </w:r>
            <w:r w:rsidRPr="00836B9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9413</w:t>
            </w:r>
            <w:r w:rsidR="0059287F" w:rsidRPr="00836B9B">
              <w:rPr>
                <w:sz w:val="24"/>
                <w:szCs w:val="24"/>
              </w:rPr>
              <w:t>,</w:t>
            </w:r>
            <w:r w:rsidRPr="00836B9B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9946,5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10223,5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10223,5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10612,9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11089</w:t>
            </w:r>
            <w:r w:rsidR="0059287F" w:rsidRPr="00836B9B">
              <w:rPr>
                <w:sz w:val="24"/>
                <w:szCs w:val="24"/>
              </w:rPr>
              <w:t>,</w:t>
            </w:r>
            <w:r w:rsidRPr="00836B9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11089</w:t>
            </w:r>
            <w:r w:rsidR="0059287F" w:rsidRPr="00836B9B">
              <w:rPr>
                <w:sz w:val="24"/>
                <w:szCs w:val="24"/>
              </w:rPr>
              <w:t>,</w:t>
            </w:r>
            <w:r w:rsidRPr="00836B9B">
              <w:rPr>
                <w:sz w:val="24"/>
                <w:szCs w:val="24"/>
              </w:rPr>
              <w:t>4</w:t>
            </w:r>
          </w:p>
        </w:tc>
      </w:tr>
      <w:tr w:rsidR="009B4B85" w:rsidRPr="009B4B85" w:rsidTr="002D5F0C">
        <w:trPr>
          <w:trHeight w:val="649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836B9B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36B9B">
              <w:rPr>
                <w:sz w:val="28"/>
                <w:szCs w:val="28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836B9B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36B9B">
              <w:rPr>
                <w:sz w:val="28"/>
                <w:szCs w:val="28"/>
              </w:rPr>
              <w:t>в</w:t>
            </w:r>
            <w:proofErr w:type="gramEnd"/>
            <w:r w:rsidRPr="00836B9B">
              <w:rPr>
                <w:sz w:val="28"/>
                <w:szCs w:val="28"/>
              </w:rPr>
              <w:t xml:space="preserve"> % </w:t>
            </w:r>
            <w:proofErr w:type="gramStart"/>
            <w:r w:rsidRPr="00836B9B">
              <w:rPr>
                <w:sz w:val="28"/>
                <w:szCs w:val="28"/>
              </w:rPr>
              <w:t>к</w:t>
            </w:r>
            <w:proofErr w:type="gramEnd"/>
            <w:r w:rsidRPr="00836B9B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87F" w:rsidRPr="00836B9B" w:rsidRDefault="005928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9287F" w:rsidRPr="00836B9B" w:rsidRDefault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100</w:t>
            </w:r>
            <w:r w:rsidR="0059287F" w:rsidRPr="00836B9B">
              <w:rPr>
                <w:sz w:val="24"/>
                <w:szCs w:val="24"/>
              </w:rPr>
              <w:t>,</w:t>
            </w:r>
            <w:r w:rsidRPr="00836B9B">
              <w:rPr>
                <w:sz w:val="24"/>
                <w:szCs w:val="24"/>
              </w:rPr>
              <w:t>9</w:t>
            </w:r>
          </w:p>
          <w:p w:rsidR="0059287F" w:rsidRPr="00836B9B" w:rsidRDefault="005928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105</w:t>
            </w:r>
            <w:r w:rsidR="00AA1C1D">
              <w:rPr>
                <w:sz w:val="24"/>
                <w:szCs w:val="24"/>
              </w:rPr>
              <w:t>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102</w:t>
            </w:r>
            <w:r w:rsidR="0059287F" w:rsidRPr="00836B9B">
              <w:rPr>
                <w:sz w:val="24"/>
                <w:szCs w:val="24"/>
              </w:rPr>
              <w:t>,</w:t>
            </w:r>
            <w:r w:rsidRPr="00836B9B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104</w:t>
            </w:r>
            <w:r w:rsidR="0059287F" w:rsidRPr="00836B9B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</w:t>
            </w:r>
            <w:r w:rsidR="00836B9B" w:rsidRPr="00836B9B">
              <w:rPr>
                <w:sz w:val="24"/>
                <w:szCs w:val="24"/>
              </w:rPr>
              <w:t>4</w:t>
            </w:r>
            <w:r w:rsidRPr="00836B9B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</w:t>
            </w:r>
            <w:r w:rsidR="00836B9B" w:rsidRPr="00836B9B">
              <w:rPr>
                <w:sz w:val="24"/>
                <w:szCs w:val="24"/>
              </w:rPr>
              <w:t>2</w:t>
            </w:r>
            <w:r w:rsidRPr="00836B9B">
              <w:rPr>
                <w:sz w:val="24"/>
                <w:szCs w:val="24"/>
              </w:rPr>
              <w:t>,</w:t>
            </w:r>
            <w:r w:rsidR="00836B9B" w:rsidRPr="00836B9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</w:t>
            </w:r>
            <w:r w:rsidR="00836B9B" w:rsidRPr="00836B9B">
              <w:rPr>
                <w:sz w:val="24"/>
                <w:szCs w:val="24"/>
              </w:rPr>
              <w:t>4</w:t>
            </w:r>
            <w:r w:rsidRPr="00836B9B">
              <w:rPr>
                <w:sz w:val="24"/>
                <w:szCs w:val="24"/>
              </w:rPr>
              <w:t>,</w:t>
            </w:r>
            <w:r w:rsidR="00836B9B" w:rsidRPr="00836B9B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</w:t>
            </w:r>
            <w:r w:rsidR="00836B9B" w:rsidRPr="00836B9B">
              <w:rPr>
                <w:sz w:val="24"/>
                <w:szCs w:val="24"/>
              </w:rPr>
              <w:t>4</w:t>
            </w:r>
            <w:r w:rsidRPr="00836B9B">
              <w:rPr>
                <w:sz w:val="24"/>
                <w:szCs w:val="24"/>
              </w:rPr>
              <w:t>,</w:t>
            </w:r>
            <w:r w:rsidR="00836B9B" w:rsidRPr="00836B9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104,2</w:t>
            </w:r>
          </w:p>
        </w:tc>
      </w:tr>
      <w:tr w:rsidR="009B4B85" w:rsidRPr="009B4B85" w:rsidTr="002D5F0C">
        <w:trPr>
          <w:trHeight w:val="143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836B9B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36B9B">
              <w:rPr>
                <w:sz w:val="28"/>
                <w:szCs w:val="28"/>
              </w:rPr>
              <w:t>индекс-дефлятор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836B9B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36B9B">
              <w:rPr>
                <w:sz w:val="28"/>
                <w:szCs w:val="28"/>
              </w:rPr>
              <w:t>в</w:t>
            </w:r>
            <w:proofErr w:type="gramEnd"/>
            <w:r w:rsidRPr="00836B9B">
              <w:rPr>
                <w:sz w:val="28"/>
                <w:szCs w:val="28"/>
              </w:rPr>
              <w:t xml:space="preserve"> % </w:t>
            </w:r>
            <w:proofErr w:type="gramStart"/>
            <w:r w:rsidRPr="00836B9B">
              <w:rPr>
                <w:sz w:val="28"/>
                <w:szCs w:val="28"/>
              </w:rPr>
              <w:t>к</w:t>
            </w:r>
            <w:proofErr w:type="gramEnd"/>
            <w:r w:rsidRPr="00836B9B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103,3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108</w:t>
            </w:r>
            <w:r w:rsidR="0059287F" w:rsidRPr="00836B9B">
              <w:rPr>
                <w:sz w:val="24"/>
                <w:szCs w:val="24"/>
              </w:rPr>
              <w:t>,</w:t>
            </w:r>
            <w:r w:rsidRPr="00836B9B">
              <w:rPr>
                <w:sz w:val="24"/>
                <w:szCs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</w:t>
            </w:r>
            <w:r w:rsidR="00836B9B" w:rsidRPr="00836B9B">
              <w:rPr>
                <w:sz w:val="24"/>
                <w:szCs w:val="24"/>
              </w:rPr>
              <w:t>4</w:t>
            </w:r>
            <w:r w:rsidRPr="00836B9B">
              <w:rPr>
                <w:sz w:val="24"/>
                <w:szCs w:val="24"/>
              </w:rPr>
              <w:t>,</w:t>
            </w:r>
            <w:r w:rsidR="00836B9B" w:rsidRPr="00836B9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</w:t>
            </w:r>
            <w:r w:rsidR="00836B9B" w:rsidRPr="00836B9B">
              <w:rPr>
                <w:sz w:val="24"/>
                <w:szCs w:val="24"/>
              </w:rPr>
              <w:t>4</w:t>
            </w:r>
            <w:r w:rsidRPr="00836B9B">
              <w:rPr>
                <w:sz w:val="24"/>
                <w:szCs w:val="24"/>
              </w:rPr>
              <w:t>,</w:t>
            </w:r>
            <w:r w:rsidR="00836B9B" w:rsidRPr="00836B9B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104,</w:t>
            </w:r>
            <w:r w:rsidR="00836B9B" w:rsidRPr="00836B9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59287F" w:rsidP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104,</w:t>
            </w:r>
            <w:r w:rsidR="00836B9B" w:rsidRPr="00836B9B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36B9B" w:rsidRDefault="00836B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6B9B">
              <w:rPr>
                <w:sz w:val="24"/>
                <w:szCs w:val="24"/>
              </w:rPr>
              <w:t>104,1</w:t>
            </w:r>
          </w:p>
        </w:tc>
      </w:tr>
      <w:tr w:rsidR="009B4B85" w:rsidRPr="009B4B85" w:rsidTr="002D5F0C">
        <w:trPr>
          <w:trHeight w:val="14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7339C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39C4">
              <w:rPr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7F" w:rsidRPr="007339C4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9C4">
              <w:rPr>
                <w:sz w:val="28"/>
                <w:szCs w:val="28"/>
              </w:rPr>
              <w:t>Объем платных услуг населению</w:t>
            </w:r>
          </w:p>
          <w:p w:rsidR="0059287F" w:rsidRPr="007339C4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7339C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39C4">
              <w:rPr>
                <w:sz w:val="28"/>
                <w:szCs w:val="28"/>
              </w:rPr>
              <w:t>млн.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2</w:t>
            </w:r>
            <w:r w:rsidR="007339C4" w:rsidRPr="007339C4">
              <w:rPr>
                <w:sz w:val="24"/>
                <w:szCs w:val="24"/>
              </w:rPr>
              <w:t>130</w:t>
            </w:r>
            <w:r w:rsidRPr="007339C4">
              <w:rPr>
                <w:sz w:val="24"/>
                <w:szCs w:val="24"/>
              </w:rPr>
              <w:t>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2</w:t>
            </w:r>
            <w:r w:rsidR="007339C4" w:rsidRPr="007339C4">
              <w:rPr>
                <w:sz w:val="24"/>
                <w:szCs w:val="24"/>
              </w:rPr>
              <w:t>402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2</w:t>
            </w:r>
            <w:r w:rsidR="007339C4" w:rsidRPr="007339C4">
              <w:rPr>
                <w:sz w:val="24"/>
                <w:szCs w:val="24"/>
              </w:rPr>
              <w:t>650</w:t>
            </w:r>
            <w:r w:rsidRPr="007339C4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7339C4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2653</w:t>
            </w:r>
            <w:r w:rsidR="0059287F" w:rsidRPr="007339C4">
              <w:rPr>
                <w:sz w:val="24"/>
                <w:szCs w:val="24"/>
              </w:rPr>
              <w:t>,</w:t>
            </w:r>
            <w:r w:rsidRPr="007339C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2</w:t>
            </w:r>
            <w:r w:rsidR="007339C4" w:rsidRPr="007339C4">
              <w:rPr>
                <w:sz w:val="24"/>
                <w:szCs w:val="24"/>
              </w:rPr>
              <w:t>653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7339C4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2904</w:t>
            </w:r>
            <w:r w:rsidR="0059287F" w:rsidRPr="007339C4">
              <w:rPr>
                <w:sz w:val="24"/>
                <w:szCs w:val="24"/>
              </w:rPr>
              <w:t>,</w:t>
            </w:r>
            <w:r w:rsidRPr="007339C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7339C4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2908</w:t>
            </w:r>
            <w:r w:rsidR="0059287F" w:rsidRPr="007339C4">
              <w:rPr>
                <w:sz w:val="24"/>
                <w:szCs w:val="24"/>
              </w:rPr>
              <w:t>,</w:t>
            </w:r>
            <w:r w:rsidRPr="007339C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2</w:t>
            </w:r>
            <w:r w:rsidR="007339C4" w:rsidRPr="007339C4">
              <w:rPr>
                <w:sz w:val="24"/>
                <w:szCs w:val="24"/>
              </w:rPr>
              <w:t>908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7339C4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3174</w:t>
            </w:r>
            <w:r w:rsidR="0059287F" w:rsidRPr="007339C4">
              <w:rPr>
                <w:sz w:val="24"/>
                <w:szCs w:val="24"/>
              </w:rPr>
              <w:t>,</w:t>
            </w:r>
            <w:r w:rsidRPr="007339C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7339C4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3187</w:t>
            </w:r>
            <w:r w:rsidR="0059287F" w:rsidRPr="007339C4">
              <w:rPr>
                <w:sz w:val="24"/>
                <w:szCs w:val="24"/>
              </w:rPr>
              <w:t>,</w:t>
            </w:r>
            <w:r w:rsidRPr="007339C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7339C4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3187</w:t>
            </w:r>
            <w:r w:rsidR="0059287F" w:rsidRPr="007339C4">
              <w:rPr>
                <w:sz w:val="24"/>
                <w:szCs w:val="24"/>
              </w:rPr>
              <w:t>,</w:t>
            </w:r>
            <w:r w:rsidRPr="007339C4">
              <w:rPr>
                <w:sz w:val="24"/>
                <w:szCs w:val="24"/>
              </w:rPr>
              <w:t>3</w:t>
            </w:r>
          </w:p>
        </w:tc>
      </w:tr>
      <w:tr w:rsidR="009B4B85" w:rsidRPr="009B4B85" w:rsidTr="002D5F0C">
        <w:trPr>
          <w:trHeight w:val="143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7339C4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9C4">
              <w:rPr>
                <w:sz w:val="28"/>
                <w:szCs w:val="28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7339C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7339C4">
              <w:rPr>
                <w:sz w:val="28"/>
                <w:szCs w:val="28"/>
              </w:rPr>
              <w:t>в</w:t>
            </w:r>
            <w:proofErr w:type="gramEnd"/>
            <w:r w:rsidRPr="007339C4">
              <w:rPr>
                <w:sz w:val="28"/>
                <w:szCs w:val="28"/>
              </w:rPr>
              <w:t xml:space="preserve"> % </w:t>
            </w:r>
            <w:proofErr w:type="gramStart"/>
            <w:r w:rsidRPr="007339C4">
              <w:rPr>
                <w:sz w:val="28"/>
                <w:szCs w:val="28"/>
              </w:rPr>
              <w:t>к</w:t>
            </w:r>
            <w:proofErr w:type="gramEnd"/>
            <w:r w:rsidRPr="007339C4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9</w:t>
            </w:r>
            <w:r w:rsidR="007339C4" w:rsidRPr="007339C4">
              <w:rPr>
                <w:sz w:val="24"/>
                <w:szCs w:val="24"/>
              </w:rPr>
              <w:t>5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3</w:t>
            </w:r>
            <w:r w:rsidRPr="007339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7339C4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105</w:t>
            </w:r>
            <w:r w:rsidR="0059287F" w:rsidRPr="007339C4">
              <w:rPr>
                <w:sz w:val="24"/>
                <w:szCs w:val="24"/>
              </w:rPr>
              <w:t>,</w:t>
            </w:r>
            <w:r w:rsidRPr="007339C4">
              <w:rPr>
                <w:sz w:val="24"/>
                <w:szCs w:val="24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7339C4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103</w:t>
            </w:r>
            <w:r w:rsidR="0059287F" w:rsidRPr="007339C4">
              <w:rPr>
                <w:sz w:val="24"/>
                <w:szCs w:val="24"/>
              </w:rPr>
              <w:t>,</w:t>
            </w:r>
            <w:r w:rsidRPr="007339C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4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4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4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4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4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4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5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5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0</w:t>
            </w:r>
          </w:p>
        </w:tc>
      </w:tr>
      <w:tr w:rsidR="009B4B85" w:rsidRPr="009B4B85" w:rsidTr="002D5F0C">
        <w:trPr>
          <w:trHeight w:val="143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7339C4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7339C4">
              <w:rPr>
                <w:sz w:val="28"/>
                <w:szCs w:val="28"/>
              </w:rPr>
              <w:t>индекс-дефлятор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7339C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7339C4">
              <w:rPr>
                <w:sz w:val="28"/>
                <w:szCs w:val="28"/>
              </w:rPr>
              <w:t>в</w:t>
            </w:r>
            <w:proofErr w:type="gramEnd"/>
            <w:r w:rsidRPr="007339C4">
              <w:rPr>
                <w:sz w:val="28"/>
                <w:szCs w:val="28"/>
              </w:rPr>
              <w:t xml:space="preserve"> % к предыдущему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</w:t>
            </w:r>
            <w:r w:rsidR="007339C4" w:rsidRPr="007339C4">
              <w:rPr>
                <w:sz w:val="24"/>
                <w:szCs w:val="24"/>
              </w:rPr>
              <w:t>11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107,5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6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6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6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5</w:t>
            </w:r>
            <w:r w:rsidRPr="007339C4">
              <w:rPr>
                <w:sz w:val="24"/>
                <w:szCs w:val="24"/>
              </w:rPr>
              <w:t>,</w:t>
            </w:r>
            <w:r w:rsidR="007339C4" w:rsidRPr="007339C4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5</w:t>
            </w:r>
            <w:r w:rsidRPr="007339C4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</w:t>
            </w:r>
            <w:r w:rsidR="007339C4" w:rsidRPr="007339C4">
              <w:rPr>
                <w:sz w:val="24"/>
                <w:szCs w:val="24"/>
              </w:rPr>
              <w:t>5</w:t>
            </w:r>
            <w:r w:rsidRPr="007339C4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104,</w:t>
            </w:r>
            <w:r w:rsidR="007339C4" w:rsidRPr="007339C4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59287F" w:rsidP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104,</w:t>
            </w:r>
            <w:r w:rsidR="007339C4" w:rsidRPr="007339C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39C4" w:rsidRDefault="007339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39C4">
              <w:rPr>
                <w:sz w:val="24"/>
                <w:szCs w:val="24"/>
              </w:rPr>
              <w:t>104,4</w:t>
            </w:r>
          </w:p>
        </w:tc>
      </w:tr>
      <w:tr w:rsidR="006352FF" w:rsidRPr="009B4B85" w:rsidTr="002D5F0C">
        <w:trPr>
          <w:trHeight w:val="14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FF" w:rsidRPr="002943F6" w:rsidRDefault="006352F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t>Объем работ, выполненных по виду деятельности «строительство»</w:t>
            </w:r>
          </w:p>
          <w:p w:rsidR="006352FF" w:rsidRPr="002943F6" w:rsidRDefault="006352F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t>млн.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1414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1348,8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1402,3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1404,9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1411,2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1462,6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1469,3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1481,6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1485,4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1487,9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1514,0</w:t>
            </w:r>
          </w:p>
        </w:tc>
      </w:tr>
      <w:tr w:rsidR="006352FF" w:rsidRPr="009B4B85" w:rsidTr="002D5F0C">
        <w:trPr>
          <w:trHeight w:val="143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2943F6" w:rsidRDefault="006352FF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2943F6">
              <w:rPr>
                <w:sz w:val="28"/>
                <w:szCs w:val="28"/>
              </w:rPr>
              <w:t>в</w:t>
            </w:r>
            <w:proofErr w:type="gramEnd"/>
            <w:r w:rsidRPr="002943F6">
              <w:rPr>
                <w:sz w:val="28"/>
                <w:szCs w:val="28"/>
              </w:rPr>
              <w:t xml:space="preserve"> % </w:t>
            </w:r>
            <w:proofErr w:type="gramStart"/>
            <w:r w:rsidRPr="002943F6">
              <w:rPr>
                <w:sz w:val="28"/>
                <w:szCs w:val="28"/>
              </w:rPr>
              <w:t>к</w:t>
            </w:r>
            <w:proofErr w:type="gramEnd"/>
            <w:r w:rsidRPr="002943F6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122,2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89,7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98,4</w:t>
            </w:r>
          </w:p>
        </w:tc>
      </w:tr>
      <w:tr w:rsidR="006352FF" w:rsidRPr="009B4B85" w:rsidTr="002D5F0C">
        <w:trPr>
          <w:trHeight w:val="703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2943F6" w:rsidRDefault="006352FF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FF" w:rsidRPr="002943F6" w:rsidRDefault="006352F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t>индекс-дефлятор</w:t>
            </w:r>
          </w:p>
          <w:p w:rsidR="006352FF" w:rsidRPr="002943F6" w:rsidRDefault="006352F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6352FF" w:rsidRPr="002943F6" w:rsidRDefault="006352F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6352FF" w:rsidRPr="002943F6" w:rsidRDefault="006352F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2943F6">
              <w:rPr>
                <w:sz w:val="28"/>
                <w:szCs w:val="28"/>
              </w:rPr>
              <w:t>в</w:t>
            </w:r>
            <w:proofErr w:type="gramEnd"/>
            <w:r w:rsidRPr="002943F6">
              <w:rPr>
                <w:sz w:val="28"/>
                <w:szCs w:val="28"/>
              </w:rPr>
              <w:t xml:space="preserve"> % </w:t>
            </w:r>
            <w:proofErr w:type="gramStart"/>
            <w:r w:rsidRPr="002943F6">
              <w:rPr>
                <w:sz w:val="28"/>
                <w:szCs w:val="28"/>
              </w:rPr>
              <w:t>к</w:t>
            </w:r>
            <w:proofErr w:type="gramEnd"/>
            <w:r w:rsidRPr="002943F6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106,5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106,4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103,9</w:t>
            </w:r>
          </w:p>
        </w:tc>
      </w:tr>
      <w:tr w:rsidR="006352FF" w:rsidRPr="009B4B85" w:rsidTr="002D5F0C">
        <w:trPr>
          <w:trHeight w:val="14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t>млн.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2229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2346,4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2481,9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2486,9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2519,3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2598,7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2609,2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2688,1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2702,6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2726,9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2842,8</w:t>
            </w:r>
          </w:p>
        </w:tc>
      </w:tr>
      <w:tr w:rsidR="006352FF" w:rsidRPr="009B4B85" w:rsidTr="002D5F0C">
        <w:trPr>
          <w:trHeight w:val="143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2943F6" w:rsidRDefault="006352FF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2943F6">
              <w:rPr>
                <w:sz w:val="28"/>
                <w:szCs w:val="28"/>
              </w:rPr>
              <w:t>в</w:t>
            </w:r>
            <w:proofErr w:type="gramEnd"/>
            <w:r w:rsidRPr="002943F6">
              <w:rPr>
                <w:sz w:val="28"/>
                <w:szCs w:val="28"/>
              </w:rPr>
              <w:t xml:space="preserve"> % </w:t>
            </w:r>
            <w:proofErr w:type="gramStart"/>
            <w:r w:rsidRPr="002943F6">
              <w:rPr>
                <w:sz w:val="28"/>
                <w:szCs w:val="28"/>
              </w:rPr>
              <w:t>к</w:t>
            </w:r>
            <w:proofErr w:type="gramEnd"/>
            <w:r w:rsidRPr="002943F6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111,4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101,7</w:t>
            </w:r>
          </w:p>
        </w:tc>
      </w:tr>
      <w:tr w:rsidR="006352FF" w:rsidRPr="009B4B85" w:rsidTr="002D5F0C">
        <w:trPr>
          <w:trHeight w:val="631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2943F6" w:rsidRDefault="006352FF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t>индекс-дефлятор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2943F6">
              <w:rPr>
                <w:sz w:val="28"/>
                <w:szCs w:val="28"/>
              </w:rPr>
              <w:t>в</w:t>
            </w:r>
            <w:proofErr w:type="gramEnd"/>
            <w:r w:rsidRPr="002943F6">
              <w:rPr>
                <w:sz w:val="28"/>
                <w:szCs w:val="28"/>
              </w:rPr>
              <w:t xml:space="preserve"> % </w:t>
            </w:r>
            <w:proofErr w:type="gramStart"/>
            <w:r w:rsidRPr="002943F6">
              <w:rPr>
                <w:sz w:val="28"/>
                <w:szCs w:val="28"/>
              </w:rPr>
              <w:t>к</w:t>
            </w:r>
            <w:proofErr w:type="gramEnd"/>
            <w:r w:rsidRPr="002943F6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109,4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105,3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352FF">
              <w:rPr>
                <w:sz w:val="24"/>
                <w:szCs w:val="24"/>
              </w:rPr>
              <w:t>104,0</w:t>
            </w:r>
          </w:p>
        </w:tc>
      </w:tr>
      <w:tr w:rsidR="006352FF" w:rsidRPr="009B4B85" w:rsidTr="002D5F0C">
        <w:trPr>
          <w:trHeight w:val="63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943F6">
              <w:rPr>
                <w:sz w:val="28"/>
                <w:szCs w:val="28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FF" w:rsidRPr="002943F6" w:rsidRDefault="006352F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spellStart"/>
            <w:r w:rsidRPr="002943F6">
              <w:rPr>
                <w:sz w:val="28"/>
                <w:szCs w:val="28"/>
              </w:rPr>
              <w:t>тыс.кв.м</w:t>
            </w:r>
            <w:proofErr w:type="spellEnd"/>
            <w:r w:rsidRPr="002943F6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352FF">
              <w:rPr>
                <w:sz w:val="24"/>
                <w:szCs w:val="24"/>
                <w:lang w:eastAsia="en-US"/>
              </w:rPr>
              <w:t>32,7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352FF">
              <w:rPr>
                <w:sz w:val="24"/>
                <w:szCs w:val="24"/>
                <w:lang w:eastAsia="en-US"/>
              </w:rPr>
              <w:t>9,1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352FF">
              <w:rPr>
                <w:sz w:val="24"/>
                <w:szCs w:val="24"/>
                <w:lang w:eastAsia="en-US"/>
              </w:rPr>
              <w:t>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352FF">
              <w:rPr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352FF">
              <w:rPr>
                <w:sz w:val="24"/>
                <w:szCs w:val="24"/>
                <w:lang w:eastAsia="en-US"/>
              </w:rPr>
              <w:t>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352FF">
              <w:rPr>
                <w:sz w:val="24"/>
                <w:szCs w:val="24"/>
                <w:lang w:eastAsia="en-US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352FF">
              <w:rPr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352FF">
              <w:rPr>
                <w:sz w:val="24"/>
                <w:szCs w:val="24"/>
                <w:lang w:eastAsia="en-US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352FF">
              <w:rPr>
                <w:sz w:val="24"/>
                <w:szCs w:val="24"/>
                <w:lang w:eastAsia="en-US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352FF">
              <w:rPr>
                <w:sz w:val="24"/>
                <w:szCs w:val="24"/>
                <w:lang w:eastAsia="en-US"/>
              </w:rP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FF" w:rsidRPr="006352FF" w:rsidRDefault="006352FF" w:rsidP="006352FF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352FF">
              <w:rPr>
                <w:sz w:val="24"/>
                <w:szCs w:val="24"/>
                <w:lang w:eastAsia="en-US"/>
              </w:rPr>
              <w:t>5,8</w:t>
            </w:r>
          </w:p>
        </w:tc>
      </w:tr>
      <w:tr w:rsidR="009B4B85" w:rsidRPr="009B4B85" w:rsidTr="002D5F0C">
        <w:trPr>
          <w:trHeight w:val="53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 xml:space="preserve">Фонд заработной платы работников предприятий и организаций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0C64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0C64">
              <w:rPr>
                <w:sz w:val="28"/>
                <w:szCs w:val="28"/>
              </w:rPr>
              <w:t>млн.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610C64">
            <w:pPr>
              <w:widowControl w:val="0"/>
              <w:autoSpaceDE w:val="0"/>
              <w:autoSpaceDN w:val="0"/>
              <w:jc w:val="center"/>
            </w:pPr>
            <w:r w:rsidRPr="00610C64">
              <w:t>10 795,1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0C64" w:rsidRDefault="00610C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10C64">
              <w:rPr>
                <w:rFonts w:ascii="Times New Roman" w:hAnsi="Times New Roman" w:cs="Times New Roman"/>
                <w:sz w:val="20"/>
              </w:rPr>
              <w:t>12 446,8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4E6402" w:rsidRDefault="00610C64" w:rsidP="003B66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  <w:r w:rsidR="003B66DE" w:rsidRPr="004E6402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66DE" w:rsidRPr="004E64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4E6402" w:rsidRDefault="00610C64" w:rsidP="003B66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  <w:r w:rsidR="003B66DE" w:rsidRPr="004E6402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66DE" w:rsidRPr="004E64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4E6402" w:rsidRDefault="00610C64" w:rsidP="004E64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 xml:space="preserve"> 481</w:t>
            </w: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4E6402" w:rsidRDefault="00610C64" w:rsidP="004E64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14 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4E6402" w:rsidRDefault="00610C64" w:rsidP="004E64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14 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B66DE" w:rsidRDefault="00610C64" w:rsidP="004E6402">
            <w:pPr>
              <w:pStyle w:val="ConsPlusNormal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 xml:space="preserve"> 234</w:t>
            </w: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4E6402" w:rsidRDefault="00610C64" w:rsidP="004E64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 xml:space="preserve"> 998</w:t>
            </w:r>
            <w:r w:rsidR="0059287F" w:rsidRPr="004E6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4E6402" w:rsidRDefault="00610C64" w:rsidP="004E64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  <w:r w:rsidR="0059287F" w:rsidRPr="004E6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4E6402" w:rsidRDefault="00610C64" w:rsidP="004E64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  <w:r w:rsidRPr="004E64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6402" w:rsidRPr="004E64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B85" w:rsidRPr="009B4B85" w:rsidTr="002D5F0C">
        <w:trPr>
          <w:trHeight w:val="5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A41D7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A41D7">
              <w:rPr>
                <w:sz w:val="28"/>
                <w:szCs w:val="28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A41D7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A41D7">
              <w:rPr>
                <w:sz w:val="28"/>
                <w:szCs w:val="28"/>
              </w:rPr>
              <w:t>Среднемесячная номинальная начисленная заработная плата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A41D7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A41D7">
              <w:rPr>
                <w:sz w:val="28"/>
                <w:szCs w:val="28"/>
              </w:rPr>
              <w:t>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A41D7" w:rsidRDefault="009A41D7">
            <w:pPr>
              <w:widowControl w:val="0"/>
              <w:autoSpaceDE w:val="0"/>
              <w:autoSpaceDN w:val="0"/>
              <w:jc w:val="both"/>
            </w:pPr>
            <w:r w:rsidRPr="009A41D7">
              <w:t>59 374,0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A41D7" w:rsidRDefault="009A41D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A41D7">
              <w:rPr>
                <w:rFonts w:ascii="Times New Roman" w:hAnsi="Times New Roman" w:cs="Times New Roman"/>
                <w:sz w:val="20"/>
              </w:rPr>
              <w:t>68 992,6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7D41" w:rsidRDefault="009A41D7" w:rsidP="002D5F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5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D5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654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7D41" w:rsidRDefault="009A41D7" w:rsidP="001C7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7D41" w:rsidRDefault="009A41D7" w:rsidP="001C7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7D41" w:rsidRDefault="009A41D7" w:rsidP="001C7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065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7D41" w:rsidRDefault="001C7D41" w:rsidP="001C7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7D41" w:rsidRDefault="009A41D7" w:rsidP="001C7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7D41" w:rsidRDefault="009A41D7" w:rsidP="001C7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7D41" w:rsidRDefault="009A41D7" w:rsidP="001C7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D41" w:rsidRPr="001C7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7D41" w:rsidRDefault="001C7D41" w:rsidP="001C7D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  <w:r w:rsidR="0059287F" w:rsidRPr="001C7D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7D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B85" w:rsidRPr="009B4B85" w:rsidTr="002D5F0C">
        <w:trPr>
          <w:trHeight w:val="5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A3D57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A3D57">
              <w:rPr>
                <w:sz w:val="28"/>
                <w:szCs w:val="28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A3D57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A3D57">
              <w:rPr>
                <w:sz w:val="28"/>
                <w:szCs w:val="28"/>
              </w:rPr>
              <w:t>Среднесписочная численность работников, занятых в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A3D57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A3D57">
              <w:rPr>
                <w:sz w:val="28"/>
                <w:szCs w:val="28"/>
              </w:rPr>
              <w:t>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A3D57" w:rsidRDefault="006A3D5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A3D57">
              <w:rPr>
                <w:sz w:val="24"/>
                <w:szCs w:val="24"/>
              </w:rPr>
              <w:t>15,65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A3D57" w:rsidRDefault="0059287F" w:rsidP="006A3D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A3D57" w:rsidRDefault="0059287F" w:rsidP="006A3D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A3D57" w:rsidRDefault="0059287F" w:rsidP="006A3D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A3D57" w:rsidRDefault="0059287F" w:rsidP="006A3D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A3D57" w:rsidRDefault="0059287F" w:rsidP="006A3D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A3D57" w:rsidRDefault="0059287F" w:rsidP="006A3D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A3D57" w:rsidRDefault="0059287F" w:rsidP="006A3D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A3D57" w:rsidRDefault="0059287F" w:rsidP="006A3D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A3D57" w:rsidRDefault="0059287F" w:rsidP="006A3D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A3D57" w:rsidRDefault="0059287F" w:rsidP="006A3D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3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3D57" w:rsidRPr="006A3D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B4B85" w:rsidRPr="009B4B85" w:rsidTr="002D5F0C">
        <w:trPr>
          <w:trHeight w:val="5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3A6560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A6560">
              <w:rPr>
                <w:sz w:val="28"/>
                <w:szCs w:val="28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3A6560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A6560">
              <w:rPr>
                <w:sz w:val="28"/>
                <w:szCs w:val="28"/>
              </w:rPr>
              <w:t>Перевезено пассажиров автомобильным транспортом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3A6560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A6560">
              <w:rPr>
                <w:sz w:val="28"/>
                <w:szCs w:val="28"/>
              </w:rPr>
              <w:t>тыс.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3</w:t>
            </w:r>
            <w:r w:rsidR="0059287F" w:rsidRPr="003A6560">
              <w:rPr>
                <w:sz w:val="22"/>
                <w:szCs w:val="22"/>
                <w:lang w:eastAsia="en-US"/>
              </w:rPr>
              <w:t xml:space="preserve"> </w:t>
            </w:r>
            <w:r w:rsidRPr="003A6560">
              <w:rPr>
                <w:sz w:val="22"/>
                <w:szCs w:val="22"/>
                <w:lang w:eastAsia="en-US"/>
              </w:rPr>
              <w:t>834</w:t>
            </w:r>
            <w:r w:rsidR="0059287F" w:rsidRPr="003A6560">
              <w:rPr>
                <w:sz w:val="22"/>
                <w:szCs w:val="22"/>
                <w:lang w:eastAsia="en-US"/>
              </w:rPr>
              <w:t>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4</w:t>
            </w:r>
            <w:r w:rsidR="0059287F" w:rsidRPr="003A6560">
              <w:rPr>
                <w:sz w:val="22"/>
                <w:szCs w:val="22"/>
                <w:lang w:eastAsia="en-US"/>
              </w:rPr>
              <w:t> </w:t>
            </w:r>
            <w:r w:rsidRPr="003A6560">
              <w:rPr>
                <w:sz w:val="22"/>
                <w:szCs w:val="22"/>
                <w:lang w:eastAsia="en-US"/>
              </w:rPr>
              <w:t>470</w:t>
            </w:r>
            <w:r w:rsidR="0059287F" w:rsidRPr="003A6560">
              <w:rPr>
                <w:sz w:val="22"/>
                <w:szCs w:val="22"/>
                <w:lang w:eastAsia="en-US"/>
              </w:rPr>
              <w:t>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59287F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4 </w:t>
            </w:r>
            <w:r w:rsidR="003A6560" w:rsidRPr="003A6560">
              <w:rPr>
                <w:sz w:val="22"/>
                <w:szCs w:val="22"/>
                <w:lang w:eastAsia="en-US"/>
              </w:rPr>
              <w:t>631</w:t>
            </w:r>
            <w:r w:rsidRPr="003A6560">
              <w:rPr>
                <w:sz w:val="22"/>
                <w:szCs w:val="22"/>
                <w:lang w:eastAsia="en-US"/>
              </w:rPr>
              <w:t>,</w:t>
            </w:r>
            <w:r w:rsidR="003A6560" w:rsidRPr="003A656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59287F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4 </w:t>
            </w:r>
            <w:r w:rsidR="003A6560" w:rsidRPr="003A6560">
              <w:rPr>
                <w:sz w:val="22"/>
                <w:szCs w:val="22"/>
                <w:lang w:eastAsia="en-US"/>
              </w:rPr>
              <w:t>649</w:t>
            </w:r>
            <w:r w:rsidRPr="003A6560">
              <w:rPr>
                <w:sz w:val="22"/>
                <w:szCs w:val="22"/>
                <w:lang w:eastAsia="en-US"/>
              </w:rPr>
              <w:t>,</w:t>
            </w:r>
            <w:r w:rsidR="003A6560" w:rsidRPr="003A656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59287F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4 </w:t>
            </w:r>
            <w:r w:rsidR="003A6560" w:rsidRPr="003A6560">
              <w:rPr>
                <w:sz w:val="22"/>
                <w:szCs w:val="22"/>
                <w:lang w:eastAsia="en-US"/>
              </w:rPr>
              <w:t>658</w:t>
            </w:r>
            <w:r w:rsidRPr="003A6560">
              <w:rPr>
                <w:sz w:val="22"/>
                <w:szCs w:val="22"/>
                <w:lang w:eastAsia="en-US"/>
              </w:rPr>
              <w:t>,</w:t>
            </w:r>
            <w:r w:rsidR="003A6560" w:rsidRPr="003A656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59287F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4 </w:t>
            </w:r>
            <w:r w:rsidR="003A6560" w:rsidRPr="003A6560">
              <w:rPr>
                <w:sz w:val="22"/>
                <w:szCs w:val="22"/>
                <w:lang w:eastAsia="en-US"/>
              </w:rPr>
              <w:t>723</w:t>
            </w:r>
            <w:r w:rsidRPr="003A6560">
              <w:rPr>
                <w:sz w:val="22"/>
                <w:szCs w:val="22"/>
                <w:lang w:eastAsia="en-US"/>
              </w:rPr>
              <w:t>,</w:t>
            </w:r>
            <w:r w:rsidR="003A6560" w:rsidRPr="003A6560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59287F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4 </w:t>
            </w:r>
            <w:r w:rsidR="003A6560" w:rsidRPr="003A6560">
              <w:rPr>
                <w:sz w:val="22"/>
                <w:szCs w:val="22"/>
                <w:lang w:eastAsia="en-US"/>
              </w:rPr>
              <w:t>751</w:t>
            </w:r>
            <w:r w:rsidRPr="003A6560">
              <w:rPr>
                <w:sz w:val="22"/>
                <w:szCs w:val="22"/>
                <w:lang w:eastAsia="en-US"/>
              </w:rPr>
              <w:t>,</w:t>
            </w:r>
            <w:r w:rsidR="003A6560" w:rsidRPr="003A6560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59287F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4 </w:t>
            </w:r>
            <w:r w:rsidR="003A6560" w:rsidRPr="003A6560">
              <w:rPr>
                <w:sz w:val="22"/>
                <w:szCs w:val="22"/>
                <w:lang w:eastAsia="en-US"/>
              </w:rPr>
              <w:t>816</w:t>
            </w:r>
            <w:r w:rsidRPr="003A6560">
              <w:rPr>
                <w:sz w:val="22"/>
                <w:szCs w:val="22"/>
                <w:lang w:eastAsia="en-US"/>
              </w:rPr>
              <w:t>,</w:t>
            </w:r>
            <w:r w:rsidR="003A6560" w:rsidRPr="003A656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59287F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4 </w:t>
            </w:r>
            <w:r w:rsidR="003A6560" w:rsidRPr="003A6560">
              <w:rPr>
                <w:sz w:val="22"/>
                <w:szCs w:val="22"/>
                <w:lang w:eastAsia="en-US"/>
              </w:rPr>
              <w:t>771</w:t>
            </w:r>
            <w:r w:rsidRPr="003A6560">
              <w:rPr>
                <w:sz w:val="22"/>
                <w:szCs w:val="22"/>
                <w:lang w:eastAsia="en-US"/>
              </w:rPr>
              <w:t>,</w:t>
            </w:r>
            <w:r w:rsidR="003A6560" w:rsidRPr="003A656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59287F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4 </w:t>
            </w:r>
            <w:r w:rsidR="003A6560" w:rsidRPr="003A6560">
              <w:rPr>
                <w:sz w:val="22"/>
                <w:szCs w:val="22"/>
                <w:lang w:eastAsia="en-US"/>
              </w:rPr>
              <w:t>851</w:t>
            </w:r>
            <w:r w:rsidRPr="003A6560">
              <w:rPr>
                <w:sz w:val="22"/>
                <w:szCs w:val="22"/>
                <w:lang w:eastAsia="en-US"/>
              </w:rPr>
              <w:t>,</w:t>
            </w:r>
            <w:r w:rsidR="003A6560" w:rsidRPr="003A656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59287F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4 </w:t>
            </w:r>
            <w:r w:rsidR="003A6560" w:rsidRPr="003A6560">
              <w:rPr>
                <w:sz w:val="22"/>
                <w:szCs w:val="22"/>
                <w:lang w:eastAsia="en-US"/>
              </w:rPr>
              <w:t>932</w:t>
            </w:r>
            <w:r w:rsidRPr="003A6560">
              <w:rPr>
                <w:sz w:val="22"/>
                <w:szCs w:val="22"/>
                <w:lang w:eastAsia="en-US"/>
              </w:rPr>
              <w:t>,</w:t>
            </w:r>
            <w:r w:rsidR="003A6560" w:rsidRPr="003A6560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9B4B85" w:rsidRPr="009B4B85" w:rsidTr="002D5F0C">
        <w:trPr>
          <w:trHeight w:val="5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3A6560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A6560">
              <w:rPr>
                <w:sz w:val="28"/>
                <w:szCs w:val="28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3A6560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A6560">
              <w:rPr>
                <w:sz w:val="28"/>
                <w:szCs w:val="28"/>
              </w:rPr>
              <w:t>Перевезено грузов автомобильным транспортом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3A6560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A6560">
              <w:rPr>
                <w:sz w:val="28"/>
                <w:szCs w:val="28"/>
              </w:rPr>
              <w:t>тыс. 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3 770,4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1 503,3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1</w:t>
            </w:r>
            <w:r w:rsidR="0059287F" w:rsidRPr="003A6560">
              <w:rPr>
                <w:sz w:val="22"/>
                <w:szCs w:val="22"/>
                <w:lang w:eastAsia="en-US"/>
              </w:rPr>
              <w:t xml:space="preserve"> </w:t>
            </w:r>
            <w:r w:rsidRPr="003A6560">
              <w:rPr>
                <w:sz w:val="22"/>
                <w:szCs w:val="22"/>
                <w:lang w:eastAsia="en-US"/>
              </w:rPr>
              <w:t>557</w:t>
            </w:r>
            <w:r w:rsidR="0059287F" w:rsidRPr="003A6560">
              <w:rPr>
                <w:sz w:val="22"/>
                <w:szCs w:val="22"/>
                <w:lang w:eastAsia="en-US"/>
              </w:rPr>
              <w:t>,</w:t>
            </w:r>
            <w:r w:rsidRPr="003A6560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1</w:t>
            </w:r>
            <w:r w:rsidR="0059287F" w:rsidRPr="003A6560">
              <w:rPr>
                <w:sz w:val="22"/>
                <w:szCs w:val="22"/>
                <w:lang w:eastAsia="en-US"/>
              </w:rPr>
              <w:t> </w:t>
            </w:r>
            <w:r w:rsidRPr="003A6560">
              <w:rPr>
                <w:sz w:val="22"/>
                <w:szCs w:val="22"/>
                <w:lang w:eastAsia="en-US"/>
              </w:rPr>
              <w:t>563</w:t>
            </w:r>
            <w:r w:rsidR="0059287F" w:rsidRPr="003A6560">
              <w:rPr>
                <w:sz w:val="22"/>
                <w:szCs w:val="22"/>
                <w:lang w:eastAsia="en-US"/>
              </w:rPr>
              <w:t>,</w:t>
            </w:r>
            <w:r w:rsidRPr="003A6560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1</w:t>
            </w:r>
            <w:r w:rsidR="0059287F" w:rsidRPr="003A6560">
              <w:rPr>
                <w:sz w:val="22"/>
                <w:szCs w:val="22"/>
                <w:lang w:eastAsia="en-US"/>
              </w:rPr>
              <w:t> </w:t>
            </w:r>
            <w:r w:rsidRPr="003A6560">
              <w:rPr>
                <w:sz w:val="22"/>
                <w:szCs w:val="22"/>
                <w:lang w:eastAsia="en-US"/>
              </w:rPr>
              <w:t>566</w:t>
            </w:r>
            <w:r w:rsidR="0059287F" w:rsidRPr="003A6560">
              <w:rPr>
                <w:sz w:val="22"/>
                <w:szCs w:val="22"/>
                <w:lang w:eastAsia="en-US"/>
              </w:rPr>
              <w:t>,</w:t>
            </w:r>
            <w:r w:rsidRPr="003A6560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1</w:t>
            </w:r>
            <w:r w:rsidR="0059287F" w:rsidRPr="003A6560">
              <w:rPr>
                <w:sz w:val="22"/>
                <w:szCs w:val="22"/>
                <w:lang w:eastAsia="en-US"/>
              </w:rPr>
              <w:t> 5</w:t>
            </w:r>
            <w:r w:rsidRPr="003A6560">
              <w:rPr>
                <w:sz w:val="22"/>
                <w:szCs w:val="22"/>
                <w:lang w:eastAsia="en-US"/>
              </w:rPr>
              <w:t>88</w:t>
            </w:r>
            <w:r w:rsidR="0059287F" w:rsidRPr="003A6560">
              <w:rPr>
                <w:sz w:val="22"/>
                <w:szCs w:val="22"/>
                <w:lang w:eastAsia="en-US"/>
              </w:rPr>
              <w:t>,</w:t>
            </w:r>
            <w:r w:rsidRPr="003A6560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1</w:t>
            </w:r>
            <w:r w:rsidR="0059287F" w:rsidRPr="003A6560">
              <w:rPr>
                <w:sz w:val="22"/>
                <w:szCs w:val="22"/>
                <w:lang w:eastAsia="en-US"/>
              </w:rPr>
              <w:t> 5</w:t>
            </w:r>
            <w:r w:rsidRPr="003A6560">
              <w:rPr>
                <w:sz w:val="22"/>
                <w:szCs w:val="22"/>
                <w:lang w:eastAsia="en-US"/>
              </w:rPr>
              <w:t>97</w:t>
            </w:r>
            <w:r w:rsidR="0059287F" w:rsidRPr="003A6560">
              <w:rPr>
                <w:sz w:val="22"/>
                <w:szCs w:val="22"/>
                <w:lang w:eastAsia="en-US"/>
              </w:rPr>
              <w:t>,</w:t>
            </w:r>
            <w:r w:rsidRPr="003A6560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1</w:t>
            </w:r>
            <w:r w:rsidR="0059287F" w:rsidRPr="003A6560">
              <w:rPr>
                <w:sz w:val="22"/>
                <w:szCs w:val="22"/>
                <w:lang w:eastAsia="en-US"/>
              </w:rPr>
              <w:t> 6</w:t>
            </w:r>
            <w:r w:rsidRPr="003A6560">
              <w:rPr>
                <w:sz w:val="22"/>
                <w:szCs w:val="22"/>
                <w:lang w:eastAsia="en-US"/>
              </w:rPr>
              <w:t>19</w:t>
            </w:r>
            <w:r w:rsidR="0059287F" w:rsidRPr="003A6560">
              <w:rPr>
                <w:sz w:val="22"/>
                <w:szCs w:val="22"/>
                <w:lang w:eastAsia="en-US"/>
              </w:rPr>
              <w:t>,</w:t>
            </w:r>
            <w:r w:rsidRPr="003A6560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1</w:t>
            </w:r>
            <w:r w:rsidR="0059287F" w:rsidRPr="003A6560">
              <w:rPr>
                <w:sz w:val="22"/>
                <w:szCs w:val="22"/>
                <w:lang w:eastAsia="en-US"/>
              </w:rPr>
              <w:t> </w:t>
            </w:r>
            <w:r w:rsidRPr="003A6560">
              <w:rPr>
                <w:sz w:val="22"/>
                <w:szCs w:val="22"/>
                <w:lang w:eastAsia="en-US"/>
              </w:rPr>
              <w:t>604</w:t>
            </w:r>
            <w:r w:rsidR="0059287F" w:rsidRPr="003A6560">
              <w:rPr>
                <w:sz w:val="22"/>
                <w:szCs w:val="22"/>
                <w:lang w:eastAsia="en-US"/>
              </w:rPr>
              <w:t>,</w:t>
            </w:r>
            <w:r w:rsidRPr="003A6560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1</w:t>
            </w:r>
            <w:r w:rsidR="0059287F" w:rsidRPr="003A6560">
              <w:rPr>
                <w:sz w:val="22"/>
                <w:szCs w:val="22"/>
                <w:lang w:eastAsia="en-US"/>
              </w:rPr>
              <w:t> 6</w:t>
            </w:r>
            <w:r w:rsidRPr="003A6560">
              <w:rPr>
                <w:sz w:val="22"/>
                <w:szCs w:val="22"/>
                <w:lang w:eastAsia="en-US"/>
              </w:rPr>
              <w:t>31</w:t>
            </w:r>
            <w:r w:rsidR="0059287F" w:rsidRPr="003A6560">
              <w:rPr>
                <w:sz w:val="22"/>
                <w:szCs w:val="22"/>
                <w:lang w:eastAsia="en-US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A6560" w:rsidRDefault="003A6560" w:rsidP="003A6560">
            <w:pPr>
              <w:autoSpaceDE w:val="0"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6560">
              <w:rPr>
                <w:sz w:val="22"/>
                <w:szCs w:val="22"/>
                <w:lang w:eastAsia="en-US"/>
              </w:rPr>
              <w:t>1</w:t>
            </w:r>
            <w:r w:rsidR="0059287F" w:rsidRPr="003A6560">
              <w:rPr>
                <w:sz w:val="22"/>
                <w:szCs w:val="22"/>
                <w:lang w:eastAsia="en-US"/>
              </w:rPr>
              <w:t> 6</w:t>
            </w:r>
            <w:r w:rsidRPr="003A6560">
              <w:rPr>
                <w:sz w:val="22"/>
                <w:szCs w:val="22"/>
                <w:lang w:eastAsia="en-US"/>
              </w:rPr>
              <w:t>58</w:t>
            </w:r>
            <w:r w:rsidR="0059287F" w:rsidRPr="003A6560">
              <w:rPr>
                <w:sz w:val="22"/>
                <w:szCs w:val="22"/>
                <w:lang w:eastAsia="en-US"/>
              </w:rPr>
              <w:t>,</w:t>
            </w:r>
            <w:r w:rsidRPr="003A6560">
              <w:rPr>
                <w:sz w:val="22"/>
                <w:szCs w:val="22"/>
                <w:lang w:eastAsia="en-US"/>
              </w:rPr>
              <w:t>7</w:t>
            </w:r>
          </w:p>
        </w:tc>
      </w:tr>
    </w:tbl>
    <w:p w:rsidR="0059287F" w:rsidRPr="009B4B85" w:rsidRDefault="0059287F" w:rsidP="00715F96">
      <w:pPr>
        <w:rPr>
          <w:color w:val="C00000"/>
          <w:sz w:val="28"/>
        </w:rPr>
      </w:pPr>
      <w:r w:rsidRPr="009B4B85">
        <w:rPr>
          <w:color w:val="C00000"/>
          <w:sz w:val="28"/>
        </w:rPr>
        <w:br w:type="page"/>
      </w:r>
    </w:p>
    <w:p w:rsidR="0059287F" w:rsidRPr="009B4B85" w:rsidRDefault="0059287F" w:rsidP="00715F96">
      <w:pPr>
        <w:rPr>
          <w:color w:val="C00000"/>
          <w:sz w:val="28"/>
        </w:rPr>
        <w:sectPr w:rsidR="0059287F" w:rsidRPr="009B4B85" w:rsidSect="0059287F">
          <w:pgSz w:w="16838" w:h="11906" w:orient="landscape" w:code="9"/>
          <w:pgMar w:top="567" w:right="851" w:bottom="709" w:left="1134" w:header="720" w:footer="720" w:gutter="0"/>
          <w:cols w:space="720"/>
          <w:titlePg/>
          <w:docGrid w:linePitch="212"/>
        </w:sectPr>
      </w:pPr>
    </w:p>
    <w:p w:rsidR="0059287F" w:rsidRPr="00301FE5" w:rsidRDefault="0059287F" w:rsidP="0059287F">
      <w:pPr>
        <w:pStyle w:val="ac"/>
        <w:numPr>
          <w:ilvl w:val="1"/>
          <w:numId w:val="31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FE5">
        <w:rPr>
          <w:rFonts w:ascii="Times New Roman" w:hAnsi="Times New Roman" w:cs="Times New Roman"/>
          <w:sz w:val="28"/>
          <w:szCs w:val="28"/>
        </w:rPr>
        <w:lastRenderedPageBreak/>
        <w:t>Целевые показатели прогноза социально-экономического развития города Искитима Новосибирской области</w:t>
      </w:r>
    </w:p>
    <w:p w:rsidR="0059287F" w:rsidRPr="00301FE5" w:rsidRDefault="0059287F" w:rsidP="0059287F">
      <w:pPr>
        <w:autoSpaceDE w:val="0"/>
        <w:autoSpaceDN w:val="0"/>
        <w:jc w:val="center"/>
        <w:rPr>
          <w:sz w:val="28"/>
          <w:szCs w:val="28"/>
        </w:rPr>
      </w:pPr>
      <w:r w:rsidRPr="00301FE5">
        <w:rPr>
          <w:sz w:val="28"/>
          <w:szCs w:val="28"/>
        </w:rPr>
        <w:t>на 202</w:t>
      </w:r>
      <w:r w:rsidR="00301FE5" w:rsidRPr="00301FE5">
        <w:rPr>
          <w:sz w:val="28"/>
          <w:szCs w:val="28"/>
        </w:rPr>
        <w:t>5</w:t>
      </w:r>
      <w:r w:rsidRPr="00301FE5">
        <w:rPr>
          <w:sz w:val="28"/>
          <w:szCs w:val="28"/>
        </w:rPr>
        <w:t xml:space="preserve"> год и плановый период 202</w:t>
      </w:r>
      <w:r w:rsidR="00301FE5" w:rsidRPr="00301FE5">
        <w:rPr>
          <w:sz w:val="28"/>
          <w:szCs w:val="28"/>
        </w:rPr>
        <w:t>6</w:t>
      </w:r>
      <w:r w:rsidRPr="00301FE5">
        <w:rPr>
          <w:sz w:val="28"/>
          <w:szCs w:val="28"/>
        </w:rPr>
        <w:t xml:space="preserve"> и 202</w:t>
      </w:r>
      <w:r w:rsidR="00301FE5" w:rsidRPr="00301FE5">
        <w:rPr>
          <w:sz w:val="28"/>
          <w:szCs w:val="28"/>
        </w:rPr>
        <w:t>7</w:t>
      </w:r>
      <w:r w:rsidRPr="00301FE5">
        <w:rPr>
          <w:sz w:val="28"/>
          <w:szCs w:val="28"/>
        </w:rPr>
        <w:t xml:space="preserve"> годов</w:t>
      </w:r>
    </w:p>
    <w:p w:rsidR="0059287F" w:rsidRPr="009B4B85" w:rsidRDefault="0059287F" w:rsidP="0059287F">
      <w:pPr>
        <w:autoSpaceDE w:val="0"/>
        <w:autoSpaceDN w:val="0"/>
        <w:jc w:val="center"/>
        <w:rPr>
          <w:color w:val="C00000"/>
          <w:sz w:val="16"/>
          <w:szCs w:val="16"/>
        </w:rPr>
      </w:pPr>
    </w:p>
    <w:tbl>
      <w:tblPr>
        <w:tblW w:w="5200" w:type="pct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546"/>
        <w:gridCol w:w="2567"/>
        <w:gridCol w:w="1974"/>
        <w:gridCol w:w="1675"/>
        <w:gridCol w:w="1460"/>
        <w:gridCol w:w="1395"/>
        <w:gridCol w:w="1563"/>
      </w:tblGrid>
      <w:tr w:rsidR="009B4B85" w:rsidRPr="009B4B85" w:rsidTr="0059287F">
        <w:trPr>
          <w:trHeight w:val="396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301FE5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№</w:t>
            </w:r>
          </w:p>
          <w:p w:rsidR="0059287F" w:rsidRPr="00301FE5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301FE5">
              <w:rPr>
                <w:sz w:val="28"/>
                <w:szCs w:val="28"/>
              </w:rPr>
              <w:t>п</w:t>
            </w:r>
            <w:proofErr w:type="gramEnd"/>
            <w:r w:rsidRPr="00301FE5">
              <w:rPr>
                <w:sz w:val="28"/>
                <w:szCs w:val="28"/>
              </w:rPr>
              <w:t>/п</w:t>
            </w:r>
          </w:p>
        </w:tc>
        <w:tc>
          <w:tcPr>
            <w:tcW w:w="1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202</w:t>
            </w:r>
            <w:r w:rsidR="00301FE5" w:rsidRPr="00301FE5">
              <w:rPr>
                <w:sz w:val="28"/>
                <w:szCs w:val="28"/>
              </w:rPr>
              <w:t>4</w:t>
            </w:r>
            <w:r w:rsidRPr="00301FE5">
              <w:rPr>
                <w:sz w:val="28"/>
                <w:szCs w:val="28"/>
              </w:rPr>
              <w:t xml:space="preserve"> год</w:t>
            </w:r>
          </w:p>
          <w:p w:rsidR="0059287F" w:rsidRPr="00301FE5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(ожидаемое значение)</w:t>
            </w:r>
          </w:p>
        </w:tc>
        <w:tc>
          <w:tcPr>
            <w:tcW w:w="19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Прогноз, годы</w:t>
            </w:r>
          </w:p>
        </w:tc>
      </w:tr>
      <w:tr w:rsidR="009B4B85" w:rsidRPr="009B4B85" w:rsidTr="0059287F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rPr>
                <w:sz w:val="28"/>
                <w:szCs w:val="28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autoSpaceDE w:val="0"/>
              <w:autoSpaceDN w:val="0"/>
              <w:ind w:right="-60"/>
              <w:jc w:val="center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202</w:t>
            </w:r>
            <w:r w:rsidR="00301FE5" w:rsidRPr="00301FE5">
              <w:rPr>
                <w:sz w:val="28"/>
                <w:szCs w:val="2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 w:rsidP="00301FE5">
            <w:pPr>
              <w:autoSpaceDE w:val="0"/>
              <w:autoSpaceDN w:val="0"/>
              <w:ind w:right="-60"/>
              <w:jc w:val="center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202</w:t>
            </w:r>
            <w:r w:rsidR="00301FE5" w:rsidRPr="00301FE5">
              <w:rPr>
                <w:sz w:val="28"/>
                <w:szCs w:val="28"/>
              </w:rP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301FE5">
            <w:pPr>
              <w:autoSpaceDE w:val="0"/>
              <w:autoSpaceDN w:val="0"/>
              <w:ind w:right="-60"/>
              <w:jc w:val="center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2027</w:t>
            </w:r>
          </w:p>
        </w:tc>
      </w:tr>
      <w:tr w:rsidR="009B4B85" w:rsidRPr="009B4B85" w:rsidTr="0059287F">
        <w:trPr>
          <w:trHeight w:val="37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896C3C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0" w:name="OLE_LINK1"/>
            <w:r w:rsidRPr="00896C3C">
              <w:rPr>
                <w:sz w:val="28"/>
                <w:szCs w:val="28"/>
              </w:rPr>
              <w:t>1.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896C3C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896C3C">
              <w:rPr>
                <w:sz w:val="28"/>
                <w:szCs w:val="28"/>
              </w:rPr>
              <w:t>Индекс промышленного производства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896C3C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96C3C">
              <w:rPr>
                <w:sz w:val="28"/>
                <w:szCs w:val="28"/>
              </w:rPr>
              <w:t>в</w:t>
            </w:r>
            <w:proofErr w:type="gramEnd"/>
            <w:r w:rsidRPr="00896C3C">
              <w:rPr>
                <w:sz w:val="28"/>
                <w:szCs w:val="28"/>
              </w:rPr>
              <w:t xml:space="preserve"> % </w:t>
            </w:r>
            <w:proofErr w:type="gramStart"/>
            <w:r w:rsidRPr="00896C3C">
              <w:rPr>
                <w:sz w:val="28"/>
                <w:szCs w:val="28"/>
              </w:rPr>
              <w:t>к</w:t>
            </w:r>
            <w:proofErr w:type="gramEnd"/>
            <w:r w:rsidRPr="00896C3C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96C3C" w:rsidRDefault="0059287F" w:rsidP="00C50DB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96C3C">
              <w:rPr>
                <w:sz w:val="28"/>
                <w:szCs w:val="28"/>
              </w:rPr>
              <w:t>1</w:t>
            </w:r>
            <w:r w:rsidR="00C50DB0" w:rsidRPr="00896C3C">
              <w:rPr>
                <w:sz w:val="28"/>
                <w:szCs w:val="28"/>
              </w:rPr>
              <w:t>03</w:t>
            </w:r>
            <w:r w:rsidRPr="00896C3C">
              <w:rPr>
                <w:sz w:val="28"/>
                <w:szCs w:val="28"/>
              </w:rPr>
              <w:t>,</w:t>
            </w:r>
            <w:r w:rsidR="00C50DB0" w:rsidRPr="00896C3C">
              <w:rPr>
                <w:sz w:val="28"/>
                <w:szCs w:val="28"/>
              </w:rPr>
              <w:t>5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96C3C" w:rsidRDefault="0059287F" w:rsidP="00C50DB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96C3C">
              <w:rPr>
                <w:sz w:val="28"/>
                <w:szCs w:val="28"/>
              </w:rPr>
              <w:t>10</w:t>
            </w:r>
            <w:r w:rsidR="00C50DB0" w:rsidRPr="00896C3C">
              <w:rPr>
                <w:sz w:val="28"/>
                <w:szCs w:val="28"/>
              </w:rPr>
              <w:t>3</w:t>
            </w:r>
            <w:r w:rsidRPr="00896C3C">
              <w:rPr>
                <w:sz w:val="28"/>
                <w:szCs w:val="28"/>
              </w:rPr>
              <w:t>,</w:t>
            </w:r>
            <w:r w:rsidR="00C50DB0" w:rsidRPr="00896C3C">
              <w:rPr>
                <w:sz w:val="28"/>
                <w:szCs w:val="28"/>
              </w:rPr>
              <w:t>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96C3C" w:rsidRDefault="0059287F" w:rsidP="00C50DB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96C3C">
              <w:rPr>
                <w:sz w:val="28"/>
                <w:szCs w:val="28"/>
              </w:rPr>
              <w:t>10</w:t>
            </w:r>
            <w:r w:rsidR="00C50DB0" w:rsidRPr="00896C3C">
              <w:rPr>
                <w:sz w:val="28"/>
                <w:szCs w:val="28"/>
              </w:rPr>
              <w:t>3</w:t>
            </w:r>
            <w:r w:rsidRPr="00896C3C">
              <w:rPr>
                <w:sz w:val="28"/>
                <w:szCs w:val="28"/>
              </w:rPr>
              <w:t>,</w:t>
            </w:r>
            <w:r w:rsidR="00C50DB0" w:rsidRPr="00896C3C">
              <w:rPr>
                <w:sz w:val="28"/>
                <w:szCs w:val="28"/>
              </w:rPr>
              <w:t>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896C3C" w:rsidRDefault="0059287F" w:rsidP="00C50DB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96C3C">
              <w:rPr>
                <w:sz w:val="28"/>
                <w:szCs w:val="28"/>
              </w:rPr>
              <w:t>10</w:t>
            </w:r>
            <w:r w:rsidR="00C50DB0" w:rsidRPr="00896C3C">
              <w:rPr>
                <w:sz w:val="28"/>
                <w:szCs w:val="28"/>
              </w:rPr>
              <w:t>3</w:t>
            </w:r>
            <w:r w:rsidRPr="00896C3C">
              <w:rPr>
                <w:sz w:val="28"/>
                <w:szCs w:val="28"/>
              </w:rPr>
              <w:t>,9</w:t>
            </w:r>
          </w:p>
        </w:tc>
      </w:tr>
      <w:tr w:rsidR="009B4B85" w:rsidRPr="009B4B85" w:rsidTr="0059287F">
        <w:trPr>
          <w:trHeight w:val="41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C910FB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2.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C910FB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Индекс производства продукции сельского хозяйства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C910FB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C910FB">
              <w:rPr>
                <w:sz w:val="28"/>
                <w:szCs w:val="28"/>
              </w:rPr>
              <w:t>в</w:t>
            </w:r>
            <w:proofErr w:type="gramEnd"/>
            <w:r w:rsidRPr="00C910FB">
              <w:rPr>
                <w:sz w:val="28"/>
                <w:szCs w:val="28"/>
              </w:rPr>
              <w:t xml:space="preserve"> % </w:t>
            </w:r>
            <w:proofErr w:type="gramStart"/>
            <w:r w:rsidRPr="00C910FB">
              <w:rPr>
                <w:sz w:val="28"/>
                <w:szCs w:val="28"/>
              </w:rPr>
              <w:t>к</w:t>
            </w:r>
            <w:proofErr w:type="gramEnd"/>
            <w:r w:rsidRPr="00C910FB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910FB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910FB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910FB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-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910FB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-</w:t>
            </w:r>
          </w:p>
        </w:tc>
      </w:tr>
      <w:tr w:rsidR="009B4B85" w:rsidRPr="009B4B85" w:rsidTr="0059287F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C0A1E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3.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C0A1E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Индекс объема работ, выполненных по виду деятельности «строительство»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C0A1E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6C0A1E">
              <w:rPr>
                <w:sz w:val="28"/>
                <w:szCs w:val="28"/>
              </w:rPr>
              <w:t>в</w:t>
            </w:r>
            <w:proofErr w:type="gramEnd"/>
            <w:r w:rsidRPr="006C0A1E">
              <w:rPr>
                <w:sz w:val="28"/>
                <w:szCs w:val="28"/>
              </w:rPr>
              <w:t xml:space="preserve"> % </w:t>
            </w:r>
            <w:proofErr w:type="gramStart"/>
            <w:r w:rsidRPr="006C0A1E">
              <w:rPr>
                <w:sz w:val="28"/>
                <w:szCs w:val="28"/>
              </w:rPr>
              <w:t>к</w:t>
            </w:r>
            <w:proofErr w:type="gramEnd"/>
            <w:r w:rsidRPr="006C0A1E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C0A1E" w:rsidRDefault="006C0A1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89,7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C0A1E" w:rsidRDefault="006C0A1E" w:rsidP="006C0A1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99</w:t>
            </w:r>
            <w:r w:rsidR="0059287F" w:rsidRPr="006C0A1E">
              <w:rPr>
                <w:sz w:val="28"/>
                <w:szCs w:val="28"/>
              </w:rPr>
              <w:t>,</w:t>
            </w:r>
            <w:r w:rsidRPr="006C0A1E">
              <w:rPr>
                <w:sz w:val="28"/>
                <w:szCs w:val="28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C0A1E" w:rsidRDefault="0059287F" w:rsidP="006C0A1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9</w:t>
            </w:r>
            <w:r w:rsidR="006C0A1E" w:rsidRPr="006C0A1E">
              <w:rPr>
                <w:sz w:val="28"/>
                <w:szCs w:val="28"/>
              </w:rPr>
              <w:t>9</w:t>
            </w:r>
            <w:r w:rsidRPr="006C0A1E">
              <w:rPr>
                <w:sz w:val="28"/>
                <w:szCs w:val="28"/>
              </w:rPr>
              <w:t>,</w:t>
            </w:r>
            <w:r w:rsidR="006C0A1E" w:rsidRPr="006C0A1E">
              <w:rPr>
                <w:sz w:val="28"/>
                <w:szCs w:val="28"/>
              </w:rPr>
              <w:t>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C0A1E" w:rsidRDefault="006C0A1E" w:rsidP="006C0A1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97</w:t>
            </w:r>
            <w:r w:rsidR="0059287F" w:rsidRPr="006C0A1E">
              <w:rPr>
                <w:sz w:val="28"/>
                <w:szCs w:val="28"/>
              </w:rPr>
              <w:t>,</w:t>
            </w:r>
            <w:r w:rsidRPr="006C0A1E">
              <w:rPr>
                <w:sz w:val="28"/>
                <w:szCs w:val="28"/>
              </w:rPr>
              <w:t>1</w:t>
            </w:r>
          </w:p>
        </w:tc>
      </w:tr>
      <w:tr w:rsidR="009B4B85" w:rsidRPr="009B4B85" w:rsidTr="0059287F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C0A1E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4.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C0A1E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C0A1E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тыс. кв.м.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C0A1E" w:rsidRDefault="006C0A1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9,1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C0A1E" w:rsidRDefault="006C0A1E" w:rsidP="006C0A1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3</w:t>
            </w:r>
            <w:r w:rsidR="0059287F" w:rsidRPr="006C0A1E">
              <w:rPr>
                <w:sz w:val="28"/>
                <w:szCs w:val="28"/>
              </w:rPr>
              <w:t>,</w:t>
            </w:r>
            <w:r w:rsidRPr="006C0A1E">
              <w:rPr>
                <w:sz w:val="28"/>
                <w:szCs w:val="28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C0A1E" w:rsidRDefault="006C0A1E" w:rsidP="006C0A1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5</w:t>
            </w:r>
            <w:r w:rsidR="0059287F" w:rsidRPr="006C0A1E">
              <w:rPr>
                <w:sz w:val="28"/>
                <w:szCs w:val="28"/>
              </w:rPr>
              <w:t>,</w:t>
            </w:r>
            <w:r w:rsidRPr="006C0A1E">
              <w:rPr>
                <w:sz w:val="28"/>
                <w:szCs w:val="28"/>
              </w:rP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C0A1E" w:rsidRDefault="006C0A1E" w:rsidP="006C0A1E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C0A1E">
              <w:rPr>
                <w:sz w:val="28"/>
                <w:szCs w:val="28"/>
              </w:rPr>
              <w:t>5</w:t>
            </w:r>
            <w:r w:rsidR="0059287F" w:rsidRPr="006C0A1E">
              <w:rPr>
                <w:sz w:val="28"/>
                <w:szCs w:val="28"/>
              </w:rPr>
              <w:t>,</w:t>
            </w:r>
            <w:r w:rsidRPr="006C0A1E">
              <w:rPr>
                <w:sz w:val="28"/>
                <w:szCs w:val="28"/>
              </w:rPr>
              <w:t>5</w:t>
            </w:r>
          </w:p>
        </w:tc>
      </w:tr>
      <w:tr w:rsidR="009B4B85" w:rsidRPr="009B4B85" w:rsidTr="0059287F">
        <w:trPr>
          <w:trHeight w:val="423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D76611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5.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D76611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Индекс оборота розничной торговли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D76611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D76611">
              <w:rPr>
                <w:sz w:val="28"/>
                <w:szCs w:val="28"/>
              </w:rPr>
              <w:t>в</w:t>
            </w:r>
            <w:proofErr w:type="gramEnd"/>
            <w:r w:rsidRPr="00D76611">
              <w:rPr>
                <w:sz w:val="28"/>
                <w:szCs w:val="28"/>
              </w:rPr>
              <w:t xml:space="preserve"> % </w:t>
            </w:r>
            <w:proofErr w:type="gramStart"/>
            <w:r w:rsidRPr="00D76611">
              <w:rPr>
                <w:sz w:val="28"/>
                <w:szCs w:val="28"/>
              </w:rPr>
              <w:t>к</w:t>
            </w:r>
            <w:proofErr w:type="gramEnd"/>
            <w:r w:rsidRPr="00D76611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D76611" w:rsidRDefault="0059287F" w:rsidP="00D7661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10</w:t>
            </w:r>
            <w:r w:rsidR="00D76611" w:rsidRPr="00D76611">
              <w:rPr>
                <w:sz w:val="28"/>
                <w:szCs w:val="28"/>
              </w:rPr>
              <w:t>5</w:t>
            </w:r>
            <w:r w:rsidRPr="00D76611">
              <w:rPr>
                <w:sz w:val="28"/>
                <w:szCs w:val="28"/>
              </w:rPr>
              <w:t>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D76611" w:rsidRDefault="00D76611" w:rsidP="00D7661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102</w:t>
            </w:r>
            <w:r w:rsidR="0059287F" w:rsidRPr="00D76611">
              <w:rPr>
                <w:sz w:val="28"/>
                <w:szCs w:val="28"/>
              </w:rPr>
              <w:t>,</w:t>
            </w:r>
            <w:r w:rsidRPr="00D76611">
              <w:rPr>
                <w:sz w:val="28"/>
                <w:szCs w:val="2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D76611" w:rsidRDefault="0059287F" w:rsidP="00D7661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10</w:t>
            </w:r>
            <w:r w:rsidR="00D76611" w:rsidRPr="00D76611">
              <w:rPr>
                <w:sz w:val="28"/>
                <w:szCs w:val="28"/>
              </w:rPr>
              <w:t>2</w:t>
            </w:r>
            <w:r w:rsidRPr="00D76611">
              <w:rPr>
                <w:sz w:val="28"/>
                <w:szCs w:val="28"/>
              </w:rPr>
              <w:t>,</w:t>
            </w:r>
            <w:r w:rsidR="00D76611" w:rsidRPr="00D76611">
              <w:rPr>
                <w:sz w:val="28"/>
                <w:szCs w:val="28"/>
              </w:rP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D76611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102,5</w:t>
            </w:r>
          </w:p>
        </w:tc>
      </w:tr>
      <w:tr w:rsidR="009B4B85" w:rsidRPr="009B4B85" w:rsidTr="0059287F">
        <w:trPr>
          <w:trHeight w:val="41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D76611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6.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D76611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Индекс объема платных услуг населению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D76611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D76611">
              <w:rPr>
                <w:sz w:val="28"/>
                <w:szCs w:val="28"/>
              </w:rPr>
              <w:t>в</w:t>
            </w:r>
            <w:proofErr w:type="gramEnd"/>
            <w:r w:rsidRPr="00D76611">
              <w:rPr>
                <w:sz w:val="28"/>
                <w:szCs w:val="28"/>
              </w:rPr>
              <w:t xml:space="preserve"> % </w:t>
            </w:r>
            <w:proofErr w:type="gramStart"/>
            <w:r w:rsidRPr="00D76611">
              <w:rPr>
                <w:sz w:val="28"/>
                <w:szCs w:val="28"/>
              </w:rPr>
              <w:t>к</w:t>
            </w:r>
            <w:proofErr w:type="gramEnd"/>
            <w:r w:rsidRPr="00D76611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D76611" w:rsidRDefault="00D76611" w:rsidP="00D7661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105</w:t>
            </w:r>
            <w:r w:rsidR="0059287F" w:rsidRPr="00D76611">
              <w:rPr>
                <w:sz w:val="28"/>
                <w:szCs w:val="28"/>
              </w:rPr>
              <w:t>,</w:t>
            </w:r>
            <w:r w:rsidRPr="00D76611">
              <w:rPr>
                <w:sz w:val="28"/>
                <w:szCs w:val="28"/>
              </w:rPr>
              <w:t>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D76611" w:rsidRDefault="0059287F" w:rsidP="00D7661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10</w:t>
            </w:r>
            <w:r w:rsidR="00D76611" w:rsidRPr="00D76611">
              <w:rPr>
                <w:sz w:val="28"/>
                <w:szCs w:val="28"/>
              </w:rPr>
              <w:t>3</w:t>
            </w:r>
            <w:r w:rsidRPr="00D76611">
              <w:rPr>
                <w:sz w:val="28"/>
                <w:szCs w:val="28"/>
              </w:rPr>
              <w:t>,</w:t>
            </w:r>
            <w:r w:rsidR="00D76611" w:rsidRPr="00D76611">
              <w:rPr>
                <w:sz w:val="28"/>
                <w:szCs w:val="28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D76611" w:rsidRDefault="00D76611" w:rsidP="00D7661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104</w:t>
            </w:r>
            <w:r w:rsidR="0059287F" w:rsidRPr="00D76611">
              <w:rPr>
                <w:sz w:val="28"/>
                <w:szCs w:val="28"/>
              </w:rPr>
              <w:t>,</w:t>
            </w:r>
            <w:r w:rsidRPr="00D76611">
              <w:rPr>
                <w:sz w:val="28"/>
                <w:szCs w:val="28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D76611" w:rsidRDefault="0059287F" w:rsidP="00D7661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76611">
              <w:rPr>
                <w:sz w:val="28"/>
                <w:szCs w:val="28"/>
              </w:rPr>
              <w:t>10</w:t>
            </w:r>
            <w:r w:rsidR="00D76611" w:rsidRPr="00D76611">
              <w:rPr>
                <w:sz w:val="28"/>
                <w:szCs w:val="28"/>
              </w:rPr>
              <w:t>4</w:t>
            </w:r>
            <w:r w:rsidRPr="00D76611">
              <w:rPr>
                <w:sz w:val="28"/>
                <w:szCs w:val="28"/>
              </w:rPr>
              <w:t>,</w:t>
            </w:r>
            <w:r w:rsidR="00D76611" w:rsidRPr="00D76611">
              <w:rPr>
                <w:sz w:val="28"/>
                <w:szCs w:val="28"/>
              </w:rPr>
              <w:t>3</w:t>
            </w:r>
          </w:p>
        </w:tc>
      </w:tr>
      <w:tr w:rsidR="009B4B85" w:rsidRPr="009B4B85" w:rsidTr="0059287F">
        <w:trPr>
          <w:trHeight w:val="433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C910FB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7.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C910FB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C910FB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млрд. рублей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910FB" w:rsidRDefault="00C910FB" w:rsidP="00C910F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2</w:t>
            </w:r>
            <w:r w:rsidR="0059287F" w:rsidRPr="00C910FB">
              <w:rPr>
                <w:sz w:val="28"/>
                <w:szCs w:val="28"/>
              </w:rPr>
              <w:t>,</w:t>
            </w:r>
            <w:r w:rsidRPr="00C910FB">
              <w:rPr>
                <w:sz w:val="28"/>
                <w:szCs w:val="28"/>
              </w:rPr>
              <w:t>35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910FB" w:rsidRDefault="00C910FB" w:rsidP="00C910F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2</w:t>
            </w:r>
            <w:r w:rsidR="0059287F" w:rsidRPr="00C910FB">
              <w:rPr>
                <w:sz w:val="28"/>
                <w:szCs w:val="28"/>
              </w:rPr>
              <w:t>,</w:t>
            </w:r>
            <w:r w:rsidRPr="00C910FB">
              <w:rPr>
                <w:sz w:val="28"/>
                <w:szCs w:val="28"/>
              </w:rPr>
              <w:t>48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910FB" w:rsidRDefault="00C910FB" w:rsidP="00C910F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2</w:t>
            </w:r>
            <w:r w:rsidR="0059287F" w:rsidRPr="00C910FB">
              <w:rPr>
                <w:sz w:val="28"/>
                <w:szCs w:val="28"/>
              </w:rPr>
              <w:t>,</w:t>
            </w:r>
            <w:r w:rsidRPr="00C910FB">
              <w:rPr>
                <w:sz w:val="28"/>
                <w:szCs w:val="28"/>
              </w:rPr>
              <w:t>60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910FB" w:rsidRDefault="00C910FB" w:rsidP="00C910F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910FB">
              <w:rPr>
                <w:sz w:val="28"/>
                <w:szCs w:val="28"/>
              </w:rPr>
              <w:t>2</w:t>
            </w:r>
            <w:r w:rsidR="0059287F" w:rsidRPr="00C910FB">
              <w:rPr>
                <w:sz w:val="28"/>
                <w:szCs w:val="28"/>
              </w:rPr>
              <w:t>,</w:t>
            </w:r>
            <w:r w:rsidRPr="00C910FB">
              <w:rPr>
                <w:sz w:val="28"/>
                <w:szCs w:val="28"/>
              </w:rPr>
              <w:t>70</w:t>
            </w:r>
          </w:p>
        </w:tc>
      </w:tr>
      <w:tr w:rsidR="009B4B85" w:rsidRPr="009B4B85" w:rsidTr="0059287F">
        <w:trPr>
          <w:trHeight w:val="42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FB6D38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B6D38">
              <w:rPr>
                <w:sz w:val="28"/>
                <w:szCs w:val="28"/>
              </w:rPr>
              <w:t>8.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FB6D38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FB6D38">
              <w:rPr>
                <w:sz w:val="28"/>
                <w:szCs w:val="28"/>
              </w:rPr>
              <w:t>Индекс инвестиций в основной капитал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FB6D38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FB6D38">
              <w:rPr>
                <w:sz w:val="28"/>
                <w:szCs w:val="28"/>
              </w:rPr>
              <w:t>в</w:t>
            </w:r>
            <w:proofErr w:type="gramEnd"/>
            <w:r w:rsidRPr="00FB6D38">
              <w:rPr>
                <w:sz w:val="28"/>
                <w:szCs w:val="28"/>
              </w:rPr>
              <w:t xml:space="preserve"> % </w:t>
            </w:r>
            <w:proofErr w:type="gramStart"/>
            <w:r w:rsidRPr="00FB6D38">
              <w:rPr>
                <w:sz w:val="28"/>
                <w:szCs w:val="28"/>
              </w:rPr>
              <w:t>к</w:t>
            </w:r>
            <w:proofErr w:type="gramEnd"/>
            <w:r w:rsidRPr="00FB6D38">
              <w:rPr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B6D38" w:rsidRDefault="00FB6D38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B6D38">
              <w:rPr>
                <w:sz w:val="28"/>
                <w:szCs w:val="28"/>
              </w:rPr>
              <w:t>100,0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B6D38" w:rsidRDefault="00FB6D38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B6D38">
              <w:rPr>
                <w:sz w:val="28"/>
                <w:szCs w:val="28"/>
              </w:rPr>
              <w:t>100</w:t>
            </w:r>
            <w:r w:rsidR="0059287F" w:rsidRPr="00FB6D38">
              <w:rPr>
                <w:sz w:val="28"/>
                <w:szCs w:val="28"/>
              </w:rPr>
              <w:t>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B6D38" w:rsidRDefault="00FB6D38" w:rsidP="00FB6D38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B6D38">
              <w:rPr>
                <w:sz w:val="28"/>
                <w:szCs w:val="28"/>
              </w:rPr>
              <w:t>100</w:t>
            </w:r>
            <w:r w:rsidR="0059287F" w:rsidRPr="00FB6D38">
              <w:rPr>
                <w:sz w:val="28"/>
                <w:szCs w:val="28"/>
              </w:rPr>
              <w:t>,</w:t>
            </w:r>
            <w:r w:rsidRPr="00FB6D38">
              <w:rPr>
                <w:sz w:val="28"/>
                <w:szCs w:val="28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FB6D38" w:rsidRDefault="00FB6D38" w:rsidP="00FB6D38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B6D38">
              <w:rPr>
                <w:sz w:val="28"/>
                <w:szCs w:val="28"/>
              </w:rPr>
              <w:t>100</w:t>
            </w:r>
            <w:r w:rsidR="0059287F" w:rsidRPr="00FB6D38">
              <w:rPr>
                <w:sz w:val="28"/>
                <w:szCs w:val="28"/>
              </w:rPr>
              <w:t>,</w:t>
            </w:r>
            <w:r w:rsidRPr="00FB6D38">
              <w:rPr>
                <w:sz w:val="28"/>
                <w:szCs w:val="28"/>
              </w:rPr>
              <w:t>0</w:t>
            </w:r>
          </w:p>
        </w:tc>
      </w:tr>
      <w:tr w:rsidR="009B4B85" w:rsidRPr="009B4B85" w:rsidTr="0059287F">
        <w:trPr>
          <w:trHeight w:val="391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301FE5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9.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301FE5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Численность постоянного населения (среднегодовая)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01FE5">
              <w:rPr>
                <w:sz w:val="28"/>
                <w:szCs w:val="28"/>
              </w:rPr>
              <w:t>тыс. человек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FE5"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="00301FE5" w:rsidRPr="00301F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FE5">
              <w:rPr>
                <w:rFonts w:ascii="Times New Roman" w:hAnsi="Times New Roman" w:cs="Times New Roman"/>
                <w:sz w:val="28"/>
                <w:szCs w:val="28"/>
              </w:rPr>
              <w:t>56,6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59287F" w:rsidP="00301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FE5"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="002946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301FE5" w:rsidRDefault="00301F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FE5"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="002946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4B85" w:rsidRPr="009B4B85" w:rsidTr="0059287F">
        <w:trPr>
          <w:trHeight w:val="426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F35A4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F35A4">
              <w:rPr>
                <w:sz w:val="28"/>
                <w:szCs w:val="28"/>
              </w:rPr>
              <w:t>10.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F35A4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9F35A4">
              <w:rPr>
                <w:sz w:val="28"/>
                <w:szCs w:val="28"/>
              </w:rPr>
              <w:t xml:space="preserve">Численность </w:t>
            </w:r>
            <w:proofErr w:type="gramStart"/>
            <w:r w:rsidRPr="009F35A4">
              <w:rPr>
                <w:sz w:val="28"/>
                <w:szCs w:val="28"/>
              </w:rPr>
              <w:t>занятых</w:t>
            </w:r>
            <w:proofErr w:type="gramEnd"/>
            <w:r w:rsidRPr="009F35A4">
              <w:rPr>
                <w:sz w:val="28"/>
                <w:szCs w:val="28"/>
              </w:rPr>
              <w:t xml:space="preserve"> в экономике (среднегодовая)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F35A4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F35A4">
              <w:rPr>
                <w:sz w:val="28"/>
                <w:szCs w:val="28"/>
              </w:rPr>
              <w:t>тыс. человек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F35A4" w:rsidRDefault="0059287F" w:rsidP="009F35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5A4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9F35A4" w:rsidRPr="009F35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F35A4" w:rsidRDefault="009F35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5A4">
              <w:rPr>
                <w:rFonts w:ascii="Times New Roman" w:hAnsi="Times New Roman" w:cs="Times New Roman"/>
                <w:sz w:val="28"/>
                <w:szCs w:val="28"/>
              </w:rPr>
              <w:t>25,7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F35A4" w:rsidRDefault="009F35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5A4"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F35A4" w:rsidRDefault="009F35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5A4">
              <w:rPr>
                <w:rFonts w:ascii="Times New Roman" w:hAnsi="Times New Roman" w:cs="Times New Roman"/>
                <w:sz w:val="28"/>
                <w:szCs w:val="28"/>
              </w:rPr>
              <w:t>25,3</w:t>
            </w:r>
          </w:p>
        </w:tc>
      </w:tr>
      <w:tr w:rsidR="009B4B85" w:rsidRPr="009B4B85" w:rsidTr="0059287F">
        <w:trPr>
          <w:trHeight w:val="379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AC3EFF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C3EFF">
              <w:rPr>
                <w:sz w:val="28"/>
                <w:szCs w:val="28"/>
              </w:rPr>
              <w:t>11.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AC3EFF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AC3EFF">
              <w:rPr>
                <w:sz w:val="28"/>
                <w:szCs w:val="28"/>
              </w:rPr>
              <w:t>Фонд заработной платы работников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AC3EFF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C3EFF">
              <w:rPr>
                <w:sz w:val="28"/>
                <w:szCs w:val="28"/>
              </w:rPr>
              <w:t>млрд. рублей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D52E1" w:rsidRDefault="00AC3EFF" w:rsidP="00AC3E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2E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9287F" w:rsidRPr="000D52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D52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D52E1" w:rsidRDefault="00AC3EFF" w:rsidP="00AC3E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2E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9287F" w:rsidRPr="000D52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D52E1" w:rsidRPr="000D52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D52E1" w:rsidRDefault="00AC3EFF" w:rsidP="00AC3E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2E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9287F" w:rsidRPr="000D52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D52E1" w:rsidRPr="000D52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D52E1" w:rsidRDefault="00AC3EFF" w:rsidP="000D52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2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52E1" w:rsidRPr="000D52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287F" w:rsidRPr="000D52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D52E1" w:rsidRPr="000D52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B4B85" w:rsidRPr="009B4B85" w:rsidTr="0059287F">
        <w:trPr>
          <w:trHeight w:val="412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AE11FD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E11FD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AE11FD" w:rsidRDefault="0059287F">
            <w:pPr>
              <w:autoSpaceDE w:val="0"/>
              <w:autoSpaceDN w:val="0"/>
              <w:rPr>
                <w:sz w:val="28"/>
                <w:szCs w:val="28"/>
              </w:rPr>
            </w:pPr>
            <w:r w:rsidRPr="00AE11FD">
              <w:rPr>
                <w:sz w:val="28"/>
                <w:szCs w:val="28"/>
              </w:rPr>
              <w:t>Среднемесячная номинальная начисленная заработная плата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AE11FD" w:rsidRDefault="0059287F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E11FD">
              <w:rPr>
                <w:sz w:val="28"/>
                <w:szCs w:val="28"/>
              </w:rPr>
              <w:t>рублей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D52E1" w:rsidRDefault="00AE11FD" w:rsidP="00AE1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2E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59287F" w:rsidRPr="000D52E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D52E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  <w:r w:rsidR="0059287F" w:rsidRPr="000D52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D52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D52E1" w:rsidRDefault="002D5F0C" w:rsidP="00AE1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F0C">
              <w:rPr>
                <w:rFonts w:ascii="Times New Roman" w:hAnsi="Times New Roman" w:cs="Times New Roman"/>
                <w:sz w:val="28"/>
                <w:szCs w:val="28"/>
              </w:rPr>
              <w:t>70 654,0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D52E1" w:rsidRDefault="000D52E1" w:rsidP="00AE1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2E1">
              <w:rPr>
                <w:rFonts w:ascii="Times New Roman" w:hAnsi="Times New Roman" w:cs="Times New Roman"/>
                <w:sz w:val="28"/>
                <w:szCs w:val="28"/>
              </w:rPr>
              <w:t>78 065,0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D52E1" w:rsidRDefault="000D52E1" w:rsidP="00AE1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2E1">
              <w:rPr>
                <w:rFonts w:ascii="Times New Roman" w:hAnsi="Times New Roman" w:cs="Times New Roman"/>
                <w:sz w:val="28"/>
                <w:szCs w:val="28"/>
              </w:rPr>
              <w:t>84 486,0</w:t>
            </w:r>
          </w:p>
        </w:tc>
      </w:tr>
      <w:bookmarkEnd w:id="0"/>
    </w:tbl>
    <w:p w:rsidR="0059287F" w:rsidRPr="009B4B85" w:rsidRDefault="0059287F" w:rsidP="0059287F">
      <w:pPr>
        <w:ind w:left="720"/>
        <w:contextualSpacing/>
        <w:rPr>
          <w:color w:val="C00000"/>
          <w:sz w:val="28"/>
          <w:szCs w:val="28"/>
        </w:rPr>
      </w:pPr>
    </w:p>
    <w:p w:rsidR="0059287F" w:rsidRPr="009B4B85" w:rsidRDefault="0059287F" w:rsidP="0059287F">
      <w:pPr>
        <w:ind w:left="720"/>
        <w:contextualSpacing/>
        <w:rPr>
          <w:color w:val="C00000"/>
          <w:sz w:val="28"/>
          <w:szCs w:val="28"/>
        </w:rPr>
      </w:pPr>
    </w:p>
    <w:p w:rsidR="0059287F" w:rsidRPr="009B4B85" w:rsidRDefault="0059287F" w:rsidP="0059287F">
      <w:pPr>
        <w:jc w:val="center"/>
        <w:rPr>
          <w:color w:val="C00000"/>
          <w:sz w:val="28"/>
          <w:szCs w:val="28"/>
        </w:rPr>
      </w:pPr>
    </w:p>
    <w:p w:rsidR="0059287F" w:rsidRPr="009B4B85" w:rsidRDefault="0059287F" w:rsidP="0059287F">
      <w:pPr>
        <w:jc w:val="center"/>
        <w:rPr>
          <w:color w:val="C00000"/>
          <w:sz w:val="28"/>
          <w:szCs w:val="28"/>
        </w:rPr>
      </w:pPr>
    </w:p>
    <w:p w:rsidR="0059287F" w:rsidRPr="009B4B85" w:rsidRDefault="0059287F" w:rsidP="0059287F">
      <w:pPr>
        <w:rPr>
          <w:color w:val="C00000"/>
          <w:sz w:val="28"/>
          <w:szCs w:val="28"/>
        </w:rPr>
      </w:pPr>
      <w:r w:rsidRPr="009B4B85">
        <w:rPr>
          <w:color w:val="C00000"/>
          <w:sz w:val="28"/>
          <w:szCs w:val="28"/>
        </w:rPr>
        <w:br w:type="page"/>
      </w:r>
    </w:p>
    <w:p w:rsidR="0059287F" w:rsidRPr="009514C2" w:rsidRDefault="0059287F" w:rsidP="0059287F">
      <w:pPr>
        <w:jc w:val="center"/>
        <w:rPr>
          <w:sz w:val="28"/>
          <w:szCs w:val="28"/>
        </w:rPr>
      </w:pPr>
      <w:r w:rsidRPr="009514C2">
        <w:rPr>
          <w:sz w:val="28"/>
          <w:szCs w:val="28"/>
        </w:rPr>
        <w:lastRenderedPageBreak/>
        <w:t>3.4.</w:t>
      </w:r>
      <w:r w:rsidRPr="009514C2">
        <w:rPr>
          <w:sz w:val="28"/>
          <w:szCs w:val="28"/>
        </w:rPr>
        <w:tab/>
        <w:t>Качественные характеристики социально-экономического развития города Искитима на среднесрочный период</w:t>
      </w:r>
    </w:p>
    <w:p w:rsidR="0059287F" w:rsidRPr="009514C2" w:rsidRDefault="0059287F" w:rsidP="0059287F">
      <w:pPr>
        <w:rPr>
          <w:sz w:val="28"/>
          <w:szCs w:val="28"/>
        </w:rPr>
      </w:pPr>
    </w:p>
    <w:p w:rsidR="0059287F" w:rsidRPr="009514C2" w:rsidRDefault="0059287F" w:rsidP="0059287F">
      <w:pPr>
        <w:ind w:firstLine="709"/>
        <w:jc w:val="both"/>
        <w:rPr>
          <w:sz w:val="28"/>
          <w:szCs w:val="28"/>
        </w:rPr>
      </w:pPr>
      <w:proofErr w:type="gramStart"/>
      <w:r w:rsidRPr="009514C2">
        <w:rPr>
          <w:sz w:val="28"/>
          <w:szCs w:val="28"/>
        </w:rPr>
        <w:t>Основные параметры Прогноза социально-экономического развития города Искитима на 202</w:t>
      </w:r>
      <w:r w:rsidR="009514C2" w:rsidRPr="009514C2">
        <w:rPr>
          <w:sz w:val="28"/>
          <w:szCs w:val="28"/>
        </w:rPr>
        <w:t>5</w:t>
      </w:r>
      <w:r w:rsidRPr="009514C2">
        <w:rPr>
          <w:sz w:val="28"/>
          <w:szCs w:val="28"/>
        </w:rPr>
        <w:t>-202</w:t>
      </w:r>
      <w:r w:rsidR="009514C2" w:rsidRPr="009514C2">
        <w:rPr>
          <w:sz w:val="28"/>
          <w:szCs w:val="28"/>
        </w:rPr>
        <w:t>7</w:t>
      </w:r>
      <w:r w:rsidRPr="009514C2">
        <w:rPr>
          <w:sz w:val="28"/>
          <w:szCs w:val="28"/>
        </w:rPr>
        <w:t xml:space="preserve"> гг. разработаны на вариативной основе с учетом оценки социально-экономического развития города Искитима в 202</w:t>
      </w:r>
      <w:r w:rsidR="009514C2" w:rsidRPr="009514C2">
        <w:rPr>
          <w:sz w:val="28"/>
          <w:szCs w:val="28"/>
        </w:rPr>
        <w:t>3</w:t>
      </w:r>
      <w:r w:rsidRPr="009514C2">
        <w:rPr>
          <w:sz w:val="28"/>
          <w:szCs w:val="28"/>
        </w:rPr>
        <w:t xml:space="preserve"> году и основных параметров прогноза социально-экономического развития, приоритетов социально-экономического развития Новосибирской области на 202</w:t>
      </w:r>
      <w:r w:rsidR="009514C2" w:rsidRPr="009514C2">
        <w:rPr>
          <w:sz w:val="28"/>
          <w:szCs w:val="28"/>
        </w:rPr>
        <w:t>5</w:t>
      </w:r>
      <w:r w:rsidRPr="009514C2">
        <w:rPr>
          <w:sz w:val="28"/>
          <w:szCs w:val="28"/>
        </w:rPr>
        <w:t xml:space="preserve"> год и плановый период 202</w:t>
      </w:r>
      <w:r w:rsidR="009514C2" w:rsidRPr="009514C2">
        <w:rPr>
          <w:sz w:val="28"/>
          <w:szCs w:val="28"/>
        </w:rPr>
        <w:t>6</w:t>
      </w:r>
      <w:r w:rsidRPr="009514C2">
        <w:rPr>
          <w:sz w:val="28"/>
          <w:szCs w:val="28"/>
        </w:rPr>
        <w:t xml:space="preserve"> и 202</w:t>
      </w:r>
      <w:r w:rsidR="009514C2" w:rsidRPr="009514C2">
        <w:rPr>
          <w:sz w:val="28"/>
          <w:szCs w:val="28"/>
        </w:rPr>
        <w:t>7</w:t>
      </w:r>
      <w:r w:rsidRPr="009514C2">
        <w:rPr>
          <w:sz w:val="28"/>
          <w:szCs w:val="28"/>
        </w:rPr>
        <w:t xml:space="preserve"> годов, рассмотренных и одобренных на заседании Правительства Новосибирской области, Стратегии  социально-экономического развития города Искитима на период</w:t>
      </w:r>
      <w:proofErr w:type="gramEnd"/>
      <w:r w:rsidRPr="009514C2">
        <w:rPr>
          <w:sz w:val="28"/>
          <w:szCs w:val="28"/>
        </w:rPr>
        <w:t xml:space="preserve"> до 2030 года, утвержденной Решением </w:t>
      </w:r>
      <w:proofErr w:type="gramStart"/>
      <w:r w:rsidRPr="009514C2">
        <w:rPr>
          <w:sz w:val="28"/>
          <w:szCs w:val="28"/>
        </w:rPr>
        <w:t>Совета депутатов города Искитима Новосибирской области</w:t>
      </w:r>
      <w:proofErr w:type="gramEnd"/>
      <w:r w:rsidRPr="009514C2">
        <w:rPr>
          <w:sz w:val="28"/>
          <w:szCs w:val="28"/>
        </w:rPr>
        <w:t xml:space="preserve"> от  26.02.2020  № 314.</w:t>
      </w:r>
    </w:p>
    <w:p w:rsidR="0059287F" w:rsidRPr="009B4B85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C355C2">
        <w:rPr>
          <w:sz w:val="28"/>
          <w:szCs w:val="28"/>
        </w:rPr>
        <w:t>По оценке в 202</w:t>
      </w:r>
      <w:r w:rsidR="00C355C2">
        <w:rPr>
          <w:sz w:val="28"/>
          <w:szCs w:val="28"/>
        </w:rPr>
        <w:t>4</w:t>
      </w:r>
      <w:r w:rsidRPr="00C355C2">
        <w:rPr>
          <w:sz w:val="28"/>
          <w:szCs w:val="28"/>
        </w:rPr>
        <w:t xml:space="preserve"> г. в городе Искитиме планируется дальнейшее снижение численности населения. Снижение темпов прироста численности населения происходит как за счет естественной убыли населения, т.е. превышения количества смертей над числом рождений, так и за счет отсутствия значительного притока населения в город. </w:t>
      </w:r>
      <w:proofErr w:type="gramStart"/>
      <w:r w:rsidRPr="00C355C2">
        <w:rPr>
          <w:sz w:val="28"/>
          <w:szCs w:val="28"/>
        </w:rPr>
        <w:t>В связи со сложившейся неблагоприятной демографической ситуацией, основной стратегической задачей на перспективу развития города должны стать стабилизация, а в последствии и рост всех сфер экономики, развитие промышленности, малого и среднего предпринимательства, расширение рынка труда, вовлечение в трудовую деятельность безработных за счет создания новых рабочих мест, развитие социальной инфраструктуры города, улучшение социальных и бытовых условий граждан.</w:t>
      </w:r>
      <w:proofErr w:type="gramEnd"/>
    </w:p>
    <w:p w:rsidR="0059287F" w:rsidRPr="009B4B85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B35B4A">
        <w:rPr>
          <w:sz w:val="28"/>
          <w:szCs w:val="28"/>
        </w:rPr>
        <w:t>К концу 202</w:t>
      </w:r>
      <w:r w:rsidR="00B35B4A" w:rsidRPr="00B35B4A">
        <w:rPr>
          <w:sz w:val="28"/>
          <w:szCs w:val="28"/>
        </w:rPr>
        <w:t>4</w:t>
      </w:r>
      <w:r w:rsidRPr="00B35B4A">
        <w:rPr>
          <w:sz w:val="28"/>
          <w:szCs w:val="28"/>
        </w:rPr>
        <w:t xml:space="preserve"> года во всех отраслях экономики города численность занятых ожидается 25</w:t>
      </w:r>
      <w:r w:rsidR="00B35B4A" w:rsidRPr="00B35B4A">
        <w:rPr>
          <w:sz w:val="28"/>
          <w:szCs w:val="28"/>
        </w:rPr>
        <w:t xml:space="preserve">,9 тыс. </w:t>
      </w:r>
      <w:r w:rsidRPr="00B35B4A">
        <w:rPr>
          <w:sz w:val="28"/>
          <w:szCs w:val="28"/>
        </w:rPr>
        <w:t>человек</w:t>
      </w:r>
      <w:r w:rsidRPr="004B653F">
        <w:rPr>
          <w:sz w:val="28"/>
          <w:szCs w:val="28"/>
        </w:rPr>
        <w:t>, что составляет 8</w:t>
      </w:r>
      <w:r w:rsidR="004B653F" w:rsidRPr="004B653F">
        <w:rPr>
          <w:sz w:val="28"/>
          <w:szCs w:val="28"/>
        </w:rPr>
        <w:t>1</w:t>
      </w:r>
      <w:r w:rsidRPr="004B653F">
        <w:rPr>
          <w:sz w:val="28"/>
          <w:szCs w:val="28"/>
        </w:rPr>
        <w:t>,</w:t>
      </w:r>
      <w:r w:rsidR="004B653F" w:rsidRPr="004B653F">
        <w:rPr>
          <w:sz w:val="28"/>
          <w:szCs w:val="28"/>
        </w:rPr>
        <w:t>7</w:t>
      </w:r>
      <w:r w:rsidRPr="004B653F">
        <w:rPr>
          <w:sz w:val="28"/>
          <w:szCs w:val="28"/>
        </w:rPr>
        <w:t xml:space="preserve">% от численности трудоспособного населения в трудоспособном возрасте города. </w:t>
      </w:r>
    </w:p>
    <w:p w:rsidR="0059287F" w:rsidRPr="009B4B85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D577C1">
        <w:rPr>
          <w:sz w:val="28"/>
          <w:szCs w:val="28"/>
        </w:rPr>
        <w:t>Средняя заработная плата по городу в 202</w:t>
      </w:r>
      <w:r w:rsidR="00606136" w:rsidRPr="00D577C1">
        <w:rPr>
          <w:sz w:val="28"/>
          <w:szCs w:val="28"/>
        </w:rPr>
        <w:t>4</w:t>
      </w:r>
      <w:r w:rsidRPr="00D577C1">
        <w:rPr>
          <w:sz w:val="28"/>
          <w:szCs w:val="28"/>
        </w:rPr>
        <w:t xml:space="preserve"> году составит </w:t>
      </w:r>
      <w:r w:rsidR="00606136" w:rsidRPr="00D577C1">
        <w:rPr>
          <w:sz w:val="28"/>
          <w:szCs w:val="28"/>
        </w:rPr>
        <w:t>68 992,6</w:t>
      </w:r>
      <w:r w:rsidRPr="00D577C1">
        <w:rPr>
          <w:sz w:val="28"/>
          <w:szCs w:val="28"/>
        </w:rPr>
        <w:t xml:space="preserve"> рублей</w:t>
      </w:r>
      <w:r w:rsidRPr="00B35B4A">
        <w:rPr>
          <w:sz w:val="28"/>
          <w:szCs w:val="28"/>
        </w:rPr>
        <w:t>.</w:t>
      </w:r>
      <w:r w:rsidRPr="009B4B85">
        <w:rPr>
          <w:color w:val="C00000"/>
          <w:sz w:val="28"/>
          <w:szCs w:val="28"/>
        </w:rPr>
        <w:t xml:space="preserve"> </w:t>
      </w:r>
      <w:r w:rsidRPr="00B35B4A">
        <w:rPr>
          <w:sz w:val="28"/>
          <w:szCs w:val="28"/>
        </w:rPr>
        <w:t>Повышение уровня средней заработной платы работников в прогнозном периоде произойдет за счёт легализации заработной платы, получаемой в настоящее время в виде дополнительных выплат (неучтенные наличные денежные суммы, неофициальное трудоустройство), роста эффективности труда, применения ресурсосберегающих технологий, доведения оплаты труда до уровня средней заработной платы по видам экономической деятельности.</w:t>
      </w:r>
    </w:p>
    <w:p w:rsidR="0059287F" w:rsidRPr="009B4B85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9D1209">
        <w:rPr>
          <w:sz w:val="28"/>
          <w:szCs w:val="28"/>
        </w:rPr>
        <w:t>В части оплаты труда работников бюджетного сектора в 202</w:t>
      </w:r>
      <w:r w:rsidR="009D1209" w:rsidRPr="009D1209">
        <w:rPr>
          <w:sz w:val="28"/>
          <w:szCs w:val="28"/>
        </w:rPr>
        <w:t>5</w:t>
      </w:r>
      <w:r w:rsidRPr="009D1209">
        <w:rPr>
          <w:sz w:val="28"/>
          <w:szCs w:val="28"/>
        </w:rPr>
        <w:t xml:space="preserve"> году будет продолжена реализация мер по повышению оплаты труда отдельных категорий персонала (врачи, средний и младший медицинский персонал, учителя и воспитатели, работники культуры) в соответствии с Указом Президента Российской Федерации от 07.05.2012 г. № 597 «О мероприятиях по реализации государственной социальной политики».</w:t>
      </w:r>
    </w:p>
    <w:p w:rsidR="0059287F" w:rsidRPr="00A03256" w:rsidRDefault="0059287F" w:rsidP="0059287F">
      <w:pPr>
        <w:ind w:firstLine="709"/>
        <w:jc w:val="both"/>
        <w:rPr>
          <w:sz w:val="28"/>
          <w:szCs w:val="28"/>
        </w:rPr>
      </w:pPr>
      <w:r w:rsidRPr="00A03256">
        <w:rPr>
          <w:sz w:val="28"/>
          <w:szCs w:val="28"/>
        </w:rPr>
        <w:t>Промышленность</w:t>
      </w:r>
    </w:p>
    <w:p w:rsidR="0059287F" w:rsidRPr="00731D53" w:rsidRDefault="0059287F" w:rsidP="0059287F">
      <w:pPr>
        <w:ind w:firstLine="709"/>
        <w:jc w:val="both"/>
        <w:rPr>
          <w:sz w:val="28"/>
          <w:szCs w:val="28"/>
        </w:rPr>
      </w:pPr>
      <w:r w:rsidRPr="00731D53">
        <w:rPr>
          <w:sz w:val="28"/>
          <w:szCs w:val="28"/>
        </w:rPr>
        <w:t xml:space="preserve">Основой благополучия города, наполняемости бюджета и обеспечение выполнения всех социальных программ является промышленный комплекс города. Именно промышленность позволяет городу сохранить уровень умеренного развития. В прогнозном периоде на фоне постепенного выхода экономики из кризисной ситуации, прогнозируется ежегодный рост объема отгруженных товаров промышленного производства. </w:t>
      </w:r>
    </w:p>
    <w:p w:rsidR="0059287F" w:rsidRPr="00B316EB" w:rsidRDefault="0059287F" w:rsidP="0059287F">
      <w:pPr>
        <w:ind w:firstLine="709"/>
        <w:jc w:val="both"/>
        <w:rPr>
          <w:sz w:val="28"/>
          <w:szCs w:val="28"/>
        </w:rPr>
      </w:pPr>
      <w:r w:rsidRPr="00B316EB">
        <w:rPr>
          <w:sz w:val="28"/>
          <w:szCs w:val="28"/>
        </w:rPr>
        <w:lastRenderedPageBreak/>
        <w:t>Наибольший удельный вес в общем объеме производства промышленной продукции составляет продукция промышленности строительных материалов (</w:t>
      </w:r>
      <w:r w:rsidR="00B316EB" w:rsidRPr="00B316EB">
        <w:rPr>
          <w:sz w:val="28"/>
          <w:szCs w:val="28"/>
        </w:rPr>
        <w:t>49</w:t>
      </w:r>
      <w:r w:rsidRPr="00B316EB">
        <w:rPr>
          <w:sz w:val="28"/>
          <w:szCs w:val="28"/>
        </w:rPr>
        <w:t xml:space="preserve">%). </w:t>
      </w:r>
    </w:p>
    <w:p w:rsidR="0059287F" w:rsidRPr="009B4B85" w:rsidRDefault="0059287F" w:rsidP="0059287F">
      <w:pPr>
        <w:ind w:firstLine="709"/>
        <w:jc w:val="both"/>
        <w:rPr>
          <w:color w:val="C00000"/>
          <w:sz w:val="28"/>
          <w:szCs w:val="28"/>
        </w:rPr>
      </w:pPr>
      <w:proofErr w:type="gramStart"/>
      <w:r w:rsidRPr="00AD3059">
        <w:rPr>
          <w:sz w:val="28"/>
          <w:szCs w:val="28"/>
        </w:rPr>
        <w:t>По оценке совокупный объем отгруженных товаров собственного производства, выполненных работ и услуг собственными силами (по видам экономической деятельности «добыча полезных ископаемых», «обрабатывающие производства», «производство и распределение элек</w:t>
      </w:r>
      <w:r w:rsidR="00AD3059" w:rsidRPr="00AD3059">
        <w:rPr>
          <w:sz w:val="28"/>
          <w:szCs w:val="28"/>
        </w:rPr>
        <w:t>троэнергии, газа и воды») в 2024</w:t>
      </w:r>
      <w:r w:rsidRPr="00AD3059">
        <w:rPr>
          <w:sz w:val="28"/>
          <w:szCs w:val="28"/>
        </w:rPr>
        <w:t xml:space="preserve"> году</w:t>
      </w:r>
      <w:r w:rsidR="00AD3059" w:rsidRPr="00AD3059">
        <w:rPr>
          <w:sz w:val="28"/>
          <w:szCs w:val="28"/>
        </w:rPr>
        <w:t xml:space="preserve"> составит 43</w:t>
      </w:r>
      <w:r w:rsidRPr="00AD3059">
        <w:rPr>
          <w:sz w:val="28"/>
          <w:szCs w:val="28"/>
        </w:rPr>
        <w:t>,</w:t>
      </w:r>
      <w:r w:rsidR="00AD3059" w:rsidRPr="00AD3059">
        <w:rPr>
          <w:sz w:val="28"/>
          <w:szCs w:val="28"/>
        </w:rPr>
        <w:t>1</w:t>
      </w:r>
      <w:r w:rsidRPr="00AD3059">
        <w:rPr>
          <w:sz w:val="28"/>
          <w:szCs w:val="28"/>
        </w:rPr>
        <w:t xml:space="preserve"> млрд. рублей, что выше уровня 202</w:t>
      </w:r>
      <w:r w:rsidR="00AD3059" w:rsidRPr="00AD3059">
        <w:rPr>
          <w:sz w:val="28"/>
          <w:szCs w:val="28"/>
        </w:rPr>
        <w:t>3</w:t>
      </w:r>
      <w:r w:rsidRPr="00AD3059">
        <w:rPr>
          <w:sz w:val="28"/>
          <w:szCs w:val="28"/>
        </w:rPr>
        <w:t xml:space="preserve"> года на </w:t>
      </w:r>
      <w:r w:rsidR="00AD3059" w:rsidRPr="00AD3059">
        <w:rPr>
          <w:sz w:val="28"/>
          <w:szCs w:val="28"/>
        </w:rPr>
        <w:t>3</w:t>
      </w:r>
      <w:r w:rsidRPr="00AD3059">
        <w:rPr>
          <w:sz w:val="28"/>
          <w:szCs w:val="28"/>
        </w:rPr>
        <w:t>,</w:t>
      </w:r>
      <w:r w:rsidR="00AD3059" w:rsidRPr="00AD3059">
        <w:rPr>
          <w:sz w:val="28"/>
          <w:szCs w:val="28"/>
        </w:rPr>
        <w:t>9</w:t>
      </w:r>
      <w:r w:rsidRPr="00AD3059">
        <w:rPr>
          <w:sz w:val="28"/>
          <w:szCs w:val="28"/>
        </w:rPr>
        <w:t>%, индекс промышленного производства – 1</w:t>
      </w:r>
      <w:r w:rsidR="00AD3059" w:rsidRPr="00AD3059">
        <w:rPr>
          <w:sz w:val="28"/>
          <w:szCs w:val="28"/>
        </w:rPr>
        <w:t>03</w:t>
      </w:r>
      <w:r w:rsidRPr="00AD3059">
        <w:rPr>
          <w:sz w:val="28"/>
          <w:szCs w:val="28"/>
        </w:rPr>
        <w:t>,</w:t>
      </w:r>
      <w:r w:rsidR="00AD3059" w:rsidRPr="00AD3059">
        <w:rPr>
          <w:sz w:val="28"/>
          <w:szCs w:val="28"/>
        </w:rPr>
        <w:t>5</w:t>
      </w:r>
      <w:r w:rsidRPr="00AD3059">
        <w:rPr>
          <w:sz w:val="28"/>
          <w:szCs w:val="28"/>
        </w:rPr>
        <w:t>%. За период 202</w:t>
      </w:r>
      <w:r w:rsidR="00AD3059" w:rsidRPr="00AD3059">
        <w:rPr>
          <w:sz w:val="28"/>
          <w:szCs w:val="28"/>
        </w:rPr>
        <w:t>5</w:t>
      </w:r>
      <w:r w:rsidRPr="00AD3059">
        <w:rPr>
          <w:sz w:val="28"/>
          <w:szCs w:val="28"/>
        </w:rPr>
        <w:t>-202</w:t>
      </w:r>
      <w:r w:rsidR="00AD3059" w:rsidRPr="00AD3059">
        <w:rPr>
          <w:sz w:val="28"/>
          <w:szCs w:val="28"/>
        </w:rPr>
        <w:t>7</w:t>
      </w:r>
      <w:r w:rsidRPr="00AD3059">
        <w:rPr>
          <w:sz w:val="28"/>
          <w:szCs w:val="28"/>
        </w:rPr>
        <w:t xml:space="preserve"> годов прогнозируется динамичное развитие промышленного производства.</w:t>
      </w:r>
      <w:proofErr w:type="gramEnd"/>
    </w:p>
    <w:p w:rsidR="0059287F" w:rsidRPr="009B4B85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B316EB">
        <w:rPr>
          <w:sz w:val="28"/>
          <w:szCs w:val="28"/>
        </w:rPr>
        <w:t>На протяжении 9 месяцев  202</w:t>
      </w:r>
      <w:r w:rsidR="00B316EB" w:rsidRPr="00B316EB">
        <w:rPr>
          <w:sz w:val="28"/>
          <w:szCs w:val="28"/>
        </w:rPr>
        <w:t>4</w:t>
      </w:r>
      <w:r w:rsidRPr="00B316EB">
        <w:rPr>
          <w:sz w:val="28"/>
          <w:szCs w:val="28"/>
        </w:rPr>
        <w:t xml:space="preserve"> года удерживали позиции по производству продукции ведущие предприятия стройиндустрии: АО «</w:t>
      </w:r>
      <w:proofErr w:type="spellStart"/>
      <w:r w:rsidRPr="00B316EB">
        <w:rPr>
          <w:sz w:val="28"/>
          <w:szCs w:val="28"/>
        </w:rPr>
        <w:t>Искитимцемент</w:t>
      </w:r>
      <w:proofErr w:type="spellEnd"/>
      <w:r w:rsidRPr="00B316EB">
        <w:rPr>
          <w:sz w:val="28"/>
          <w:szCs w:val="28"/>
        </w:rPr>
        <w:t xml:space="preserve">», </w:t>
      </w:r>
      <w:r w:rsidR="00BE7DFA">
        <w:rPr>
          <w:sz w:val="28"/>
          <w:szCs w:val="28"/>
        </w:rPr>
        <w:t xml:space="preserve">                   </w:t>
      </w:r>
      <w:r w:rsidRPr="00B316EB">
        <w:rPr>
          <w:sz w:val="28"/>
          <w:szCs w:val="28"/>
        </w:rPr>
        <w:t>АО «</w:t>
      </w:r>
      <w:proofErr w:type="spellStart"/>
      <w:r w:rsidRPr="00B316EB">
        <w:rPr>
          <w:sz w:val="28"/>
          <w:szCs w:val="28"/>
        </w:rPr>
        <w:t>Искитимизвесть</w:t>
      </w:r>
      <w:proofErr w:type="spellEnd"/>
      <w:r w:rsidR="00B316EB" w:rsidRPr="00B316EB">
        <w:rPr>
          <w:sz w:val="28"/>
          <w:szCs w:val="28"/>
        </w:rPr>
        <w:t>»</w:t>
      </w:r>
      <w:r w:rsidRPr="00B316EB">
        <w:rPr>
          <w:sz w:val="28"/>
          <w:szCs w:val="28"/>
        </w:rPr>
        <w:t>,</w:t>
      </w:r>
      <w:r w:rsidR="00B316EB" w:rsidRPr="00B316EB">
        <w:rPr>
          <w:sz w:val="28"/>
          <w:szCs w:val="28"/>
        </w:rPr>
        <w:t xml:space="preserve"> ООО «</w:t>
      </w:r>
      <w:proofErr w:type="spellStart"/>
      <w:r w:rsidR="00B316EB" w:rsidRPr="00B316EB">
        <w:rPr>
          <w:sz w:val="28"/>
          <w:szCs w:val="28"/>
        </w:rPr>
        <w:t>Термолэнд</w:t>
      </w:r>
      <w:proofErr w:type="spellEnd"/>
      <w:r w:rsidR="00B316EB" w:rsidRPr="00B316EB">
        <w:rPr>
          <w:sz w:val="28"/>
          <w:szCs w:val="28"/>
        </w:rPr>
        <w:t xml:space="preserve">», </w:t>
      </w:r>
      <w:r w:rsidRPr="00B316EB">
        <w:rPr>
          <w:sz w:val="28"/>
          <w:szCs w:val="28"/>
        </w:rPr>
        <w:t xml:space="preserve">ООО ПК «Кристалл», «ОП завод </w:t>
      </w:r>
      <w:proofErr w:type="spellStart"/>
      <w:r w:rsidRPr="00B316EB">
        <w:rPr>
          <w:sz w:val="28"/>
          <w:szCs w:val="28"/>
        </w:rPr>
        <w:t>Сибит</w:t>
      </w:r>
      <w:proofErr w:type="spellEnd"/>
      <w:r w:rsidRPr="00B316EB">
        <w:rPr>
          <w:sz w:val="28"/>
          <w:szCs w:val="28"/>
        </w:rPr>
        <w:t xml:space="preserve"> Южный</w:t>
      </w:r>
      <w:r w:rsidRPr="00B2226E">
        <w:rPr>
          <w:sz w:val="28"/>
          <w:szCs w:val="28"/>
        </w:rPr>
        <w:t>». Наибольший вклад в развитие</w:t>
      </w:r>
      <w:r w:rsidR="00B316EB" w:rsidRPr="00B2226E">
        <w:rPr>
          <w:sz w:val="28"/>
          <w:szCs w:val="28"/>
        </w:rPr>
        <w:t xml:space="preserve"> строительной</w:t>
      </w:r>
      <w:r w:rsidRPr="00B2226E">
        <w:rPr>
          <w:sz w:val="28"/>
          <w:szCs w:val="28"/>
        </w:rPr>
        <w:t xml:space="preserve"> отрасли вносит </w:t>
      </w:r>
      <w:r w:rsidR="00BE7DFA">
        <w:rPr>
          <w:sz w:val="28"/>
          <w:szCs w:val="28"/>
        </w:rPr>
        <w:t xml:space="preserve">                         </w:t>
      </w:r>
      <w:r w:rsidRPr="00B2226E">
        <w:rPr>
          <w:sz w:val="28"/>
          <w:szCs w:val="28"/>
        </w:rPr>
        <w:t>АО «</w:t>
      </w:r>
      <w:proofErr w:type="spellStart"/>
      <w:r w:rsidRPr="00B2226E">
        <w:rPr>
          <w:sz w:val="28"/>
          <w:szCs w:val="28"/>
        </w:rPr>
        <w:t>Искитимцемент</w:t>
      </w:r>
      <w:proofErr w:type="spellEnd"/>
      <w:r w:rsidRPr="00B2226E">
        <w:rPr>
          <w:sz w:val="28"/>
          <w:szCs w:val="28"/>
        </w:rPr>
        <w:t>» - его объем составляет 5</w:t>
      </w:r>
      <w:r w:rsidR="00B0425F">
        <w:rPr>
          <w:sz w:val="28"/>
          <w:szCs w:val="28"/>
        </w:rPr>
        <w:t>8</w:t>
      </w:r>
      <w:r w:rsidR="00B2226E" w:rsidRPr="00B2226E">
        <w:rPr>
          <w:sz w:val="28"/>
          <w:szCs w:val="28"/>
        </w:rPr>
        <w:t>,</w:t>
      </w:r>
      <w:r w:rsidR="00B0425F">
        <w:rPr>
          <w:sz w:val="28"/>
          <w:szCs w:val="28"/>
        </w:rPr>
        <w:t>5</w:t>
      </w:r>
      <w:r w:rsidRPr="00B2226E">
        <w:rPr>
          <w:sz w:val="28"/>
          <w:szCs w:val="28"/>
        </w:rPr>
        <w:t xml:space="preserve">%. </w:t>
      </w:r>
    </w:p>
    <w:p w:rsidR="0059287F" w:rsidRPr="00731D53" w:rsidRDefault="0059287F" w:rsidP="0059287F">
      <w:pPr>
        <w:ind w:firstLine="709"/>
        <w:jc w:val="both"/>
        <w:rPr>
          <w:sz w:val="28"/>
          <w:szCs w:val="28"/>
        </w:rPr>
      </w:pPr>
      <w:r w:rsidRPr="00731D53">
        <w:rPr>
          <w:sz w:val="28"/>
          <w:szCs w:val="28"/>
        </w:rPr>
        <w:t>Для промышленных предприятий в числе актуальных задач на 202</w:t>
      </w:r>
      <w:r w:rsidR="00731D53" w:rsidRPr="00731D53">
        <w:rPr>
          <w:sz w:val="28"/>
          <w:szCs w:val="28"/>
        </w:rPr>
        <w:t>5</w:t>
      </w:r>
      <w:r w:rsidRPr="00731D53">
        <w:rPr>
          <w:sz w:val="28"/>
          <w:szCs w:val="28"/>
        </w:rPr>
        <w:t xml:space="preserve"> год остаются сохранение объемов производства на уровне 202</w:t>
      </w:r>
      <w:r w:rsidR="00731D53" w:rsidRPr="00731D53">
        <w:rPr>
          <w:sz w:val="28"/>
          <w:szCs w:val="28"/>
        </w:rPr>
        <w:t>4</w:t>
      </w:r>
      <w:r w:rsidRPr="00731D53">
        <w:rPr>
          <w:sz w:val="28"/>
          <w:szCs w:val="28"/>
        </w:rPr>
        <w:t xml:space="preserve"> года, модернизация и технологическое обновление, оптимизация затрат, рациональное использование ресурсов, сохранение производственного и кадрового потенциала, обеспечение опережающих темпов роста производительности труда.</w:t>
      </w:r>
    </w:p>
    <w:p w:rsidR="0059287F" w:rsidRPr="00731D53" w:rsidRDefault="0059287F" w:rsidP="0059287F">
      <w:pPr>
        <w:ind w:firstLine="709"/>
        <w:jc w:val="both"/>
        <w:rPr>
          <w:sz w:val="28"/>
          <w:szCs w:val="28"/>
        </w:rPr>
      </w:pPr>
      <w:r w:rsidRPr="00731D53">
        <w:rPr>
          <w:sz w:val="28"/>
          <w:szCs w:val="28"/>
        </w:rPr>
        <w:t>Инвестиции. Строительство</w:t>
      </w:r>
    </w:p>
    <w:p w:rsidR="00CB449D" w:rsidRPr="00CB449D" w:rsidRDefault="00CB449D" w:rsidP="00CB449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B449D">
        <w:rPr>
          <w:bCs/>
          <w:sz w:val="28"/>
          <w:szCs w:val="28"/>
        </w:rPr>
        <w:t>В 2024 году, по оценке, объем инвестиций в основной капитал за счет всех источников финансирования по полному кругу предприятий ожидается в сумме 2</w:t>
      </w:r>
      <w:r w:rsidR="000C50EC">
        <w:rPr>
          <w:bCs/>
          <w:sz w:val="28"/>
          <w:szCs w:val="28"/>
        </w:rPr>
        <w:t xml:space="preserve"> </w:t>
      </w:r>
      <w:r w:rsidRPr="00CB449D">
        <w:rPr>
          <w:bCs/>
          <w:sz w:val="28"/>
          <w:szCs w:val="28"/>
        </w:rPr>
        <w:t>346,4 млн. руб., к 2023 году в сопоставимых ценах составит 10</w:t>
      </w:r>
      <w:r w:rsidR="000C50EC">
        <w:rPr>
          <w:bCs/>
          <w:sz w:val="28"/>
          <w:szCs w:val="28"/>
        </w:rPr>
        <w:t>0</w:t>
      </w:r>
      <w:r w:rsidRPr="00CB449D">
        <w:rPr>
          <w:bCs/>
          <w:sz w:val="28"/>
          <w:szCs w:val="28"/>
        </w:rPr>
        <w:t>%.</w:t>
      </w:r>
    </w:p>
    <w:p w:rsidR="00CB449D" w:rsidRPr="00CB449D" w:rsidRDefault="00CB449D" w:rsidP="00CB449D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CB449D">
        <w:rPr>
          <w:sz w:val="28"/>
          <w:szCs w:val="28"/>
        </w:rPr>
        <w:t xml:space="preserve">В планируемом периоде ожидается рост объема инвестиций в основном за счет расширения производства и технического перевооружения АО «НЗИВ», строительства </w:t>
      </w:r>
      <w:proofErr w:type="spellStart"/>
      <w:r w:rsidRPr="00CB449D">
        <w:rPr>
          <w:sz w:val="28"/>
          <w:szCs w:val="28"/>
        </w:rPr>
        <w:t>металлоперерабатывающего</w:t>
      </w:r>
      <w:proofErr w:type="spellEnd"/>
      <w:r w:rsidRPr="00CB449D">
        <w:rPr>
          <w:sz w:val="28"/>
          <w:szCs w:val="28"/>
        </w:rPr>
        <w:t xml:space="preserve"> предприятия, а также модернизации производственных процессов АО </w:t>
      </w:r>
      <w:r>
        <w:rPr>
          <w:sz w:val="28"/>
          <w:szCs w:val="28"/>
        </w:rPr>
        <w:t>«</w:t>
      </w:r>
      <w:proofErr w:type="spellStart"/>
      <w:r w:rsidRPr="00CB449D">
        <w:rPr>
          <w:sz w:val="28"/>
          <w:szCs w:val="28"/>
        </w:rPr>
        <w:t>Искитимцемент</w:t>
      </w:r>
      <w:proofErr w:type="spellEnd"/>
      <w:r>
        <w:rPr>
          <w:sz w:val="28"/>
          <w:szCs w:val="28"/>
        </w:rPr>
        <w:t>»</w:t>
      </w:r>
      <w:r w:rsidRPr="00CB449D">
        <w:rPr>
          <w:sz w:val="28"/>
          <w:szCs w:val="28"/>
        </w:rPr>
        <w:t xml:space="preserve"> и АО </w:t>
      </w:r>
      <w:r>
        <w:rPr>
          <w:sz w:val="28"/>
          <w:szCs w:val="28"/>
        </w:rPr>
        <w:t>«</w:t>
      </w:r>
      <w:proofErr w:type="spellStart"/>
      <w:r w:rsidRPr="00CB449D">
        <w:rPr>
          <w:sz w:val="28"/>
          <w:szCs w:val="28"/>
        </w:rPr>
        <w:t>Искитимизвесть</w:t>
      </w:r>
      <w:proofErr w:type="spellEnd"/>
      <w:r>
        <w:rPr>
          <w:sz w:val="28"/>
          <w:szCs w:val="28"/>
        </w:rPr>
        <w:t>»</w:t>
      </w:r>
      <w:r w:rsidRPr="00CB449D">
        <w:rPr>
          <w:sz w:val="28"/>
          <w:szCs w:val="28"/>
        </w:rPr>
        <w:t>.</w:t>
      </w:r>
    </w:p>
    <w:p w:rsidR="00CB449D" w:rsidRPr="00CB449D" w:rsidRDefault="00CB449D" w:rsidP="00CB449D">
      <w:pPr>
        <w:tabs>
          <w:tab w:val="left" w:pos="1140"/>
        </w:tabs>
        <w:ind w:firstLine="709"/>
        <w:jc w:val="both"/>
        <w:rPr>
          <w:sz w:val="28"/>
          <w:szCs w:val="28"/>
        </w:rPr>
      </w:pPr>
      <w:r w:rsidRPr="00CB449D">
        <w:rPr>
          <w:color w:val="C00000"/>
          <w:sz w:val="28"/>
          <w:szCs w:val="28"/>
        </w:rPr>
        <w:t xml:space="preserve"> </w:t>
      </w:r>
      <w:r w:rsidRPr="00CB449D">
        <w:rPr>
          <w:sz w:val="28"/>
          <w:szCs w:val="28"/>
        </w:rPr>
        <w:t>Инвестиции из бюджетов  всех уровней будут направлены:</w:t>
      </w:r>
    </w:p>
    <w:p w:rsidR="00CB449D" w:rsidRPr="006959AC" w:rsidRDefault="00CB449D" w:rsidP="006959AC">
      <w:pPr>
        <w:pStyle w:val="ac"/>
        <w:numPr>
          <w:ilvl w:val="0"/>
          <w:numId w:val="33"/>
        </w:numPr>
        <w:tabs>
          <w:tab w:val="left" w:pos="993"/>
          <w:tab w:val="left" w:pos="11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AC">
        <w:rPr>
          <w:rFonts w:ascii="Times New Roman" w:hAnsi="Times New Roman" w:cs="Times New Roman"/>
          <w:sz w:val="28"/>
          <w:szCs w:val="28"/>
        </w:rPr>
        <w:t xml:space="preserve">в социальную сферу: ремонт школ и детских садов; </w:t>
      </w:r>
      <w:r w:rsidRPr="006959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переселение граждан из аварийного жилищного фонда; строительство физкультурн</w:t>
      </w:r>
      <w:proofErr w:type="gramStart"/>
      <w:r w:rsidRPr="006959AC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 w:rsidRPr="006959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оздоровительного комплекса игровых видов спорта;</w:t>
      </w:r>
    </w:p>
    <w:p w:rsidR="00CB449D" w:rsidRPr="006959AC" w:rsidRDefault="00CB449D" w:rsidP="006959AC">
      <w:pPr>
        <w:pStyle w:val="ac"/>
        <w:numPr>
          <w:ilvl w:val="0"/>
          <w:numId w:val="33"/>
        </w:numPr>
        <w:tabs>
          <w:tab w:val="left" w:pos="993"/>
          <w:tab w:val="left" w:pos="11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AC">
        <w:rPr>
          <w:rFonts w:ascii="Times New Roman" w:hAnsi="Times New Roman" w:cs="Times New Roman"/>
          <w:sz w:val="28"/>
          <w:szCs w:val="28"/>
        </w:rPr>
        <w:t>в сферу жилищно-коммунального хозяйства: реализация мероприятий в рамках программ «Парки малых городов» и «Комфортная городская среда»;</w:t>
      </w:r>
    </w:p>
    <w:p w:rsidR="00CB449D" w:rsidRPr="006959AC" w:rsidRDefault="00CB449D" w:rsidP="006959AC">
      <w:pPr>
        <w:pStyle w:val="ac"/>
        <w:numPr>
          <w:ilvl w:val="0"/>
          <w:numId w:val="33"/>
        </w:numPr>
        <w:tabs>
          <w:tab w:val="left" w:pos="993"/>
          <w:tab w:val="left" w:pos="114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AC">
        <w:rPr>
          <w:rFonts w:ascii="Times New Roman" w:hAnsi="Times New Roman" w:cs="Times New Roman"/>
          <w:sz w:val="28"/>
          <w:szCs w:val="28"/>
        </w:rPr>
        <w:t xml:space="preserve">в рамках приоритетного проекта  «Безопасные и качественные дороги»  государственной программы НСО «Развитие автомобильных дорог регионального, межмуниципального и местного значения Новосибирской области»: ремонт автомобильных дорог города.  </w:t>
      </w:r>
    </w:p>
    <w:p w:rsidR="00CB449D" w:rsidRPr="00CB449D" w:rsidRDefault="00CB449D" w:rsidP="00CB449D">
      <w:pPr>
        <w:ind w:firstLine="709"/>
        <w:jc w:val="both"/>
        <w:rPr>
          <w:sz w:val="28"/>
          <w:szCs w:val="28"/>
        </w:rPr>
      </w:pPr>
      <w:r w:rsidRPr="00CB449D">
        <w:rPr>
          <w:b/>
          <w:color w:val="C00000"/>
          <w:sz w:val="24"/>
          <w:szCs w:val="28"/>
        </w:rPr>
        <w:t xml:space="preserve">  </w:t>
      </w:r>
      <w:r w:rsidRPr="00CB449D">
        <w:rPr>
          <w:sz w:val="28"/>
          <w:szCs w:val="28"/>
        </w:rPr>
        <w:t>Значительный объем бюджетных инвестиций в прогнозном периоде планируется  направить на с</w:t>
      </w:r>
      <w:r w:rsidRPr="00CB449D">
        <w:rPr>
          <w:color w:val="000000"/>
          <w:sz w:val="28"/>
          <w:szCs w:val="28"/>
        </w:rPr>
        <w:t>троительство котельной Южного микрорайона и тепловой сети для присоединения к централизованной сети теплоснабжения г. Искитима</w:t>
      </w:r>
      <w:r w:rsidRPr="00CB449D">
        <w:rPr>
          <w:sz w:val="28"/>
          <w:szCs w:val="28"/>
        </w:rPr>
        <w:t>.</w:t>
      </w:r>
    </w:p>
    <w:p w:rsidR="00CB449D" w:rsidRPr="00CB449D" w:rsidRDefault="00CB449D" w:rsidP="00CB44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B449D">
        <w:rPr>
          <w:sz w:val="28"/>
          <w:szCs w:val="28"/>
        </w:rPr>
        <w:t xml:space="preserve">          В 2025 году городом Искитим  планируется на участие во Всероссийском конкурсе лучших проектов создания комфортной городской среды, проводимого с 2018 года по поручению Президента России. В случае победы  в конкурсе, в 2026-2027 годах </w:t>
      </w:r>
      <w:r w:rsidRPr="00CB449D">
        <w:rPr>
          <w:sz w:val="28"/>
          <w:szCs w:val="28"/>
        </w:rPr>
        <w:lastRenderedPageBreak/>
        <w:t>в благоустройство общественного пространства города будут инвестированы как средства федерального бюджета, так и частные инвестиции.</w:t>
      </w:r>
    </w:p>
    <w:p w:rsidR="0059287F" w:rsidRPr="009B4B85" w:rsidRDefault="00CB449D" w:rsidP="00CB449D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 w:rsidRPr="00CB449D">
        <w:rPr>
          <w:color w:val="C00000"/>
          <w:sz w:val="28"/>
          <w:szCs w:val="28"/>
        </w:rPr>
        <w:t xml:space="preserve">          </w:t>
      </w:r>
      <w:r w:rsidRPr="00CB449D">
        <w:rPr>
          <w:sz w:val="28"/>
          <w:szCs w:val="28"/>
        </w:rPr>
        <w:t>За 2025 – 2027 годы планируется ввести в г</w:t>
      </w:r>
      <w:r w:rsidR="00777684">
        <w:rPr>
          <w:sz w:val="28"/>
          <w:szCs w:val="28"/>
        </w:rPr>
        <w:t xml:space="preserve">ороде </w:t>
      </w:r>
      <w:r w:rsidRPr="00CB449D">
        <w:rPr>
          <w:sz w:val="28"/>
          <w:szCs w:val="28"/>
        </w:rPr>
        <w:t>Искитиме</w:t>
      </w:r>
      <w:r w:rsidRPr="00CB449D">
        <w:rPr>
          <w:color w:val="C00000"/>
          <w:sz w:val="28"/>
          <w:szCs w:val="28"/>
        </w:rPr>
        <w:t xml:space="preserve"> </w:t>
      </w:r>
      <w:r w:rsidRPr="00CB449D">
        <w:rPr>
          <w:sz w:val="28"/>
          <w:szCs w:val="28"/>
        </w:rPr>
        <w:t>14,3</w:t>
      </w:r>
      <w:r w:rsidRPr="00CB449D">
        <w:rPr>
          <w:color w:val="C00000"/>
          <w:sz w:val="28"/>
          <w:szCs w:val="28"/>
        </w:rPr>
        <w:t xml:space="preserve"> </w:t>
      </w:r>
      <w:r w:rsidRPr="00CB449D">
        <w:rPr>
          <w:sz w:val="28"/>
          <w:szCs w:val="28"/>
        </w:rPr>
        <w:t>тыс. кв.м. жилья</w:t>
      </w:r>
    </w:p>
    <w:p w:rsidR="0059287F" w:rsidRPr="00766177" w:rsidRDefault="0059287F" w:rsidP="0059287F">
      <w:pPr>
        <w:ind w:firstLine="720"/>
        <w:jc w:val="both"/>
        <w:rPr>
          <w:sz w:val="28"/>
          <w:szCs w:val="28"/>
        </w:rPr>
      </w:pPr>
      <w:r w:rsidRPr="00766177">
        <w:rPr>
          <w:sz w:val="28"/>
          <w:szCs w:val="28"/>
        </w:rPr>
        <w:t>Торговля и услуги</w:t>
      </w:r>
    </w:p>
    <w:p w:rsidR="009A043A" w:rsidRDefault="0059287F" w:rsidP="0059287F">
      <w:pPr>
        <w:ind w:firstLine="709"/>
        <w:jc w:val="both"/>
        <w:rPr>
          <w:color w:val="C00000"/>
          <w:sz w:val="28"/>
          <w:szCs w:val="28"/>
        </w:rPr>
      </w:pPr>
      <w:r w:rsidRPr="00766177">
        <w:rPr>
          <w:sz w:val="28"/>
          <w:szCs w:val="28"/>
        </w:rPr>
        <w:t>Несмотря на сложную экономическую ситуацию, в 202</w:t>
      </w:r>
      <w:r w:rsidR="00766177" w:rsidRPr="00766177">
        <w:rPr>
          <w:sz w:val="28"/>
          <w:szCs w:val="28"/>
        </w:rPr>
        <w:t>4</w:t>
      </w:r>
      <w:r w:rsidRPr="00766177">
        <w:rPr>
          <w:sz w:val="28"/>
          <w:szCs w:val="28"/>
        </w:rPr>
        <w:t xml:space="preserve"> году индекс физического объема розничного товарооборота состави</w:t>
      </w:r>
      <w:r w:rsidR="00766177" w:rsidRPr="00766177">
        <w:rPr>
          <w:sz w:val="28"/>
          <w:szCs w:val="28"/>
        </w:rPr>
        <w:t>т 105</w:t>
      </w:r>
      <w:r w:rsidRPr="00766177">
        <w:rPr>
          <w:sz w:val="28"/>
          <w:szCs w:val="28"/>
        </w:rPr>
        <w:t>% к уровню 202</w:t>
      </w:r>
      <w:r w:rsidR="00766177" w:rsidRPr="00766177">
        <w:rPr>
          <w:sz w:val="28"/>
          <w:szCs w:val="28"/>
        </w:rPr>
        <w:t>3</w:t>
      </w:r>
      <w:r w:rsidRPr="00766177">
        <w:rPr>
          <w:sz w:val="28"/>
          <w:szCs w:val="28"/>
        </w:rPr>
        <w:t xml:space="preserve"> года. </w:t>
      </w:r>
      <w:proofErr w:type="gramStart"/>
      <w:r w:rsidR="00766177">
        <w:rPr>
          <w:sz w:val="28"/>
          <w:szCs w:val="28"/>
        </w:rPr>
        <w:t xml:space="preserve">Начиная с 2025 </w:t>
      </w:r>
      <w:r w:rsidR="00766177" w:rsidRPr="00766177">
        <w:rPr>
          <w:sz w:val="28"/>
          <w:szCs w:val="28"/>
        </w:rPr>
        <w:t>года</w:t>
      </w:r>
      <w:r w:rsidRPr="00766177">
        <w:rPr>
          <w:sz w:val="28"/>
          <w:szCs w:val="28"/>
        </w:rPr>
        <w:t xml:space="preserve"> ожидается незначительное снижение</w:t>
      </w:r>
      <w:proofErr w:type="gramEnd"/>
      <w:r w:rsidRPr="00766177">
        <w:rPr>
          <w:sz w:val="28"/>
          <w:szCs w:val="28"/>
        </w:rPr>
        <w:t xml:space="preserve"> индекса оборота розничной торговли. </w:t>
      </w:r>
      <w:r w:rsidR="00766177" w:rsidRPr="002C6456">
        <w:rPr>
          <w:sz w:val="28"/>
          <w:szCs w:val="28"/>
        </w:rPr>
        <w:t xml:space="preserve">В 2025, </w:t>
      </w:r>
      <w:r w:rsidR="00766177" w:rsidRPr="009A043A">
        <w:rPr>
          <w:sz w:val="28"/>
          <w:szCs w:val="28"/>
        </w:rPr>
        <w:t>2026, 2027 годах</w:t>
      </w:r>
      <w:r w:rsidRPr="009A043A">
        <w:rPr>
          <w:sz w:val="28"/>
          <w:szCs w:val="28"/>
        </w:rPr>
        <w:t>, индекс оборота розничной торговли составит 10</w:t>
      </w:r>
      <w:r w:rsidR="00766177" w:rsidRPr="009A043A">
        <w:rPr>
          <w:sz w:val="28"/>
          <w:szCs w:val="28"/>
        </w:rPr>
        <w:t xml:space="preserve">2,5% и концу 2027 года достигнет </w:t>
      </w:r>
      <w:r w:rsidR="009A043A" w:rsidRPr="009A043A">
        <w:rPr>
          <w:sz w:val="28"/>
          <w:szCs w:val="28"/>
        </w:rPr>
        <w:t>10 612,9 млн. руб.</w:t>
      </w:r>
    </w:p>
    <w:p w:rsidR="0059287F" w:rsidRPr="009A043A" w:rsidRDefault="0059287F" w:rsidP="0059287F">
      <w:pPr>
        <w:ind w:firstLine="709"/>
        <w:jc w:val="both"/>
        <w:rPr>
          <w:sz w:val="28"/>
          <w:szCs w:val="28"/>
        </w:rPr>
      </w:pPr>
      <w:r w:rsidRPr="009A043A">
        <w:rPr>
          <w:sz w:val="28"/>
          <w:szCs w:val="28"/>
        </w:rPr>
        <w:t xml:space="preserve"> Учитывая рост заработной платы, в 202</w:t>
      </w:r>
      <w:r w:rsidR="009A043A" w:rsidRPr="009A043A">
        <w:rPr>
          <w:sz w:val="28"/>
          <w:szCs w:val="28"/>
        </w:rPr>
        <w:t>4</w:t>
      </w:r>
      <w:r w:rsidRPr="009A043A">
        <w:rPr>
          <w:sz w:val="28"/>
          <w:szCs w:val="28"/>
        </w:rPr>
        <w:t>-202</w:t>
      </w:r>
      <w:r w:rsidR="009A043A" w:rsidRPr="009A043A">
        <w:rPr>
          <w:sz w:val="28"/>
          <w:szCs w:val="28"/>
        </w:rPr>
        <w:t>7</w:t>
      </w:r>
      <w:r w:rsidRPr="009A043A">
        <w:rPr>
          <w:sz w:val="28"/>
          <w:szCs w:val="28"/>
        </w:rPr>
        <w:t xml:space="preserve"> годах ожидается рост объема платных услуг. По оценке 202</w:t>
      </w:r>
      <w:r w:rsidR="009A043A" w:rsidRPr="009A043A">
        <w:rPr>
          <w:sz w:val="28"/>
          <w:szCs w:val="28"/>
        </w:rPr>
        <w:t>4</w:t>
      </w:r>
      <w:r w:rsidRPr="009A043A">
        <w:rPr>
          <w:sz w:val="28"/>
          <w:szCs w:val="28"/>
        </w:rPr>
        <w:t xml:space="preserve"> года объем платных услуг  возрастет к уровню прошлого года и составит 2</w:t>
      </w:r>
      <w:r w:rsidR="009A043A" w:rsidRPr="009A043A">
        <w:rPr>
          <w:sz w:val="28"/>
          <w:szCs w:val="28"/>
        </w:rPr>
        <w:t> 402,6 млн. руб., а к концу 2027</w:t>
      </w:r>
      <w:r w:rsidRPr="009A043A">
        <w:rPr>
          <w:sz w:val="28"/>
          <w:szCs w:val="28"/>
        </w:rPr>
        <w:t xml:space="preserve"> года достигнет </w:t>
      </w:r>
      <w:r w:rsidR="009A043A" w:rsidRPr="009A043A">
        <w:rPr>
          <w:sz w:val="28"/>
          <w:szCs w:val="28"/>
        </w:rPr>
        <w:t>3 174,5</w:t>
      </w:r>
      <w:r w:rsidRPr="009A043A">
        <w:rPr>
          <w:sz w:val="28"/>
          <w:szCs w:val="28"/>
        </w:rPr>
        <w:t xml:space="preserve"> млн.руб.</w:t>
      </w:r>
    </w:p>
    <w:p w:rsidR="0059287F" w:rsidRPr="009A043A" w:rsidRDefault="0059287F" w:rsidP="00715F96">
      <w:pPr>
        <w:rPr>
          <w:sz w:val="28"/>
        </w:rPr>
      </w:pPr>
      <w:r w:rsidRPr="009A043A">
        <w:rPr>
          <w:sz w:val="28"/>
        </w:rPr>
        <w:br w:type="page"/>
      </w:r>
    </w:p>
    <w:p w:rsidR="0059287F" w:rsidRPr="009B4B85" w:rsidRDefault="0059287F" w:rsidP="00715F96">
      <w:pPr>
        <w:rPr>
          <w:color w:val="C00000"/>
          <w:sz w:val="28"/>
        </w:rPr>
        <w:sectPr w:rsidR="0059287F" w:rsidRPr="009B4B85" w:rsidSect="0059287F">
          <w:pgSz w:w="11906" w:h="16838" w:code="9"/>
          <w:pgMar w:top="1134" w:right="567" w:bottom="851" w:left="709" w:header="720" w:footer="720" w:gutter="0"/>
          <w:cols w:space="720"/>
          <w:titlePg/>
          <w:docGrid w:linePitch="212"/>
        </w:sectPr>
      </w:pPr>
    </w:p>
    <w:p w:rsidR="0059287F" w:rsidRPr="00731D53" w:rsidRDefault="0059287F" w:rsidP="0059287F">
      <w:pPr>
        <w:pStyle w:val="ac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31D53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параметры муниципальных программ города Искитима, предлагаемых к финансированию </w:t>
      </w:r>
    </w:p>
    <w:p w:rsidR="0059287F" w:rsidRPr="00731D53" w:rsidRDefault="0059287F" w:rsidP="0059287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31D53">
        <w:rPr>
          <w:sz w:val="28"/>
          <w:szCs w:val="28"/>
        </w:rPr>
        <w:t>в 202</w:t>
      </w:r>
      <w:r w:rsidR="00731D53" w:rsidRPr="00731D53">
        <w:rPr>
          <w:sz w:val="28"/>
          <w:szCs w:val="28"/>
        </w:rPr>
        <w:t>5 году и плановом периоде 2026</w:t>
      </w:r>
      <w:r w:rsidRPr="00731D53">
        <w:rPr>
          <w:sz w:val="28"/>
          <w:szCs w:val="28"/>
        </w:rPr>
        <w:t xml:space="preserve"> и 202</w:t>
      </w:r>
      <w:r w:rsidR="00731D53" w:rsidRPr="00731D53">
        <w:rPr>
          <w:sz w:val="28"/>
          <w:szCs w:val="28"/>
        </w:rPr>
        <w:t>7</w:t>
      </w:r>
      <w:r w:rsidRPr="00731D53">
        <w:rPr>
          <w:sz w:val="28"/>
          <w:szCs w:val="28"/>
        </w:rPr>
        <w:t xml:space="preserve"> годов</w:t>
      </w:r>
    </w:p>
    <w:p w:rsidR="0059287F" w:rsidRPr="009B4B85" w:rsidRDefault="0059287F" w:rsidP="0059287F">
      <w:pPr>
        <w:widowControl w:val="0"/>
        <w:autoSpaceDE w:val="0"/>
        <w:autoSpaceDN w:val="0"/>
        <w:jc w:val="center"/>
        <w:outlineLvl w:val="2"/>
        <w:rPr>
          <w:color w:val="C00000"/>
          <w:sz w:val="28"/>
          <w:szCs w:val="28"/>
        </w:rPr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6803"/>
        <w:gridCol w:w="92"/>
        <w:gridCol w:w="1592"/>
        <w:gridCol w:w="2121"/>
        <w:gridCol w:w="2121"/>
        <w:gridCol w:w="2156"/>
      </w:tblGrid>
      <w:tr w:rsidR="009B4B85" w:rsidRPr="009B4B85" w:rsidTr="00731D53">
        <w:trPr>
          <w:trHeight w:val="1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1D5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1D53">
              <w:rPr>
                <w:sz w:val="28"/>
                <w:szCs w:val="28"/>
              </w:rPr>
              <w:t xml:space="preserve">№ </w:t>
            </w:r>
            <w:proofErr w:type="gramStart"/>
            <w:r w:rsidRPr="00731D53">
              <w:rPr>
                <w:sz w:val="28"/>
                <w:szCs w:val="28"/>
              </w:rPr>
              <w:t>п</w:t>
            </w:r>
            <w:proofErr w:type="gramEnd"/>
            <w:r w:rsidRPr="00731D53">
              <w:rPr>
                <w:sz w:val="28"/>
                <w:szCs w:val="28"/>
              </w:rPr>
              <w:t>/п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1D5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1D5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1D5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1D53">
              <w:rPr>
                <w:sz w:val="28"/>
                <w:szCs w:val="28"/>
              </w:rPr>
              <w:t>Ед. измерения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1D53" w:rsidRDefault="0059287F" w:rsidP="00731D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1D53">
              <w:rPr>
                <w:sz w:val="28"/>
                <w:szCs w:val="28"/>
              </w:rPr>
              <w:t>202</w:t>
            </w:r>
            <w:r w:rsidR="00731D53" w:rsidRPr="00731D53">
              <w:rPr>
                <w:sz w:val="28"/>
                <w:szCs w:val="28"/>
              </w:rPr>
              <w:t>5</w:t>
            </w:r>
            <w:r w:rsidRPr="00731D5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1D53" w:rsidRDefault="0059287F" w:rsidP="00731D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1D53">
              <w:rPr>
                <w:sz w:val="28"/>
                <w:szCs w:val="28"/>
              </w:rPr>
              <w:t>202</w:t>
            </w:r>
            <w:r w:rsidR="00731D53" w:rsidRPr="00731D53">
              <w:rPr>
                <w:sz w:val="28"/>
                <w:szCs w:val="28"/>
              </w:rPr>
              <w:t>6</w:t>
            </w:r>
            <w:r w:rsidRPr="00731D5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1D53" w:rsidRDefault="0059287F" w:rsidP="00731D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1D53">
              <w:rPr>
                <w:sz w:val="28"/>
                <w:szCs w:val="28"/>
              </w:rPr>
              <w:t>202</w:t>
            </w:r>
            <w:r w:rsidR="00731D53" w:rsidRPr="00731D53">
              <w:rPr>
                <w:sz w:val="28"/>
                <w:szCs w:val="28"/>
              </w:rPr>
              <w:t>7</w:t>
            </w:r>
            <w:r w:rsidRPr="00731D53">
              <w:rPr>
                <w:sz w:val="28"/>
                <w:szCs w:val="28"/>
              </w:rPr>
              <w:t xml:space="preserve"> год</w:t>
            </w:r>
          </w:p>
        </w:tc>
      </w:tr>
      <w:tr w:rsidR="009B4B85" w:rsidRPr="009B4B85" w:rsidTr="00731D53">
        <w:trPr>
          <w:trHeight w:val="1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1D5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31D53">
              <w:rPr>
                <w:sz w:val="28"/>
                <w:szCs w:val="28"/>
              </w:rPr>
              <w:t>1.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731D53" w:rsidRDefault="0059287F">
            <w:pPr>
              <w:jc w:val="center"/>
              <w:rPr>
                <w:sz w:val="28"/>
                <w:szCs w:val="28"/>
              </w:rPr>
            </w:pPr>
            <w:r w:rsidRPr="00731D53">
              <w:rPr>
                <w:sz w:val="28"/>
                <w:szCs w:val="28"/>
              </w:rPr>
              <w:t xml:space="preserve">Развитие малого и среднего предпринимательства в городе Искитиме </w:t>
            </w:r>
          </w:p>
        </w:tc>
      </w:tr>
      <w:tr w:rsidR="009B4B85" w:rsidRPr="009B4B85" w:rsidTr="00731D53">
        <w:trPr>
          <w:trHeight w:val="1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752A8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1.1.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752A8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52A8">
              <w:rPr>
                <w:bCs/>
                <w:sz w:val="28"/>
                <w:szCs w:val="28"/>
              </w:rPr>
              <w:t>Количество субъектов малого и среднего предпринимательства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752A8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bCs/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752A8" w:rsidRDefault="00731D5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1 72</w:t>
            </w:r>
            <w:r w:rsidR="0059287F" w:rsidRPr="006752A8">
              <w:rPr>
                <w:sz w:val="28"/>
                <w:szCs w:val="28"/>
              </w:rPr>
              <w:t>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752A8" w:rsidRDefault="0059287F" w:rsidP="00731D5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1 7</w:t>
            </w:r>
            <w:r w:rsidR="00731D53" w:rsidRPr="006752A8">
              <w:rPr>
                <w:sz w:val="28"/>
                <w:szCs w:val="28"/>
              </w:rPr>
              <w:t>3</w:t>
            </w:r>
            <w:r w:rsidRPr="006752A8">
              <w:rPr>
                <w:sz w:val="28"/>
                <w:szCs w:val="28"/>
              </w:rPr>
              <w:t>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752A8" w:rsidRDefault="0059287F" w:rsidP="00731D5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1 7</w:t>
            </w:r>
            <w:r w:rsidR="00731D53" w:rsidRPr="006752A8">
              <w:rPr>
                <w:sz w:val="28"/>
                <w:szCs w:val="28"/>
              </w:rPr>
              <w:t>51</w:t>
            </w:r>
          </w:p>
        </w:tc>
      </w:tr>
      <w:tr w:rsidR="00731D53" w:rsidRPr="009B4B85" w:rsidTr="00731D53">
        <w:trPr>
          <w:trHeight w:val="1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1.2.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Численность занятых на малых и средних предприятиях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bCs/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 w:rsidP="005612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6 796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53" w:rsidRPr="006752A8" w:rsidRDefault="00731D53" w:rsidP="005612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6 831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53" w:rsidRPr="006752A8" w:rsidRDefault="00731D5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6 905</w:t>
            </w:r>
          </w:p>
        </w:tc>
      </w:tr>
      <w:tr w:rsidR="00731D53" w:rsidRPr="009B4B85" w:rsidTr="00731D53">
        <w:trPr>
          <w:trHeight w:val="1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1.3.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 xml:space="preserve">Доля объема </w:t>
            </w:r>
            <w:proofErr w:type="gramStart"/>
            <w:r w:rsidRPr="006752A8">
              <w:rPr>
                <w:sz w:val="28"/>
                <w:szCs w:val="28"/>
              </w:rPr>
              <w:t>СМ</w:t>
            </w:r>
            <w:proofErr w:type="gramEnd"/>
            <w:r w:rsidRPr="006752A8">
              <w:rPr>
                <w:sz w:val="28"/>
                <w:szCs w:val="28"/>
              </w:rPr>
              <w:t xml:space="preserve"> и СП в общем объеме выпуска товаров, работ, услуг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 w:rsidP="005612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40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53" w:rsidRPr="006752A8" w:rsidRDefault="00731D53" w:rsidP="005612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41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D53" w:rsidRPr="006752A8" w:rsidRDefault="00731D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41</w:t>
            </w:r>
          </w:p>
        </w:tc>
      </w:tr>
      <w:tr w:rsidR="00731D53" w:rsidRPr="009B4B85" w:rsidTr="00731D53">
        <w:trPr>
          <w:trHeight w:val="1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1.4.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6752A8">
              <w:rPr>
                <w:sz w:val="28"/>
                <w:szCs w:val="28"/>
              </w:rPr>
              <w:t>СМ</w:t>
            </w:r>
            <w:proofErr w:type="gramEnd"/>
            <w:r w:rsidRPr="006752A8">
              <w:rPr>
                <w:sz w:val="28"/>
                <w:szCs w:val="28"/>
              </w:rPr>
              <w:t xml:space="preserve"> и СП, получивших муниципальную поддержку в рамках реализации мероприятий муниципальной программы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 w:rsidP="005612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114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 w:rsidP="005612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119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53" w:rsidRPr="006752A8" w:rsidRDefault="00731D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752A8">
              <w:rPr>
                <w:sz w:val="28"/>
                <w:szCs w:val="28"/>
              </w:rPr>
              <w:t>124</w:t>
            </w:r>
          </w:p>
        </w:tc>
      </w:tr>
      <w:tr w:rsidR="009B4B85" w:rsidRPr="009B4B85" w:rsidTr="00731D53">
        <w:trPr>
          <w:trHeight w:val="1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D565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2.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D565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 xml:space="preserve">Развитие молодежной политики в городе Искитиме Новосибирской области </w:t>
            </w:r>
          </w:p>
        </w:tc>
      </w:tr>
      <w:tr w:rsidR="009D5653" w:rsidRPr="009B4B85" w:rsidTr="009D5653">
        <w:trPr>
          <w:trHeight w:val="1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653" w:rsidRPr="009D5653" w:rsidRDefault="009D56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2.1.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653" w:rsidRPr="009D5653" w:rsidRDefault="009D56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5653">
              <w:rPr>
                <w:bCs/>
                <w:sz w:val="28"/>
                <w:szCs w:val="28"/>
              </w:rPr>
              <w:t>Увеличение числа молодежи, вовлеченной в социально-экономическую, общественно-политическую и культурную жизнь города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653" w:rsidRPr="009D5653" w:rsidRDefault="009D56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653" w:rsidRPr="009D5653" w:rsidRDefault="009D5653" w:rsidP="005612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11 785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653" w:rsidRPr="009D5653" w:rsidRDefault="009D5653" w:rsidP="005612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12 130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653" w:rsidRPr="009D5653" w:rsidRDefault="009D565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12 420</w:t>
            </w:r>
          </w:p>
        </w:tc>
      </w:tr>
      <w:tr w:rsidR="009D5653" w:rsidRPr="009B4B85" w:rsidTr="009D5653">
        <w:trPr>
          <w:trHeight w:val="4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653" w:rsidRPr="009D5653" w:rsidRDefault="009D56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2.2.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653" w:rsidRPr="009D5653" w:rsidRDefault="009D56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Увеличение числа молодежи, вовлеченной в мероприятия, акции по профилактике наркомании, алкоголизма, курения, пропаганде здорового образа жизни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653" w:rsidRPr="009D5653" w:rsidRDefault="009D56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653" w:rsidRPr="009D5653" w:rsidRDefault="009D5653" w:rsidP="005612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2 725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653" w:rsidRPr="009D5653" w:rsidRDefault="009D5653" w:rsidP="0056126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2 800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653" w:rsidRPr="009D5653" w:rsidRDefault="009D565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D5653">
              <w:rPr>
                <w:sz w:val="28"/>
                <w:szCs w:val="28"/>
              </w:rPr>
              <w:t>2 880</w:t>
            </w:r>
          </w:p>
        </w:tc>
      </w:tr>
      <w:tr w:rsidR="009B4B85" w:rsidRPr="009B4B85" w:rsidTr="00731D53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3.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Развитие жилищно-коммунального хозяйства города Искитима Новосибирской области</w:t>
            </w:r>
          </w:p>
        </w:tc>
      </w:tr>
      <w:tr w:rsidR="0056126D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26D" w:rsidRPr="00C65FAE" w:rsidRDefault="005612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3.1.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6D" w:rsidRPr="00C65FAE" w:rsidRDefault="005612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Удовлетворенность населения города деятельностью Главы в сфере жилищно-коммунального обслуживания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26D" w:rsidRPr="00C65FAE" w:rsidRDefault="0056126D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26D" w:rsidRPr="00C65FAE" w:rsidRDefault="0056126D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90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6D" w:rsidRPr="00C65FAE" w:rsidRDefault="0056126D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92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6D" w:rsidRPr="00C65FAE" w:rsidRDefault="0056126D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-</w:t>
            </w:r>
          </w:p>
        </w:tc>
      </w:tr>
      <w:tr w:rsidR="0056126D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26D" w:rsidRPr="00C65FAE" w:rsidRDefault="005612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6D" w:rsidRPr="00C65FAE" w:rsidRDefault="005612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Удельный вес общей площади жилого фонда, оборудованного водопроводом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26D" w:rsidRPr="00C65FAE" w:rsidRDefault="0056126D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26D" w:rsidRPr="00C65FAE" w:rsidRDefault="0056126D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93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6D" w:rsidRPr="00C65FAE" w:rsidRDefault="0056126D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94,6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6D" w:rsidRPr="00C65FAE" w:rsidRDefault="0056126D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-</w:t>
            </w:r>
          </w:p>
        </w:tc>
      </w:tr>
      <w:tr w:rsidR="00C65FAE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3.3.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AE" w:rsidRPr="00C65FAE" w:rsidRDefault="00C65FA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Удельный вес общей площади жилого фонда, оборудованного горячим водоснабжением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84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85,5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-</w:t>
            </w:r>
          </w:p>
        </w:tc>
      </w:tr>
      <w:tr w:rsidR="00C65FAE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3.4.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AE" w:rsidRPr="00C65FAE" w:rsidRDefault="00C65FA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 xml:space="preserve"> Удельный вес общей площади жилого фонда, оборудованного центральным отоплением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84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85,5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-</w:t>
            </w:r>
          </w:p>
        </w:tc>
      </w:tr>
      <w:tr w:rsidR="00C65FAE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3.5.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AE" w:rsidRPr="00C65FAE" w:rsidRDefault="00C65FA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 xml:space="preserve"> Удельный вес общей площади жилого фонда, оборудованного водоотведением (канализацией)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91,7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92,7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-</w:t>
            </w:r>
          </w:p>
        </w:tc>
      </w:tr>
      <w:tr w:rsidR="00C65FAE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3.6.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AE" w:rsidRPr="00C65FAE" w:rsidRDefault="00C65FA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 xml:space="preserve"> Уровень газификации жилищного фонда в г. Искитиме природным газом (из расчетной потребности)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69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70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AE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3.7.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C65FAE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Выполнение муниципального задания МБУ «</w:t>
            </w:r>
            <w:proofErr w:type="spellStart"/>
            <w:r w:rsidRPr="00C65FAE">
              <w:rPr>
                <w:sz w:val="28"/>
                <w:szCs w:val="28"/>
              </w:rPr>
              <w:t>УБиДХ</w:t>
            </w:r>
            <w:proofErr w:type="spellEnd"/>
            <w:r w:rsidRPr="00C65FAE">
              <w:rPr>
                <w:sz w:val="28"/>
                <w:szCs w:val="28"/>
              </w:rPr>
              <w:t>»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100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3.8.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C65FAE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 xml:space="preserve"> Снос аварийных жилых домов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1</w:t>
            </w:r>
            <w:r w:rsidR="0059287F" w:rsidRPr="00C65FAE">
              <w:rPr>
                <w:sz w:val="28"/>
                <w:szCs w:val="28"/>
              </w:rPr>
              <w:t>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C65FAE" w:rsidRDefault="00C65FAE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65FAE">
              <w:rPr>
                <w:sz w:val="28"/>
                <w:szCs w:val="28"/>
              </w:rPr>
              <w:t>-</w:t>
            </w:r>
          </w:p>
        </w:tc>
      </w:tr>
      <w:tr w:rsidR="009B4B85" w:rsidRPr="009B4B85" w:rsidTr="00731D53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157C9" w:rsidRDefault="005928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 xml:space="preserve">Развитие системы образования города Искитима Новосибирской области </w:t>
            </w:r>
          </w:p>
        </w:tc>
      </w:tr>
      <w:tr w:rsidR="009B4B85" w:rsidRPr="009B4B85" w:rsidTr="002278EA">
        <w:trPr>
          <w:trHeight w:val="104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программ дополнительного образования технической направленности реализуемых в образовательных организациях города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программ дополнительного образования естественнонаучной направленности, реализуемых в образовательных организациях города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ОО, заключивших договоры сетевого взаимодействия с детским технопарком «</w:t>
            </w:r>
            <w:proofErr w:type="spellStart"/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Кванториум</w:t>
            </w:r>
            <w:proofErr w:type="spellEnd"/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lastRenderedPageBreak/>
              <w:t>4.4.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обучающихся по образовательным программам, реализуемым на базе детского технопарка «</w:t>
            </w:r>
            <w:proofErr w:type="spellStart"/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Кванториум</w:t>
            </w:r>
            <w:proofErr w:type="spellEnd"/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 xml:space="preserve">1 </w:t>
            </w:r>
            <w:r w:rsidR="009157C9" w:rsidRPr="009157C9">
              <w:rPr>
                <w:sz w:val="28"/>
                <w:szCs w:val="28"/>
              </w:rPr>
              <w:t>5</w:t>
            </w:r>
            <w:r w:rsidRPr="009157C9">
              <w:rPr>
                <w:sz w:val="28"/>
                <w:szCs w:val="28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ОО, прошедших конкурсный отбор на открытие специализированных классов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обучающихся, участвовавших в каникулярных школах, сдавших ЕГЭ с результатом ТБ</w:t>
            </w:r>
            <w:proofErr w:type="gramStart"/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выше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</w:t>
            </w:r>
            <w:r w:rsidR="009157C9" w:rsidRPr="009157C9">
              <w:rPr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9157C9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выпускников школ, заключивших договор о целевом обучении в НГПУ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4.8.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договоров, заключенных ОО  в рамках участия в общественной программе «Учитель для России»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</w:t>
            </w:r>
            <w:r w:rsidR="009157C9" w:rsidRPr="009157C9">
              <w:rPr>
                <w:sz w:val="28"/>
                <w:szCs w:val="28"/>
              </w:rPr>
              <w:t>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4.9.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молодых педагогов, для которых организованно </w:t>
            </w:r>
            <w:proofErr w:type="spellStart"/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менторство</w:t>
            </w:r>
            <w:proofErr w:type="spellEnd"/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наставничество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4.10.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молодых педагогов, которым оказаны меры социальной поддержки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4.11.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руководителей ОО, повысивших квалификационную категорию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9</w:t>
            </w:r>
            <w:r w:rsidR="0059287F" w:rsidRPr="009157C9">
              <w:rPr>
                <w:sz w:val="28"/>
                <w:szCs w:val="28"/>
              </w:rPr>
              <w:t>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4.12.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управленческих команд ОО, прошедших </w:t>
            </w: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повышение квалификации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lastRenderedPageBreak/>
              <w:t>4.13.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pStyle w:val="11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сотрудников МКУ «УО и МП», повысивших квалификацию в соответствии с современными требованиями 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4.14.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157C9" w:rsidRDefault="0059287F">
            <w:pPr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 xml:space="preserve">Доля </w:t>
            </w:r>
            <w:proofErr w:type="gramStart"/>
            <w:r w:rsidRPr="009157C9">
              <w:rPr>
                <w:sz w:val="28"/>
                <w:szCs w:val="28"/>
              </w:rPr>
              <w:t>обучающихся</w:t>
            </w:r>
            <w:proofErr w:type="gramEnd"/>
            <w:r w:rsidRPr="009157C9">
              <w:rPr>
                <w:sz w:val="28"/>
                <w:szCs w:val="28"/>
              </w:rPr>
              <w:t>, вовлеченных в мероприятия военно-патриотической направленности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4.15.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Доля обучающихся, вовлеченных в Российское движение школьников, движение «Юнармия»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75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4.16.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 xml:space="preserve">Доля </w:t>
            </w:r>
            <w:proofErr w:type="gramStart"/>
            <w:r w:rsidRPr="009157C9">
              <w:rPr>
                <w:sz w:val="28"/>
                <w:szCs w:val="28"/>
              </w:rPr>
              <w:t>обучающихся</w:t>
            </w:r>
            <w:proofErr w:type="gramEnd"/>
            <w:r w:rsidRPr="009157C9">
              <w:rPr>
                <w:sz w:val="28"/>
                <w:szCs w:val="28"/>
              </w:rPr>
              <w:t>, вовлеченных в волонтерское и добровольческое движение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75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4.17.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Доля обучающихся, вовлеченных в реализацию проектов «Билет в будущее», «</w:t>
            </w:r>
            <w:proofErr w:type="spellStart"/>
            <w:r w:rsidRPr="009157C9">
              <w:rPr>
                <w:sz w:val="28"/>
                <w:szCs w:val="28"/>
              </w:rPr>
              <w:t>ПроеКТОриЯ</w:t>
            </w:r>
            <w:proofErr w:type="spellEnd"/>
            <w:r w:rsidRPr="009157C9">
              <w:rPr>
                <w:sz w:val="28"/>
                <w:szCs w:val="28"/>
              </w:rPr>
              <w:t>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37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4.18.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Доля классных руководителей, участвующих в мероприятиях проекта «Школа классных руководителей»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75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4.19.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Доля классных руководителей, прошедших курсы повышения квалификации по  направлению «воспитание»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4.20.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 xml:space="preserve">Доля классных руководителей, принявших участие в конкурсе </w:t>
            </w:r>
            <w:r w:rsidRPr="009157C9">
              <w:rPr>
                <w:sz w:val="28"/>
                <w:szCs w:val="28"/>
                <w:lang w:eastAsia="en-US"/>
              </w:rPr>
              <w:t xml:space="preserve">«Самый классный </w:t>
            </w:r>
            <w:proofErr w:type="spellStart"/>
            <w:proofErr w:type="gramStart"/>
            <w:r w:rsidRPr="009157C9">
              <w:rPr>
                <w:sz w:val="28"/>
                <w:szCs w:val="28"/>
                <w:lang w:eastAsia="en-US"/>
              </w:rPr>
              <w:t>классный</w:t>
            </w:r>
            <w:proofErr w:type="spellEnd"/>
            <w:proofErr w:type="gramEnd"/>
            <w:r w:rsidRPr="009157C9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4.21.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Доля ОО, участвующих в региональном  конкурсе «Семья-школа-социум»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32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4.22.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9157C9" w:rsidRDefault="0059287F">
            <w:pPr>
              <w:pStyle w:val="11"/>
              <w:rPr>
                <w:rFonts w:ascii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hAnsi="Times New Roman" w:cs="Times New Roman"/>
                <w:sz w:val="28"/>
                <w:szCs w:val="28"/>
              </w:rPr>
              <w:t xml:space="preserve">Доля дошкольных образовательных организаций, </w:t>
            </w:r>
            <w:r w:rsidRPr="009157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участвующих в мероприятиях </w:t>
            </w:r>
            <w:r w:rsidRPr="009157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клуба молодых семей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57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57C9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57C9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lastRenderedPageBreak/>
              <w:t>4.23.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pStyle w:val="11"/>
              <w:rPr>
                <w:rFonts w:ascii="Times New Roman" w:hAnsi="Times New Roman" w:cs="Times New Roman"/>
                <w:sz w:val="28"/>
                <w:szCs w:val="28"/>
              </w:rPr>
            </w:pPr>
            <w:r w:rsidRPr="00172023">
              <w:rPr>
                <w:rFonts w:ascii="Times New Roman" w:hAnsi="Times New Roman" w:cs="Times New Roman"/>
                <w:sz w:val="28"/>
                <w:szCs w:val="28"/>
              </w:rPr>
              <w:t>Доля родителей (законных представителей), участвующих в мероприятиях клуба молодых семей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023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50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4.24.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pStyle w:val="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023">
              <w:rPr>
                <w:rFonts w:ascii="Times New Roman" w:hAnsi="Times New Roman" w:cs="Times New Roman"/>
                <w:sz w:val="28"/>
                <w:szCs w:val="28"/>
              </w:rPr>
              <w:t>Количество оказанных услуг психолого-педагогической консультативной помощи родителям (законным представителям) образовательными организациями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023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11</w:t>
            </w:r>
            <w:r w:rsidR="0059287F" w:rsidRPr="00172023">
              <w:rPr>
                <w:sz w:val="28"/>
                <w:szCs w:val="28"/>
              </w:rPr>
              <w:t xml:space="preserve"> </w:t>
            </w:r>
            <w:r w:rsidRPr="00172023">
              <w:rPr>
                <w:sz w:val="28"/>
                <w:szCs w:val="28"/>
              </w:rPr>
              <w:t>215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4.25.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Доля обучающихся старше 14 лет, оформивших «Пушкинскую карту»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90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4.26.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 xml:space="preserve">Доля </w:t>
            </w:r>
            <w:proofErr w:type="gramStart"/>
            <w:r w:rsidRPr="00172023">
              <w:rPr>
                <w:sz w:val="28"/>
                <w:szCs w:val="28"/>
              </w:rPr>
              <w:t>обучающихся</w:t>
            </w:r>
            <w:proofErr w:type="gramEnd"/>
            <w:r w:rsidRPr="00172023">
              <w:rPr>
                <w:sz w:val="28"/>
                <w:szCs w:val="28"/>
              </w:rPr>
              <w:t>, воспользовавшихся «Пушкинской картой»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50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4.27.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 xml:space="preserve">Доля ОО, в </w:t>
            </w:r>
            <w:proofErr w:type="gramStart"/>
            <w:r w:rsidRPr="00172023">
              <w:rPr>
                <w:sz w:val="28"/>
                <w:szCs w:val="28"/>
              </w:rPr>
              <w:t>которых</w:t>
            </w:r>
            <w:proofErr w:type="gramEnd"/>
            <w:r w:rsidRPr="00172023">
              <w:rPr>
                <w:sz w:val="28"/>
                <w:szCs w:val="28"/>
              </w:rPr>
              <w:t xml:space="preserve"> работает школьный музей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64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4.28.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 xml:space="preserve">Доля ОО, </w:t>
            </w:r>
            <w:proofErr w:type="gramStart"/>
            <w:r w:rsidRPr="00172023">
              <w:rPr>
                <w:sz w:val="28"/>
                <w:szCs w:val="28"/>
              </w:rPr>
              <w:t>реализующих</w:t>
            </w:r>
            <w:proofErr w:type="gramEnd"/>
            <w:r w:rsidRPr="00172023">
              <w:rPr>
                <w:sz w:val="28"/>
                <w:szCs w:val="28"/>
              </w:rPr>
              <w:t xml:space="preserve"> программы дополнительного образования «Школьный театр»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10</w:t>
            </w:r>
            <w:r w:rsidR="0059287F" w:rsidRPr="00172023">
              <w:rPr>
                <w:sz w:val="28"/>
                <w:szCs w:val="28"/>
              </w:rPr>
              <w:t>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9157C9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4.29.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 xml:space="preserve">Доля </w:t>
            </w:r>
            <w:proofErr w:type="gramStart"/>
            <w:r w:rsidRPr="00172023">
              <w:rPr>
                <w:sz w:val="28"/>
                <w:szCs w:val="28"/>
              </w:rPr>
              <w:t>обучающихся</w:t>
            </w:r>
            <w:proofErr w:type="gramEnd"/>
            <w:r w:rsidRPr="00172023">
              <w:rPr>
                <w:sz w:val="28"/>
                <w:szCs w:val="28"/>
              </w:rPr>
              <w:t>, включенных в реализацию проекта «Школьный театр»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4.30.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 xml:space="preserve">Доля ОО, </w:t>
            </w:r>
            <w:proofErr w:type="gramStart"/>
            <w:r w:rsidRPr="00172023">
              <w:rPr>
                <w:sz w:val="28"/>
                <w:szCs w:val="28"/>
              </w:rPr>
              <w:t>в</w:t>
            </w:r>
            <w:proofErr w:type="gramEnd"/>
            <w:r w:rsidRPr="00172023">
              <w:rPr>
                <w:sz w:val="28"/>
                <w:szCs w:val="28"/>
              </w:rPr>
              <w:t xml:space="preserve"> которых организована работа Школьных Спортивных Клубов (ШСК)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10</w:t>
            </w:r>
            <w:r w:rsidR="0059287F" w:rsidRPr="00172023">
              <w:rPr>
                <w:sz w:val="28"/>
                <w:szCs w:val="28"/>
              </w:rPr>
              <w:t>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4.31.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Доля ШСК, участвующих в Президентских играх, Президентских состязаниях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4.32.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 xml:space="preserve">Доля </w:t>
            </w:r>
            <w:proofErr w:type="gramStart"/>
            <w:r w:rsidRPr="00172023">
              <w:rPr>
                <w:sz w:val="28"/>
                <w:szCs w:val="28"/>
              </w:rPr>
              <w:t>обучающихся</w:t>
            </w:r>
            <w:proofErr w:type="gramEnd"/>
            <w:r w:rsidRPr="00172023">
              <w:rPr>
                <w:sz w:val="28"/>
                <w:szCs w:val="28"/>
              </w:rPr>
              <w:t>, выполнивших нормативы ГТО от общей численности обучающихся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50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lastRenderedPageBreak/>
              <w:t>4.33.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Доля работников ОО, выполнивших нормативы ГТО от общей численности работников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50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4.34.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Доля обучающихся и воспитанников, систематически посещающих занятия физкультурно-спортивной направленности в рамках дополнительного образования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20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1" w:name="_GoBack" w:colFirst="6" w:colLast="6"/>
            <w:r w:rsidRPr="00172023">
              <w:rPr>
                <w:sz w:val="28"/>
                <w:szCs w:val="28"/>
              </w:rPr>
              <w:t>4.35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Доля обучающихся и воспитанников, охваченных летней оздоровительной кампанией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90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4.36.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Доля обучающихся и воспитанников, находящихся в сложной жизненной ситуации, охваченных летней оздоровительной кампанией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9</w:t>
            </w:r>
            <w:r w:rsidR="0059287F" w:rsidRPr="00172023">
              <w:rPr>
                <w:sz w:val="28"/>
                <w:szCs w:val="28"/>
              </w:rPr>
              <w:t>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4.37.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 xml:space="preserve">Доля </w:t>
            </w:r>
            <w:proofErr w:type="gramStart"/>
            <w:r w:rsidRPr="00172023">
              <w:rPr>
                <w:sz w:val="28"/>
                <w:szCs w:val="28"/>
              </w:rPr>
              <w:t>обучающихся</w:t>
            </w:r>
            <w:proofErr w:type="gramEnd"/>
            <w:r w:rsidRPr="00172023">
              <w:rPr>
                <w:sz w:val="28"/>
                <w:szCs w:val="28"/>
              </w:rPr>
              <w:t>, охваченных горячим питанием в ОО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98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4.38.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Удовлетворенность качеством питания в ОО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90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4.39.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72023" w:rsidRDefault="0059287F">
            <w:pPr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Доля образовательных организаций, соответствующих установленным нормативным требованиям, от общего числа ОО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2028D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72023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2023">
              <w:rPr>
                <w:sz w:val="28"/>
                <w:szCs w:val="28"/>
              </w:rPr>
              <w:t>-</w:t>
            </w:r>
          </w:p>
        </w:tc>
      </w:tr>
      <w:tr w:rsidR="009B4B85" w:rsidRPr="009B4B85" w:rsidTr="00731D53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9287F" w:rsidRPr="00E37397">
              <w:rPr>
                <w:sz w:val="28"/>
                <w:szCs w:val="28"/>
              </w:rPr>
              <w:t>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E37397" w:rsidRDefault="0059287F" w:rsidP="0048706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 xml:space="preserve">Защита населения и территории от чрезвычайных ситуаций, обеспечения пожарной безопасности и безопасности людей на водных объектах города Искитима Новосибирской области. 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9287F" w:rsidRPr="00E37397">
              <w:rPr>
                <w:sz w:val="28"/>
                <w:szCs w:val="28"/>
              </w:rPr>
              <w:t>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E37397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Количество аварийных остановок оконечных устройств МАСЦО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1</w:t>
            </w:r>
            <w:r w:rsidR="00E37397" w:rsidRPr="00E37397">
              <w:rPr>
                <w:sz w:val="28"/>
                <w:szCs w:val="28"/>
              </w:rPr>
              <w:t>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10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E37397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3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bookmarkEnd w:id="1"/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9287F" w:rsidRPr="00E37397">
              <w:rPr>
                <w:sz w:val="28"/>
                <w:szCs w:val="28"/>
              </w:rPr>
              <w:t>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E37397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Снижение количества погибших людей на пожарах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E37397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E37397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E37397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3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9287F" w:rsidRPr="00E37397">
              <w:rPr>
                <w:sz w:val="28"/>
                <w:szCs w:val="28"/>
              </w:rPr>
              <w:t>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E37397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Снижение количества погибших людей воде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E37397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E37397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3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9287F" w:rsidRPr="00E37397">
              <w:rPr>
                <w:sz w:val="28"/>
                <w:szCs w:val="28"/>
              </w:rPr>
              <w:t>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E37397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7397">
              <w:rPr>
                <w:rFonts w:eastAsia="Calibri"/>
                <w:sz w:val="28"/>
                <w:szCs w:val="28"/>
              </w:rPr>
              <w:t xml:space="preserve">Количество подготовленных руководителей и </w:t>
            </w:r>
            <w:r w:rsidRPr="00E37397">
              <w:rPr>
                <w:rFonts w:eastAsia="Calibri"/>
                <w:sz w:val="28"/>
                <w:szCs w:val="28"/>
              </w:rPr>
              <w:lastRenderedPageBreak/>
              <w:t xml:space="preserve">специалистов, работающих в системе ГОЧС            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Не менее 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Не менее 200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E37397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3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59287F" w:rsidRPr="00E37397">
              <w:rPr>
                <w:sz w:val="28"/>
                <w:szCs w:val="28"/>
              </w:rPr>
              <w:t>.5.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E37397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Поддержание созданных резервов финансовых и материальных ресурсов для ликвидации ЧС  и первоочередного жизнеобеспечения населения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100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E37397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3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9287F" w:rsidRPr="00E37397">
              <w:rPr>
                <w:sz w:val="28"/>
                <w:szCs w:val="28"/>
              </w:rPr>
              <w:t>.6.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E37397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  <w:lang w:eastAsia="en-US"/>
              </w:rPr>
              <w:t>Выполнение муниципального задания МБУ «СГЗН»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100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E37397" w:rsidRDefault="00E37397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37397">
              <w:rPr>
                <w:sz w:val="28"/>
                <w:szCs w:val="28"/>
              </w:rPr>
              <w:t>-</w:t>
            </w:r>
          </w:p>
        </w:tc>
      </w:tr>
      <w:tr w:rsidR="009D1A60" w:rsidRPr="009B4B85" w:rsidTr="00E8799F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Default="009D1A6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D1A60">
              <w:rPr>
                <w:sz w:val="28"/>
                <w:szCs w:val="28"/>
              </w:rPr>
              <w:t>Профилактика терроризма и экстремизма на территории города Искитима Новосибирской области</w:t>
            </w:r>
          </w:p>
        </w:tc>
      </w:tr>
      <w:tr w:rsidR="009D1A60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Default="009D1A6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60" w:rsidRPr="00E37397" w:rsidRDefault="009D1A6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9D1A60">
              <w:rPr>
                <w:sz w:val="28"/>
                <w:szCs w:val="28"/>
                <w:lang w:eastAsia="en-US"/>
              </w:rPr>
              <w:t>Количество проведенных мероприятий, направленных на профилактику терроризма и экстремизма, укрепление межнационального, межэтнического и межконфессионального согласия и единства городского сообщества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D1A60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Default="009D1A6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60" w:rsidRPr="00E37397" w:rsidRDefault="009D1A6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9D1A60">
              <w:rPr>
                <w:sz w:val="28"/>
                <w:szCs w:val="28"/>
                <w:lang w:eastAsia="en-US"/>
              </w:rPr>
              <w:t>Количество проведенных информационно-пропагандистских мер, направленных на повышение бдительности граждан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D1A60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Default="009D1A6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60" w:rsidRPr="00E37397" w:rsidRDefault="009D1A6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9D1A60">
              <w:rPr>
                <w:sz w:val="28"/>
                <w:szCs w:val="28"/>
                <w:lang w:eastAsia="en-US"/>
              </w:rPr>
              <w:t xml:space="preserve">Доля </w:t>
            </w:r>
            <w:proofErr w:type="spellStart"/>
            <w:r w:rsidRPr="009D1A60">
              <w:rPr>
                <w:sz w:val="28"/>
                <w:szCs w:val="28"/>
                <w:lang w:eastAsia="en-US"/>
              </w:rPr>
              <w:t>антитеррористически</w:t>
            </w:r>
            <w:proofErr w:type="spellEnd"/>
            <w:r w:rsidRPr="009D1A60">
              <w:rPr>
                <w:sz w:val="28"/>
                <w:szCs w:val="28"/>
                <w:lang w:eastAsia="en-US"/>
              </w:rPr>
              <w:t xml:space="preserve"> защищенных объектов возможных террористических посягательств, расположенных на территории города, к общему числу объектов возможных террористических посягательств,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(112)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A60" w:rsidRPr="00E37397" w:rsidRDefault="009D1A60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B4B85" w:rsidRPr="009B4B85" w:rsidTr="00731D53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9287F" w:rsidRPr="00065A70">
              <w:rPr>
                <w:sz w:val="28"/>
                <w:szCs w:val="28"/>
              </w:rPr>
              <w:t>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 w:rsidP="008B39F4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Развитие физической культуры и спорта</w:t>
            </w:r>
            <w:r w:rsidR="008B39F4">
              <w:rPr>
                <w:sz w:val="28"/>
                <w:szCs w:val="28"/>
              </w:rPr>
              <w:t xml:space="preserve"> в</w:t>
            </w:r>
            <w:r w:rsidRPr="00065A70">
              <w:rPr>
                <w:sz w:val="28"/>
                <w:szCs w:val="28"/>
              </w:rPr>
              <w:t xml:space="preserve"> город</w:t>
            </w:r>
            <w:r w:rsidR="008B39F4">
              <w:rPr>
                <w:sz w:val="28"/>
                <w:szCs w:val="28"/>
              </w:rPr>
              <w:t>е</w:t>
            </w:r>
            <w:r w:rsidRPr="00065A70">
              <w:rPr>
                <w:sz w:val="28"/>
                <w:szCs w:val="28"/>
              </w:rPr>
              <w:t xml:space="preserve"> Искитим</w:t>
            </w:r>
            <w:r w:rsidR="008B39F4">
              <w:rPr>
                <w:sz w:val="28"/>
                <w:szCs w:val="28"/>
              </w:rPr>
              <w:t>е</w:t>
            </w:r>
            <w:r w:rsidRPr="00065A70">
              <w:rPr>
                <w:sz w:val="28"/>
                <w:szCs w:val="28"/>
              </w:rPr>
              <w:t xml:space="preserve"> Новосибирской области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9287F" w:rsidRPr="00065A70">
              <w:rPr>
                <w:sz w:val="28"/>
                <w:szCs w:val="28"/>
              </w:rPr>
              <w:t>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Доля граждан в возрасте 3 - 29 лет,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 xml:space="preserve">Не менее </w:t>
            </w:r>
            <w:r w:rsidR="0059287F" w:rsidRPr="00065A70">
              <w:rPr>
                <w:sz w:val="28"/>
                <w:szCs w:val="28"/>
              </w:rPr>
              <w:t>8</w:t>
            </w:r>
            <w:r w:rsidRPr="00065A70">
              <w:rPr>
                <w:sz w:val="28"/>
                <w:szCs w:val="28"/>
              </w:rPr>
              <w:t>6</w:t>
            </w:r>
            <w:r w:rsidR="0059287F" w:rsidRPr="00065A70">
              <w:rPr>
                <w:sz w:val="28"/>
                <w:szCs w:val="28"/>
              </w:rPr>
              <w:t>,</w:t>
            </w:r>
            <w:r w:rsidRPr="00065A70">
              <w:rPr>
                <w:sz w:val="28"/>
                <w:szCs w:val="28"/>
              </w:rPr>
              <w:t>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9287F" w:rsidRPr="00065A70">
              <w:rPr>
                <w:sz w:val="28"/>
                <w:szCs w:val="28"/>
              </w:rPr>
              <w:t>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</w:t>
            </w:r>
            <w:r w:rsidRPr="00065A70">
              <w:rPr>
                <w:sz w:val="28"/>
                <w:szCs w:val="28"/>
              </w:rPr>
              <w:lastRenderedPageBreak/>
              <w:t>спортом, в общей численности граждан данной возрастной категории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Не менее 55</w:t>
            </w:r>
            <w:r w:rsidR="0059287F" w:rsidRPr="00065A70">
              <w:rPr>
                <w:sz w:val="28"/>
                <w:szCs w:val="28"/>
              </w:rPr>
              <w:t>,</w:t>
            </w:r>
            <w:r w:rsidRPr="00065A70">
              <w:rPr>
                <w:sz w:val="28"/>
                <w:szCs w:val="28"/>
              </w:rPr>
              <w:t>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59287F" w:rsidRPr="00065A70">
              <w:rPr>
                <w:sz w:val="28"/>
                <w:szCs w:val="28"/>
              </w:rPr>
              <w:t>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 xml:space="preserve">Не менее </w:t>
            </w:r>
            <w:r w:rsidR="0059287F" w:rsidRPr="00065A70">
              <w:rPr>
                <w:sz w:val="28"/>
                <w:szCs w:val="28"/>
              </w:rPr>
              <w:t>2</w:t>
            </w:r>
            <w:r w:rsidRPr="00065A70">
              <w:rPr>
                <w:sz w:val="28"/>
                <w:szCs w:val="28"/>
              </w:rPr>
              <w:t>8</w:t>
            </w:r>
            <w:r w:rsidR="0059287F" w:rsidRPr="00065A70">
              <w:rPr>
                <w:sz w:val="28"/>
                <w:szCs w:val="28"/>
              </w:rPr>
              <w:t>,</w:t>
            </w:r>
            <w:r w:rsidRPr="00065A70">
              <w:rPr>
                <w:sz w:val="28"/>
                <w:szCs w:val="28"/>
              </w:rPr>
              <w:t>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9287F" w:rsidRPr="00065A70">
              <w:rPr>
                <w:sz w:val="28"/>
                <w:szCs w:val="28"/>
              </w:rPr>
              <w:t>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Не менее 57,5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9287F" w:rsidRPr="00065A70">
              <w:rPr>
                <w:sz w:val="28"/>
                <w:szCs w:val="28"/>
              </w:rPr>
              <w:t>.5.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спортом, 3 - 79 лет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21,5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9287F" w:rsidRPr="00065A70">
              <w:rPr>
                <w:sz w:val="28"/>
                <w:szCs w:val="28"/>
              </w:rPr>
              <w:t>.6.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Количество проведенных официальных городских, областных, региональных физкультурных и спортивных мероприятий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150</w:t>
            </w:r>
          </w:p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9287F" w:rsidRPr="00065A70">
              <w:rPr>
                <w:sz w:val="28"/>
                <w:szCs w:val="28"/>
              </w:rPr>
              <w:t>.7.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Уровень обеспеченности населения города Искитима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65,</w:t>
            </w:r>
            <w:r w:rsidR="007A6E26" w:rsidRPr="00065A70">
              <w:rPr>
                <w:sz w:val="28"/>
                <w:szCs w:val="28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9287F" w:rsidRPr="00065A70">
              <w:rPr>
                <w:sz w:val="28"/>
                <w:szCs w:val="28"/>
              </w:rPr>
              <w:t>.8.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Количество объектов физической культуры и спорта, в которых укреплена материально-техническая база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9287F" w:rsidRPr="00065A70">
              <w:rPr>
                <w:sz w:val="28"/>
                <w:szCs w:val="28"/>
              </w:rPr>
              <w:t>.9.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 xml:space="preserve">Доля жителей города Искитима, выполнивших нормативы Всероссийского физкультурно-оздоровительного комплекса "Готов к труду и обороне" (ГТО), в общей численности жителей, принявших </w:t>
            </w:r>
            <w:r w:rsidRPr="00065A70">
              <w:rPr>
                <w:sz w:val="28"/>
                <w:szCs w:val="28"/>
              </w:rPr>
              <w:lastRenderedPageBreak/>
              <w:t>участие в сдаче данных нормативов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50,</w:t>
            </w:r>
            <w:r w:rsidR="007A6E26" w:rsidRPr="00065A70">
              <w:rPr>
                <w:sz w:val="28"/>
                <w:szCs w:val="28"/>
              </w:rPr>
              <w:t>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7A6E26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731D53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59287F" w:rsidRPr="00065A70">
              <w:rPr>
                <w:sz w:val="28"/>
                <w:szCs w:val="28"/>
              </w:rPr>
              <w:t>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Организация досуга, отдыха и оздоровления детей, а также иных категорий граждан</w:t>
            </w:r>
            <w:r w:rsidR="00E8799F">
              <w:rPr>
                <w:sz w:val="28"/>
                <w:szCs w:val="28"/>
              </w:rPr>
              <w:t xml:space="preserve"> на территории</w:t>
            </w:r>
          </w:p>
          <w:p w:rsidR="0059287F" w:rsidRPr="00065A70" w:rsidRDefault="005928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 xml:space="preserve"> города Искитима Новосибирской области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9287F" w:rsidRPr="00065A70">
              <w:rPr>
                <w:sz w:val="28"/>
                <w:szCs w:val="28"/>
              </w:rPr>
              <w:t>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Количество детей, охваченных организованными формами отдыха и оздоровления в каникулярное время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300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300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300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9287F" w:rsidRPr="00065A70">
              <w:rPr>
                <w:sz w:val="28"/>
                <w:szCs w:val="28"/>
              </w:rPr>
              <w:t>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87F" w:rsidRPr="00065A70" w:rsidRDefault="0059287F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Количество детей, находящихся в трудной жизненной ситуации, охваченных организованными формами отдыха и оздоровления в каникулярное время</w:t>
            </w:r>
          </w:p>
          <w:p w:rsidR="0059287F" w:rsidRPr="00065A70" w:rsidRDefault="005928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300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300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300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9287F" w:rsidRPr="00065A70">
              <w:rPr>
                <w:sz w:val="28"/>
                <w:szCs w:val="28"/>
              </w:rPr>
              <w:t>.3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Количество взрослых граждан (старше 18), вовлеченных в организованные формы досуга, отдыха и оздоровления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4</w:t>
            </w:r>
            <w:r w:rsidR="00065A70" w:rsidRPr="00065A70">
              <w:rPr>
                <w:sz w:val="28"/>
                <w:szCs w:val="28"/>
              </w:rPr>
              <w:t>60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4</w:t>
            </w:r>
            <w:r w:rsidR="00065A70" w:rsidRPr="00065A70">
              <w:rPr>
                <w:sz w:val="28"/>
                <w:szCs w:val="28"/>
              </w:rPr>
              <w:t>8</w:t>
            </w:r>
            <w:r w:rsidRPr="00065A70">
              <w:rPr>
                <w:sz w:val="28"/>
                <w:szCs w:val="28"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065A70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500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9287F" w:rsidRPr="00065A70">
              <w:rPr>
                <w:sz w:val="28"/>
                <w:szCs w:val="28"/>
              </w:rPr>
              <w:t>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065A70" w:rsidRDefault="005928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МАУ «ЦО</w:t>
            </w:r>
            <w:r w:rsidR="00457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Start"/>
            <w:r w:rsidR="00457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065A70">
              <w:rPr>
                <w:rFonts w:ascii="Times New Roman" w:hAnsi="Times New Roman" w:cs="Times New Roman"/>
                <w:sz w:val="28"/>
                <w:szCs w:val="28"/>
              </w:rPr>
              <w:t xml:space="preserve"> «Лесная сказка», в которых укреплена и модернизирована материально-техническая база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5A70">
              <w:rPr>
                <w:rFonts w:ascii="Times New Roman" w:hAnsi="Times New Roman" w:cs="Times New Roman"/>
                <w:sz w:val="28"/>
                <w:szCs w:val="28"/>
              </w:rPr>
              <w:t>ед. в год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1</w:t>
            </w:r>
          </w:p>
        </w:tc>
      </w:tr>
      <w:tr w:rsidR="009B4B85" w:rsidRPr="009B4B85" w:rsidTr="00731D53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9287F" w:rsidRPr="00065A70">
              <w:rPr>
                <w:sz w:val="28"/>
                <w:szCs w:val="28"/>
              </w:rPr>
              <w:t>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Патриотическое воспитание граждан в городе Искитиме Новосибирской области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9287F" w:rsidRPr="00065A70">
              <w:rPr>
                <w:sz w:val="28"/>
                <w:szCs w:val="28"/>
              </w:rPr>
              <w:t>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Количество членов местного отделения ВВПОД «Юнармия»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065A70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650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065A70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745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065A70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8</w:t>
            </w:r>
            <w:r w:rsidR="0059287F" w:rsidRPr="00065A70">
              <w:rPr>
                <w:sz w:val="28"/>
                <w:szCs w:val="28"/>
              </w:rPr>
              <w:t>45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9287F" w:rsidRPr="00065A70">
              <w:rPr>
                <w:sz w:val="28"/>
                <w:szCs w:val="28"/>
              </w:rPr>
              <w:t>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Количество граждан, принявших участие в мероприятиях патриотической направленности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065A70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12 106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065A70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12 377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065A70" w:rsidRDefault="00065A70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A70">
              <w:rPr>
                <w:sz w:val="28"/>
                <w:szCs w:val="28"/>
              </w:rPr>
              <w:t>12 672</w:t>
            </w:r>
          </w:p>
        </w:tc>
      </w:tr>
      <w:tr w:rsidR="009B4B85" w:rsidRPr="009B4B85" w:rsidTr="00731D53">
        <w:trPr>
          <w:trHeight w:val="7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9287F" w:rsidRPr="0029264B">
              <w:rPr>
                <w:sz w:val="28"/>
                <w:szCs w:val="28"/>
              </w:rPr>
              <w:t>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9264B" w:rsidRDefault="0059287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Повышение качества обслуживания и обеспечение доступности услуг общественного пассажирского транспорта для населения города Искитима</w:t>
            </w:r>
          </w:p>
        </w:tc>
      </w:tr>
      <w:tr w:rsidR="009B4B85" w:rsidRPr="009B4B85" w:rsidTr="002278EA">
        <w:trPr>
          <w:trHeight w:val="18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9287F" w:rsidRPr="0029264B">
              <w:rPr>
                <w:sz w:val="28"/>
                <w:szCs w:val="28"/>
              </w:rPr>
              <w:t>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9264B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Число поездок на 1 человека в год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поездки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8</w:t>
            </w:r>
            <w:r w:rsidR="0029264B" w:rsidRPr="0029264B">
              <w:rPr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29264B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2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242380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9287F" w:rsidRPr="0029264B">
              <w:rPr>
                <w:sz w:val="28"/>
                <w:szCs w:val="28"/>
              </w:rPr>
              <w:t>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9264B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Количество приобретенных (обновленных) автобусов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29264B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59287F" w:rsidRPr="0029264B">
              <w:rPr>
                <w:sz w:val="28"/>
                <w:szCs w:val="28"/>
              </w:rPr>
              <w:t>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9264B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Доля льготных пассажиров, перевезенных городским пассажирским транспортом, от общего количества перевезенных пассажиров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30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29264B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9287F" w:rsidRPr="0029264B">
              <w:rPr>
                <w:sz w:val="28"/>
                <w:szCs w:val="28"/>
              </w:rPr>
              <w:t>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9264B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Удовлетворенность населения деятельностью главы города Искитима в сфере организации транспортного обслуживания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53,</w:t>
            </w:r>
            <w:r w:rsidR="0029264B" w:rsidRPr="0029264B">
              <w:rPr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29264B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9264B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9264B">
              <w:rPr>
                <w:sz w:val="28"/>
                <w:szCs w:val="28"/>
              </w:rPr>
              <w:t>-</w:t>
            </w:r>
          </w:p>
        </w:tc>
      </w:tr>
      <w:tr w:rsidR="009B4B85" w:rsidRPr="009B4B85" w:rsidTr="00731D53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1</w:t>
            </w:r>
            <w:r w:rsidRPr="002E6AED">
              <w:rPr>
                <w:sz w:val="28"/>
                <w:szCs w:val="28"/>
              </w:rPr>
              <w:t>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Информирование населения о деятельности органов местного самоуправления на территории города Искитима Новосибирской области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1</w:t>
            </w:r>
            <w:r w:rsidRPr="002E6AED">
              <w:rPr>
                <w:sz w:val="28"/>
                <w:szCs w:val="28"/>
              </w:rPr>
              <w:t>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 xml:space="preserve">Доля НПА, </w:t>
            </w:r>
            <w:proofErr w:type="gramStart"/>
            <w:r w:rsidRPr="002E6AED">
              <w:rPr>
                <w:sz w:val="28"/>
                <w:szCs w:val="28"/>
              </w:rPr>
              <w:t>опубликованных</w:t>
            </w:r>
            <w:proofErr w:type="gramEnd"/>
            <w:r w:rsidRPr="002E6AED">
              <w:rPr>
                <w:sz w:val="28"/>
                <w:szCs w:val="28"/>
              </w:rPr>
              <w:t xml:space="preserve"> в газете «Искитимские ведомости» и на официальном сайте администрации города Искитима, от числа утвержденных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100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1</w:t>
            </w:r>
            <w:r w:rsidRPr="002E6AED">
              <w:rPr>
                <w:sz w:val="28"/>
                <w:szCs w:val="28"/>
              </w:rPr>
              <w:t>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Количество ежедневных новостных материалов, размещаемых на официальном сайте администрации города Искитима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Не менее 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 xml:space="preserve">Не менее </w:t>
            </w:r>
            <w:r w:rsidR="00261ADC" w:rsidRPr="002E6AED">
              <w:rPr>
                <w:sz w:val="28"/>
                <w:szCs w:val="28"/>
              </w:rPr>
              <w:t>7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Не менее 7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1</w:t>
            </w:r>
            <w:r w:rsidRPr="002E6AED">
              <w:rPr>
                <w:sz w:val="28"/>
                <w:szCs w:val="28"/>
              </w:rPr>
              <w:t>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Количество информационно-аналитических телепередач, вышедших в эфир, с участием органов местного самоуправления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3</w:t>
            </w:r>
            <w:r w:rsidR="00261ADC" w:rsidRPr="002E6AED">
              <w:rPr>
                <w:sz w:val="28"/>
                <w:szCs w:val="28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34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3</w:t>
            </w:r>
            <w:r w:rsidR="00261ADC" w:rsidRPr="002E6AED">
              <w:rPr>
                <w:sz w:val="28"/>
                <w:szCs w:val="28"/>
              </w:rPr>
              <w:t>5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1</w:t>
            </w:r>
            <w:r w:rsidRPr="002E6AED">
              <w:rPr>
                <w:sz w:val="28"/>
                <w:szCs w:val="28"/>
              </w:rPr>
              <w:t>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 w:rsidP="00261A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Количество трансляций на телевидении заказных сюжетов в программе «Новости»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3</w:t>
            </w:r>
            <w:r w:rsidR="00261ADC" w:rsidRPr="002E6AED">
              <w:rPr>
                <w:sz w:val="28"/>
                <w:szCs w:val="28"/>
              </w:rPr>
              <w:t>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37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3</w:t>
            </w:r>
            <w:r w:rsidR="00261ADC" w:rsidRPr="002E6AED">
              <w:rPr>
                <w:sz w:val="28"/>
                <w:szCs w:val="28"/>
              </w:rPr>
              <w:t>8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1</w:t>
            </w:r>
            <w:r w:rsidRPr="002E6AED">
              <w:rPr>
                <w:sz w:val="28"/>
                <w:szCs w:val="28"/>
              </w:rPr>
              <w:t>.5.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 w:rsidP="00261A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 xml:space="preserve">Количество встреч, проведенных представителями органов местного самоуправления, с населением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61ADC" w:rsidRPr="002E6AED">
              <w:rPr>
                <w:sz w:val="28"/>
                <w:szCs w:val="28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61ADC" w:rsidRPr="002E6AED">
              <w:rPr>
                <w:sz w:val="28"/>
                <w:szCs w:val="28"/>
              </w:rPr>
              <w:t>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61ADC" w:rsidRPr="002E6AED">
              <w:rPr>
                <w:sz w:val="28"/>
                <w:szCs w:val="28"/>
              </w:rPr>
              <w:t>6</w:t>
            </w:r>
          </w:p>
        </w:tc>
      </w:tr>
      <w:tr w:rsidR="009B4B85" w:rsidRPr="009B4B85" w:rsidTr="00731D53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2</w:t>
            </w:r>
            <w:r w:rsidRPr="002E6AED">
              <w:rPr>
                <w:sz w:val="28"/>
                <w:szCs w:val="28"/>
              </w:rPr>
              <w:t>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2E6AE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Поддержка территориального общественного самоуправления, инициативных групп граждан, социально ориентированных некоммерческих организаций на территории города Искитима Новосибирской области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2</w:t>
            </w:r>
            <w:r w:rsidRPr="002E6AED">
              <w:rPr>
                <w:sz w:val="28"/>
                <w:szCs w:val="28"/>
              </w:rPr>
              <w:t>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pStyle w:val="ConsPlusNormal"/>
              <w:ind w:left="1"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AE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семинаров, тренингов, мастер-классов, консультаций, направленных на повышение профессионализма активистов ТОС,  </w:t>
            </w:r>
            <w:r w:rsidRPr="002E6A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инициативных групп граждан, представителей СО НКО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8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lastRenderedPageBreak/>
              <w:t>1</w:t>
            </w:r>
            <w:r w:rsidR="00242380">
              <w:rPr>
                <w:sz w:val="28"/>
                <w:szCs w:val="28"/>
              </w:rPr>
              <w:t>2</w:t>
            </w:r>
            <w:r w:rsidRPr="002E6AED">
              <w:rPr>
                <w:sz w:val="28"/>
                <w:szCs w:val="28"/>
              </w:rPr>
              <w:t>.</w:t>
            </w:r>
            <w:r w:rsidR="00242380">
              <w:rPr>
                <w:sz w:val="28"/>
                <w:szCs w:val="28"/>
              </w:rPr>
              <w:t>2</w:t>
            </w:r>
            <w:r w:rsidRPr="002E6AED">
              <w:rPr>
                <w:sz w:val="28"/>
                <w:szCs w:val="28"/>
              </w:rPr>
              <w:t>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Количество информационных материалов, опубликованных на официальном сайте администрации города Искитима и (или) в социальных сетях, посвященных деятельности ТОС, инициативных групп граждан, СО НКО;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2E6AED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2E6AED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E6AED" w:rsidRPr="002E6AED">
              <w:rPr>
                <w:sz w:val="28"/>
                <w:szCs w:val="28"/>
              </w:rPr>
              <w:t>2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  <w:r w:rsidR="0059287F" w:rsidRPr="002E6AED">
              <w:rPr>
                <w:sz w:val="28"/>
                <w:szCs w:val="28"/>
              </w:rPr>
              <w:t>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Количество сообщений в СМИ о деятельности ТОС, инициативных групп граждан, СО НКО, реализующих социально значимые инициативы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4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242380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59287F" w:rsidRPr="002E6A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  <w:r w:rsidR="0059287F" w:rsidRPr="002E6AED">
              <w:rPr>
                <w:sz w:val="28"/>
                <w:szCs w:val="28"/>
              </w:rPr>
              <w:t>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AE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ТОС, </w:t>
            </w:r>
            <w:proofErr w:type="gramStart"/>
            <w:r w:rsidRPr="002E6AED">
              <w:rPr>
                <w:rFonts w:ascii="Times New Roman" w:hAnsi="Times New Roman" w:cs="Times New Roman"/>
                <w:sz w:val="28"/>
                <w:szCs w:val="28"/>
              </w:rPr>
              <w:t>зарегистрированных</w:t>
            </w:r>
            <w:proofErr w:type="gramEnd"/>
            <w:r w:rsidRPr="002E6AED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города Искитима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2</w:t>
            </w:r>
            <w:r w:rsidR="002E6AED" w:rsidRPr="002E6AED">
              <w:rPr>
                <w:sz w:val="28"/>
                <w:szCs w:val="28"/>
              </w:rPr>
              <w:t>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2</w:t>
            </w:r>
            <w:r w:rsidR="002E6AED" w:rsidRPr="002E6AED">
              <w:rPr>
                <w:sz w:val="28"/>
                <w:szCs w:val="28"/>
              </w:rPr>
              <w:t>7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2</w:t>
            </w:r>
            <w:r w:rsidR="002E6AED" w:rsidRPr="002E6AED">
              <w:rPr>
                <w:sz w:val="28"/>
                <w:szCs w:val="28"/>
              </w:rPr>
              <w:t>8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2</w:t>
            </w:r>
            <w:r w:rsidRPr="002E6AED">
              <w:rPr>
                <w:sz w:val="28"/>
                <w:szCs w:val="28"/>
              </w:rPr>
              <w:t>.</w:t>
            </w:r>
            <w:r w:rsidR="00242380">
              <w:rPr>
                <w:sz w:val="28"/>
                <w:szCs w:val="28"/>
              </w:rPr>
              <w:t>5</w:t>
            </w:r>
            <w:r w:rsidRPr="002E6AED">
              <w:rPr>
                <w:sz w:val="28"/>
                <w:szCs w:val="28"/>
              </w:rPr>
              <w:t>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Доля населения города Искитима, проживающего на территории, охваченной деятельностью ТОС, инициативных групп граждан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2E6AED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9</w:t>
            </w:r>
            <w:r w:rsidR="0059287F" w:rsidRPr="002E6AED">
              <w:rPr>
                <w:sz w:val="28"/>
                <w:szCs w:val="28"/>
              </w:rPr>
              <w:t>,</w:t>
            </w:r>
            <w:r w:rsidRPr="002E6AED">
              <w:rPr>
                <w:sz w:val="28"/>
                <w:szCs w:val="28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9,</w:t>
            </w:r>
            <w:r w:rsidR="002E6AED" w:rsidRPr="002E6AED">
              <w:rPr>
                <w:sz w:val="28"/>
                <w:szCs w:val="28"/>
              </w:rPr>
              <w:t>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2E6AED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10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2</w:t>
            </w:r>
            <w:r w:rsidRPr="002E6AED">
              <w:rPr>
                <w:sz w:val="28"/>
                <w:szCs w:val="28"/>
              </w:rPr>
              <w:t>.</w:t>
            </w:r>
            <w:r w:rsidR="00242380">
              <w:rPr>
                <w:sz w:val="28"/>
                <w:szCs w:val="28"/>
              </w:rPr>
              <w:t>6</w:t>
            </w:r>
            <w:r w:rsidRPr="002E6AED">
              <w:rPr>
                <w:sz w:val="28"/>
                <w:szCs w:val="28"/>
              </w:rPr>
              <w:t>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Количество населения, участвующего в деятельности СО НКО, инициативных групп граждан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 xml:space="preserve">3 </w:t>
            </w:r>
            <w:r w:rsidR="002E6AED" w:rsidRPr="002E6AED">
              <w:rPr>
                <w:sz w:val="28"/>
                <w:szCs w:val="28"/>
              </w:rPr>
              <w:t>3</w:t>
            </w:r>
            <w:r w:rsidRPr="002E6AED">
              <w:rPr>
                <w:sz w:val="28"/>
                <w:szCs w:val="28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 xml:space="preserve">3 </w:t>
            </w:r>
            <w:r w:rsidR="002E6AED" w:rsidRPr="002E6AED">
              <w:rPr>
                <w:sz w:val="28"/>
                <w:szCs w:val="28"/>
              </w:rPr>
              <w:t>4</w:t>
            </w:r>
            <w:r w:rsidRPr="002E6AED">
              <w:rPr>
                <w:sz w:val="28"/>
                <w:szCs w:val="28"/>
              </w:rPr>
              <w:t>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 xml:space="preserve">3 </w:t>
            </w:r>
            <w:r w:rsidR="002E6AED" w:rsidRPr="002E6AED">
              <w:rPr>
                <w:sz w:val="28"/>
                <w:szCs w:val="28"/>
              </w:rPr>
              <w:t>5</w:t>
            </w:r>
            <w:r w:rsidRPr="002E6AED">
              <w:rPr>
                <w:sz w:val="28"/>
                <w:szCs w:val="28"/>
              </w:rPr>
              <w:t>00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2</w:t>
            </w:r>
            <w:r w:rsidRPr="002E6AED">
              <w:rPr>
                <w:sz w:val="28"/>
                <w:szCs w:val="28"/>
              </w:rPr>
              <w:t>.</w:t>
            </w:r>
            <w:r w:rsidR="00242380">
              <w:rPr>
                <w:sz w:val="28"/>
                <w:szCs w:val="28"/>
              </w:rPr>
              <w:t>7</w:t>
            </w:r>
            <w:r w:rsidRPr="002E6AED">
              <w:rPr>
                <w:sz w:val="28"/>
                <w:szCs w:val="28"/>
              </w:rPr>
              <w:t>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Количество органов ТОС, инициативных групп граждан, СО НКО, подавших заявки на участие в конкурсах социально значимых проектов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5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2</w:t>
            </w:r>
            <w:r w:rsidRPr="002E6AED">
              <w:rPr>
                <w:sz w:val="28"/>
                <w:szCs w:val="28"/>
              </w:rPr>
              <w:t>.</w:t>
            </w:r>
            <w:r w:rsidR="00242380">
              <w:rPr>
                <w:sz w:val="28"/>
                <w:szCs w:val="28"/>
              </w:rPr>
              <w:t>8</w:t>
            </w:r>
            <w:r w:rsidRPr="002E6AED">
              <w:rPr>
                <w:sz w:val="28"/>
                <w:szCs w:val="28"/>
              </w:rPr>
              <w:t>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Количество представителей ТОС, СО НКО, инициативных групп граждан, принявших участие в городских мероприятиях, направленных на повышение мотивации граждан к активной деятельности и эффективному взаимодействию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E6AED" w:rsidRPr="002E6AED">
              <w:rPr>
                <w:sz w:val="28"/>
                <w:szCs w:val="28"/>
              </w:rPr>
              <w:t>3</w:t>
            </w:r>
            <w:r w:rsidRPr="002E6AED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E6AED" w:rsidRPr="002E6AED">
              <w:rPr>
                <w:sz w:val="28"/>
                <w:szCs w:val="28"/>
              </w:rPr>
              <w:t>4</w:t>
            </w:r>
            <w:r w:rsidRPr="002E6AED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E6AED" w:rsidRPr="002E6AED">
              <w:rPr>
                <w:sz w:val="28"/>
                <w:szCs w:val="28"/>
              </w:rPr>
              <w:t>5</w:t>
            </w:r>
            <w:r w:rsidRPr="002E6AED">
              <w:rPr>
                <w:sz w:val="28"/>
                <w:szCs w:val="28"/>
              </w:rPr>
              <w:t xml:space="preserve"> 000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2</w:t>
            </w:r>
            <w:r w:rsidRPr="002E6AED">
              <w:rPr>
                <w:sz w:val="28"/>
                <w:szCs w:val="28"/>
              </w:rPr>
              <w:t>.</w:t>
            </w:r>
            <w:r w:rsidR="00242380">
              <w:rPr>
                <w:sz w:val="28"/>
                <w:szCs w:val="28"/>
              </w:rPr>
              <w:t>9</w:t>
            </w:r>
            <w:r w:rsidRPr="002E6AED">
              <w:rPr>
                <w:sz w:val="28"/>
                <w:szCs w:val="28"/>
              </w:rPr>
              <w:t>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AE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органов ТОС, СО НКО, инициативных групп граждан – получателей имущественной и </w:t>
            </w:r>
            <w:r w:rsidRPr="002E6A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финансовой поддержки на осуществление ими деятельности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10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lastRenderedPageBreak/>
              <w:t>1</w:t>
            </w:r>
            <w:r w:rsidR="00242380">
              <w:rPr>
                <w:sz w:val="28"/>
                <w:szCs w:val="28"/>
              </w:rPr>
              <w:t>2</w:t>
            </w:r>
            <w:r w:rsidRPr="002E6AED">
              <w:rPr>
                <w:sz w:val="28"/>
                <w:szCs w:val="28"/>
              </w:rPr>
              <w:t>.1</w:t>
            </w:r>
            <w:r w:rsidR="00242380">
              <w:rPr>
                <w:sz w:val="28"/>
                <w:szCs w:val="28"/>
              </w:rPr>
              <w:t>0</w:t>
            </w:r>
            <w:r w:rsidRPr="002E6AED">
              <w:rPr>
                <w:sz w:val="28"/>
                <w:szCs w:val="28"/>
              </w:rPr>
              <w:t>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2E6AED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Количество социально значимых мероприятий, организованных органами ТОС, СО НСО, инициативными группами граждан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20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20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2E6AED" w:rsidRDefault="0059287F" w:rsidP="002278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6AED">
              <w:rPr>
                <w:sz w:val="28"/>
                <w:szCs w:val="28"/>
              </w:rPr>
              <w:t>20</w:t>
            </w:r>
          </w:p>
        </w:tc>
      </w:tr>
      <w:tr w:rsidR="009B4B85" w:rsidRPr="009B4B85" w:rsidTr="00731D53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Охрана окружающей среды города Искитима Новосибирской</w:t>
            </w:r>
            <w:r w:rsidR="00D62725">
              <w:rPr>
                <w:sz w:val="28"/>
                <w:szCs w:val="28"/>
              </w:rPr>
              <w:t xml:space="preserve"> области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60B7" w:rsidRDefault="0059287F">
            <w:pPr>
              <w:widowControl w:val="0"/>
              <w:jc w:val="both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Объем выбросов твердых загрязняющих веществ  в атмосферу города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b/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тонн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ind w:right="-149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b/>
                <w:sz w:val="28"/>
                <w:szCs w:val="28"/>
              </w:rPr>
            </w:pPr>
            <w:r w:rsidRPr="006160B7">
              <w:rPr>
                <w:b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60B7" w:rsidRDefault="0059287F">
            <w:pPr>
              <w:widowControl w:val="0"/>
              <w:jc w:val="both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 xml:space="preserve">Объем выбросов газообразных загрязняющих веществ  в атмосферу  города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b/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тонн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ind w:left="-67" w:right="-149" w:firstLine="67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1 490,8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ind w:left="-67" w:right="-149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ind w:left="-67" w:right="-149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60B7" w:rsidRDefault="0059287F">
            <w:pPr>
              <w:widowControl w:val="0"/>
              <w:jc w:val="both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 xml:space="preserve">Количество  подтапливаемых объектов недвижимости (жилых домов)  на  территории города в районе расположения р. </w:t>
            </w:r>
            <w:proofErr w:type="spellStart"/>
            <w:r w:rsidRPr="006160B7">
              <w:rPr>
                <w:sz w:val="28"/>
                <w:szCs w:val="28"/>
              </w:rPr>
              <w:t>Бердь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b/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97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ind w:left="-67" w:right="-149" w:firstLine="67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ind w:left="-67" w:right="-149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60B7" w:rsidRDefault="0059287F">
            <w:pPr>
              <w:jc w:val="both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Объем сбросов загрязняющих веществ в городскую канализацию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тонн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1,2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.5.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60B7" w:rsidRDefault="0059287F">
            <w:pPr>
              <w:jc w:val="both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 xml:space="preserve"> Объем сбросов загрязняющих веществ в р. </w:t>
            </w:r>
            <w:proofErr w:type="spellStart"/>
            <w:r w:rsidRPr="006160B7">
              <w:rPr>
                <w:sz w:val="28"/>
                <w:szCs w:val="28"/>
              </w:rPr>
              <w:t>Бердь</w:t>
            </w:r>
            <w:proofErr w:type="spellEnd"/>
            <w:r w:rsidRPr="006160B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b/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тонн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26,52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b/>
                <w:sz w:val="28"/>
                <w:szCs w:val="28"/>
              </w:rPr>
            </w:pPr>
            <w:r w:rsidRPr="006160B7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b/>
                <w:sz w:val="28"/>
                <w:szCs w:val="28"/>
              </w:rPr>
            </w:pPr>
            <w:r w:rsidRPr="006160B7">
              <w:rPr>
                <w:b/>
                <w:sz w:val="28"/>
                <w:szCs w:val="28"/>
              </w:rPr>
              <w:t>-</w:t>
            </w:r>
          </w:p>
        </w:tc>
      </w:tr>
      <w:tr w:rsidR="002E6AED" w:rsidRPr="009B4B85" w:rsidTr="002278EA">
        <w:trPr>
          <w:trHeight w:val="331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6AED" w:rsidRPr="006160B7" w:rsidRDefault="002E6AED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.6.</w:t>
            </w:r>
          </w:p>
        </w:tc>
        <w:tc>
          <w:tcPr>
            <w:tcW w:w="68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AED" w:rsidRPr="006160B7" w:rsidRDefault="002E6AED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Количество утилизированных отходов 1 класса опасности, образующихся у населения и бюджетных организаций города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ED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шт.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ED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4 380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ED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AED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</w:tr>
      <w:tr w:rsidR="002E6AED" w:rsidRPr="009B4B85" w:rsidTr="002278EA">
        <w:trPr>
          <w:trHeight w:val="331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ED" w:rsidRPr="006160B7" w:rsidRDefault="002E6AE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ED" w:rsidRPr="006160B7" w:rsidRDefault="002E6AED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ED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тонн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ED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0,351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ED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ED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.7.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60B7" w:rsidRDefault="0059287F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Количество утилизированных отходов 2 класса опасности, образующихся у населения и бюджетных организаций города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sz w:val="28"/>
                <w:szCs w:val="28"/>
              </w:rPr>
            </w:pPr>
            <w:proofErr w:type="gramStart"/>
            <w:r w:rsidRPr="006160B7">
              <w:rPr>
                <w:sz w:val="28"/>
                <w:szCs w:val="28"/>
              </w:rPr>
              <w:t>кг</w:t>
            </w:r>
            <w:proofErr w:type="gramEnd"/>
            <w:r w:rsidRPr="006160B7">
              <w:rPr>
                <w:sz w:val="28"/>
                <w:szCs w:val="28"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160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.8.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60B7" w:rsidRDefault="0059287F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 xml:space="preserve">Количество ликвидированных  </w:t>
            </w:r>
            <w:proofErr w:type="gramStart"/>
            <w:r w:rsidRPr="006160B7">
              <w:rPr>
                <w:sz w:val="28"/>
                <w:szCs w:val="28"/>
              </w:rPr>
              <w:t>объектов несанкционированного  размещения   отходов   производства потребления</w:t>
            </w:r>
            <w:proofErr w:type="gramEnd"/>
            <w:r w:rsidRPr="006160B7">
              <w:rPr>
                <w:sz w:val="28"/>
                <w:szCs w:val="28"/>
              </w:rPr>
              <w:t xml:space="preserve"> на территории города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шт.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70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lastRenderedPageBreak/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.9.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60B7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Площадь территорий города, подвергнутых санитарной очистке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га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2</w:t>
            </w:r>
            <w:r w:rsidR="002E6AED" w:rsidRPr="006160B7">
              <w:rPr>
                <w:sz w:val="28"/>
                <w:szCs w:val="28"/>
              </w:rPr>
              <w:t>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.10.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60B7" w:rsidRDefault="0059287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Количество высаженных деревьев на территории города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60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3</w:t>
            </w:r>
            <w:r w:rsidRPr="006160B7">
              <w:rPr>
                <w:sz w:val="28"/>
                <w:szCs w:val="28"/>
              </w:rPr>
              <w:t>.11.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6160B7" w:rsidRDefault="0059287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Количество выпусков ежегодного доклада  «О состоянии окружающей среды  города Искитима»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b/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шт.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59287F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6160B7" w:rsidRDefault="002E6AED" w:rsidP="002278EA">
            <w:pPr>
              <w:jc w:val="center"/>
              <w:rPr>
                <w:sz w:val="28"/>
                <w:szCs w:val="28"/>
              </w:rPr>
            </w:pPr>
            <w:r w:rsidRPr="006160B7">
              <w:rPr>
                <w:sz w:val="28"/>
                <w:szCs w:val="28"/>
              </w:rPr>
              <w:t>-</w:t>
            </w:r>
          </w:p>
        </w:tc>
      </w:tr>
      <w:tr w:rsidR="009B4B85" w:rsidRPr="009B4B85" w:rsidTr="00731D53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0656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0656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4</w:t>
            </w:r>
            <w:r w:rsidRPr="00910656">
              <w:rPr>
                <w:sz w:val="28"/>
                <w:szCs w:val="28"/>
              </w:rPr>
              <w:t>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0656" w:rsidRDefault="005928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0656">
              <w:rPr>
                <w:sz w:val="28"/>
                <w:szCs w:val="28"/>
              </w:rPr>
              <w:t>Повышение доступности услуг общественных бань для населения города Искитима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0656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0656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4</w:t>
            </w:r>
            <w:r w:rsidRPr="00910656">
              <w:rPr>
                <w:sz w:val="28"/>
                <w:szCs w:val="28"/>
              </w:rPr>
              <w:t>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0656" w:rsidRDefault="0059287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10656">
              <w:rPr>
                <w:sz w:val="28"/>
                <w:szCs w:val="28"/>
              </w:rPr>
              <w:t>Общее количество помывок в год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ед.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6160B7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5">
              <w:rPr>
                <w:rFonts w:ascii="Times New Roman" w:hAnsi="Times New Roman" w:cs="Times New Roman"/>
                <w:sz w:val="28"/>
                <w:szCs w:val="28"/>
              </w:rPr>
              <w:t>9 376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6160B7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0656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0656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4</w:t>
            </w:r>
            <w:r w:rsidRPr="00910656">
              <w:rPr>
                <w:sz w:val="28"/>
                <w:szCs w:val="28"/>
              </w:rPr>
              <w:t>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0656" w:rsidRDefault="0059287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10656">
              <w:rPr>
                <w:sz w:val="28"/>
                <w:szCs w:val="28"/>
              </w:rPr>
              <w:t>Доля помывок, предоставленных льготным категориям граждан, от общего объема помывок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60B7" w:rsidRPr="001C03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6160B7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0656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10656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4</w:t>
            </w:r>
            <w:r w:rsidRPr="00910656">
              <w:rPr>
                <w:sz w:val="28"/>
                <w:szCs w:val="28"/>
              </w:rPr>
              <w:t>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910656" w:rsidRDefault="0059287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910656">
              <w:rPr>
                <w:sz w:val="28"/>
                <w:szCs w:val="28"/>
              </w:rPr>
              <w:t>Доля помещений в зданиях общественных бань, находящихся в удовлетворительном состоянии (не требующих противоаварийных и восстановительных работ)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278E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6160B7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278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B4B85" w:rsidRPr="009B4B85" w:rsidTr="00731D53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5</w:t>
            </w:r>
            <w:r w:rsidRPr="001C03C5">
              <w:rPr>
                <w:sz w:val="28"/>
                <w:szCs w:val="28"/>
              </w:rPr>
              <w:t>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 xml:space="preserve">Развитие дорожного хозяйства и повышение безопасности дорожного движения на автомобильных дорогах </w:t>
            </w:r>
          </w:p>
          <w:p w:rsidR="0059287F" w:rsidRPr="001C03C5" w:rsidRDefault="0059287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города Искитима Новосибирской области</w:t>
            </w:r>
          </w:p>
        </w:tc>
      </w:tr>
      <w:tr w:rsidR="0091065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5</w:t>
            </w:r>
            <w:r w:rsidRPr="001C03C5">
              <w:rPr>
                <w:sz w:val="28"/>
                <w:szCs w:val="28"/>
              </w:rPr>
              <w:t>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56" w:rsidRPr="001C03C5" w:rsidRDefault="009106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>Удовлетворенность населения города деятельностью Главы</w:t>
            </w:r>
            <w:r w:rsidR="0074632F">
              <w:rPr>
                <w:rFonts w:eastAsia="Calibri"/>
                <w:sz w:val="28"/>
                <w:szCs w:val="28"/>
                <w:lang w:eastAsia="en-US"/>
              </w:rPr>
              <w:t xml:space="preserve"> города</w:t>
            </w:r>
            <w:r w:rsidRPr="001C03C5">
              <w:rPr>
                <w:rFonts w:eastAsia="Calibri"/>
                <w:sz w:val="28"/>
                <w:szCs w:val="28"/>
                <w:lang w:eastAsia="en-US"/>
              </w:rPr>
              <w:t xml:space="preserve"> в сфе</w:t>
            </w:r>
            <w:r w:rsidR="0074632F">
              <w:rPr>
                <w:rFonts w:eastAsia="Calibri"/>
                <w:sz w:val="28"/>
                <w:szCs w:val="28"/>
                <w:lang w:eastAsia="en-US"/>
              </w:rPr>
              <w:t>ре качества автомобильных дорог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278E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278E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56" w:rsidRPr="001C03C5" w:rsidRDefault="00910656" w:rsidP="002278EA">
            <w:pPr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49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56" w:rsidRPr="001C03C5" w:rsidRDefault="00910656" w:rsidP="002278EA">
            <w:pPr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-</w:t>
            </w:r>
          </w:p>
        </w:tc>
      </w:tr>
      <w:tr w:rsidR="0091065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5</w:t>
            </w:r>
            <w:r w:rsidRPr="001C03C5">
              <w:rPr>
                <w:sz w:val="28"/>
                <w:szCs w:val="28"/>
              </w:rPr>
              <w:t>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56" w:rsidRPr="001C03C5" w:rsidRDefault="009106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>Протяженность участков автомобильных дорог общего пользования местного значения, приведенных в соответствие современным требованиям.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278E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1C03C5">
              <w:rPr>
                <w:rFonts w:eastAsia="Calibri"/>
                <w:sz w:val="28"/>
                <w:szCs w:val="28"/>
                <w:lang w:eastAsia="en-US"/>
              </w:rPr>
              <w:t>км</w:t>
            </w:r>
            <w:proofErr w:type="gramEnd"/>
            <w:r w:rsidRPr="001C03C5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278E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>1,2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56" w:rsidRPr="001C03C5" w:rsidRDefault="00910656" w:rsidP="002278EA">
            <w:pPr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2,3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56" w:rsidRPr="001C03C5" w:rsidRDefault="00910656" w:rsidP="002278EA">
            <w:pPr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-</w:t>
            </w:r>
          </w:p>
        </w:tc>
      </w:tr>
      <w:tr w:rsidR="0091065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5</w:t>
            </w:r>
            <w:r w:rsidRPr="001C03C5">
              <w:rPr>
                <w:sz w:val="28"/>
                <w:szCs w:val="28"/>
              </w:rPr>
              <w:t>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56" w:rsidRPr="001C03C5" w:rsidRDefault="009106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 xml:space="preserve">Доля автомобильных дорог общего пользования местного значения, соответствующих нормативным требованиям к транспортно-эксплуатационным показателям. 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278E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278E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>14,02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56" w:rsidRPr="001C03C5" w:rsidRDefault="00910656" w:rsidP="002278EA">
            <w:pPr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15,52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56" w:rsidRPr="001C03C5" w:rsidRDefault="00910656" w:rsidP="002278EA">
            <w:pPr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-</w:t>
            </w:r>
          </w:p>
        </w:tc>
      </w:tr>
      <w:tr w:rsidR="009B4B85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lastRenderedPageBreak/>
              <w:t>1</w:t>
            </w:r>
            <w:r w:rsidR="00242380">
              <w:rPr>
                <w:sz w:val="28"/>
                <w:szCs w:val="28"/>
              </w:rPr>
              <w:t>5</w:t>
            </w:r>
            <w:r w:rsidRPr="001C03C5">
              <w:rPr>
                <w:sz w:val="28"/>
                <w:szCs w:val="28"/>
              </w:rPr>
              <w:t>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87F" w:rsidRPr="001C03C5" w:rsidRDefault="0059287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 xml:space="preserve"> Количество пешеходных переходов, обустроенных в соответствии с нормативами на дорогах общего пользования.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278E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910656" w:rsidP="002278E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59287F" w:rsidP="002278E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87F" w:rsidRPr="001C03C5" w:rsidRDefault="00910656" w:rsidP="002278EA">
            <w:pPr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-</w:t>
            </w:r>
          </w:p>
        </w:tc>
      </w:tr>
      <w:tr w:rsidR="0091065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1</w:t>
            </w:r>
            <w:r w:rsidR="00242380">
              <w:rPr>
                <w:sz w:val="28"/>
                <w:szCs w:val="28"/>
              </w:rPr>
              <w:t>5</w:t>
            </w:r>
            <w:r w:rsidRPr="001C03C5">
              <w:rPr>
                <w:sz w:val="28"/>
                <w:szCs w:val="28"/>
              </w:rPr>
              <w:t>.5.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656" w:rsidRPr="001C03C5" w:rsidRDefault="009106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 xml:space="preserve"> Снижение уровня аварийности пассажирских перевозок путем повышения безопасности дорожного движения на автомобильных дорогах.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278EA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C03C5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656" w:rsidRPr="001C03C5" w:rsidRDefault="00910656" w:rsidP="002278EA">
            <w:pPr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85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56" w:rsidRPr="001C03C5" w:rsidRDefault="00910656" w:rsidP="002278EA">
            <w:pPr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82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56" w:rsidRPr="001C03C5" w:rsidRDefault="00910656" w:rsidP="002278EA">
            <w:pPr>
              <w:jc w:val="center"/>
              <w:rPr>
                <w:sz w:val="28"/>
                <w:szCs w:val="28"/>
              </w:rPr>
            </w:pPr>
            <w:r w:rsidRPr="001C03C5">
              <w:rPr>
                <w:sz w:val="28"/>
                <w:szCs w:val="28"/>
              </w:rPr>
              <w:t>-</w:t>
            </w:r>
          </w:p>
        </w:tc>
      </w:tr>
      <w:tr w:rsidR="00A51909" w:rsidRPr="009B4B85" w:rsidTr="00CA10A4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09" w:rsidRPr="001C03C5" w:rsidRDefault="00A51909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09" w:rsidRPr="001C03C5" w:rsidRDefault="00A51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Переселение граждан из аварийного жилищного фонда на 2024-2025 годы</w:t>
            </w:r>
          </w:p>
        </w:tc>
      </w:tr>
      <w:tr w:rsidR="00A51909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09" w:rsidRPr="001C03C5" w:rsidRDefault="00A51909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09" w:rsidRPr="001C03C5" w:rsidRDefault="00A5190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909">
              <w:rPr>
                <w:rFonts w:eastAsia="Calibri"/>
                <w:sz w:val="28"/>
                <w:szCs w:val="28"/>
                <w:lang w:eastAsia="en-US"/>
              </w:rPr>
              <w:t>Количество переселенных жителей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09" w:rsidRPr="001C03C5" w:rsidRDefault="002278EA" w:rsidP="002278EA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</w:t>
            </w:r>
            <w:r w:rsidR="00A51909">
              <w:rPr>
                <w:rFonts w:eastAsia="Calibri"/>
                <w:sz w:val="28"/>
                <w:szCs w:val="28"/>
                <w:lang w:eastAsia="en-US"/>
              </w:rPr>
              <w:t>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09" w:rsidRPr="001C03C5" w:rsidRDefault="00A51909" w:rsidP="00227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09" w:rsidRPr="001C03C5" w:rsidRDefault="00A51909" w:rsidP="00227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09" w:rsidRPr="001C03C5" w:rsidRDefault="00A51909" w:rsidP="00227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51909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09" w:rsidRPr="001C03C5" w:rsidRDefault="00A51909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09" w:rsidRPr="001C03C5" w:rsidRDefault="00A5190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909">
              <w:rPr>
                <w:rFonts w:eastAsia="Calibri"/>
                <w:sz w:val="28"/>
                <w:szCs w:val="28"/>
                <w:lang w:eastAsia="en-US"/>
              </w:rPr>
              <w:t>Общая площадь расселенных жилых помещений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09" w:rsidRPr="001C03C5" w:rsidRDefault="00A51909" w:rsidP="002278EA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909">
              <w:rPr>
                <w:rFonts w:eastAsia="Calibri"/>
                <w:sz w:val="28"/>
                <w:szCs w:val="28"/>
                <w:lang w:eastAsia="en-US"/>
              </w:rPr>
              <w:t>кв. м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09" w:rsidRPr="001C03C5" w:rsidRDefault="00A51909" w:rsidP="002278EA">
            <w:pPr>
              <w:jc w:val="center"/>
              <w:rPr>
                <w:sz w:val="28"/>
                <w:szCs w:val="28"/>
              </w:rPr>
            </w:pPr>
            <w:r w:rsidRPr="00A51909">
              <w:rPr>
                <w:sz w:val="28"/>
                <w:szCs w:val="28"/>
              </w:rPr>
              <w:t>1251,1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09" w:rsidRPr="001C03C5" w:rsidRDefault="00A51909" w:rsidP="00227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909" w:rsidRPr="001C03C5" w:rsidRDefault="00A51909" w:rsidP="00227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A10A4" w:rsidRPr="009B4B85" w:rsidTr="00CA10A4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Default="00CA10A4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A4" w:rsidRPr="000A63DA" w:rsidRDefault="00CA10A4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Культура города Искитима Новосибирской области</w:t>
            </w:r>
          </w:p>
        </w:tc>
      </w:tr>
      <w:tr w:rsidR="00CA10A4" w:rsidRPr="009B4B85" w:rsidTr="002278EA">
        <w:trPr>
          <w:trHeight w:val="331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0A4" w:rsidRDefault="00CA10A4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17.1.</w:t>
            </w:r>
          </w:p>
        </w:tc>
        <w:tc>
          <w:tcPr>
            <w:tcW w:w="68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0A4" w:rsidRPr="000A63DA" w:rsidRDefault="00CA10A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Отношение средней заработной платы работников  культуры и преподавателей дополнительного образования города Искитима  к средней заработной плате в Новосибирской области.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A63DA">
              <w:rPr>
                <w:rFonts w:eastAsia="Calibri"/>
                <w:sz w:val="26"/>
                <w:szCs w:val="26"/>
                <w:lang w:eastAsia="en-US"/>
              </w:rPr>
              <w:t>%                 (работники культуры)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100</w:t>
            </w:r>
          </w:p>
        </w:tc>
      </w:tr>
      <w:tr w:rsidR="00CA10A4" w:rsidRPr="009B4B85" w:rsidTr="002278EA">
        <w:trPr>
          <w:trHeight w:val="331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Default="00CA10A4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A4" w:rsidRPr="000A63DA" w:rsidRDefault="00CA10A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A63DA">
              <w:rPr>
                <w:rFonts w:eastAsia="Calibri"/>
                <w:sz w:val="26"/>
                <w:szCs w:val="26"/>
                <w:lang w:eastAsia="en-US"/>
              </w:rPr>
              <w:t>%       (преподаватели дополнительного образования)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100</w:t>
            </w:r>
          </w:p>
        </w:tc>
      </w:tr>
      <w:tr w:rsidR="00CA10A4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Default="00CA10A4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A4" w:rsidRPr="000A63DA" w:rsidRDefault="00CA10A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Уровень комплектования книжных фондов общедоступных библиотек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% от международного норматива (ЮНЕСКО)  (ежегодно)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3,6</w:t>
            </w:r>
          </w:p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(500 экз.)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3,6</w:t>
            </w:r>
          </w:p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(500 экз.)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3,6</w:t>
            </w:r>
          </w:p>
          <w:p w:rsidR="00CA10A4" w:rsidRPr="000A63DA" w:rsidRDefault="00CA10A4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(500 экз.)</w:t>
            </w:r>
          </w:p>
        </w:tc>
      </w:tr>
      <w:tr w:rsidR="00CA10A4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Default="00CA10A4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A4" w:rsidRPr="000A63DA" w:rsidRDefault="00CA10A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Доля зданий муниципальных учреждений культуры, находящихся в удовлетворительном состоянии (не требующих противоаварийных и восстановительных работ)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4300F6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%                                (от общего числа зданий учреждений культуры, ежегодно)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4300F6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60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4300F6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60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0A4" w:rsidRPr="000A63DA" w:rsidRDefault="004300F6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60</w:t>
            </w:r>
          </w:p>
        </w:tc>
      </w:tr>
      <w:tr w:rsidR="004300F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Default="004300F6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F6" w:rsidRPr="000A63DA" w:rsidRDefault="004300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 xml:space="preserve">Численность участников культурно-досуговых мероприятий (ДК, Парк)       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чел.                         (ежегодно)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142208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143772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145426</w:t>
            </w:r>
          </w:p>
        </w:tc>
      </w:tr>
      <w:tr w:rsidR="004300F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Default="004300F6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17.5.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F6" w:rsidRPr="000A63DA" w:rsidRDefault="004300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Количество культурно-досуговых мероприятий          (ДК, Парк)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ед.                    (ежегодно)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599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602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605</w:t>
            </w:r>
          </w:p>
        </w:tc>
      </w:tr>
      <w:tr w:rsidR="004300F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Default="004300F6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17.6.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F6" w:rsidRPr="000A63DA" w:rsidRDefault="004300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Доля детей, привлекаемых к участию в творческих мероприятиях, в общем числе детей до 17 лет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%                                (от общей численности детей до 17 лет)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10,1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10,15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10,2</w:t>
            </w:r>
          </w:p>
        </w:tc>
      </w:tr>
      <w:tr w:rsidR="004300F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Default="004300F6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17.7.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F6" w:rsidRPr="000A63DA" w:rsidRDefault="004300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Посещаемость музея города Искитима  Новосибирской области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чел.                         (ежегодно)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36825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37391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37958</w:t>
            </w:r>
          </w:p>
        </w:tc>
      </w:tr>
      <w:tr w:rsidR="004300F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Default="004300F6" w:rsidP="004300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17.8.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F6" w:rsidRPr="000A63DA" w:rsidRDefault="004300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Количество проведенных в городе культурных мероприятий областного, всероссийского и международного уровня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ед.                    (ежегодно)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2</w:t>
            </w:r>
          </w:p>
        </w:tc>
      </w:tr>
      <w:tr w:rsidR="004300F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Default="004300F6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17.9.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F6" w:rsidRPr="000A63DA" w:rsidRDefault="004300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Количество участников молодых талантов во всероссийских и международных творческих состязаниях.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чел.                         (ежегодно)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14</w:t>
            </w:r>
          </w:p>
        </w:tc>
      </w:tr>
      <w:tr w:rsidR="004300F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Default="004300F6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F6" w:rsidRPr="000A63DA" w:rsidRDefault="004300F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Количество проведенных виртуальных экскурсий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ед.                    (ежегодно)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4300F6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2</w:t>
            </w:r>
          </w:p>
        </w:tc>
      </w:tr>
      <w:tr w:rsidR="00F07118" w:rsidRPr="009B4B85" w:rsidTr="00E8799F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18" w:rsidRPr="000A63DA" w:rsidRDefault="00F07118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18" w:rsidRPr="000A63DA" w:rsidRDefault="002623CE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bCs/>
                <w:sz w:val="28"/>
                <w:szCs w:val="28"/>
              </w:rPr>
              <w:t>Социальная поддержка жителей города Искитима Новосибирской области</w:t>
            </w:r>
          </w:p>
        </w:tc>
      </w:tr>
      <w:tr w:rsidR="004300F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18.1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F6" w:rsidRPr="000A63DA" w:rsidRDefault="002623CE" w:rsidP="002623CE">
            <w:pPr>
              <w:tabs>
                <w:tab w:val="left" w:pos="1770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Количество граждан пожилого возраста, вовлеченных в мероприятия по поддержанию их социальной активности и адаптации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1000</w:t>
            </w:r>
          </w:p>
        </w:tc>
      </w:tr>
      <w:tr w:rsidR="004300F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18.2.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F6" w:rsidRPr="000A63DA" w:rsidRDefault="002623C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Количество семей с детьми, получивших социальные услуги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E" w:rsidRPr="000A63DA" w:rsidRDefault="002623CE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чел./</w:t>
            </w:r>
          </w:p>
          <w:p w:rsidR="004300F6" w:rsidRPr="000A63DA" w:rsidRDefault="002623CE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 500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 500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 500</w:t>
            </w:r>
          </w:p>
        </w:tc>
      </w:tr>
      <w:tr w:rsidR="002623CE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E" w:rsidRPr="000A63DA" w:rsidRDefault="002623CE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18.3.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CE" w:rsidRPr="000A63DA" w:rsidRDefault="002623C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Доля оздоровленных детей, находящихся в трудной жизненной ситуации, от численности детей в возрасте 7-17 лет, проживающих в городе Искитиме Новосибирской области, находящихся в трудной жизненной ситуации, подлежащих оздоровлению, в текущем году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E" w:rsidRPr="000A63DA" w:rsidRDefault="002623CE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E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39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E" w:rsidRPr="000A63DA" w:rsidRDefault="002623CE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39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E" w:rsidRPr="000A63DA" w:rsidRDefault="002623CE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39</w:t>
            </w:r>
          </w:p>
        </w:tc>
      </w:tr>
      <w:tr w:rsidR="004300F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18.4.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F6" w:rsidRPr="000A63DA" w:rsidRDefault="002623C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Доля приоритетных объектов, в которых обеспечен беспрепятственный доступ инвалидов и маломобильных групп населения, в общем количестве приоритетных объектов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70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70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70</w:t>
            </w:r>
          </w:p>
        </w:tc>
      </w:tr>
      <w:tr w:rsidR="004300F6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18.5.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0F6" w:rsidRPr="000A63DA" w:rsidRDefault="002623C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Количество инвалидов, получивших социальные услуги по различным направлениям в соответствии с индивидуальными программами реабилитации инвалида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CE" w:rsidRPr="000A63DA" w:rsidRDefault="002623CE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Чел./</w:t>
            </w:r>
          </w:p>
          <w:p w:rsidR="004300F6" w:rsidRPr="000A63DA" w:rsidRDefault="002623CE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530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530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F6" w:rsidRPr="000A63DA" w:rsidRDefault="002623CE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530</w:t>
            </w:r>
          </w:p>
        </w:tc>
      </w:tr>
      <w:tr w:rsidR="00B64299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B64299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18.6.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99" w:rsidRPr="000A63DA" w:rsidRDefault="00B6429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Количество граждан, оказавшихся в трудной жизненной ситуации, получивших социальную поддержку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B64299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Чел./</w:t>
            </w:r>
          </w:p>
          <w:p w:rsidR="00B64299" w:rsidRPr="000A63DA" w:rsidRDefault="00B64299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B64299" w:rsidP="002278EA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60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B64299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60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B64299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60</w:t>
            </w:r>
          </w:p>
        </w:tc>
      </w:tr>
      <w:tr w:rsidR="00B64299" w:rsidRPr="009B4B85" w:rsidTr="002278EA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B64299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18.7.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99" w:rsidRPr="000A63DA" w:rsidRDefault="00B6429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Количество граждан, признанных нуждающимися в социальном обслуживании и получивших социальные услуги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B64299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Чел./</w:t>
            </w:r>
          </w:p>
          <w:p w:rsidR="00B64299" w:rsidRPr="000A63DA" w:rsidRDefault="00B64299" w:rsidP="002278EA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B64299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2000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B64299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2000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B64299" w:rsidP="002278EA">
            <w:pPr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Не менее 2000</w:t>
            </w:r>
          </w:p>
        </w:tc>
      </w:tr>
      <w:tr w:rsidR="007B2F40" w:rsidRPr="009B4B85" w:rsidTr="00E8799F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Default="007B2F40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40" w:rsidRPr="000A63DA" w:rsidRDefault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B64299" w:rsidRPr="009B4B85" w:rsidTr="005568AB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Default="005568AB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19.1.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99" w:rsidRPr="000A63DA" w:rsidRDefault="005568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Количество благоустроенных дворовых территорий в рамках муниципальной программы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5568AB" w:rsidP="005568AB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299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4</w:t>
            </w:r>
          </w:p>
        </w:tc>
      </w:tr>
      <w:tr w:rsidR="007B2F40" w:rsidRPr="009B4B85" w:rsidTr="005568AB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Default="005568AB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19.2.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40" w:rsidRPr="000A63DA" w:rsidRDefault="005568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Доля благоустроенных дворовых территорий в рамках муниципальной программы от общего количества дворовых территорий, нуждающихся в благоустройстве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1,3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1,3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1,3</w:t>
            </w:r>
          </w:p>
        </w:tc>
      </w:tr>
      <w:tr w:rsidR="007B2F40" w:rsidRPr="009B4B85" w:rsidTr="005568AB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Default="005568AB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40" w:rsidRPr="000A63DA" w:rsidRDefault="005568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</w:t>
            </w:r>
          </w:p>
        </w:tc>
      </w:tr>
      <w:tr w:rsidR="005568AB" w:rsidRPr="009B4B85" w:rsidTr="005568AB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B" w:rsidRDefault="005568AB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19.4.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AB" w:rsidRPr="000A63DA" w:rsidRDefault="005568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Площадь благоустроенных общественных территорий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B" w:rsidRPr="000A63DA" w:rsidRDefault="005568AB" w:rsidP="005568AB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кв. м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B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8702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B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8702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B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8702</w:t>
            </w:r>
          </w:p>
        </w:tc>
      </w:tr>
      <w:tr w:rsidR="007B2F40" w:rsidRPr="009B4B85" w:rsidTr="005568AB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Default="005568AB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19.5.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40" w:rsidRPr="000A63DA" w:rsidRDefault="005568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Доля финансового участия заинтересованных лиц (собственников помещений многоквартирных домов, собственников иных зданий и сооружений, расположенных в границах дворовой территории, подлежащей благоустройству) в выполнении дополнительного перечня работ по благоустройству дворовых территорий многоквартирных домов от общей стоимости работ дополнительного перечня, включенных в подпрограмму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0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10</w:t>
            </w:r>
          </w:p>
        </w:tc>
      </w:tr>
      <w:tr w:rsidR="005568AB" w:rsidRPr="009B4B85" w:rsidTr="005568AB">
        <w:trPr>
          <w:trHeight w:val="3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B" w:rsidRDefault="005568AB" w:rsidP="0024238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19.6.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AB" w:rsidRPr="000A63DA" w:rsidRDefault="005568A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г. Искитиме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B" w:rsidRPr="000A63DA" w:rsidRDefault="005568AB" w:rsidP="005568AB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A63DA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B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6,5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B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6,5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AB" w:rsidRPr="000A63DA" w:rsidRDefault="005568AB" w:rsidP="005568AB">
            <w:pPr>
              <w:autoSpaceDN w:val="0"/>
              <w:jc w:val="center"/>
              <w:rPr>
                <w:sz w:val="28"/>
                <w:szCs w:val="28"/>
              </w:rPr>
            </w:pPr>
            <w:r w:rsidRPr="000A63DA">
              <w:rPr>
                <w:sz w:val="28"/>
                <w:szCs w:val="28"/>
              </w:rPr>
              <w:t>6,5</w:t>
            </w:r>
          </w:p>
        </w:tc>
      </w:tr>
    </w:tbl>
    <w:p w:rsidR="0059287F" w:rsidRPr="009B4B85" w:rsidRDefault="0059287F" w:rsidP="00715F96">
      <w:pPr>
        <w:rPr>
          <w:color w:val="C00000"/>
          <w:sz w:val="28"/>
        </w:rPr>
      </w:pPr>
    </w:p>
    <w:sectPr w:rsidR="0059287F" w:rsidRPr="009B4B85" w:rsidSect="0059287F">
      <w:pgSz w:w="16838" w:h="11906" w:orient="landscape" w:code="9"/>
      <w:pgMar w:top="567" w:right="851" w:bottom="709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8FC" w:rsidRDefault="00F528FC">
      <w:r>
        <w:separator/>
      </w:r>
    </w:p>
  </w:endnote>
  <w:endnote w:type="continuationSeparator" w:id="0">
    <w:p w:rsidR="00F528FC" w:rsidRDefault="00F52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8FC" w:rsidRDefault="00F528FC">
      <w:r>
        <w:separator/>
      </w:r>
    </w:p>
  </w:footnote>
  <w:footnote w:type="continuationSeparator" w:id="0">
    <w:p w:rsidR="00F528FC" w:rsidRDefault="00F52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3564A97"/>
    <w:multiLevelType w:val="hybridMultilevel"/>
    <w:tmpl w:val="A20AF062"/>
    <w:lvl w:ilvl="0" w:tplc="536253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D2F0284"/>
    <w:multiLevelType w:val="multilevel"/>
    <w:tmpl w:val="793A2E3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1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12">
    <w:nsid w:val="7BBA7314"/>
    <w:multiLevelType w:val="hybridMultilevel"/>
    <w:tmpl w:val="300496BC"/>
    <w:lvl w:ilvl="0" w:tplc="218C7B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1"/>
  </w:num>
  <w:num w:numId="29">
    <w:abstractNumId w:val="10"/>
  </w:num>
  <w:num w:numId="30">
    <w:abstractNumId w:val="8"/>
  </w:num>
  <w:num w:numId="31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7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B12"/>
    <w:rsid w:val="00024CA0"/>
    <w:rsid w:val="0002587F"/>
    <w:rsid w:val="00031EC5"/>
    <w:rsid w:val="00042F81"/>
    <w:rsid w:val="00043165"/>
    <w:rsid w:val="00046415"/>
    <w:rsid w:val="000511DF"/>
    <w:rsid w:val="00061F0C"/>
    <w:rsid w:val="00065A70"/>
    <w:rsid w:val="00087EF6"/>
    <w:rsid w:val="000901B0"/>
    <w:rsid w:val="0009265D"/>
    <w:rsid w:val="00092833"/>
    <w:rsid w:val="000A1C5B"/>
    <w:rsid w:val="000A63DA"/>
    <w:rsid w:val="000A66A6"/>
    <w:rsid w:val="000B47FE"/>
    <w:rsid w:val="000B4D9F"/>
    <w:rsid w:val="000B501C"/>
    <w:rsid w:val="000B7620"/>
    <w:rsid w:val="000C2669"/>
    <w:rsid w:val="000C413D"/>
    <w:rsid w:val="000C50EC"/>
    <w:rsid w:val="000D2BD3"/>
    <w:rsid w:val="000D3837"/>
    <w:rsid w:val="000D52E1"/>
    <w:rsid w:val="000F06C0"/>
    <w:rsid w:val="000F1693"/>
    <w:rsid w:val="000F22C4"/>
    <w:rsid w:val="000F4E34"/>
    <w:rsid w:val="00101304"/>
    <w:rsid w:val="00105A5B"/>
    <w:rsid w:val="001162D4"/>
    <w:rsid w:val="00125027"/>
    <w:rsid w:val="00137ACE"/>
    <w:rsid w:val="00140E7A"/>
    <w:rsid w:val="00143A16"/>
    <w:rsid w:val="00157CD4"/>
    <w:rsid w:val="00157FFE"/>
    <w:rsid w:val="001670E9"/>
    <w:rsid w:val="00172023"/>
    <w:rsid w:val="00176E4D"/>
    <w:rsid w:val="0018139F"/>
    <w:rsid w:val="001A6B6A"/>
    <w:rsid w:val="001A7454"/>
    <w:rsid w:val="001A7ADD"/>
    <w:rsid w:val="001B1BB7"/>
    <w:rsid w:val="001C03C5"/>
    <w:rsid w:val="001C36B3"/>
    <w:rsid w:val="001C6AB8"/>
    <w:rsid w:val="001C7D41"/>
    <w:rsid w:val="001D6AC6"/>
    <w:rsid w:val="001D6B15"/>
    <w:rsid w:val="001D78E1"/>
    <w:rsid w:val="001E1A68"/>
    <w:rsid w:val="001E2E99"/>
    <w:rsid w:val="001E6AE2"/>
    <w:rsid w:val="001E6DAD"/>
    <w:rsid w:val="001F552E"/>
    <w:rsid w:val="002028D6"/>
    <w:rsid w:val="00207359"/>
    <w:rsid w:val="002236FC"/>
    <w:rsid w:val="002278EA"/>
    <w:rsid w:val="00230681"/>
    <w:rsid w:val="002373FA"/>
    <w:rsid w:val="0023752D"/>
    <w:rsid w:val="00242380"/>
    <w:rsid w:val="00244A9A"/>
    <w:rsid w:val="00247840"/>
    <w:rsid w:val="00261ADC"/>
    <w:rsid w:val="002623CE"/>
    <w:rsid w:val="002734EB"/>
    <w:rsid w:val="002755C2"/>
    <w:rsid w:val="00280013"/>
    <w:rsid w:val="00283C2F"/>
    <w:rsid w:val="00286F28"/>
    <w:rsid w:val="0029264B"/>
    <w:rsid w:val="002943F6"/>
    <w:rsid w:val="00294623"/>
    <w:rsid w:val="0029781D"/>
    <w:rsid w:val="002A6906"/>
    <w:rsid w:val="002B003D"/>
    <w:rsid w:val="002B0357"/>
    <w:rsid w:val="002B14CE"/>
    <w:rsid w:val="002C6456"/>
    <w:rsid w:val="002D0E75"/>
    <w:rsid w:val="002D5F0C"/>
    <w:rsid w:val="002E6AED"/>
    <w:rsid w:val="002F4451"/>
    <w:rsid w:val="002F5B52"/>
    <w:rsid w:val="00300456"/>
    <w:rsid w:val="00301FE5"/>
    <w:rsid w:val="00302D53"/>
    <w:rsid w:val="00306B3C"/>
    <w:rsid w:val="003177B4"/>
    <w:rsid w:val="00326A02"/>
    <w:rsid w:val="00327592"/>
    <w:rsid w:val="00344C0B"/>
    <w:rsid w:val="00347D5F"/>
    <w:rsid w:val="0035002B"/>
    <w:rsid w:val="0035642C"/>
    <w:rsid w:val="00356674"/>
    <w:rsid w:val="00365EFD"/>
    <w:rsid w:val="003702CE"/>
    <w:rsid w:val="00375206"/>
    <w:rsid w:val="00391199"/>
    <w:rsid w:val="0039322E"/>
    <w:rsid w:val="00393F14"/>
    <w:rsid w:val="003A6560"/>
    <w:rsid w:val="003B4C7E"/>
    <w:rsid w:val="003B66DE"/>
    <w:rsid w:val="003D671A"/>
    <w:rsid w:val="003E0638"/>
    <w:rsid w:val="003F1E04"/>
    <w:rsid w:val="00400125"/>
    <w:rsid w:val="00401461"/>
    <w:rsid w:val="00423BE4"/>
    <w:rsid w:val="0042767A"/>
    <w:rsid w:val="004300F6"/>
    <w:rsid w:val="00430D96"/>
    <w:rsid w:val="0043616F"/>
    <w:rsid w:val="00443F5F"/>
    <w:rsid w:val="00445BF4"/>
    <w:rsid w:val="00457CF8"/>
    <w:rsid w:val="00457E63"/>
    <w:rsid w:val="0048706E"/>
    <w:rsid w:val="00487A70"/>
    <w:rsid w:val="004928FF"/>
    <w:rsid w:val="004A7A20"/>
    <w:rsid w:val="004B11F2"/>
    <w:rsid w:val="004B33B5"/>
    <w:rsid w:val="004B47D6"/>
    <w:rsid w:val="004B653F"/>
    <w:rsid w:val="004B7844"/>
    <w:rsid w:val="004C5C6A"/>
    <w:rsid w:val="004D47EF"/>
    <w:rsid w:val="004D7DBD"/>
    <w:rsid w:val="004E0C62"/>
    <w:rsid w:val="004E2C77"/>
    <w:rsid w:val="004E34B9"/>
    <w:rsid w:val="004E5553"/>
    <w:rsid w:val="004E6402"/>
    <w:rsid w:val="004F206F"/>
    <w:rsid w:val="004F6B92"/>
    <w:rsid w:val="00514100"/>
    <w:rsid w:val="00522AF2"/>
    <w:rsid w:val="00524A44"/>
    <w:rsid w:val="0053089E"/>
    <w:rsid w:val="0054245F"/>
    <w:rsid w:val="005568AB"/>
    <w:rsid w:val="005601AE"/>
    <w:rsid w:val="0056126D"/>
    <w:rsid w:val="00565430"/>
    <w:rsid w:val="00576985"/>
    <w:rsid w:val="00585D66"/>
    <w:rsid w:val="00590D65"/>
    <w:rsid w:val="0059287F"/>
    <w:rsid w:val="0059545A"/>
    <w:rsid w:val="005B180F"/>
    <w:rsid w:val="005B7400"/>
    <w:rsid w:val="005C32AE"/>
    <w:rsid w:val="005C7037"/>
    <w:rsid w:val="005D3107"/>
    <w:rsid w:val="005E38E7"/>
    <w:rsid w:val="005F0022"/>
    <w:rsid w:val="005F1854"/>
    <w:rsid w:val="00602085"/>
    <w:rsid w:val="00603F1C"/>
    <w:rsid w:val="00606136"/>
    <w:rsid w:val="00610C64"/>
    <w:rsid w:val="006160B7"/>
    <w:rsid w:val="006352FF"/>
    <w:rsid w:val="006357B6"/>
    <w:rsid w:val="00636980"/>
    <w:rsid w:val="00657FB9"/>
    <w:rsid w:val="006612EB"/>
    <w:rsid w:val="00664926"/>
    <w:rsid w:val="00667F53"/>
    <w:rsid w:val="00672FF1"/>
    <w:rsid w:val="0067514B"/>
    <w:rsid w:val="006752A8"/>
    <w:rsid w:val="006918EE"/>
    <w:rsid w:val="00693E9D"/>
    <w:rsid w:val="006959AC"/>
    <w:rsid w:val="0069690C"/>
    <w:rsid w:val="006A0E4E"/>
    <w:rsid w:val="006A3D57"/>
    <w:rsid w:val="006A637E"/>
    <w:rsid w:val="006C0A1E"/>
    <w:rsid w:val="006C29E8"/>
    <w:rsid w:val="006E6D6E"/>
    <w:rsid w:val="006E7B9D"/>
    <w:rsid w:val="00704150"/>
    <w:rsid w:val="00710BAE"/>
    <w:rsid w:val="007116FB"/>
    <w:rsid w:val="00711C4E"/>
    <w:rsid w:val="007141E4"/>
    <w:rsid w:val="00714466"/>
    <w:rsid w:val="00715F96"/>
    <w:rsid w:val="00716870"/>
    <w:rsid w:val="00717C3E"/>
    <w:rsid w:val="0072339F"/>
    <w:rsid w:val="00725595"/>
    <w:rsid w:val="00731D53"/>
    <w:rsid w:val="007339C4"/>
    <w:rsid w:val="00735DDD"/>
    <w:rsid w:val="0074632F"/>
    <w:rsid w:val="007471EA"/>
    <w:rsid w:val="00753060"/>
    <w:rsid w:val="00756260"/>
    <w:rsid w:val="00756DE5"/>
    <w:rsid w:val="00762CFE"/>
    <w:rsid w:val="00766177"/>
    <w:rsid w:val="00772306"/>
    <w:rsid w:val="00775595"/>
    <w:rsid w:val="00777684"/>
    <w:rsid w:val="00781F1F"/>
    <w:rsid w:val="00795795"/>
    <w:rsid w:val="00797B03"/>
    <w:rsid w:val="00797CBC"/>
    <w:rsid w:val="007A16EC"/>
    <w:rsid w:val="007A5439"/>
    <w:rsid w:val="007A6E26"/>
    <w:rsid w:val="007B2F40"/>
    <w:rsid w:val="007C036F"/>
    <w:rsid w:val="007C5815"/>
    <w:rsid w:val="007D37D5"/>
    <w:rsid w:val="007D50BC"/>
    <w:rsid w:val="007D540B"/>
    <w:rsid w:val="007D5E82"/>
    <w:rsid w:val="007E0C72"/>
    <w:rsid w:val="007E56A9"/>
    <w:rsid w:val="007E6E76"/>
    <w:rsid w:val="007F7EC5"/>
    <w:rsid w:val="00807106"/>
    <w:rsid w:val="00815012"/>
    <w:rsid w:val="0082784B"/>
    <w:rsid w:val="008304AB"/>
    <w:rsid w:val="00836B9B"/>
    <w:rsid w:val="00846C62"/>
    <w:rsid w:val="00851980"/>
    <w:rsid w:val="008563D4"/>
    <w:rsid w:val="00865E1B"/>
    <w:rsid w:val="0086777E"/>
    <w:rsid w:val="008706BC"/>
    <w:rsid w:val="00870A4C"/>
    <w:rsid w:val="008727DC"/>
    <w:rsid w:val="00896C3C"/>
    <w:rsid w:val="008A1286"/>
    <w:rsid w:val="008A34D9"/>
    <w:rsid w:val="008B39F4"/>
    <w:rsid w:val="008B51CB"/>
    <w:rsid w:val="008C39F5"/>
    <w:rsid w:val="008E604A"/>
    <w:rsid w:val="008E6F77"/>
    <w:rsid w:val="008E72AD"/>
    <w:rsid w:val="0090254F"/>
    <w:rsid w:val="00903973"/>
    <w:rsid w:val="00910656"/>
    <w:rsid w:val="009127EC"/>
    <w:rsid w:val="00914FF8"/>
    <w:rsid w:val="009157C9"/>
    <w:rsid w:val="009373B6"/>
    <w:rsid w:val="009514C2"/>
    <w:rsid w:val="00971032"/>
    <w:rsid w:val="009902EA"/>
    <w:rsid w:val="00995D4D"/>
    <w:rsid w:val="009A043A"/>
    <w:rsid w:val="009A41D7"/>
    <w:rsid w:val="009A54C2"/>
    <w:rsid w:val="009A54F2"/>
    <w:rsid w:val="009B012C"/>
    <w:rsid w:val="009B35A0"/>
    <w:rsid w:val="009B4B85"/>
    <w:rsid w:val="009C29E4"/>
    <w:rsid w:val="009C4AF1"/>
    <w:rsid w:val="009C526C"/>
    <w:rsid w:val="009D1209"/>
    <w:rsid w:val="009D1A60"/>
    <w:rsid w:val="009D442B"/>
    <w:rsid w:val="009D5653"/>
    <w:rsid w:val="009F303A"/>
    <w:rsid w:val="009F35A4"/>
    <w:rsid w:val="00A01C9F"/>
    <w:rsid w:val="00A03256"/>
    <w:rsid w:val="00A07557"/>
    <w:rsid w:val="00A24148"/>
    <w:rsid w:val="00A32032"/>
    <w:rsid w:val="00A438B8"/>
    <w:rsid w:val="00A44175"/>
    <w:rsid w:val="00A51909"/>
    <w:rsid w:val="00A67263"/>
    <w:rsid w:val="00AA1C1D"/>
    <w:rsid w:val="00AA3B8F"/>
    <w:rsid w:val="00AA6963"/>
    <w:rsid w:val="00AB2D01"/>
    <w:rsid w:val="00AB6272"/>
    <w:rsid w:val="00AC2FF7"/>
    <w:rsid w:val="00AC3EFF"/>
    <w:rsid w:val="00AD3059"/>
    <w:rsid w:val="00AD6072"/>
    <w:rsid w:val="00AE0A25"/>
    <w:rsid w:val="00AE11FD"/>
    <w:rsid w:val="00AF12B7"/>
    <w:rsid w:val="00AF177E"/>
    <w:rsid w:val="00AF25DD"/>
    <w:rsid w:val="00AF34CA"/>
    <w:rsid w:val="00B03C81"/>
    <w:rsid w:val="00B0425F"/>
    <w:rsid w:val="00B114D3"/>
    <w:rsid w:val="00B16C85"/>
    <w:rsid w:val="00B17B99"/>
    <w:rsid w:val="00B2226E"/>
    <w:rsid w:val="00B316EB"/>
    <w:rsid w:val="00B3271F"/>
    <w:rsid w:val="00B35B4A"/>
    <w:rsid w:val="00B44772"/>
    <w:rsid w:val="00B47E17"/>
    <w:rsid w:val="00B53FE8"/>
    <w:rsid w:val="00B611A0"/>
    <w:rsid w:val="00B64299"/>
    <w:rsid w:val="00B67248"/>
    <w:rsid w:val="00B76443"/>
    <w:rsid w:val="00B835F8"/>
    <w:rsid w:val="00B84DA6"/>
    <w:rsid w:val="00B92BBC"/>
    <w:rsid w:val="00B93B08"/>
    <w:rsid w:val="00BA1B2E"/>
    <w:rsid w:val="00BA2717"/>
    <w:rsid w:val="00BA66DB"/>
    <w:rsid w:val="00BB12DA"/>
    <w:rsid w:val="00BB6928"/>
    <w:rsid w:val="00BE7508"/>
    <w:rsid w:val="00BE7DFA"/>
    <w:rsid w:val="00BF5A0A"/>
    <w:rsid w:val="00C069CB"/>
    <w:rsid w:val="00C11E71"/>
    <w:rsid w:val="00C32CBD"/>
    <w:rsid w:val="00C32EC5"/>
    <w:rsid w:val="00C355C2"/>
    <w:rsid w:val="00C363C6"/>
    <w:rsid w:val="00C50DB0"/>
    <w:rsid w:val="00C57291"/>
    <w:rsid w:val="00C61B48"/>
    <w:rsid w:val="00C62F47"/>
    <w:rsid w:val="00C65FAE"/>
    <w:rsid w:val="00C66753"/>
    <w:rsid w:val="00C86238"/>
    <w:rsid w:val="00C910FB"/>
    <w:rsid w:val="00C9223A"/>
    <w:rsid w:val="00C961F1"/>
    <w:rsid w:val="00CA10A4"/>
    <w:rsid w:val="00CA1309"/>
    <w:rsid w:val="00CA67D2"/>
    <w:rsid w:val="00CB1F30"/>
    <w:rsid w:val="00CB449D"/>
    <w:rsid w:val="00CB7D1F"/>
    <w:rsid w:val="00CC333D"/>
    <w:rsid w:val="00CC37A0"/>
    <w:rsid w:val="00CD125A"/>
    <w:rsid w:val="00CD2CA7"/>
    <w:rsid w:val="00CD42FD"/>
    <w:rsid w:val="00CD73B8"/>
    <w:rsid w:val="00CE3405"/>
    <w:rsid w:val="00CF6C38"/>
    <w:rsid w:val="00D05C2F"/>
    <w:rsid w:val="00D35F18"/>
    <w:rsid w:val="00D514EC"/>
    <w:rsid w:val="00D515CB"/>
    <w:rsid w:val="00D53E40"/>
    <w:rsid w:val="00D577C1"/>
    <w:rsid w:val="00D61BA5"/>
    <w:rsid w:val="00D62725"/>
    <w:rsid w:val="00D66E28"/>
    <w:rsid w:val="00D70CBD"/>
    <w:rsid w:val="00D764E6"/>
    <w:rsid w:val="00D76611"/>
    <w:rsid w:val="00D93BEB"/>
    <w:rsid w:val="00DA1587"/>
    <w:rsid w:val="00DB2296"/>
    <w:rsid w:val="00DE41E4"/>
    <w:rsid w:val="00DE5633"/>
    <w:rsid w:val="00DF53B8"/>
    <w:rsid w:val="00E067EF"/>
    <w:rsid w:val="00E175E3"/>
    <w:rsid w:val="00E24BF9"/>
    <w:rsid w:val="00E2595E"/>
    <w:rsid w:val="00E3059D"/>
    <w:rsid w:val="00E3079D"/>
    <w:rsid w:val="00E31196"/>
    <w:rsid w:val="00E31643"/>
    <w:rsid w:val="00E37397"/>
    <w:rsid w:val="00E37AF3"/>
    <w:rsid w:val="00E45AA3"/>
    <w:rsid w:val="00E47C15"/>
    <w:rsid w:val="00E5725B"/>
    <w:rsid w:val="00E664D3"/>
    <w:rsid w:val="00E701DB"/>
    <w:rsid w:val="00E703E1"/>
    <w:rsid w:val="00E70E6F"/>
    <w:rsid w:val="00E814C4"/>
    <w:rsid w:val="00E84657"/>
    <w:rsid w:val="00E8799F"/>
    <w:rsid w:val="00E9028E"/>
    <w:rsid w:val="00E915BD"/>
    <w:rsid w:val="00EC0162"/>
    <w:rsid w:val="00EC3D46"/>
    <w:rsid w:val="00EC5044"/>
    <w:rsid w:val="00EE7B91"/>
    <w:rsid w:val="00EF006E"/>
    <w:rsid w:val="00F07118"/>
    <w:rsid w:val="00F07229"/>
    <w:rsid w:val="00F335AB"/>
    <w:rsid w:val="00F36125"/>
    <w:rsid w:val="00F528FC"/>
    <w:rsid w:val="00F55C35"/>
    <w:rsid w:val="00F55DFC"/>
    <w:rsid w:val="00F60250"/>
    <w:rsid w:val="00F8575D"/>
    <w:rsid w:val="00F878EC"/>
    <w:rsid w:val="00FA1572"/>
    <w:rsid w:val="00FA28F8"/>
    <w:rsid w:val="00FA3221"/>
    <w:rsid w:val="00FA63D9"/>
    <w:rsid w:val="00FA6909"/>
    <w:rsid w:val="00FB6D38"/>
    <w:rsid w:val="00FC3260"/>
    <w:rsid w:val="00FD1E12"/>
    <w:rsid w:val="00FD1F21"/>
    <w:rsid w:val="00FD4BCA"/>
    <w:rsid w:val="00FD7DEE"/>
    <w:rsid w:val="00FE2B27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287F"/>
    <w:rPr>
      <w:b/>
      <w:sz w:val="24"/>
    </w:rPr>
  </w:style>
  <w:style w:type="character" w:customStyle="1" w:styleId="20">
    <w:name w:val="Заголовок 2 Знак"/>
    <w:basedOn w:val="a0"/>
    <w:link w:val="2"/>
    <w:rsid w:val="0059287F"/>
    <w:rPr>
      <w:b/>
      <w:sz w:val="22"/>
    </w:rPr>
  </w:style>
  <w:style w:type="paragraph" w:styleId="a3">
    <w:name w:val="Body Text"/>
    <w:basedOn w:val="a"/>
    <w:link w:val="a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9287F"/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79D"/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9287F"/>
  </w:style>
  <w:style w:type="paragraph" w:styleId="aa">
    <w:name w:val="Balloon Text"/>
    <w:basedOn w:val="a"/>
    <w:link w:val="ab"/>
    <w:uiPriority w:val="99"/>
    <w:rsid w:val="009D44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9D442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d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f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59287F"/>
    <w:rPr>
      <w:rFonts w:ascii="Calibri" w:hAnsi="Calibri" w:cs="Calibri"/>
      <w:sz w:val="22"/>
    </w:rPr>
  </w:style>
  <w:style w:type="paragraph" w:customStyle="1" w:styleId="af0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styleId="af1">
    <w:name w:val="Emphasis"/>
    <w:basedOn w:val="a0"/>
    <w:qFormat/>
    <w:rsid w:val="0059287F"/>
    <w:rPr>
      <w:i/>
      <w:iCs/>
    </w:rPr>
  </w:style>
  <w:style w:type="character" w:customStyle="1" w:styleId="3">
    <w:name w:val="Основной текст с отступом 3 Знак"/>
    <w:basedOn w:val="a0"/>
    <w:link w:val="30"/>
    <w:rsid w:val="0059287F"/>
    <w:rPr>
      <w:sz w:val="16"/>
      <w:szCs w:val="16"/>
    </w:rPr>
  </w:style>
  <w:style w:type="paragraph" w:styleId="30">
    <w:name w:val="Body Text Indent 3"/>
    <w:basedOn w:val="a"/>
    <w:link w:val="3"/>
    <w:unhideWhenUsed/>
    <w:rsid w:val="0059287F"/>
    <w:pPr>
      <w:spacing w:after="120"/>
      <w:ind w:left="283"/>
    </w:pPr>
    <w:rPr>
      <w:sz w:val="16"/>
      <w:szCs w:val="16"/>
    </w:rPr>
  </w:style>
  <w:style w:type="character" w:customStyle="1" w:styleId="af2">
    <w:name w:val="Без интервала Знак"/>
    <w:link w:val="af3"/>
    <w:uiPriority w:val="1"/>
    <w:locked/>
    <w:rsid w:val="0059287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No Spacing"/>
    <w:link w:val="af2"/>
    <w:uiPriority w:val="1"/>
    <w:qFormat/>
    <w:rsid w:val="0059287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59287F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p17">
    <w:name w:val="p17"/>
    <w:basedOn w:val="a"/>
    <w:rsid w:val="0059287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59287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4">
    <w:name w:val="Знак Знак4 Знак Знак Знак Знак"/>
    <w:basedOn w:val="a"/>
    <w:rsid w:val="002B14CE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287F"/>
    <w:rPr>
      <w:b/>
      <w:sz w:val="24"/>
    </w:rPr>
  </w:style>
  <w:style w:type="character" w:customStyle="1" w:styleId="20">
    <w:name w:val="Заголовок 2 Знак"/>
    <w:basedOn w:val="a0"/>
    <w:link w:val="2"/>
    <w:rsid w:val="0059287F"/>
    <w:rPr>
      <w:b/>
      <w:sz w:val="22"/>
    </w:rPr>
  </w:style>
  <w:style w:type="paragraph" w:styleId="a3">
    <w:name w:val="Body Text"/>
    <w:basedOn w:val="a"/>
    <w:link w:val="a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9287F"/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79D"/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9287F"/>
  </w:style>
  <w:style w:type="paragraph" w:styleId="aa">
    <w:name w:val="Balloon Text"/>
    <w:basedOn w:val="a"/>
    <w:link w:val="ab"/>
    <w:uiPriority w:val="99"/>
    <w:rsid w:val="009D44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9D442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d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f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59287F"/>
    <w:rPr>
      <w:rFonts w:ascii="Calibri" w:hAnsi="Calibri" w:cs="Calibri"/>
      <w:sz w:val="22"/>
    </w:rPr>
  </w:style>
  <w:style w:type="paragraph" w:customStyle="1" w:styleId="af0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styleId="af1">
    <w:name w:val="Emphasis"/>
    <w:basedOn w:val="a0"/>
    <w:qFormat/>
    <w:rsid w:val="0059287F"/>
    <w:rPr>
      <w:i/>
      <w:iCs/>
    </w:rPr>
  </w:style>
  <w:style w:type="character" w:customStyle="1" w:styleId="3">
    <w:name w:val="Основной текст с отступом 3 Знак"/>
    <w:basedOn w:val="a0"/>
    <w:link w:val="30"/>
    <w:rsid w:val="0059287F"/>
    <w:rPr>
      <w:sz w:val="16"/>
      <w:szCs w:val="16"/>
    </w:rPr>
  </w:style>
  <w:style w:type="paragraph" w:styleId="30">
    <w:name w:val="Body Text Indent 3"/>
    <w:basedOn w:val="a"/>
    <w:link w:val="3"/>
    <w:unhideWhenUsed/>
    <w:rsid w:val="0059287F"/>
    <w:pPr>
      <w:spacing w:after="120"/>
      <w:ind w:left="283"/>
    </w:pPr>
    <w:rPr>
      <w:sz w:val="16"/>
      <w:szCs w:val="16"/>
    </w:rPr>
  </w:style>
  <w:style w:type="character" w:customStyle="1" w:styleId="af2">
    <w:name w:val="Без интервала Знак"/>
    <w:link w:val="af3"/>
    <w:uiPriority w:val="1"/>
    <w:locked/>
    <w:rsid w:val="0059287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No Spacing"/>
    <w:link w:val="af2"/>
    <w:uiPriority w:val="1"/>
    <w:qFormat/>
    <w:rsid w:val="0059287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59287F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p17">
    <w:name w:val="p17"/>
    <w:basedOn w:val="a"/>
    <w:rsid w:val="0059287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59287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4">
    <w:name w:val="Знак Знак4 Знак Знак Знак Знак"/>
    <w:basedOn w:val="a"/>
    <w:rsid w:val="002B14CE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38A4F-F6D8-4769-8CC6-AAE4F101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44</Pages>
  <Words>9451</Words>
  <Characters>67226</Characters>
  <Application>Microsoft Office Word</Application>
  <DocSecurity>0</DocSecurity>
  <Lines>560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76524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2024-11-15T01:41:00Z</cp:lastPrinted>
  <dcterms:created xsi:type="dcterms:W3CDTF">2024-11-15T01:45:00Z</dcterms:created>
  <dcterms:modified xsi:type="dcterms:W3CDTF">2024-11-15T01:45:00Z</dcterms:modified>
</cp:coreProperties>
</file>