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31" w:rsidRPr="00FB4431" w:rsidRDefault="00326F8B" w:rsidP="00FB4431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7AAB918" wp14:editId="2B8BACE1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257300"/>
                <wp:effectExtent l="0" t="0" r="133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431" w:rsidRDefault="00FB4431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4143A7" w:rsidRDefault="00FB4431" w:rsidP="00FB443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B4431">
                              <w:rPr>
                                <w:sz w:val="28"/>
                                <w:szCs w:val="28"/>
                              </w:rPr>
                              <w:t xml:space="preserve">О подготовке проекта внесения изменений в Правила землепользования и застройки г. </w:t>
                            </w:r>
                            <w:proofErr w:type="spellStart"/>
                            <w:r w:rsidRPr="00FB4431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FB4431">
                              <w:rPr>
                                <w:sz w:val="28"/>
                                <w:szCs w:val="28"/>
                              </w:rPr>
                              <w:t>,  утвержд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енные решением Совета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депутатов</w:t>
                            </w:r>
                            <w:r w:rsidRPr="00FB4431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spellEnd"/>
                            <w:r w:rsidRPr="00FB4431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B4431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FB4431">
                              <w:rPr>
                                <w:sz w:val="28"/>
                                <w:szCs w:val="28"/>
                              </w:rPr>
                              <w:t xml:space="preserve"> от 23.12.2009  № 410 (в ред. от 05.09.2023 № 177)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8usAIAAKo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" filled="f" stroked="f">
                <v:textbox inset="0,0,0,0">
                  <w:txbxContent>
                    <w:p w:rsidR="00FB4431" w:rsidRDefault="00FB4431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4143A7" w:rsidRDefault="00FB4431" w:rsidP="00FB443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FB4431">
                        <w:rPr>
                          <w:sz w:val="28"/>
                          <w:szCs w:val="28"/>
                        </w:rPr>
                        <w:t xml:space="preserve">О подготовке проекта внесения изменений в Правила землепользования и застройки </w:t>
                      </w:r>
                      <w:bookmarkEnd w:id="1"/>
                      <w:r w:rsidRPr="00FB4431">
                        <w:rPr>
                          <w:sz w:val="28"/>
                          <w:szCs w:val="28"/>
                        </w:rPr>
                        <w:t xml:space="preserve">г. </w:t>
                      </w:r>
                      <w:proofErr w:type="spellStart"/>
                      <w:r w:rsidRPr="00FB4431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FB4431">
                        <w:rPr>
                          <w:sz w:val="28"/>
                          <w:szCs w:val="28"/>
                        </w:rPr>
                        <w:t>,  утвержд</w:t>
                      </w:r>
                      <w:r>
                        <w:rPr>
                          <w:sz w:val="28"/>
                          <w:szCs w:val="28"/>
                        </w:rPr>
                        <w:t xml:space="preserve">енные решением Совета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депутатов</w:t>
                      </w:r>
                      <w:r w:rsidRPr="00FB4431">
                        <w:rPr>
                          <w:sz w:val="28"/>
                          <w:szCs w:val="28"/>
                        </w:rPr>
                        <w:t>г</w:t>
                      </w:r>
                      <w:proofErr w:type="spellEnd"/>
                      <w:r w:rsidRPr="00FB4431">
                        <w:rPr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B4431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FB4431">
                        <w:rPr>
                          <w:sz w:val="28"/>
                          <w:szCs w:val="28"/>
                        </w:rPr>
                        <w:t xml:space="preserve"> от 23.12.2009  № 410 (в ред. от 05.09.2023 № 177)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8740171" wp14:editId="05680D64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FB4431">
                              <w:rPr>
                                <w:sz w:val="24"/>
                                <w:u w:val="single"/>
                              </w:rPr>
                              <w:t>22.01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4359D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FB4431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FB4431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4379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FB4431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FB4431">
                        <w:rPr>
                          <w:sz w:val="24"/>
                          <w:u w:val="single"/>
                        </w:rPr>
                        <w:t>22.01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4359DE">
                        <w:rPr>
                          <w:sz w:val="24"/>
                          <w:u w:val="single"/>
                        </w:rPr>
                        <w:t>24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FB4431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FB4431">
                        <w:rPr>
                          <w:sz w:val="24"/>
                          <w:u w:val="single"/>
                        </w:rPr>
                        <w:t>15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4379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FB4431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3D677CB" wp14:editId="55BE5EA4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B4431" w:rsidRPr="00FB4431">
        <w:rPr>
          <w:sz w:val="28"/>
        </w:rPr>
        <w:t xml:space="preserve">В соответствии со статьями 31, 33 Градостроительного кодекса РФ, Земельным кодексом РФ, Федеральным законом от 06.10.2003 № 131-ФЗ «Об общих принципах организации местного самоуправления в Российской Федерации», Градостроительным кодексом РФ, Уставом города </w:t>
      </w:r>
      <w:proofErr w:type="spellStart"/>
      <w:r w:rsidR="00FB4431" w:rsidRPr="00FB4431">
        <w:rPr>
          <w:sz w:val="28"/>
        </w:rPr>
        <w:t>Искитима</w:t>
      </w:r>
      <w:proofErr w:type="spellEnd"/>
      <w:r w:rsidR="00FB4431" w:rsidRPr="00FB4431">
        <w:rPr>
          <w:sz w:val="28"/>
        </w:rPr>
        <w:t xml:space="preserve">, на основании заключений комиссии по градостроительству, землепользованию и </w:t>
      </w:r>
      <w:proofErr w:type="gramStart"/>
      <w:r w:rsidR="00FB4431" w:rsidRPr="00FB4431">
        <w:rPr>
          <w:sz w:val="28"/>
        </w:rPr>
        <w:t>застройке города</w:t>
      </w:r>
      <w:proofErr w:type="gramEnd"/>
      <w:r w:rsidR="00FB4431" w:rsidRPr="00FB4431">
        <w:rPr>
          <w:sz w:val="28"/>
        </w:rPr>
        <w:t xml:space="preserve"> </w:t>
      </w:r>
      <w:proofErr w:type="spellStart"/>
      <w:r w:rsidR="00FB4431" w:rsidRPr="00FB4431">
        <w:rPr>
          <w:sz w:val="28"/>
        </w:rPr>
        <w:t>Искитима</w:t>
      </w:r>
      <w:proofErr w:type="spellEnd"/>
      <w:r w:rsidR="00FB4431" w:rsidRPr="00FB4431">
        <w:rPr>
          <w:sz w:val="28"/>
        </w:rPr>
        <w:t xml:space="preserve"> от 15.08.2023г.:</w:t>
      </w:r>
    </w:p>
    <w:p w:rsidR="00FB4431" w:rsidRPr="00FB4431" w:rsidRDefault="00FB4431" w:rsidP="00FB4431">
      <w:pPr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 w:rsidRPr="00FB4431">
        <w:rPr>
          <w:sz w:val="28"/>
        </w:rPr>
        <w:t xml:space="preserve">Комиссии по градостроительству, землепользованию и застройке г. </w:t>
      </w:r>
      <w:proofErr w:type="spellStart"/>
      <w:r w:rsidRPr="00FB4431">
        <w:rPr>
          <w:sz w:val="28"/>
        </w:rPr>
        <w:t>Искитима</w:t>
      </w:r>
      <w:proofErr w:type="spellEnd"/>
      <w:r w:rsidRPr="00FB4431">
        <w:rPr>
          <w:sz w:val="28"/>
        </w:rPr>
        <w:t xml:space="preserve"> (далее – Комиссия) подготовить проект внесения изменений в Правила землепользования и застройки г. </w:t>
      </w:r>
      <w:proofErr w:type="spellStart"/>
      <w:r w:rsidRPr="00FB4431">
        <w:rPr>
          <w:sz w:val="28"/>
        </w:rPr>
        <w:t>Искитима</w:t>
      </w:r>
      <w:proofErr w:type="spellEnd"/>
      <w:r w:rsidRPr="00FB4431">
        <w:rPr>
          <w:sz w:val="28"/>
        </w:rPr>
        <w:t xml:space="preserve">, утвержденные решением Совета депутатов г. </w:t>
      </w:r>
      <w:proofErr w:type="spellStart"/>
      <w:r w:rsidRPr="00FB4431">
        <w:rPr>
          <w:sz w:val="28"/>
        </w:rPr>
        <w:t>Искитима</w:t>
      </w:r>
      <w:proofErr w:type="spellEnd"/>
      <w:r w:rsidRPr="00FB4431">
        <w:rPr>
          <w:sz w:val="28"/>
        </w:rPr>
        <w:t xml:space="preserve"> от 23.12.2009 № 410 (в ред. от 05.09.2023 № 177)  по вопросу внесения изменений в Правила землепользования и застройки города </w:t>
      </w:r>
      <w:proofErr w:type="spellStart"/>
      <w:r w:rsidRPr="00FB4431">
        <w:rPr>
          <w:sz w:val="28"/>
        </w:rPr>
        <w:t>Искитима</w:t>
      </w:r>
      <w:proofErr w:type="spellEnd"/>
      <w:r w:rsidRPr="00FB4431">
        <w:rPr>
          <w:sz w:val="28"/>
        </w:rPr>
        <w:t xml:space="preserve"> в части территориального зонирования земельного участка (кадастровый номер 54:33:070603:136) площадью 2500</w:t>
      </w:r>
      <w:proofErr w:type="gramEnd"/>
      <w:r w:rsidRPr="00FB4431">
        <w:rPr>
          <w:sz w:val="28"/>
        </w:rPr>
        <w:t xml:space="preserve"> </w:t>
      </w:r>
      <w:proofErr w:type="spellStart"/>
      <w:r w:rsidRPr="00FB4431">
        <w:rPr>
          <w:sz w:val="28"/>
        </w:rPr>
        <w:t>кв</w:t>
      </w:r>
      <w:proofErr w:type="gramStart"/>
      <w:r w:rsidRPr="00FB4431">
        <w:rPr>
          <w:sz w:val="28"/>
        </w:rPr>
        <w:t>.м</w:t>
      </w:r>
      <w:proofErr w:type="spellEnd"/>
      <w:proofErr w:type="gramEnd"/>
      <w:r w:rsidRPr="00FB4431">
        <w:rPr>
          <w:sz w:val="28"/>
        </w:rPr>
        <w:t xml:space="preserve"> с местоположением: </w:t>
      </w:r>
      <w:proofErr w:type="gramStart"/>
      <w:r w:rsidRPr="00FB4431">
        <w:rPr>
          <w:sz w:val="28"/>
        </w:rPr>
        <w:t xml:space="preserve">Новосибирская область, г. </w:t>
      </w:r>
      <w:proofErr w:type="spellStart"/>
      <w:r w:rsidRPr="00FB4431">
        <w:rPr>
          <w:sz w:val="28"/>
        </w:rPr>
        <w:t>Искитим</w:t>
      </w:r>
      <w:proofErr w:type="spellEnd"/>
      <w:r w:rsidRPr="00FB4431">
        <w:rPr>
          <w:sz w:val="28"/>
        </w:rPr>
        <w:t>, ул. Нагорная, 2Б с «Зона объектов спорта (</w:t>
      </w:r>
      <w:proofErr w:type="spellStart"/>
      <w:r w:rsidRPr="00FB4431">
        <w:rPr>
          <w:sz w:val="28"/>
        </w:rPr>
        <w:t>Рс</w:t>
      </w:r>
      <w:proofErr w:type="spellEnd"/>
      <w:r w:rsidRPr="00FB4431">
        <w:rPr>
          <w:sz w:val="28"/>
        </w:rPr>
        <w:t>)» на «Коммунально - складская зона (К)» (приложение 1).</w:t>
      </w:r>
      <w:proofErr w:type="gramEnd"/>
    </w:p>
    <w:p w:rsidR="00FB4431" w:rsidRPr="00FB4431" w:rsidRDefault="00FB4431" w:rsidP="00FB4431">
      <w:pPr>
        <w:ind w:firstLine="720"/>
        <w:jc w:val="both"/>
        <w:rPr>
          <w:sz w:val="28"/>
        </w:rPr>
      </w:pPr>
      <w:r w:rsidRPr="00FB4431">
        <w:rPr>
          <w:sz w:val="28"/>
        </w:rPr>
        <w:t xml:space="preserve">2. Утвердить порядок и сроки проведения работ по подготовке проекта внесения изменений в Правила землепользования и застройки г. </w:t>
      </w:r>
      <w:proofErr w:type="spellStart"/>
      <w:r w:rsidRPr="00FB4431">
        <w:rPr>
          <w:sz w:val="28"/>
        </w:rPr>
        <w:t>Искитима</w:t>
      </w:r>
      <w:proofErr w:type="spellEnd"/>
      <w:r w:rsidRPr="00FB4431">
        <w:rPr>
          <w:sz w:val="28"/>
        </w:rPr>
        <w:t xml:space="preserve"> (приложение 2).</w:t>
      </w:r>
    </w:p>
    <w:p w:rsidR="00FB4431" w:rsidRPr="00FB4431" w:rsidRDefault="00FB4431" w:rsidP="00FB4431">
      <w:pPr>
        <w:ind w:firstLine="720"/>
        <w:jc w:val="both"/>
        <w:rPr>
          <w:sz w:val="28"/>
        </w:rPr>
      </w:pPr>
      <w:r w:rsidRPr="00FB4431">
        <w:rPr>
          <w:sz w:val="28"/>
        </w:rPr>
        <w:t xml:space="preserve">3. 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г. </w:t>
      </w:r>
      <w:proofErr w:type="spellStart"/>
      <w:r w:rsidRPr="00FB4431">
        <w:rPr>
          <w:sz w:val="28"/>
        </w:rPr>
        <w:t>Искитима</w:t>
      </w:r>
      <w:proofErr w:type="spellEnd"/>
      <w:r w:rsidRPr="00FB4431">
        <w:rPr>
          <w:sz w:val="28"/>
        </w:rPr>
        <w:t xml:space="preserve"> (приложение 3).</w:t>
      </w:r>
    </w:p>
    <w:p w:rsidR="00FB4431" w:rsidRDefault="00FB4431" w:rsidP="00FB4431">
      <w:pPr>
        <w:ind w:firstLine="720"/>
        <w:jc w:val="both"/>
        <w:rPr>
          <w:sz w:val="28"/>
        </w:rPr>
      </w:pPr>
      <w:r>
        <w:rPr>
          <w:sz w:val="28"/>
        </w:rPr>
        <w:t xml:space="preserve">4. </w:t>
      </w:r>
      <w:r w:rsidRPr="00FB4431">
        <w:rPr>
          <w:sz w:val="28"/>
        </w:rPr>
        <w:t>Опубликовать настоящее распоряжение в газете «</w:t>
      </w:r>
      <w:proofErr w:type="spellStart"/>
      <w:r w:rsidRPr="00FB4431">
        <w:rPr>
          <w:sz w:val="28"/>
        </w:rPr>
        <w:t>Искитимские</w:t>
      </w:r>
      <w:proofErr w:type="spellEnd"/>
      <w:r w:rsidRPr="00FB4431">
        <w:rPr>
          <w:sz w:val="28"/>
        </w:rPr>
        <w:t xml:space="preserve"> ведомости» и на официальном сайте администрации г. </w:t>
      </w:r>
      <w:proofErr w:type="spellStart"/>
      <w:r w:rsidRPr="00FB4431">
        <w:rPr>
          <w:sz w:val="28"/>
        </w:rPr>
        <w:t>Искитима</w:t>
      </w:r>
      <w:proofErr w:type="spellEnd"/>
      <w:r w:rsidRPr="00FB4431">
        <w:rPr>
          <w:sz w:val="28"/>
        </w:rPr>
        <w:t>.</w:t>
      </w:r>
    </w:p>
    <w:p w:rsidR="00FB4431" w:rsidRPr="00FB4431" w:rsidRDefault="00FB4431" w:rsidP="00FB4431">
      <w:pPr>
        <w:ind w:firstLine="720"/>
        <w:jc w:val="both"/>
        <w:rPr>
          <w:sz w:val="28"/>
        </w:rPr>
      </w:pPr>
    </w:p>
    <w:p w:rsidR="009E1780" w:rsidRDefault="00FB4431" w:rsidP="00FB4431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5. </w:t>
      </w:r>
      <w:proofErr w:type="gramStart"/>
      <w:r w:rsidRPr="00FB4431">
        <w:rPr>
          <w:sz w:val="28"/>
        </w:rPr>
        <w:t>Кон</w:t>
      </w:r>
      <w:r>
        <w:rPr>
          <w:sz w:val="28"/>
        </w:rPr>
        <w:t>троль за</w:t>
      </w:r>
      <w:proofErr w:type="gramEnd"/>
      <w:r>
        <w:rPr>
          <w:sz w:val="28"/>
        </w:rPr>
        <w:t xml:space="preserve"> исполнением настоящего</w:t>
      </w:r>
      <w:r w:rsidRPr="00FB4431">
        <w:rPr>
          <w:sz w:val="28"/>
        </w:rPr>
        <w:t xml:space="preserve"> распоряжения возложить на з</w:t>
      </w:r>
      <w:r>
        <w:rPr>
          <w:sz w:val="28"/>
        </w:rPr>
        <w:t xml:space="preserve">аместителя главы администрации </w:t>
      </w:r>
      <w:r w:rsidRPr="00FB4431">
        <w:rPr>
          <w:sz w:val="28"/>
        </w:rPr>
        <w:t xml:space="preserve">С.И. </w:t>
      </w:r>
      <w:proofErr w:type="spellStart"/>
      <w:r w:rsidRPr="00FB4431">
        <w:rPr>
          <w:sz w:val="28"/>
        </w:rPr>
        <w:t>Шимкива</w:t>
      </w:r>
      <w:proofErr w:type="spellEnd"/>
      <w:r w:rsidRPr="00FB4431">
        <w:rPr>
          <w:sz w:val="28"/>
        </w:rPr>
        <w:t>.</w:t>
      </w:r>
    </w:p>
    <w:p w:rsidR="009E1780" w:rsidRDefault="009E1780" w:rsidP="00427A29">
      <w:pPr>
        <w:jc w:val="both"/>
        <w:rPr>
          <w:sz w:val="28"/>
        </w:rPr>
      </w:pPr>
    </w:p>
    <w:p w:rsidR="00FB4431" w:rsidRDefault="00FB4431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</w:t>
      </w:r>
      <w:proofErr w:type="spellStart"/>
      <w:r w:rsidRPr="00FD361A">
        <w:rPr>
          <w:sz w:val="28"/>
        </w:rPr>
        <w:t>Искитима</w:t>
      </w:r>
      <w:proofErr w:type="spellEnd"/>
      <w:r w:rsidRPr="00FD361A">
        <w:rPr>
          <w:sz w:val="28"/>
        </w:rPr>
        <w:t xml:space="preserve">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B55E5C">
      <w:headerReference w:type="even" r:id="rId8"/>
      <w:pgSz w:w="11906" w:h="16838" w:code="9"/>
      <w:pgMar w:top="1134" w:right="60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32" w:rsidRDefault="00354532">
      <w:r>
        <w:separator/>
      </w:r>
    </w:p>
  </w:endnote>
  <w:endnote w:type="continuationSeparator" w:id="0">
    <w:p w:rsidR="00354532" w:rsidRDefault="0035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32" w:rsidRDefault="00354532">
      <w:r>
        <w:separator/>
      </w:r>
    </w:p>
  </w:footnote>
  <w:footnote w:type="continuationSeparator" w:id="0">
    <w:p w:rsidR="00354532" w:rsidRDefault="00354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26B7B"/>
    <w:rsid w:val="00047603"/>
    <w:rsid w:val="00077F03"/>
    <w:rsid w:val="00080FD4"/>
    <w:rsid w:val="00085D85"/>
    <w:rsid w:val="000C041B"/>
    <w:rsid w:val="000C2669"/>
    <w:rsid w:val="000E25C0"/>
    <w:rsid w:val="000F254A"/>
    <w:rsid w:val="000F370F"/>
    <w:rsid w:val="00110FEE"/>
    <w:rsid w:val="00143795"/>
    <w:rsid w:val="00164343"/>
    <w:rsid w:val="00197844"/>
    <w:rsid w:val="001A3B2F"/>
    <w:rsid w:val="001D6690"/>
    <w:rsid w:val="002A6906"/>
    <w:rsid w:val="002D435C"/>
    <w:rsid w:val="002D7E95"/>
    <w:rsid w:val="00306668"/>
    <w:rsid w:val="00326F8B"/>
    <w:rsid w:val="003364A5"/>
    <w:rsid w:val="00354532"/>
    <w:rsid w:val="003B1EEA"/>
    <w:rsid w:val="003B2419"/>
    <w:rsid w:val="003D37AA"/>
    <w:rsid w:val="004143A7"/>
    <w:rsid w:val="00427A29"/>
    <w:rsid w:val="004359DE"/>
    <w:rsid w:val="0049526B"/>
    <w:rsid w:val="004A2C9E"/>
    <w:rsid w:val="004F6341"/>
    <w:rsid w:val="00517AC7"/>
    <w:rsid w:val="005917BC"/>
    <w:rsid w:val="005A68ED"/>
    <w:rsid w:val="005C1354"/>
    <w:rsid w:val="005E191B"/>
    <w:rsid w:val="006015CA"/>
    <w:rsid w:val="00602D24"/>
    <w:rsid w:val="00606637"/>
    <w:rsid w:val="0060729F"/>
    <w:rsid w:val="006F45D3"/>
    <w:rsid w:val="00700327"/>
    <w:rsid w:val="00715EA4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C06F3"/>
    <w:rsid w:val="008E604A"/>
    <w:rsid w:val="008E72AD"/>
    <w:rsid w:val="00902DED"/>
    <w:rsid w:val="00903C05"/>
    <w:rsid w:val="0090421A"/>
    <w:rsid w:val="009E1780"/>
    <w:rsid w:val="009E42F8"/>
    <w:rsid w:val="009E7A77"/>
    <w:rsid w:val="00AD2D79"/>
    <w:rsid w:val="00AF0B27"/>
    <w:rsid w:val="00B41219"/>
    <w:rsid w:val="00B46F8E"/>
    <w:rsid w:val="00B55E5C"/>
    <w:rsid w:val="00B64828"/>
    <w:rsid w:val="00B67A00"/>
    <w:rsid w:val="00BA6F8D"/>
    <w:rsid w:val="00BD6448"/>
    <w:rsid w:val="00C069CB"/>
    <w:rsid w:val="00C66D8E"/>
    <w:rsid w:val="00C7684C"/>
    <w:rsid w:val="00CC00E3"/>
    <w:rsid w:val="00D05C2F"/>
    <w:rsid w:val="00D35F18"/>
    <w:rsid w:val="00D40AA6"/>
    <w:rsid w:val="00D556BC"/>
    <w:rsid w:val="00D80F7F"/>
    <w:rsid w:val="00DA32FC"/>
    <w:rsid w:val="00E048B8"/>
    <w:rsid w:val="00E37511"/>
    <w:rsid w:val="00E83436"/>
    <w:rsid w:val="00E950E9"/>
    <w:rsid w:val="00EA569B"/>
    <w:rsid w:val="00ED6721"/>
    <w:rsid w:val="00ED67E6"/>
    <w:rsid w:val="00F21F0F"/>
    <w:rsid w:val="00FA588F"/>
    <w:rsid w:val="00FB4431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администрации.dotx</Template>
  <TotalTime>1</TotalTime>
  <Pages>2</Pages>
  <Words>206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2024-01-22T02:43:00Z</cp:lastPrinted>
  <dcterms:created xsi:type="dcterms:W3CDTF">2024-01-24T01:08:00Z</dcterms:created>
  <dcterms:modified xsi:type="dcterms:W3CDTF">2024-01-24T01:08:00Z</dcterms:modified>
</cp:coreProperties>
</file>