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B0782" w:rsidRDefault="00DB0782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B0782" w:rsidRPr="00DB0782" w:rsidRDefault="00DB0782" w:rsidP="00DB078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B0782">
                              <w:rPr>
                                <w:sz w:val="28"/>
                              </w:rPr>
                              <w:t xml:space="preserve">О проведении публичных слушаний по проекту внесения изменений </w:t>
                            </w:r>
                          </w:p>
                          <w:p w:rsidR="00B247DA" w:rsidRDefault="00DB0782" w:rsidP="00DB078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B0782">
                              <w:rPr>
                                <w:sz w:val="28"/>
                              </w:rPr>
                              <w:t xml:space="preserve">в Правила землепользования и застройки г. </w:t>
                            </w:r>
                            <w:proofErr w:type="spellStart"/>
                            <w:r w:rsidRPr="00DB0782">
                              <w:rPr>
                                <w:sz w:val="28"/>
                              </w:rPr>
                              <w:t>Искитима</w:t>
                            </w:r>
                            <w:proofErr w:type="spellEnd"/>
                            <w:r w:rsidRPr="00DB0782">
                              <w:rPr>
                                <w:sz w:val="28"/>
                              </w:rPr>
                              <w:t xml:space="preserve">, утвержденные решением Совета депутатов г. </w:t>
                            </w:r>
                            <w:proofErr w:type="spellStart"/>
                            <w:r w:rsidRPr="00DB0782">
                              <w:rPr>
                                <w:sz w:val="28"/>
                              </w:rPr>
                              <w:t>Искитима</w:t>
                            </w:r>
                            <w:proofErr w:type="spellEnd"/>
                            <w:r w:rsidRPr="00DB0782">
                              <w:rPr>
                                <w:sz w:val="28"/>
                              </w:rPr>
                              <w:t xml:space="preserve"> от 23.12.2009 № 410 (в ред. от 25.08.2021 № 417)</w:t>
                            </w:r>
                          </w:p>
                          <w:p w:rsidR="00DB0782" w:rsidRPr="00B92BBC" w:rsidRDefault="00DB0782" w:rsidP="00DB078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B0782" w:rsidRDefault="00DB0782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B0782" w:rsidRPr="00DB0782" w:rsidRDefault="00DB0782" w:rsidP="00DB0782">
                      <w:pPr>
                        <w:jc w:val="center"/>
                        <w:rPr>
                          <w:sz w:val="28"/>
                        </w:rPr>
                      </w:pPr>
                      <w:bookmarkStart w:id="1" w:name="_GoBack"/>
                      <w:r w:rsidRPr="00DB0782">
                        <w:rPr>
                          <w:sz w:val="28"/>
                        </w:rPr>
                        <w:t xml:space="preserve">О проведении публичных слушаний </w:t>
                      </w:r>
                      <w:bookmarkEnd w:id="1"/>
                      <w:r w:rsidRPr="00DB0782">
                        <w:rPr>
                          <w:sz w:val="28"/>
                        </w:rPr>
                        <w:t xml:space="preserve">по проекту внесения изменений </w:t>
                      </w:r>
                    </w:p>
                    <w:p w:rsidR="00B247DA" w:rsidRDefault="00DB0782" w:rsidP="00DB0782">
                      <w:pPr>
                        <w:jc w:val="center"/>
                        <w:rPr>
                          <w:sz w:val="28"/>
                        </w:rPr>
                      </w:pPr>
                      <w:r w:rsidRPr="00DB0782">
                        <w:rPr>
                          <w:sz w:val="28"/>
                        </w:rPr>
                        <w:t xml:space="preserve">в Правила землепользования и застройки г. </w:t>
                      </w:r>
                      <w:proofErr w:type="spellStart"/>
                      <w:r w:rsidRPr="00DB0782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DB0782">
                        <w:rPr>
                          <w:sz w:val="28"/>
                        </w:rPr>
                        <w:t xml:space="preserve">, утвержденные решением Совета депутатов г. </w:t>
                      </w:r>
                      <w:proofErr w:type="spellStart"/>
                      <w:r w:rsidRPr="00DB0782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DB0782">
                        <w:rPr>
                          <w:sz w:val="28"/>
                        </w:rPr>
                        <w:t xml:space="preserve"> от 23.12.2009 № 410 (в ред. от 25.08.2021 № 417)</w:t>
                      </w:r>
                    </w:p>
                    <w:p w:rsidR="00DB0782" w:rsidRPr="00B92BBC" w:rsidRDefault="00DB0782" w:rsidP="00DB078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DB0782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DB0782">
                              <w:rPr>
                                <w:sz w:val="24"/>
                                <w:u w:val="single"/>
                              </w:rPr>
                              <w:t>3</w:t>
                            </w:r>
                            <w:r w:rsidR="000D4035">
                              <w:rPr>
                                <w:sz w:val="24"/>
                                <w:u w:val="single"/>
                              </w:rPr>
                              <w:t>.2023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D30582">
                              <w:rPr>
                                <w:sz w:val="24"/>
                                <w:u w:val="single"/>
                              </w:rPr>
                              <w:t xml:space="preserve">  8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DB0782">
                        <w:rPr>
                          <w:sz w:val="24"/>
                          <w:u w:val="single"/>
                        </w:rPr>
                        <w:t>20</w:t>
                      </w:r>
                      <w:r w:rsidR="0003335A">
                        <w:rPr>
                          <w:sz w:val="24"/>
                          <w:u w:val="single"/>
                        </w:rPr>
                        <w:t>.0</w:t>
                      </w:r>
                      <w:r w:rsidR="00DB0782">
                        <w:rPr>
                          <w:sz w:val="24"/>
                          <w:u w:val="single"/>
                        </w:rPr>
                        <w:t>3</w:t>
                      </w:r>
                      <w:r w:rsidR="000D4035">
                        <w:rPr>
                          <w:sz w:val="24"/>
                          <w:u w:val="single"/>
                        </w:rPr>
                        <w:t>.2023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D30582">
                        <w:rPr>
                          <w:sz w:val="24"/>
                          <w:u w:val="single"/>
                        </w:rPr>
                        <w:t xml:space="preserve">  8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DB0782" w:rsidRPr="00DB0782" w:rsidRDefault="00DB0782" w:rsidP="00DB0782">
      <w:pPr>
        <w:ind w:firstLine="720"/>
        <w:jc w:val="both"/>
        <w:rPr>
          <w:sz w:val="28"/>
        </w:rPr>
      </w:pPr>
      <w:proofErr w:type="gramStart"/>
      <w:r w:rsidRPr="00DB0782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, решением Совета депутатов города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 от 27.03.2013 № 191 «Об утверждении положения о порядке проведения публичных слушаний по проектам Генерального плана города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 Новосибирской области, Правил землепользования и застройки города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>», на основании распоряжения администрации города</w:t>
      </w:r>
      <w:proofErr w:type="gramEnd"/>
      <w:r w:rsidRPr="00DB0782">
        <w:rPr>
          <w:sz w:val="28"/>
        </w:rPr>
        <w:t xml:space="preserve"> </w:t>
      </w:r>
      <w:proofErr w:type="spellStart"/>
      <w:proofErr w:type="gram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 от 16.01.2023 № 1-рг «О подготовке проекта внесения изменений в Правила землепользования и застройки г.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, утвержденные решением Совета депутатов города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 от 23.12.2009 № 410 (в ред. от 25.08.2021 № 417)», распоряжения Главы города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 от 06.02.2023 № 4-рг «О подготовке проекта внесения изменений в Правила землепользования и застройки г.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, утвержденные решением Совета депутатов города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 от 23.12.2009 № 410 (в ред</w:t>
      </w:r>
      <w:proofErr w:type="gramEnd"/>
      <w:r w:rsidRPr="00DB0782">
        <w:rPr>
          <w:sz w:val="28"/>
        </w:rPr>
        <w:t xml:space="preserve">. от 25.08.2021 № 417)», с целью привлечения жителей города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 к обсуждению проекта внесения изменений в Правила землепользования и застройки г.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, </w:t>
      </w:r>
    </w:p>
    <w:p w:rsidR="00DB0782" w:rsidRPr="00DB0782" w:rsidRDefault="00DB0782" w:rsidP="00DB0782">
      <w:pPr>
        <w:ind w:firstLine="720"/>
        <w:jc w:val="both"/>
        <w:rPr>
          <w:sz w:val="28"/>
        </w:rPr>
      </w:pPr>
    </w:p>
    <w:p w:rsidR="00DB0782" w:rsidRDefault="00DB0782" w:rsidP="00DB0782">
      <w:pPr>
        <w:ind w:firstLine="720"/>
        <w:jc w:val="both"/>
        <w:rPr>
          <w:sz w:val="28"/>
        </w:rPr>
      </w:pPr>
      <w:r w:rsidRPr="00DB0782">
        <w:rPr>
          <w:sz w:val="28"/>
        </w:rPr>
        <w:t>ПОСТАНОВЛЯЮ:</w:t>
      </w:r>
    </w:p>
    <w:p w:rsidR="00DB0782" w:rsidRPr="00DB0782" w:rsidRDefault="00DB0782" w:rsidP="00DB0782">
      <w:pPr>
        <w:ind w:firstLine="720"/>
        <w:jc w:val="both"/>
        <w:rPr>
          <w:sz w:val="28"/>
        </w:rPr>
      </w:pPr>
    </w:p>
    <w:p w:rsidR="00DB0782" w:rsidRPr="00DB0782" w:rsidRDefault="00DB0782" w:rsidP="00DB0782">
      <w:pPr>
        <w:ind w:firstLine="720"/>
        <w:jc w:val="both"/>
        <w:rPr>
          <w:sz w:val="28"/>
        </w:rPr>
      </w:pPr>
      <w:r w:rsidRPr="00DB0782">
        <w:rPr>
          <w:sz w:val="28"/>
        </w:rPr>
        <w:t xml:space="preserve">1. Назначить публичные слушания на 03 апреля 2023 года в 15-00 часов по адресу: Новосибирская обл., г. </w:t>
      </w:r>
      <w:proofErr w:type="spellStart"/>
      <w:r w:rsidRPr="00DB0782">
        <w:rPr>
          <w:sz w:val="28"/>
        </w:rPr>
        <w:t>Искитим</w:t>
      </w:r>
      <w:proofErr w:type="spellEnd"/>
      <w:r w:rsidRPr="00DB0782">
        <w:rPr>
          <w:sz w:val="28"/>
        </w:rPr>
        <w:t xml:space="preserve">, ул. Пушкина, 51 (зал заседаний) по проекту внесения изменений в Правила землепользования и застройки г. </w:t>
      </w:r>
      <w:proofErr w:type="spellStart"/>
      <w:r w:rsidRPr="00DB0782">
        <w:rPr>
          <w:sz w:val="28"/>
        </w:rPr>
        <w:lastRenderedPageBreak/>
        <w:t>Искитима</w:t>
      </w:r>
      <w:proofErr w:type="spellEnd"/>
      <w:r w:rsidRPr="00DB0782">
        <w:rPr>
          <w:sz w:val="28"/>
        </w:rPr>
        <w:t xml:space="preserve">, утвержденные решением Совета депутатов города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 от 23.12.2009 № 410 (в ред. 25.08.2021 № 417) (Приложение).</w:t>
      </w:r>
    </w:p>
    <w:p w:rsidR="00DB0782" w:rsidRPr="00DB0782" w:rsidRDefault="00DB0782" w:rsidP="00DB0782">
      <w:pPr>
        <w:ind w:firstLine="720"/>
        <w:jc w:val="both"/>
        <w:rPr>
          <w:sz w:val="28"/>
        </w:rPr>
      </w:pPr>
      <w:r w:rsidRPr="00DB0782">
        <w:rPr>
          <w:sz w:val="28"/>
        </w:rPr>
        <w:t xml:space="preserve">2. Комиссии по градостроительству, землепользованию и </w:t>
      </w:r>
      <w:proofErr w:type="gramStart"/>
      <w:r w:rsidRPr="00DB0782">
        <w:rPr>
          <w:sz w:val="28"/>
        </w:rPr>
        <w:t>застройке города</w:t>
      </w:r>
      <w:proofErr w:type="gramEnd"/>
      <w:r w:rsidRPr="00DB0782">
        <w:rPr>
          <w:sz w:val="28"/>
        </w:rPr>
        <w:t xml:space="preserve">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 организовать и провести публичные слушания по вопросу, указанному в п. 1. настоящего постановления.</w:t>
      </w:r>
    </w:p>
    <w:p w:rsidR="00DB0782" w:rsidRPr="00DB0782" w:rsidRDefault="00DB0782" w:rsidP="00DB0782">
      <w:pPr>
        <w:ind w:firstLine="720"/>
        <w:jc w:val="both"/>
        <w:rPr>
          <w:sz w:val="28"/>
        </w:rPr>
      </w:pPr>
      <w:r w:rsidRPr="00DB0782">
        <w:rPr>
          <w:sz w:val="28"/>
        </w:rPr>
        <w:t xml:space="preserve">3. Определить место и время организации экспозиции демонстрационных материалов и иных материалов информационного характера по вопросу, 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 xml:space="preserve"> в здании по адресу: Новосибирская область, г. </w:t>
      </w:r>
      <w:proofErr w:type="spellStart"/>
      <w:r w:rsidRPr="00DB0782">
        <w:rPr>
          <w:sz w:val="28"/>
        </w:rPr>
        <w:t>Искитим</w:t>
      </w:r>
      <w:proofErr w:type="spellEnd"/>
      <w:r w:rsidRPr="00DB0782">
        <w:rPr>
          <w:sz w:val="28"/>
        </w:rPr>
        <w:t>, ул. Пушкина, 39А/1 в понедельник, вторник и среду с 14.00 до 16.00.</w:t>
      </w:r>
    </w:p>
    <w:p w:rsidR="00DB0782" w:rsidRPr="00DB0782" w:rsidRDefault="00DB0782" w:rsidP="00DB0782">
      <w:pPr>
        <w:ind w:firstLine="720"/>
        <w:jc w:val="both"/>
        <w:rPr>
          <w:sz w:val="28"/>
        </w:rPr>
      </w:pPr>
      <w:r w:rsidRPr="00DB0782">
        <w:rPr>
          <w:sz w:val="28"/>
        </w:rPr>
        <w:t>4. Управлению делами (О.А. Смирнова) опубликовать настоящее постановление в газете «</w:t>
      </w:r>
      <w:proofErr w:type="spellStart"/>
      <w:r w:rsidRPr="00DB0782">
        <w:rPr>
          <w:sz w:val="28"/>
        </w:rPr>
        <w:t>Искитимские</w:t>
      </w:r>
      <w:proofErr w:type="spellEnd"/>
      <w:r w:rsidRPr="00DB0782">
        <w:rPr>
          <w:sz w:val="28"/>
        </w:rPr>
        <w:t xml:space="preserve"> ведомости» и на официальном сайте администрации г. </w:t>
      </w:r>
      <w:proofErr w:type="spellStart"/>
      <w:r w:rsidRPr="00DB0782">
        <w:rPr>
          <w:sz w:val="28"/>
        </w:rPr>
        <w:t>Искитима</w:t>
      </w:r>
      <w:proofErr w:type="spellEnd"/>
      <w:r w:rsidRPr="00DB0782">
        <w:rPr>
          <w:sz w:val="28"/>
        </w:rPr>
        <w:t>.</w:t>
      </w:r>
    </w:p>
    <w:p w:rsidR="00D61390" w:rsidRPr="00D61390" w:rsidRDefault="00DB0782" w:rsidP="00DB0782">
      <w:pPr>
        <w:ind w:firstLine="720"/>
        <w:jc w:val="both"/>
        <w:rPr>
          <w:sz w:val="28"/>
        </w:rPr>
      </w:pPr>
      <w:r w:rsidRPr="00DB0782">
        <w:rPr>
          <w:sz w:val="28"/>
        </w:rPr>
        <w:t xml:space="preserve">5. </w:t>
      </w:r>
      <w:proofErr w:type="gramStart"/>
      <w:r w:rsidRPr="00DB0782">
        <w:rPr>
          <w:sz w:val="28"/>
        </w:rPr>
        <w:t>Контроль за</w:t>
      </w:r>
      <w:proofErr w:type="gramEnd"/>
      <w:r w:rsidRPr="00DB0782">
        <w:rPr>
          <w:sz w:val="28"/>
        </w:rPr>
        <w:t xml:space="preserve"> исполнением настоящего постановления оставляю за собой.</w:t>
      </w:r>
    </w:p>
    <w:p w:rsidR="00B247DA" w:rsidRPr="00B247DA" w:rsidRDefault="00B247DA" w:rsidP="00B247DA">
      <w:pPr>
        <w:ind w:firstLine="720"/>
        <w:jc w:val="both"/>
        <w:rPr>
          <w:sz w:val="28"/>
        </w:rPr>
      </w:pPr>
    </w:p>
    <w:p w:rsidR="00B247DA" w:rsidRPr="001670E9" w:rsidRDefault="00B247DA" w:rsidP="00B247DA">
      <w:pPr>
        <w:jc w:val="both"/>
        <w:rPr>
          <w:sz w:val="28"/>
        </w:rPr>
      </w:pPr>
    </w:p>
    <w:p w:rsidR="00D514EC" w:rsidRPr="001670E9" w:rsidRDefault="00D514EC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  <w:rPr>
          <w:sz w:val="28"/>
          <w:szCs w:val="28"/>
        </w:rPr>
      </w:pPr>
    </w:p>
    <w:p w:rsidR="00D61390" w:rsidRDefault="00D61390" w:rsidP="00D61390">
      <w:pPr>
        <w:tabs>
          <w:tab w:val="left" w:pos="420"/>
        </w:tabs>
        <w:rPr>
          <w:sz w:val="24"/>
          <w:szCs w:val="24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BE7" w:rsidRDefault="003D0BE7">
      <w:r>
        <w:separator/>
      </w:r>
    </w:p>
  </w:endnote>
  <w:endnote w:type="continuationSeparator" w:id="0">
    <w:p w:rsidR="003D0BE7" w:rsidRDefault="003D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BE7" w:rsidRDefault="003D0BE7">
      <w:r>
        <w:separator/>
      </w:r>
    </w:p>
  </w:footnote>
  <w:footnote w:type="continuationSeparator" w:id="0">
    <w:p w:rsidR="003D0BE7" w:rsidRDefault="003D0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0D4035"/>
    <w:rsid w:val="001670E9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3D0BE7"/>
    <w:rsid w:val="00400125"/>
    <w:rsid w:val="0042767A"/>
    <w:rsid w:val="004B11F2"/>
    <w:rsid w:val="004B6B5D"/>
    <w:rsid w:val="004D47EF"/>
    <w:rsid w:val="0059545A"/>
    <w:rsid w:val="005C6284"/>
    <w:rsid w:val="00682468"/>
    <w:rsid w:val="0068672F"/>
    <w:rsid w:val="00697BC3"/>
    <w:rsid w:val="006D63DD"/>
    <w:rsid w:val="006E6D6E"/>
    <w:rsid w:val="00735DDD"/>
    <w:rsid w:val="007A5439"/>
    <w:rsid w:val="007D5E82"/>
    <w:rsid w:val="008E604A"/>
    <w:rsid w:val="008E72AD"/>
    <w:rsid w:val="0098435C"/>
    <w:rsid w:val="00992F53"/>
    <w:rsid w:val="009C462C"/>
    <w:rsid w:val="009C6CB5"/>
    <w:rsid w:val="00A67263"/>
    <w:rsid w:val="00A77C6E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D74A65"/>
    <w:rsid w:val="00DB0782"/>
    <w:rsid w:val="00E2590A"/>
    <w:rsid w:val="00E71D1E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2023-03-20T02:06:00Z</cp:lastPrinted>
  <dcterms:created xsi:type="dcterms:W3CDTF">2023-03-21T08:43:00Z</dcterms:created>
  <dcterms:modified xsi:type="dcterms:W3CDTF">2023-03-21T08:43:00Z</dcterms:modified>
</cp:coreProperties>
</file>