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569" w:rsidRPr="00502569" w:rsidRDefault="00326F8B" w:rsidP="00502569">
      <w:pPr>
        <w:ind w:firstLine="720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3E1B8BF4" wp14:editId="41D4E55C">
                <wp:simplePos x="0" y="0"/>
                <wp:positionH relativeFrom="margin">
                  <wp:align>left</wp:align>
                </wp:positionH>
                <wp:positionV relativeFrom="page">
                  <wp:posOffset>3008630</wp:posOffset>
                </wp:positionV>
                <wp:extent cx="5930265" cy="1257300"/>
                <wp:effectExtent l="0" t="0" r="133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2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6D8E" w:rsidRDefault="00C66D8E" w:rsidP="00D80F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77F03" w:rsidRDefault="00077F03" w:rsidP="00D80F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E1780" w:rsidRDefault="009E1780" w:rsidP="00D80F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502569" w:rsidRPr="00502569" w:rsidRDefault="00502569" w:rsidP="0050256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02569">
                              <w:rPr>
                                <w:sz w:val="28"/>
                                <w:szCs w:val="28"/>
                              </w:rPr>
                              <w:t xml:space="preserve">Об утверждении отчета об исполнении бюджета города </w:t>
                            </w:r>
                            <w:proofErr w:type="spellStart"/>
                            <w:r w:rsidRPr="00502569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</w:p>
                          <w:p w:rsidR="00D35F18" w:rsidRPr="004143A7" w:rsidRDefault="00502569" w:rsidP="0050256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02569">
                              <w:rPr>
                                <w:sz w:val="28"/>
                                <w:szCs w:val="28"/>
                              </w:rPr>
                              <w:t xml:space="preserve"> за 9 месяцев 2023 года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236.9pt;width:466.95pt;height:99pt;z-index:251658752;visibility:visible;mso-wrap-style:square;mso-width-percent:0;mso-height-percent:0;mso-wrap-distance-left:9pt;mso-wrap-distance-top:0;mso-wrap-distance-right:9pt;mso-wrap-distance-bottom:36.8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d8usAIAAKo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" filled="f" stroked="f">
                <v:textbox inset="0,0,0,0">
                  <w:txbxContent>
                    <w:p w:rsidR="00C66D8E" w:rsidRDefault="00C66D8E" w:rsidP="00D80F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77F03" w:rsidRDefault="00077F03" w:rsidP="00D80F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E1780" w:rsidRDefault="009E1780" w:rsidP="00D80F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502569" w:rsidRPr="00502569" w:rsidRDefault="00502569" w:rsidP="0050256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502569">
                        <w:rPr>
                          <w:sz w:val="28"/>
                          <w:szCs w:val="28"/>
                        </w:rPr>
                        <w:t xml:space="preserve">Об утверждении отчета об исполнении бюджета города </w:t>
                      </w:r>
                      <w:proofErr w:type="spellStart"/>
                      <w:r w:rsidRPr="00502569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</w:p>
                    <w:p w:rsidR="00D35F18" w:rsidRPr="004143A7" w:rsidRDefault="00502569" w:rsidP="0050256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02569">
                        <w:rPr>
                          <w:sz w:val="28"/>
                          <w:szCs w:val="28"/>
                        </w:rPr>
                        <w:t xml:space="preserve"> за 9 месяцев </w:t>
                      </w:r>
                      <w:bookmarkEnd w:id="1"/>
                      <w:r w:rsidRPr="00502569">
                        <w:rPr>
                          <w:sz w:val="28"/>
                          <w:szCs w:val="28"/>
                        </w:rPr>
                        <w:t>2023 года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1F6FCC78" wp14:editId="1F03ED77">
                <wp:simplePos x="0" y="0"/>
                <wp:positionH relativeFrom="margin">
                  <wp:align>left</wp:align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502569">
                              <w:rPr>
                                <w:sz w:val="24"/>
                                <w:u w:val="single"/>
                              </w:rPr>
                              <w:t>19.10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>.20</w:t>
                            </w:r>
                            <w:r w:rsidR="00715EA4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</w:t>
                            </w:r>
                            <w:r w:rsidR="00427A29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    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 w:rsidRPr="00427A29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 w:rsidRPr="00427A29">
                              <w:rPr>
                                <w:sz w:val="24"/>
                              </w:rPr>
                              <w:t xml:space="preserve"> </w:t>
                            </w:r>
                            <w:r w:rsidRPr="00427A29"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49526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77F03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0C041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502569">
                              <w:rPr>
                                <w:sz w:val="24"/>
                                <w:u w:val="single"/>
                              </w:rPr>
                              <w:t xml:space="preserve"> 570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>-р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43795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C041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49526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427A2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0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502569">
                        <w:rPr>
                          <w:sz w:val="24"/>
                          <w:u w:val="single"/>
                        </w:rPr>
                        <w:t>19.10</w:t>
                      </w:r>
                      <w:r w:rsidR="00427A29">
                        <w:rPr>
                          <w:sz w:val="24"/>
                          <w:u w:val="single"/>
                        </w:rPr>
                        <w:t>.20</w:t>
                      </w:r>
                      <w:r w:rsidR="00715EA4">
                        <w:rPr>
                          <w:sz w:val="24"/>
                          <w:u w:val="single"/>
                        </w:rPr>
                        <w:t>23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</w:t>
                      </w:r>
                      <w:r w:rsidR="00427A29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    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 w:rsidRPr="00427A29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 w:rsidRPr="00427A29">
                        <w:rPr>
                          <w:sz w:val="24"/>
                        </w:rPr>
                        <w:t xml:space="preserve"> </w:t>
                      </w:r>
                      <w:r w:rsidRPr="00427A29"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49526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77F03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0C041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502569">
                        <w:rPr>
                          <w:sz w:val="24"/>
                          <w:u w:val="single"/>
                        </w:rPr>
                        <w:t xml:space="preserve"> 570</w:t>
                      </w:r>
                      <w:r w:rsidR="00427A29">
                        <w:rPr>
                          <w:sz w:val="24"/>
                          <w:u w:val="single"/>
                        </w:rPr>
                        <w:t>-р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9E42F8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43795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C041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49526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427A29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74B9A7D9" wp14:editId="116923D3">
                <wp:simplePos x="0" y="0"/>
                <wp:positionH relativeFrom="margin">
                  <wp:align>left</wp:align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BA6F8D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517AC7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АДМИНИСТРАЦИЯ  </w:t>
                            </w:r>
                            <w:r w:rsidR="00D35F18">
                              <w:rPr>
                                <w:sz w:val="28"/>
                              </w:rPr>
                              <w:t xml:space="preserve">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E83436" w:rsidRDefault="00E83436" w:rsidP="00E83436">
                            <w:pPr>
                              <w:pStyle w:val="2"/>
                              <w:spacing w:before="120"/>
                              <w:rPr>
                                <w:spacing w:val="40"/>
                                <w:sz w:val="36"/>
                              </w:rPr>
                            </w:pPr>
                            <w:r>
                              <w:rPr>
                                <w:spacing w:val="40"/>
                                <w:sz w:val="36"/>
                              </w:rPr>
                              <w:t>РАСПОРЯЖЕНИЕ</w:t>
                            </w:r>
                          </w:p>
                          <w:p w:rsidR="00D35F18" w:rsidRDefault="00D35F18" w:rsidP="00E83436">
                            <w:pPr>
                              <w:pStyle w:val="2"/>
                              <w:spacing w:before="12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0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" filled="f" stroked="f">
                <v:textbox inset="0,0,0,0">
                  <w:txbxContent>
                    <w:p w:rsidR="007A5439" w:rsidRPr="00BA6F8D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517AC7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АДМИНИСТРАЦИЯ  </w:t>
                      </w:r>
                      <w:r w:rsidR="00D35F18">
                        <w:rPr>
                          <w:sz w:val="28"/>
                        </w:rPr>
                        <w:t xml:space="preserve">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E83436" w:rsidRDefault="00E83436" w:rsidP="00E83436">
                      <w:pPr>
                        <w:pStyle w:val="2"/>
                        <w:spacing w:before="120"/>
                        <w:rPr>
                          <w:spacing w:val="40"/>
                          <w:sz w:val="36"/>
                        </w:rPr>
                      </w:pPr>
                      <w:r>
                        <w:rPr>
                          <w:spacing w:val="40"/>
                          <w:sz w:val="36"/>
                        </w:rPr>
                        <w:t>РАСПОРЯЖЕНИЕ</w:t>
                      </w:r>
                    </w:p>
                    <w:p w:rsidR="00D35F18" w:rsidRDefault="00D35F18" w:rsidP="00E83436">
                      <w:pPr>
                        <w:pStyle w:val="2"/>
                        <w:spacing w:before="120"/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502569">
        <w:rPr>
          <w:sz w:val="28"/>
        </w:rPr>
        <w:t xml:space="preserve">В </w:t>
      </w:r>
      <w:r w:rsidR="00502569" w:rsidRPr="00502569">
        <w:rPr>
          <w:sz w:val="28"/>
        </w:rPr>
        <w:t>соответствии с пунктом 5 статьи 264.2 Бюджетного кодекса Российской Федерации:</w:t>
      </w:r>
    </w:p>
    <w:p w:rsidR="00502569" w:rsidRPr="00502569" w:rsidRDefault="00502569" w:rsidP="00502569">
      <w:pPr>
        <w:ind w:firstLine="720"/>
        <w:jc w:val="both"/>
        <w:rPr>
          <w:sz w:val="28"/>
        </w:rPr>
      </w:pPr>
      <w:r w:rsidRPr="00502569">
        <w:rPr>
          <w:sz w:val="28"/>
        </w:rPr>
        <w:t xml:space="preserve">1. Утвердить отчет об исполнении бюджета </w:t>
      </w:r>
      <w:proofErr w:type="spellStart"/>
      <w:r w:rsidRPr="00502569">
        <w:rPr>
          <w:sz w:val="28"/>
        </w:rPr>
        <w:t>г</w:t>
      </w:r>
      <w:proofErr w:type="gramStart"/>
      <w:r w:rsidRPr="00502569">
        <w:rPr>
          <w:sz w:val="28"/>
        </w:rPr>
        <w:t>.И</w:t>
      </w:r>
      <w:proofErr w:type="gramEnd"/>
      <w:r w:rsidRPr="00502569">
        <w:rPr>
          <w:sz w:val="28"/>
        </w:rPr>
        <w:t>скитима</w:t>
      </w:r>
      <w:proofErr w:type="spellEnd"/>
      <w:r w:rsidRPr="00502569">
        <w:rPr>
          <w:sz w:val="28"/>
        </w:rPr>
        <w:t xml:space="preserve"> за 9 месяцев 2023 года с общим объемом доходов в сумме 2 553 185 475 рублей 84 копейки, общим объемом расходов в сумме 2 248 250 754 рубля 18 копеек, превышением доходов над расходами (профицитом бюджета)  в сумме  304 934 721  рубль 66 копеек и со следующими показателями:</w:t>
      </w:r>
    </w:p>
    <w:p w:rsidR="00502569" w:rsidRPr="00502569" w:rsidRDefault="00502569" w:rsidP="00502569">
      <w:pPr>
        <w:ind w:firstLine="720"/>
        <w:jc w:val="both"/>
        <w:rPr>
          <w:sz w:val="28"/>
        </w:rPr>
      </w:pPr>
      <w:r w:rsidRPr="00502569">
        <w:rPr>
          <w:sz w:val="28"/>
        </w:rPr>
        <w:t>1)</w:t>
      </w:r>
      <w:r w:rsidRPr="00502569">
        <w:rPr>
          <w:sz w:val="28"/>
        </w:rPr>
        <w:tab/>
        <w:t>доходов бюджета по кодам классификации доходов бюджетов согласно приложению 1 к настоящему распоряжению;</w:t>
      </w:r>
    </w:p>
    <w:p w:rsidR="00502569" w:rsidRPr="00502569" w:rsidRDefault="00502569" w:rsidP="00502569">
      <w:pPr>
        <w:ind w:firstLine="720"/>
        <w:jc w:val="both"/>
        <w:rPr>
          <w:sz w:val="28"/>
        </w:rPr>
      </w:pPr>
      <w:r w:rsidRPr="00502569">
        <w:rPr>
          <w:sz w:val="28"/>
        </w:rPr>
        <w:t>2)</w:t>
      </w:r>
      <w:r w:rsidRPr="00502569">
        <w:rPr>
          <w:sz w:val="28"/>
        </w:rPr>
        <w:tab/>
        <w:t>расходов бюджета по ведомственной структуре расходов бюджета согласно приложению 2 к настоящему распоряжению;</w:t>
      </w:r>
    </w:p>
    <w:p w:rsidR="00502569" w:rsidRPr="00502569" w:rsidRDefault="00502569" w:rsidP="00502569">
      <w:pPr>
        <w:ind w:firstLine="720"/>
        <w:jc w:val="both"/>
        <w:rPr>
          <w:sz w:val="28"/>
        </w:rPr>
      </w:pPr>
      <w:r w:rsidRPr="00502569">
        <w:rPr>
          <w:sz w:val="28"/>
        </w:rPr>
        <w:t>3)</w:t>
      </w:r>
      <w:r w:rsidRPr="00502569">
        <w:rPr>
          <w:sz w:val="28"/>
        </w:rPr>
        <w:tab/>
        <w:t>расходов бюджета по разделам и подразделам классификации расходов бюджетов согласно приложению 3 к настоящему распоряжению;</w:t>
      </w:r>
    </w:p>
    <w:p w:rsidR="00502569" w:rsidRPr="00502569" w:rsidRDefault="00502569" w:rsidP="00502569">
      <w:pPr>
        <w:ind w:firstLine="720"/>
        <w:jc w:val="both"/>
        <w:rPr>
          <w:sz w:val="28"/>
        </w:rPr>
      </w:pPr>
      <w:r w:rsidRPr="00502569">
        <w:rPr>
          <w:sz w:val="28"/>
        </w:rPr>
        <w:t>4)</w:t>
      </w:r>
      <w:r w:rsidRPr="00502569">
        <w:rPr>
          <w:sz w:val="28"/>
        </w:rPr>
        <w:tab/>
        <w:t xml:space="preserve">источников финансирования дефицита бюджета по кодам </w:t>
      </w:r>
      <w:proofErr w:type="gramStart"/>
      <w:r w:rsidRPr="00502569">
        <w:rPr>
          <w:sz w:val="28"/>
        </w:rPr>
        <w:t>классификации источников финансирования дефицитов бюджетов</w:t>
      </w:r>
      <w:proofErr w:type="gramEnd"/>
      <w:r w:rsidRPr="00502569">
        <w:rPr>
          <w:sz w:val="28"/>
        </w:rPr>
        <w:t xml:space="preserve"> согласно приложению 4 к настоящему распоряжению.</w:t>
      </w:r>
    </w:p>
    <w:p w:rsidR="00502569" w:rsidRPr="00502569" w:rsidRDefault="00502569" w:rsidP="00502569">
      <w:pPr>
        <w:ind w:firstLine="720"/>
        <w:jc w:val="both"/>
        <w:rPr>
          <w:sz w:val="28"/>
        </w:rPr>
      </w:pPr>
      <w:r w:rsidRPr="00502569">
        <w:rPr>
          <w:sz w:val="28"/>
        </w:rPr>
        <w:t xml:space="preserve">2. Направить отчет в Совет депутатов города </w:t>
      </w:r>
      <w:proofErr w:type="spellStart"/>
      <w:r w:rsidRPr="00502569">
        <w:rPr>
          <w:sz w:val="28"/>
        </w:rPr>
        <w:t>Искитима</w:t>
      </w:r>
      <w:proofErr w:type="spellEnd"/>
      <w:r w:rsidRPr="00502569">
        <w:rPr>
          <w:sz w:val="28"/>
        </w:rPr>
        <w:t xml:space="preserve"> Новосибирской области и Контрольно-счетный орган города </w:t>
      </w:r>
      <w:proofErr w:type="spellStart"/>
      <w:r w:rsidRPr="00502569">
        <w:rPr>
          <w:sz w:val="28"/>
        </w:rPr>
        <w:t>Искитима</w:t>
      </w:r>
      <w:proofErr w:type="spellEnd"/>
      <w:r w:rsidRPr="00502569">
        <w:rPr>
          <w:sz w:val="28"/>
        </w:rPr>
        <w:t xml:space="preserve"> Новосибирской области в срок до 31.10.2023 г.</w:t>
      </w:r>
    </w:p>
    <w:p w:rsidR="00502569" w:rsidRPr="00502569" w:rsidRDefault="00502569" w:rsidP="00502569">
      <w:pPr>
        <w:ind w:firstLine="720"/>
        <w:jc w:val="both"/>
        <w:rPr>
          <w:sz w:val="28"/>
        </w:rPr>
      </w:pPr>
      <w:r w:rsidRPr="00502569">
        <w:rPr>
          <w:sz w:val="28"/>
        </w:rPr>
        <w:t>3. Управлению делами администрации города (</w:t>
      </w:r>
      <w:proofErr w:type="spellStart"/>
      <w:r w:rsidRPr="00502569">
        <w:rPr>
          <w:sz w:val="28"/>
        </w:rPr>
        <w:t>О.А.Смирнова</w:t>
      </w:r>
      <w:proofErr w:type="spellEnd"/>
      <w:r w:rsidRPr="00502569">
        <w:rPr>
          <w:sz w:val="28"/>
        </w:rPr>
        <w:t xml:space="preserve">) </w:t>
      </w:r>
      <w:proofErr w:type="gramStart"/>
      <w:r w:rsidRPr="00502569">
        <w:rPr>
          <w:sz w:val="28"/>
        </w:rPr>
        <w:t>разместить</w:t>
      </w:r>
      <w:proofErr w:type="gramEnd"/>
      <w:r w:rsidRPr="00502569">
        <w:rPr>
          <w:sz w:val="28"/>
        </w:rPr>
        <w:t xml:space="preserve"> настоящее распоряжение на официальном сайте администрации города.</w:t>
      </w:r>
    </w:p>
    <w:p w:rsidR="00143795" w:rsidRDefault="00502569" w:rsidP="00502569">
      <w:pPr>
        <w:ind w:firstLine="720"/>
        <w:jc w:val="both"/>
        <w:rPr>
          <w:sz w:val="28"/>
        </w:rPr>
      </w:pPr>
      <w:r w:rsidRPr="00502569">
        <w:rPr>
          <w:sz w:val="28"/>
        </w:rPr>
        <w:t xml:space="preserve">4. </w:t>
      </w:r>
      <w:proofErr w:type="gramStart"/>
      <w:r w:rsidRPr="00502569">
        <w:rPr>
          <w:sz w:val="28"/>
        </w:rPr>
        <w:t>Контроль за</w:t>
      </w:r>
      <w:proofErr w:type="gramEnd"/>
      <w:r w:rsidRPr="00502569">
        <w:rPr>
          <w:sz w:val="28"/>
        </w:rPr>
        <w:t xml:space="preserve"> исполнением настоящего распоряжения возложить на начальника Управления финансов и налоговой политики Е.А. Двойченко.</w:t>
      </w:r>
    </w:p>
    <w:p w:rsidR="009E1780" w:rsidRDefault="009E1780" w:rsidP="00427A29">
      <w:pPr>
        <w:jc w:val="both"/>
        <w:rPr>
          <w:sz w:val="28"/>
        </w:rPr>
      </w:pPr>
    </w:p>
    <w:p w:rsidR="009E1780" w:rsidRDefault="009E1780" w:rsidP="00427A29">
      <w:pPr>
        <w:jc w:val="both"/>
        <w:rPr>
          <w:sz w:val="28"/>
        </w:rPr>
      </w:pPr>
    </w:p>
    <w:p w:rsidR="00D35F18" w:rsidRDefault="00FD361A" w:rsidP="00FD361A">
      <w:pPr>
        <w:jc w:val="both"/>
        <w:rPr>
          <w:sz w:val="28"/>
        </w:rPr>
      </w:pPr>
      <w:r w:rsidRPr="00FD361A">
        <w:rPr>
          <w:sz w:val="28"/>
        </w:rPr>
        <w:t xml:space="preserve">Глава города </w:t>
      </w:r>
      <w:proofErr w:type="spellStart"/>
      <w:r w:rsidRPr="00FD361A">
        <w:rPr>
          <w:sz w:val="28"/>
        </w:rPr>
        <w:t>Искитима</w:t>
      </w:r>
      <w:proofErr w:type="spellEnd"/>
      <w:r w:rsidRPr="00FD361A">
        <w:rPr>
          <w:sz w:val="28"/>
        </w:rPr>
        <w:t xml:space="preserve">                                                                     С.В. </w:t>
      </w:r>
      <w:proofErr w:type="spellStart"/>
      <w:r w:rsidRPr="00FD361A">
        <w:rPr>
          <w:sz w:val="28"/>
        </w:rPr>
        <w:t>Завражин</w:t>
      </w:r>
      <w:proofErr w:type="spellEnd"/>
    </w:p>
    <w:sectPr w:rsidR="00D35F18" w:rsidSect="00FA588F">
      <w:headerReference w:type="even" r:id="rId8"/>
      <w:pgSz w:w="11906" w:h="16838" w:code="9"/>
      <w:pgMar w:top="1134" w:right="607" w:bottom="28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999" w:rsidRDefault="00E43999">
      <w:r>
        <w:separator/>
      </w:r>
    </w:p>
  </w:endnote>
  <w:endnote w:type="continuationSeparator" w:id="0">
    <w:p w:rsidR="00E43999" w:rsidRDefault="00E43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999" w:rsidRDefault="00E43999">
      <w:r>
        <w:separator/>
      </w:r>
    </w:p>
  </w:footnote>
  <w:footnote w:type="continuationSeparator" w:id="0">
    <w:p w:rsidR="00E43999" w:rsidRDefault="00E43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29"/>
    <w:rsid w:val="00077F03"/>
    <w:rsid w:val="00080FD4"/>
    <w:rsid w:val="00085D85"/>
    <w:rsid w:val="000C041B"/>
    <w:rsid w:val="000C2669"/>
    <w:rsid w:val="000E25C0"/>
    <w:rsid w:val="000F254A"/>
    <w:rsid w:val="000F370F"/>
    <w:rsid w:val="00110FEE"/>
    <w:rsid w:val="00143795"/>
    <w:rsid w:val="00164343"/>
    <w:rsid w:val="00197844"/>
    <w:rsid w:val="001A3B2F"/>
    <w:rsid w:val="001D6690"/>
    <w:rsid w:val="002A6906"/>
    <w:rsid w:val="002D435C"/>
    <w:rsid w:val="002D7E95"/>
    <w:rsid w:val="00306668"/>
    <w:rsid w:val="00326F8B"/>
    <w:rsid w:val="003364A5"/>
    <w:rsid w:val="003B1EEA"/>
    <w:rsid w:val="003B2419"/>
    <w:rsid w:val="003D37AA"/>
    <w:rsid w:val="004143A7"/>
    <w:rsid w:val="00427A29"/>
    <w:rsid w:val="0049526B"/>
    <w:rsid w:val="004A2C9E"/>
    <w:rsid w:val="004F6341"/>
    <w:rsid w:val="00502569"/>
    <w:rsid w:val="00517AC7"/>
    <w:rsid w:val="005A68ED"/>
    <w:rsid w:val="005C1354"/>
    <w:rsid w:val="005E191B"/>
    <w:rsid w:val="006015CA"/>
    <w:rsid w:val="00602D24"/>
    <w:rsid w:val="00606637"/>
    <w:rsid w:val="006F45D3"/>
    <w:rsid w:val="00700327"/>
    <w:rsid w:val="00715EA4"/>
    <w:rsid w:val="00735DDD"/>
    <w:rsid w:val="0073603E"/>
    <w:rsid w:val="007546E0"/>
    <w:rsid w:val="007616D1"/>
    <w:rsid w:val="007A5439"/>
    <w:rsid w:val="007C1F5E"/>
    <w:rsid w:val="00835D0D"/>
    <w:rsid w:val="00844314"/>
    <w:rsid w:val="00860BEF"/>
    <w:rsid w:val="008A6A0E"/>
    <w:rsid w:val="008C06F3"/>
    <w:rsid w:val="008E604A"/>
    <w:rsid w:val="008E72AD"/>
    <w:rsid w:val="00902DED"/>
    <w:rsid w:val="00903C05"/>
    <w:rsid w:val="0090421A"/>
    <w:rsid w:val="009E1780"/>
    <w:rsid w:val="009E42F8"/>
    <w:rsid w:val="009E7A77"/>
    <w:rsid w:val="00AF0B27"/>
    <w:rsid w:val="00B41219"/>
    <w:rsid w:val="00B46F8E"/>
    <w:rsid w:val="00B64828"/>
    <w:rsid w:val="00B67A00"/>
    <w:rsid w:val="00BA6F8D"/>
    <w:rsid w:val="00BD6448"/>
    <w:rsid w:val="00C069CB"/>
    <w:rsid w:val="00C66D8E"/>
    <w:rsid w:val="00C7684C"/>
    <w:rsid w:val="00CC00E3"/>
    <w:rsid w:val="00D05C2F"/>
    <w:rsid w:val="00D35F18"/>
    <w:rsid w:val="00D40AA6"/>
    <w:rsid w:val="00D556BC"/>
    <w:rsid w:val="00D80F7F"/>
    <w:rsid w:val="00E048B8"/>
    <w:rsid w:val="00E37511"/>
    <w:rsid w:val="00E43999"/>
    <w:rsid w:val="00E83436"/>
    <w:rsid w:val="00EA569B"/>
    <w:rsid w:val="00ED6721"/>
    <w:rsid w:val="00ED67E6"/>
    <w:rsid w:val="00F21F0F"/>
    <w:rsid w:val="00FA588F"/>
    <w:rsid w:val="00FD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427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27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427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27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6;&#1072;&#1089;&#1087;&#1086;&#1088;&#1103;&#1078;&#1077;&#1085;&#1080;&#1077;%20&#1075;&#1083;&#1072;&#1074;&#1099;%20&#1072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Распоряжение главы администрации.dotx</Template>
  <TotalTime>0</TotalTime>
  <Pages>1</Pages>
  <Words>185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2023-10-19T07:56:00Z</cp:lastPrinted>
  <dcterms:created xsi:type="dcterms:W3CDTF">2023-10-20T06:04:00Z</dcterms:created>
  <dcterms:modified xsi:type="dcterms:W3CDTF">2023-10-20T06:04:00Z</dcterms:modified>
</cp:coreProperties>
</file>