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99" w:rsidRDefault="00AE2099" w:rsidP="000B32A3">
      <w:pPr>
        <w:ind w:firstLine="720"/>
        <w:jc w:val="right"/>
        <w:rPr>
          <w:sz w:val="28"/>
          <w:szCs w:val="28"/>
        </w:rPr>
      </w:pPr>
      <w:bookmarkStart w:id="0" w:name="_GoBack"/>
      <w:bookmarkEnd w:id="0"/>
    </w:p>
    <w:p w:rsidR="00C84F28" w:rsidRPr="005F3195" w:rsidRDefault="00C84F28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Приложение 1</w:t>
      </w:r>
    </w:p>
    <w:p w:rsidR="00C84F28" w:rsidRPr="005F3195" w:rsidRDefault="00C84F28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C84F28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C84F28" w:rsidRPr="005F3195" w:rsidRDefault="00C84F28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 w:rsidR="005F3195">
        <w:rPr>
          <w:spacing w:val="-2"/>
          <w:sz w:val="24"/>
          <w:szCs w:val="24"/>
        </w:rPr>
        <w:t xml:space="preserve"> 30.03.2023 </w:t>
      </w:r>
      <w:r w:rsidR="005F3195" w:rsidRPr="005F3195">
        <w:rPr>
          <w:spacing w:val="-2"/>
          <w:sz w:val="24"/>
          <w:szCs w:val="24"/>
        </w:rPr>
        <w:t>№ 509</w:t>
      </w:r>
    </w:p>
    <w:p w:rsidR="00E66EAC" w:rsidRPr="00E66EAC" w:rsidRDefault="00E66EAC" w:rsidP="005F3195">
      <w:pPr>
        <w:tabs>
          <w:tab w:val="left" w:pos="567"/>
        </w:tabs>
        <w:rPr>
          <w:b/>
          <w:bCs/>
        </w:rPr>
      </w:pPr>
      <w:r>
        <w:fldChar w:fldCharType="begin"/>
      </w:r>
      <w:r>
        <w:instrText xml:space="preserve"> LINK Excel.Sheet.12 "\\\\Cepbep\\файлы\\ЭМИХ В.Р\\конкурс\\вместе\\2022 год\\тариф ноябрь 2022.xlsx" "Подг 15а не ав!R12C1:R23C4" \a \f 4 \h  \* MERGEFORMAT </w:instrText>
      </w:r>
      <w:r>
        <w:fldChar w:fldCharType="separate"/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222"/>
        <w:gridCol w:w="10201"/>
        <w:gridCol w:w="222"/>
        <w:gridCol w:w="576"/>
      </w:tblGrid>
      <w:tr w:rsidR="00E66EAC" w:rsidRPr="00E66EAC" w:rsidTr="00E66EAC">
        <w:trPr>
          <w:trHeight w:val="279"/>
          <w:jc w:val="center"/>
        </w:trPr>
        <w:tc>
          <w:tcPr>
            <w:tcW w:w="11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5F3195" w:rsidRDefault="00E66EAC" w:rsidP="00E66EA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Hlk130975264"/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1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5F3195" w:rsidRDefault="00E66EAC" w:rsidP="00F806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</w:t>
            </w:r>
            <w:r w:rsidR="001D7026" w:rsidRPr="005F3195">
              <w:rPr>
                <w:bCs/>
                <w:color w:val="000000"/>
                <w:sz w:val="24"/>
                <w:szCs w:val="24"/>
              </w:rPr>
              <w:t>в многоквартирном доме</w:t>
            </w:r>
            <w:r w:rsidR="00C84F28" w:rsidRPr="005F3195">
              <w:rPr>
                <w:bCs/>
                <w:color w:val="000000"/>
                <w:sz w:val="24"/>
                <w:szCs w:val="24"/>
              </w:rPr>
              <w:t xml:space="preserve">, размер платы за содержание </w:t>
            </w:r>
            <w:r w:rsidR="001D7026" w:rsidRPr="005F3195">
              <w:rPr>
                <w:bCs/>
                <w:color w:val="000000"/>
                <w:sz w:val="24"/>
                <w:szCs w:val="24"/>
              </w:rPr>
              <w:t xml:space="preserve">и ремонт общего имущества </w:t>
            </w:r>
            <w:r w:rsidR="00B15845" w:rsidRPr="005F3195">
              <w:rPr>
                <w:bCs/>
                <w:color w:val="000000"/>
                <w:sz w:val="24"/>
                <w:szCs w:val="24"/>
              </w:rPr>
              <w:t xml:space="preserve">в </w:t>
            </w:r>
            <w:r w:rsidR="00C84F28" w:rsidRPr="005F3195">
              <w:rPr>
                <w:bCs/>
                <w:color w:val="000000"/>
                <w:sz w:val="24"/>
                <w:szCs w:val="24"/>
              </w:rPr>
              <w:t>многоквартирно</w:t>
            </w:r>
            <w:r w:rsidR="00B15845" w:rsidRPr="005F3195">
              <w:rPr>
                <w:bCs/>
                <w:color w:val="000000"/>
                <w:sz w:val="24"/>
                <w:szCs w:val="24"/>
              </w:rPr>
              <w:t>м</w:t>
            </w:r>
            <w:r w:rsidR="00C84F28" w:rsidRPr="005F3195">
              <w:rPr>
                <w:bCs/>
                <w:color w:val="000000"/>
                <w:sz w:val="24"/>
                <w:szCs w:val="24"/>
              </w:rPr>
              <w:t xml:space="preserve"> дом</w:t>
            </w:r>
            <w:r w:rsidR="00B15845" w:rsidRPr="005F3195">
              <w:rPr>
                <w:bCs/>
                <w:color w:val="000000"/>
                <w:sz w:val="24"/>
                <w:szCs w:val="24"/>
              </w:rPr>
              <w:t>е</w:t>
            </w:r>
            <w:r w:rsidR="00C84F28" w:rsidRPr="005F3195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1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C84F2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0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Адрес МКД г.Искитим мк</w:t>
            </w:r>
            <w:r>
              <w:rPr>
                <w:color w:val="000000"/>
                <w:sz w:val="24"/>
                <w:szCs w:val="24"/>
              </w:rPr>
              <w:t>р.</w:t>
            </w:r>
            <w:r w:rsidRPr="00E66E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Индустриальный,2</w:t>
            </w:r>
            <w:r w:rsidRPr="00E66EAC">
              <w:rPr>
                <w:color w:val="000000"/>
                <w:sz w:val="24"/>
                <w:szCs w:val="24"/>
              </w:rPr>
              <w:t xml:space="preserve">      Общая площадь жилых помещений (м2)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Общая площадь нежилых помещений (м2)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</w:pPr>
          </w:p>
        </w:tc>
        <w:tc>
          <w:tcPr>
            <w:tcW w:w="10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не входящих в состав общего имущества МКД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этажей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2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Численность проживающих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квартир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Благоустроенное (2.11.)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/>
        </w:tc>
      </w:tr>
      <w:tr w:rsidR="00E66EAC" w:rsidRPr="00E66EAC" w:rsidTr="00E66EAC">
        <w:trPr>
          <w:trHeight w:val="279"/>
          <w:jc w:val="center"/>
        </w:trPr>
        <w:tc>
          <w:tcPr>
            <w:tcW w:w="11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собственников в МКД </w:t>
            </w:r>
          </w:p>
        </w:tc>
      </w:tr>
      <w:tr w:rsidR="00E66EAC" w:rsidRPr="00E66EAC" w:rsidTr="00E66EAC">
        <w:trPr>
          <w:trHeight w:val="279"/>
          <w:jc w:val="center"/>
        </w:trPr>
        <w:tc>
          <w:tcPr>
            <w:tcW w:w="10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определен в соответствии с постановлением администрации г.Искитима от 17.11.2022 №2070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E66EAC">
            <w:pPr>
              <w:rPr>
                <w:color w:val="000000"/>
                <w:sz w:val="24"/>
                <w:szCs w:val="24"/>
              </w:rPr>
            </w:pPr>
          </w:p>
        </w:tc>
      </w:tr>
      <w:bookmarkEnd w:id="1"/>
    </w:tbl>
    <w:p w:rsidR="00E66EAC" w:rsidRDefault="00E66EAC" w:rsidP="00D6786B">
      <w:pPr>
        <w:tabs>
          <w:tab w:val="left" w:pos="567"/>
        </w:tabs>
        <w:ind w:left="709"/>
        <w:jc w:val="righ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fldChar w:fldCharType="end"/>
      </w:r>
    </w:p>
    <w:tbl>
      <w:tblPr>
        <w:tblW w:w="10916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974"/>
        <w:gridCol w:w="5388"/>
        <w:gridCol w:w="1842"/>
        <w:gridCol w:w="1198"/>
        <w:gridCol w:w="1514"/>
      </w:tblGrid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№ 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Наименование работ и услуг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Переодичность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Стоимость на 1 м2 общей площади (руб в месяц)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Годовая плата (рублей)</w:t>
            </w:r>
          </w:p>
        </w:tc>
      </w:tr>
      <w:tr w:rsidR="00E66EAC" w:rsidRPr="004E54C9" w:rsidTr="00E66EAC">
        <w:trPr>
          <w:trHeight w:val="242"/>
        </w:trPr>
        <w:tc>
          <w:tcPr>
            <w:tcW w:w="974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6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полов во всех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04"/>
        </w:trPr>
        <w:tc>
          <w:tcPr>
            <w:tcW w:w="1091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6272,64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летний период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с газона,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1,33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11586,96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очистка урн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0,28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2439,36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522,72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 снега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609,84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1,06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9234,72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снега при снегопаде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4007,52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Косьба травы на газоне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1045,44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4,10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35719,20</w:t>
            </w:r>
          </w:p>
        </w:tc>
      </w:tr>
      <w:tr w:rsidR="00E66EAC" w:rsidRPr="004E54C9" w:rsidTr="00E66EAC">
        <w:trPr>
          <w:trHeight w:val="204"/>
        </w:trPr>
        <w:tc>
          <w:tcPr>
            <w:tcW w:w="82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4,25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37026,00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3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871,20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0,19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1655,28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цоколях зданий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4,54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39552,48</w:t>
            </w:r>
          </w:p>
        </w:tc>
      </w:tr>
      <w:tr w:rsidR="00E66EAC" w:rsidRPr="004E54C9" w:rsidTr="00E66EAC">
        <w:trPr>
          <w:trHeight w:val="204"/>
        </w:trPr>
        <w:tc>
          <w:tcPr>
            <w:tcW w:w="8204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дымоудаления,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6534,00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Аварийное обслуживание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1,87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16291,44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Дератизация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Дезинсекция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2,62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22825,44</w:t>
            </w:r>
          </w:p>
        </w:tc>
      </w:tr>
      <w:tr w:rsidR="00E66EAC" w:rsidRPr="004E54C9" w:rsidTr="00E66EAC">
        <w:trPr>
          <w:trHeight w:val="214"/>
        </w:trPr>
        <w:tc>
          <w:tcPr>
            <w:tcW w:w="6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0,01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87,12</w:t>
            </w:r>
          </w:p>
        </w:tc>
      </w:tr>
      <w:tr w:rsidR="00E66EAC" w:rsidRPr="004E54C9" w:rsidTr="00E66EAC">
        <w:trPr>
          <w:trHeight w:val="214"/>
        </w:trPr>
        <w:tc>
          <w:tcPr>
            <w:tcW w:w="636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609,84</w:t>
            </w:r>
          </w:p>
        </w:tc>
      </w:tr>
      <w:tr w:rsidR="00E66EAC" w:rsidRPr="004E54C9" w:rsidTr="00E66EAC">
        <w:trPr>
          <w:trHeight w:val="214"/>
        </w:trPr>
        <w:tc>
          <w:tcPr>
            <w:tcW w:w="636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0,57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4965,84</w:t>
            </w:r>
          </w:p>
        </w:tc>
      </w:tr>
      <w:tr w:rsidR="00E66EAC" w:rsidRPr="004E54C9" w:rsidTr="00E66EAC">
        <w:trPr>
          <w:trHeight w:val="379"/>
        </w:trPr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0,50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4356,00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прочее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609,84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4007,52</w:t>
            </w:r>
          </w:p>
        </w:tc>
      </w:tr>
      <w:tr w:rsidR="00E66EAC" w:rsidRPr="004E54C9" w:rsidTr="00E66EA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3833,28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Поверка ОДПУ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0,38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3310,56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1,28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11151,36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0,13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1132,56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 V. Затраты СОИ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1,02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8886,24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52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66EAC" w:rsidRPr="004E54C9" w:rsidTr="00E66EAC">
        <w:trPr>
          <w:trHeight w:val="214"/>
        </w:trPr>
        <w:tc>
          <w:tcPr>
            <w:tcW w:w="6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E66EAC" w:rsidRPr="004E54C9" w:rsidTr="00E66EA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14,34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6EAC" w:rsidRPr="004E54C9" w:rsidRDefault="00E66EA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124930,08</w:t>
            </w:r>
          </w:p>
        </w:tc>
      </w:tr>
    </w:tbl>
    <w:p w:rsidR="00E66EAC" w:rsidRPr="005F3195" w:rsidRDefault="00E66EAC" w:rsidP="00E66EAC">
      <w:pPr>
        <w:rPr>
          <w:sz w:val="22"/>
          <w:szCs w:val="22"/>
        </w:rPr>
      </w:pPr>
    </w:p>
    <w:p w:rsidR="00E66EAC" w:rsidRPr="005F3195" w:rsidRDefault="00F80627" w:rsidP="00F80627">
      <w:pPr>
        <w:tabs>
          <w:tab w:val="left" w:pos="1155"/>
        </w:tabs>
        <w:rPr>
          <w:sz w:val="22"/>
          <w:szCs w:val="22"/>
        </w:rPr>
      </w:pPr>
      <w:r w:rsidRPr="005F3195">
        <w:rPr>
          <w:sz w:val="22"/>
          <w:szCs w:val="22"/>
        </w:rPr>
        <w:tab/>
      </w:r>
    </w:p>
    <w:p w:rsidR="00E66EAC" w:rsidRPr="005F3195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Pr="00E66EAC" w:rsidRDefault="00E66EAC" w:rsidP="00E66EAC">
      <w:pPr>
        <w:rPr>
          <w:sz w:val="22"/>
          <w:szCs w:val="22"/>
        </w:rPr>
      </w:pPr>
    </w:p>
    <w:p w:rsidR="00E66EAC" w:rsidRDefault="00E66EAC" w:rsidP="00E66EAC">
      <w:pPr>
        <w:rPr>
          <w:sz w:val="22"/>
          <w:szCs w:val="22"/>
        </w:rPr>
      </w:pPr>
    </w:p>
    <w:p w:rsidR="00B15845" w:rsidRDefault="00C84F28" w:rsidP="00C84F28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</w:t>
      </w:r>
      <w:r w:rsidR="004743FE">
        <w:rPr>
          <w:spacing w:val="-2"/>
          <w:sz w:val="22"/>
          <w:szCs w:val="22"/>
        </w:rPr>
        <w:t xml:space="preserve">     </w:t>
      </w:r>
    </w:p>
    <w:p w:rsidR="00B15845" w:rsidRDefault="00B15845" w:rsidP="00C84F28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Приложение 2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56079E" w:rsidRDefault="0056079E" w:rsidP="0056079E">
      <w:pPr>
        <w:tabs>
          <w:tab w:val="left" w:pos="567"/>
        </w:tabs>
        <w:ind w:left="709"/>
        <w:jc w:val="right"/>
        <w:rPr>
          <w:spacing w:val="-2"/>
          <w:sz w:val="22"/>
          <w:szCs w:val="22"/>
        </w:rPr>
      </w:pPr>
    </w:p>
    <w:p w:rsidR="00E66EAC" w:rsidRDefault="00E66EAC" w:rsidP="00E66EAC">
      <w:pPr>
        <w:tabs>
          <w:tab w:val="left" w:pos="2895"/>
        </w:tabs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401" w:type="dxa"/>
        <w:jc w:val="center"/>
        <w:tblLook w:val="04A0" w:firstRow="1" w:lastRow="0" w:firstColumn="1" w:lastColumn="0" w:noHBand="0" w:noVBand="1"/>
      </w:tblPr>
      <w:tblGrid>
        <w:gridCol w:w="222"/>
        <w:gridCol w:w="10201"/>
        <w:gridCol w:w="222"/>
        <w:gridCol w:w="756"/>
      </w:tblGrid>
      <w:tr w:rsidR="00F80627" w:rsidRPr="00E66EAC" w:rsidTr="00F80627">
        <w:trPr>
          <w:trHeight w:val="279"/>
          <w:jc w:val="center"/>
        </w:trPr>
        <w:tc>
          <w:tcPr>
            <w:tcW w:w="11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11122" w:type="dxa"/>
              <w:jc w:val="center"/>
              <w:tblLook w:val="04A0" w:firstRow="1" w:lastRow="0" w:firstColumn="1" w:lastColumn="0" w:noHBand="0" w:noVBand="1"/>
            </w:tblPr>
            <w:tblGrid>
              <w:gridCol w:w="11122"/>
            </w:tblGrid>
            <w:tr w:rsidR="00B15845" w:rsidRPr="00AD346D" w:rsidTr="001908A6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>Перечень</w:t>
                  </w:r>
                </w:p>
              </w:tc>
            </w:tr>
            <w:tr w:rsidR="00B15845" w:rsidRPr="00AD346D" w:rsidTr="001908A6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      </w:r>
                </w:p>
              </w:tc>
            </w:tr>
          </w:tbl>
          <w:p w:rsidR="00F80627" w:rsidRDefault="00F80627" w:rsidP="00F80627"/>
        </w:tc>
      </w:tr>
      <w:tr w:rsidR="00F80627" w:rsidRPr="00E66EAC" w:rsidTr="00F80627">
        <w:trPr>
          <w:trHeight w:val="80"/>
          <w:jc w:val="center"/>
        </w:trPr>
        <w:tc>
          <w:tcPr>
            <w:tcW w:w="11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80627" w:rsidRDefault="00F80627" w:rsidP="00F80627"/>
        </w:tc>
      </w:tr>
      <w:tr w:rsidR="00F80627" w:rsidRPr="00E66EAC" w:rsidTr="00F80627">
        <w:trPr>
          <w:trHeight w:val="279"/>
          <w:jc w:val="center"/>
        </w:trPr>
        <w:tc>
          <w:tcPr>
            <w:tcW w:w="11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80627" w:rsidRDefault="00F80627" w:rsidP="00F80627"/>
        </w:tc>
      </w:tr>
      <w:tr w:rsidR="00E66EAC" w:rsidRPr="00E66EAC" w:rsidTr="00F80627">
        <w:trPr>
          <w:trHeight w:val="279"/>
          <w:jc w:val="center"/>
        </w:trPr>
        <w:tc>
          <w:tcPr>
            <w:tcW w:w="10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Адрес МКД г.Искитим мк</w:t>
            </w:r>
            <w:r>
              <w:rPr>
                <w:color w:val="000000"/>
                <w:sz w:val="24"/>
                <w:szCs w:val="24"/>
              </w:rPr>
              <w:t>р.</w:t>
            </w:r>
            <w:r w:rsidRPr="00E66EAC">
              <w:rPr>
                <w:color w:val="000000"/>
                <w:sz w:val="24"/>
                <w:szCs w:val="24"/>
              </w:rPr>
              <w:t xml:space="preserve"> </w:t>
            </w:r>
            <w:r w:rsidR="00FD36BC">
              <w:rPr>
                <w:color w:val="000000"/>
                <w:sz w:val="24"/>
                <w:szCs w:val="24"/>
              </w:rPr>
              <w:t>Подгорный</w:t>
            </w:r>
            <w:r>
              <w:rPr>
                <w:color w:val="000000"/>
                <w:sz w:val="24"/>
                <w:szCs w:val="24"/>
              </w:rPr>
              <w:t>,</w:t>
            </w:r>
            <w:r w:rsidR="00FD36BC">
              <w:rPr>
                <w:color w:val="000000"/>
                <w:sz w:val="24"/>
                <w:szCs w:val="24"/>
              </w:rPr>
              <w:t>1</w:t>
            </w:r>
            <w:r w:rsidRPr="00E66EAC">
              <w:rPr>
                <w:color w:val="000000"/>
                <w:sz w:val="24"/>
                <w:szCs w:val="24"/>
              </w:rPr>
              <w:t xml:space="preserve">      </w:t>
            </w:r>
            <w:r w:rsidR="00FD36BC">
              <w:rPr>
                <w:color w:val="000000"/>
                <w:sz w:val="24"/>
                <w:szCs w:val="24"/>
              </w:rPr>
              <w:t xml:space="preserve">          </w:t>
            </w:r>
            <w:r w:rsidRPr="00E66EAC">
              <w:rPr>
                <w:color w:val="000000"/>
                <w:sz w:val="24"/>
                <w:szCs w:val="24"/>
              </w:rPr>
              <w:t>Общая площадь жилых помещений (м2)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  <w:r w:rsidR="00FD36BC">
              <w:rPr>
                <w:color w:val="000000"/>
                <w:sz w:val="24"/>
                <w:szCs w:val="24"/>
              </w:rPr>
              <w:t>8,1</w:t>
            </w: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Общая площадь нежилых помещений (м2)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</w:pPr>
          </w:p>
        </w:tc>
        <w:tc>
          <w:tcPr>
            <w:tcW w:w="10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не входящих в состав общего имущества МКД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этажей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2</w:t>
            </w: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Численность проживающих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квартир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Благоустроенное (2.11.)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/>
        </w:tc>
      </w:tr>
      <w:tr w:rsidR="00E66EAC" w:rsidRPr="00E66EAC" w:rsidTr="00F80627">
        <w:trPr>
          <w:trHeight w:val="279"/>
          <w:jc w:val="center"/>
        </w:trPr>
        <w:tc>
          <w:tcPr>
            <w:tcW w:w="11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собственников в МКД </w:t>
            </w:r>
          </w:p>
        </w:tc>
      </w:tr>
      <w:tr w:rsidR="00E66EAC" w:rsidRPr="00E66EAC" w:rsidTr="00F80627">
        <w:trPr>
          <w:trHeight w:val="279"/>
          <w:jc w:val="center"/>
        </w:trPr>
        <w:tc>
          <w:tcPr>
            <w:tcW w:w="10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Default="00E66EA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определен в соответствии с постановлением администрации г.Искитима от 17.11.2022 №2070</w:t>
            </w:r>
          </w:p>
          <w:p w:rsidR="00776C28" w:rsidRDefault="00776C28" w:rsidP="00776C28">
            <w:pPr>
              <w:rPr>
                <w:color w:val="000000"/>
                <w:sz w:val="24"/>
                <w:szCs w:val="24"/>
              </w:rPr>
            </w:pPr>
          </w:p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EAC" w:rsidRPr="00E66EAC" w:rsidRDefault="00E66EAC" w:rsidP="00776C28">
            <w:pPr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W w:w="10916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851"/>
        <w:gridCol w:w="5388"/>
        <w:gridCol w:w="1842"/>
        <w:gridCol w:w="1417"/>
        <w:gridCol w:w="1418"/>
      </w:tblGrid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№ 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Наименование работ и услуг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Переодичность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Стоимость на 1 м2 общей площади (руб в месяц)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Годовая плата (рублей)</w:t>
            </w:r>
          </w:p>
        </w:tc>
      </w:tr>
      <w:tr w:rsidR="00FD36BC" w:rsidRPr="004E54C9" w:rsidTr="0056079E">
        <w:trPr>
          <w:trHeight w:val="242"/>
        </w:trPr>
        <w:tc>
          <w:tcPr>
            <w:tcW w:w="851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6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полов во всех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 раз в нед.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04"/>
        </w:trPr>
        <w:tc>
          <w:tcPr>
            <w:tcW w:w="1091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двое суток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6290,78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летний период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с газона,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 раза в неделю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11620,48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очистка урн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2446,42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524,23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 снега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611,60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трое суток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9261,43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снега при снегопаде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(при снегопаде)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4019,11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Косьба травы на газоне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1048,46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35822,52</w:t>
            </w:r>
          </w:p>
        </w:tc>
      </w:tr>
      <w:tr w:rsidR="00FD36BC" w:rsidRPr="004E54C9" w:rsidTr="0056079E">
        <w:trPr>
          <w:trHeight w:val="204"/>
        </w:trPr>
        <w:tc>
          <w:tcPr>
            <w:tcW w:w="808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4,25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37133,10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3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873,72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1660,07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цоколях зданий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4,54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39666,89</w:t>
            </w:r>
          </w:p>
        </w:tc>
      </w:tr>
      <w:tr w:rsidR="00FD36BC" w:rsidRPr="004E54C9" w:rsidTr="0056079E">
        <w:trPr>
          <w:trHeight w:val="204"/>
        </w:trPr>
        <w:tc>
          <w:tcPr>
            <w:tcW w:w="8081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 1 раз в год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дымоудаления,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6552,90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Аварийное обслуживание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 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16338,56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системах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Дератизация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12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Дезинсекция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2,62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22891,46</w:t>
            </w:r>
          </w:p>
        </w:tc>
      </w:tr>
      <w:tr w:rsidR="00FD36BC" w:rsidRPr="004E54C9" w:rsidTr="0056079E">
        <w:trPr>
          <w:trHeight w:val="214"/>
        </w:trPr>
        <w:tc>
          <w:tcPr>
            <w:tcW w:w="6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87,37</w:t>
            </w:r>
          </w:p>
        </w:tc>
      </w:tr>
      <w:tr w:rsidR="00FD36BC" w:rsidRPr="004E54C9" w:rsidTr="0056079E">
        <w:trPr>
          <w:trHeight w:val="214"/>
        </w:trPr>
        <w:tc>
          <w:tcPr>
            <w:tcW w:w="623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611,60</w:t>
            </w:r>
          </w:p>
        </w:tc>
      </w:tr>
      <w:tr w:rsidR="00FD36BC" w:rsidRPr="004E54C9" w:rsidTr="0056079E">
        <w:trPr>
          <w:trHeight w:val="214"/>
        </w:trPr>
        <w:tc>
          <w:tcPr>
            <w:tcW w:w="6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0,57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4980,20</w:t>
            </w:r>
          </w:p>
        </w:tc>
      </w:tr>
      <w:tr w:rsidR="00FD36BC" w:rsidRPr="004E54C9" w:rsidTr="0056079E">
        <w:trPr>
          <w:trHeight w:val="379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 раз в неделю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0,50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4368,60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прочее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611,60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ежемесячно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4019,11</w:t>
            </w:r>
          </w:p>
        </w:tc>
      </w:tr>
      <w:tr w:rsidR="00FD36BC" w:rsidRPr="004E54C9" w:rsidTr="0056079E">
        <w:trPr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6 мес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3844,37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Поверка ОДПУ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4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3320,14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1,28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11183,62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1135,84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 V. Затраты СОИ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8911,94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3 года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5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56079E">
        <w:trPr>
          <w:trHeight w:val="214"/>
        </w:trPr>
        <w:tc>
          <w:tcPr>
            <w:tcW w:w="6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FD36BC" w:rsidRPr="004E54C9" w:rsidTr="0056079E">
        <w:trPr>
          <w:trHeight w:val="21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14,34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125291,45</w:t>
            </w:r>
          </w:p>
        </w:tc>
      </w:tr>
    </w:tbl>
    <w:p w:rsidR="00E66EAC" w:rsidRDefault="00E66EA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3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F80627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401" w:type="dxa"/>
        <w:jc w:val="center"/>
        <w:tblLook w:val="04A0" w:firstRow="1" w:lastRow="0" w:firstColumn="1" w:lastColumn="0" w:noHBand="0" w:noVBand="1"/>
      </w:tblPr>
      <w:tblGrid>
        <w:gridCol w:w="11401"/>
      </w:tblGrid>
      <w:tr w:rsidR="00F80627" w:rsidRPr="00E66EAC" w:rsidTr="001908A6">
        <w:trPr>
          <w:trHeight w:val="279"/>
          <w:jc w:val="center"/>
        </w:trPr>
        <w:tc>
          <w:tcPr>
            <w:tcW w:w="1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0627" w:rsidRDefault="00F80627" w:rsidP="001908A6"/>
          <w:tbl>
            <w:tblPr>
              <w:tblpPr w:leftFromText="180" w:rightFromText="180" w:vertAnchor="text" w:tblpXSpec="center" w:tblpY="1"/>
              <w:tblOverlap w:val="never"/>
              <w:tblW w:w="11122" w:type="dxa"/>
              <w:jc w:val="center"/>
              <w:tblLook w:val="04A0" w:firstRow="1" w:lastRow="0" w:firstColumn="1" w:lastColumn="0" w:noHBand="0" w:noVBand="1"/>
            </w:tblPr>
            <w:tblGrid>
              <w:gridCol w:w="11122"/>
            </w:tblGrid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>Перечень</w:t>
                  </w:r>
                </w:p>
              </w:tc>
            </w:tr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      </w:r>
                </w:p>
              </w:tc>
            </w:tr>
          </w:tbl>
          <w:p w:rsidR="00B15845" w:rsidRDefault="00B15845" w:rsidP="001908A6"/>
        </w:tc>
      </w:tr>
    </w:tbl>
    <w:p w:rsidR="00FD36BC" w:rsidRDefault="00FD36BC" w:rsidP="00E66EAC">
      <w:pPr>
        <w:tabs>
          <w:tab w:val="left" w:pos="2895"/>
        </w:tabs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401" w:type="dxa"/>
        <w:jc w:val="center"/>
        <w:tblLook w:val="04A0" w:firstRow="1" w:lastRow="0" w:firstColumn="1" w:lastColumn="0" w:noHBand="0" w:noVBand="1"/>
      </w:tblPr>
      <w:tblGrid>
        <w:gridCol w:w="222"/>
        <w:gridCol w:w="10201"/>
        <w:gridCol w:w="222"/>
        <w:gridCol w:w="756"/>
      </w:tblGrid>
      <w:tr w:rsidR="00FD36BC" w:rsidRPr="00E66EAC" w:rsidTr="00F80627">
        <w:trPr>
          <w:trHeight w:val="279"/>
          <w:jc w:val="center"/>
        </w:trPr>
        <w:tc>
          <w:tcPr>
            <w:tcW w:w="10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Адрес МКД г.Искитим мк</w:t>
            </w:r>
            <w:r>
              <w:rPr>
                <w:color w:val="000000"/>
                <w:sz w:val="24"/>
                <w:szCs w:val="24"/>
              </w:rPr>
              <w:t>р.</w:t>
            </w:r>
            <w:r w:rsidRPr="00E66E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Подгорный,2</w:t>
            </w:r>
            <w:r w:rsidRPr="00E66EAC">
              <w:rPr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E66EAC">
              <w:rPr>
                <w:color w:val="000000"/>
                <w:sz w:val="24"/>
                <w:szCs w:val="24"/>
              </w:rPr>
              <w:t>Общая площадь жилых помещений (м2)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725,4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Общая площадь нежилых помещений (м2)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</w:pPr>
          </w:p>
        </w:tc>
        <w:tc>
          <w:tcPr>
            <w:tcW w:w="10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не входящих в состав общего имущества МКД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этажей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2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Численность проживающих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квартир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Благоустроенное (2.11.)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/>
        </w:tc>
      </w:tr>
      <w:tr w:rsidR="00FD36BC" w:rsidRPr="00E66EAC" w:rsidTr="00F80627">
        <w:trPr>
          <w:trHeight w:val="279"/>
          <w:jc w:val="center"/>
        </w:trPr>
        <w:tc>
          <w:tcPr>
            <w:tcW w:w="11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собственников в МКД 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10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определен в соответствии с постановлением администрации г.Искитима от 17.11.2022 №2070</w:t>
            </w:r>
          </w:p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FD36BC" w:rsidRDefault="00FD36BC" w:rsidP="00FD36BC">
      <w:pPr>
        <w:tabs>
          <w:tab w:val="left" w:pos="2895"/>
        </w:tabs>
        <w:rPr>
          <w:sz w:val="22"/>
          <w:szCs w:val="22"/>
        </w:rPr>
      </w:pPr>
    </w:p>
    <w:tbl>
      <w:tblPr>
        <w:tblW w:w="10916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974"/>
        <w:gridCol w:w="5388"/>
        <w:gridCol w:w="1842"/>
        <w:gridCol w:w="1198"/>
        <w:gridCol w:w="1514"/>
      </w:tblGrid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№ 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Наименование работ и услуг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Переодичность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Стоимость на 1 м2 общей площади (руб в месяц)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Годовая плата (рублей)</w:t>
            </w:r>
          </w:p>
        </w:tc>
      </w:tr>
      <w:tr w:rsidR="00FD36BC" w:rsidRPr="004E54C9" w:rsidTr="00FD36BC">
        <w:trPr>
          <w:trHeight w:val="242"/>
        </w:trPr>
        <w:tc>
          <w:tcPr>
            <w:tcW w:w="974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6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полов во всех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04"/>
        </w:trPr>
        <w:tc>
          <w:tcPr>
            <w:tcW w:w="1091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6267,46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летний период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с газона,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1,33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11577,38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очистка урн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0,28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2437,34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522,29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 снега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609,34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1,06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9227,09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снега при снегопаде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4004,21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Косьба травы на газоне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1044,58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4,10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35689,68</w:t>
            </w:r>
          </w:p>
        </w:tc>
      </w:tr>
      <w:tr w:rsidR="00FD36BC" w:rsidRPr="004E54C9" w:rsidTr="00FD36BC">
        <w:trPr>
          <w:trHeight w:val="204"/>
        </w:trPr>
        <w:tc>
          <w:tcPr>
            <w:tcW w:w="82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4,25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36995,40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3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870,48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0,19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1653,91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цоколях зданий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4,54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39519,79</w:t>
            </w:r>
          </w:p>
        </w:tc>
      </w:tr>
      <w:tr w:rsidR="00FD36BC" w:rsidRPr="004E54C9" w:rsidTr="00FD36BC">
        <w:trPr>
          <w:trHeight w:val="204"/>
        </w:trPr>
        <w:tc>
          <w:tcPr>
            <w:tcW w:w="8204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дымоудаления,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6528,60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Аварийное обслуживание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1,87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16277,98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Дератизация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Дезинсекция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2,62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22806,58</w:t>
            </w:r>
          </w:p>
        </w:tc>
      </w:tr>
      <w:tr w:rsidR="00FD36BC" w:rsidRPr="004E54C9" w:rsidTr="00FD36BC">
        <w:trPr>
          <w:trHeight w:val="214"/>
        </w:trPr>
        <w:tc>
          <w:tcPr>
            <w:tcW w:w="6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0,01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87,05</w:t>
            </w:r>
          </w:p>
        </w:tc>
      </w:tr>
      <w:tr w:rsidR="00FD36BC" w:rsidRPr="004E54C9" w:rsidTr="00FD36BC">
        <w:trPr>
          <w:trHeight w:val="214"/>
        </w:trPr>
        <w:tc>
          <w:tcPr>
            <w:tcW w:w="636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609,34</w:t>
            </w:r>
          </w:p>
        </w:tc>
      </w:tr>
      <w:tr w:rsidR="00FD36BC" w:rsidRPr="004E54C9" w:rsidTr="00FD36BC">
        <w:trPr>
          <w:trHeight w:val="214"/>
        </w:trPr>
        <w:tc>
          <w:tcPr>
            <w:tcW w:w="636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0,57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4961,74</w:t>
            </w:r>
          </w:p>
        </w:tc>
      </w:tr>
      <w:tr w:rsidR="00FD36BC" w:rsidRPr="004E54C9" w:rsidTr="00FD36BC">
        <w:trPr>
          <w:trHeight w:val="379"/>
        </w:trPr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0,50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4352,40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прочее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609,34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4004,21</w:t>
            </w:r>
          </w:p>
        </w:tc>
      </w:tr>
      <w:tr w:rsidR="00FD36BC" w:rsidRPr="004E54C9" w:rsidTr="00FD36BC">
        <w:trPr>
          <w:trHeight w:val="204"/>
        </w:trPr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3830,11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Поверка ОДПУ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0,38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3307,82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1,28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11142,14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0,13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1131,62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 V. Затраты СОИ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1,02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8878,90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52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D36BC" w:rsidRPr="004E54C9" w:rsidTr="00FD36BC">
        <w:trPr>
          <w:trHeight w:val="214"/>
        </w:trPr>
        <w:tc>
          <w:tcPr>
            <w:tcW w:w="6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FD36BC" w:rsidRPr="004E54C9" w:rsidTr="00FD36BC">
        <w:trPr>
          <w:trHeight w:val="214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14,34</w:t>
            </w:r>
          </w:p>
        </w:tc>
        <w:tc>
          <w:tcPr>
            <w:tcW w:w="1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6BC" w:rsidRPr="004E54C9" w:rsidRDefault="00FD36BC" w:rsidP="00776C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124826,83</w:t>
            </w:r>
          </w:p>
        </w:tc>
      </w:tr>
    </w:tbl>
    <w:p w:rsidR="00FD36BC" w:rsidRDefault="00FD36BC" w:rsidP="00FD36BC">
      <w:pPr>
        <w:tabs>
          <w:tab w:val="left" w:pos="2895"/>
        </w:tabs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Default="00FD36BC" w:rsidP="00FD36BC">
      <w:pPr>
        <w:rPr>
          <w:sz w:val="22"/>
          <w:szCs w:val="22"/>
        </w:rPr>
      </w:pPr>
    </w:p>
    <w:p w:rsidR="004743FE" w:rsidRDefault="004743FE" w:rsidP="00FD36BC">
      <w:pPr>
        <w:rPr>
          <w:sz w:val="22"/>
          <w:szCs w:val="22"/>
        </w:rPr>
      </w:pPr>
    </w:p>
    <w:p w:rsidR="004743FE" w:rsidRDefault="004743FE" w:rsidP="00FD36BC">
      <w:pPr>
        <w:rPr>
          <w:sz w:val="22"/>
          <w:szCs w:val="22"/>
        </w:rPr>
      </w:pPr>
    </w:p>
    <w:p w:rsidR="004743FE" w:rsidRPr="00FD36BC" w:rsidRDefault="004743FE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FD36BC" w:rsidRPr="00FD36BC" w:rsidRDefault="00FD36BC" w:rsidP="00FD36BC">
      <w:pPr>
        <w:rPr>
          <w:sz w:val="22"/>
          <w:szCs w:val="22"/>
        </w:rPr>
      </w:pPr>
    </w:p>
    <w:p w:rsidR="00B15845" w:rsidRDefault="00F80627" w:rsidP="00F80627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</w:t>
      </w:r>
      <w:r w:rsidR="004743FE">
        <w:rPr>
          <w:spacing w:val="-2"/>
          <w:sz w:val="22"/>
          <w:szCs w:val="22"/>
        </w:rPr>
        <w:t xml:space="preserve"> 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4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F80627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F80627" w:rsidRDefault="00F80627" w:rsidP="00F80627">
      <w:pPr>
        <w:tabs>
          <w:tab w:val="left" w:pos="2895"/>
        </w:tabs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401" w:type="dxa"/>
        <w:jc w:val="center"/>
        <w:tblLook w:val="04A0" w:firstRow="1" w:lastRow="0" w:firstColumn="1" w:lastColumn="0" w:noHBand="0" w:noVBand="1"/>
      </w:tblPr>
      <w:tblGrid>
        <w:gridCol w:w="11401"/>
      </w:tblGrid>
      <w:tr w:rsidR="00F80627" w:rsidRPr="00E66EAC" w:rsidTr="001908A6">
        <w:trPr>
          <w:trHeight w:val="279"/>
          <w:jc w:val="center"/>
        </w:trPr>
        <w:tc>
          <w:tcPr>
            <w:tcW w:w="1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11122" w:type="dxa"/>
              <w:jc w:val="center"/>
              <w:tblLook w:val="04A0" w:firstRow="1" w:lastRow="0" w:firstColumn="1" w:lastColumn="0" w:noHBand="0" w:noVBand="1"/>
            </w:tblPr>
            <w:tblGrid>
              <w:gridCol w:w="11122"/>
            </w:tblGrid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>Перечень</w:t>
                  </w:r>
                </w:p>
              </w:tc>
            </w:tr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      </w:r>
                </w:p>
              </w:tc>
            </w:tr>
          </w:tbl>
          <w:p w:rsidR="00F80627" w:rsidRDefault="00F80627" w:rsidP="001908A6"/>
        </w:tc>
      </w:tr>
    </w:tbl>
    <w:p w:rsidR="00FD36BC" w:rsidRDefault="00FD36BC" w:rsidP="00FD36BC">
      <w:pPr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141" w:type="dxa"/>
        <w:jc w:val="center"/>
        <w:tblLook w:val="04A0" w:firstRow="1" w:lastRow="0" w:firstColumn="1" w:lastColumn="0" w:noHBand="0" w:noVBand="1"/>
      </w:tblPr>
      <w:tblGrid>
        <w:gridCol w:w="228"/>
        <w:gridCol w:w="10449"/>
        <w:gridCol w:w="227"/>
        <w:gridCol w:w="576"/>
      </w:tblGrid>
      <w:tr w:rsidR="00FD36BC" w:rsidRPr="00E66EAC" w:rsidTr="00F80627">
        <w:trPr>
          <w:trHeight w:val="279"/>
          <w:jc w:val="center"/>
        </w:trPr>
        <w:tc>
          <w:tcPr>
            <w:tcW w:w="10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Адрес МКД г.Искитим мк</w:t>
            </w:r>
            <w:r>
              <w:rPr>
                <w:color w:val="000000"/>
                <w:sz w:val="24"/>
                <w:szCs w:val="24"/>
              </w:rPr>
              <w:t>р.</w:t>
            </w:r>
            <w:r w:rsidRPr="00E66E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Подгорный,15а</w:t>
            </w:r>
            <w:r w:rsidRPr="00E66EAC">
              <w:rPr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E66EAC">
              <w:rPr>
                <w:color w:val="000000"/>
                <w:sz w:val="24"/>
                <w:szCs w:val="24"/>
              </w:rPr>
              <w:t>Общая площадь жилых помещений (м2)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776C28" w:rsidP="00776C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Общая площадь нежилых помещений (м2)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</w:pPr>
          </w:p>
        </w:tc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не входящих в состав общего имущества МКД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</w:pPr>
          </w:p>
        </w:tc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этажей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2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Численность проживающих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776C28" w:rsidP="00776C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квартир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Благоустроенное (2.11.)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/>
        </w:tc>
      </w:tr>
      <w:tr w:rsidR="00FD36BC" w:rsidRPr="00E66EAC" w:rsidTr="00F80627">
        <w:trPr>
          <w:trHeight w:val="279"/>
          <w:jc w:val="center"/>
        </w:trPr>
        <w:tc>
          <w:tcPr>
            <w:tcW w:w="1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собственников в МКД </w:t>
            </w:r>
          </w:p>
        </w:tc>
      </w:tr>
      <w:tr w:rsidR="00FD36BC" w:rsidRPr="00E66EAC" w:rsidTr="00F80627">
        <w:trPr>
          <w:trHeight w:val="279"/>
          <w:jc w:val="center"/>
        </w:trPr>
        <w:tc>
          <w:tcPr>
            <w:tcW w:w="10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Default="00FD36BC" w:rsidP="00776C28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определен в соответствии с постановлением администрации г.Искитима от 17.11.2022 №2070</w:t>
            </w:r>
          </w:p>
          <w:p w:rsidR="00776C28" w:rsidRDefault="00776C28" w:rsidP="00776C28">
            <w:pPr>
              <w:rPr>
                <w:color w:val="000000"/>
                <w:sz w:val="24"/>
                <w:szCs w:val="24"/>
              </w:rPr>
            </w:pPr>
          </w:p>
          <w:tbl>
            <w:tblPr>
              <w:tblW w:w="10580" w:type="dxa"/>
              <w:tblInd w:w="78" w:type="dxa"/>
              <w:tblLook w:val="0000" w:firstRow="0" w:lastRow="0" w:firstColumn="0" w:lastColumn="0" w:noHBand="0" w:noVBand="0"/>
            </w:tblPr>
            <w:tblGrid>
              <w:gridCol w:w="564"/>
              <w:gridCol w:w="5703"/>
              <w:gridCol w:w="1560"/>
              <w:gridCol w:w="1417"/>
              <w:gridCol w:w="1336"/>
            </w:tblGrid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Наименование работ и услуг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Переодичность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Стоимость 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Годовая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п/п</w:t>
                  </w: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на 1 м2 общей</w:t>
                  </w: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плата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площади</w:t>
                  </w: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(рублей)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(руб в месяц)</w:t>
                  </w: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62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Обязательные работы и услуги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62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I. Содержание помещений общего пользования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Подметание полов во всех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 раз в нед.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4,09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27828,36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помещениях общего пользования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4,09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27828,36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7827" w:type="dxa"/>
                  <w:gridSpan w:val="3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II. Уборка земельного участка, входящего в состав общего имущества многоквартирного дома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Подметание земельного участка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двое суток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0,95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6463,80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7.</w:t>
                  </w: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в летний период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8.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Уборка мусора с газона,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 раза в неделю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1,34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9117,36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9.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очистка урн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сутки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0,28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1905,12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10.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Уборка мусора на контейнерных площадках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сутки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0,06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408,24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11.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Сдвижка и подметание снега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0,09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612,36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при отсутствии снегопада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трое суток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11а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Утилизация ТКО, образующаихся при уборке придомовой территории 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по мере 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0,03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204,12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12.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Сдвижка и подметание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сутки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1,40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9525,60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снега при снегопаде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(при снегопаде)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13.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Сбос снега и сосулек с крыши и козырьков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по мере 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0,98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6667,92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14.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Косьба травы на газоне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 раза в год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0,12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816,48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5,25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35721,00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6267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III. Подготовка многоквартирного дома к сезонной эксплуатации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13.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Ремонт, регулировка, промывка, испытание,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год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4,25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28917,00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расконсервация систем центрального отопления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14.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Замена разбитых стекол окон и дверей 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0,33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2245,32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в помещениях общего пользования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15.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Ремонт просевшей отмостки вручную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0,04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272,16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16.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Ремонт и укрепление входных дверей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0,19</w:t>
                  </w: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1292,76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17.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Утепление и прочистка дымовентиляционных каналов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0,80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5443,20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18.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Проверка состояния и ремонт продухов 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0,01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68,04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в цоколях зданий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5,62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9321,48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6267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2" w:space="0" w:color="000000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IV. Проведение технических осмотров и мелкого ремонта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nil"/>
                    <w:bottom w:val="single" w:sz="2" w:space="0" w:color="000000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nil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6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19.</w:t>
                  </w: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Проведение технических осмотров и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устранение незначительных неисправностей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в системах вентиляции, 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1 раз в год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дымоудаления,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 раза в год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0,26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1769,04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электротехнических устройств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 раза в год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0,75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5103,00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20.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Аварийное обслуживание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 на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2,14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14560,56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системах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21.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Дератизация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12 раз в год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0,14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952,56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22.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Дезинсекция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 раз в год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0,13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884,52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3,42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23269,68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626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V. Освещение мест общего пользования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0,02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136,08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626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        VI. Противопожарная безопасность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0,07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476,28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626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         VIII. Услуги по управлению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1,31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8913,24</w:t>
                  </w:r>
                </w:p>
              </w:tc>
            </w:tr>
            <w:tr w:rsidR="00776C28" w:rsidRPr="004E54C9" w:rsidTr="00776C28">
              <w:trPr>
                <w:trHeight w:val="566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23.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2" w:space="0" w:color="000000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в т.ч. начисление и прием платежей за ЖКУ, регистрационный учет граждан 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5 раз в неделю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0,87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5919,48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из них начисление платежей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    прием платежей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2" w:space="0" w:color="000000"/>
                    <w:left w:val="single" w:sz="2" w:space="0" w:color="000000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    регистрационный учет граждан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24.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прочее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0,44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2993,76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XII. Обслуживание приборов учета, снятие показаний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28.</w:t>
                  </w: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                 общедомовых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ежемесячно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0,46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3129,84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29.</w:t>
                  </w: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                индивидуальных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6 мес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0,44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2993,76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2" w:space="0" w:color="000000"/>
                    <w:bottom w:val="single" w:sz="12" w:space="0" w:color="auto"/>
                    <w:right w:val="single" w:sz="2" w:space="0" w:color="000000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6" w:space="0" w:color="auto"/>
                    <w:left w:val="single" w:sz="2" w:space="0" w:color="000000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Поверка ОДПУ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4 года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0,38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2585,52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1,28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8709,12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Проверка внутридомового электроснабжения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1 раз в 3 года 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0,11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748,44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X V. Затраты СОИ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1,14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7756,56</w:t>
                  </w: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XIII. Рентабельность (1%)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0,24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1632,96</w:t>
                  </w:r>
                </w:p>
              </w:tc>
            </w:tr>
            <w:tr w:rsidR="00776C28" w:rsidRPr="004E54C9" w:rsidTr="00776C28">
              <w:trPr>
                <w:trHeight w:val="377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Дополнительные работы и услуги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776C28" w:rsidRPr="004E54C9" w:rsidTr="00776C28">
              <w:trPr>
                <w:trHeight w:val="319"/>
              </w:trPr>
              <w:tc>
                <w:tcPr>
                  <w:tcW w:w="626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      X. Текущий и заявочный ремонт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4E54C9">
                    <w:t>2,63</w:t>
                  </w:r>
                </w:p>
              </w:tc>
              <w:tc>
                <w:tcPr>
                  <w:tcW w:w="1336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4E54C9">
                    <w:t>17894,52</w:t>
                  </w:r>
                </w:p>
              </w:tc>
            </w:tr>
            <w:tr w:rsidR="00776C28" w:rsidRPr="004E54C9" w:rsidTr="00776C28">
              <w:trPr>
                <w:trHeight w:val="305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70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  <w:vAlign w:val="bottom"/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Cs/>
                    </w:rPr>
                  </w:pPr>
                  <w:r w:rsidRPr="004E54C9">
                    <w:rPr>
                      <w:bCs/>
                    </w:rPr>
                    <w:t>27,70</w:t>
                  </w:r>
                </w:p>
              </w:tc>
              <w:tc>
                <w:tcPr>
                  <w:tcW w:w="1336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6" w:space="0" w:color="auto"/>
                  </w:tcBorders>
                  <w:vAlign w:val="bottom"/>
                </w:tcPr>
                <w:p w:rsidR="00776C28" w:rsidRPr="004E54C9" w:rsidRDefault="00776C28" w:rsidP="0090227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171324,72</w:t>
                  </w:r>
                </w:p>
              </w:tc>
            </w:tr>
          </w:tbl>
          <w:p w:rsidR="00776C28" w:rsidRDefault="00776C28" w:rsidP="00776C28">
            <w:pPr>
              <w:rPr>
                <w:color w:val="000000"/>
                <w:sz w:val="24"/>
                <w:szCs w:val="24"/>
              </w:rPr>
            </w:pPr>
          </w:p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6BC" w:rsidRPr="00E66EAC" w:rsidRDefault="00FD36BC" w:rsidP="00776C2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4743FE" w:rsidRDefault="004743FE" w:rsidP="00776C28">
      <w:pPr>
        <w:rPr>
          <w:sz w:val="22"/>
          <w:szCs w:val="22"/>
        </w:rPr>
      </w:pPr>
    </w:p>
    <w:p w:rsidR="004743FE" w:rsidRDefault="004743FE" w:rsidP="00776C28">
      <w:pPr>
        <w:rPr>
          <w:sz w:val="22"/>
          <w:szCs w:val="22"/>
        </w:rPr>
      </w:pPr>
    </w:p>
    <w:p w:rsidR="004743FE" w:rsidRDefault="004743FE" w:rsidP="00776C28">
      <w:pPr>
        <w:rPr>
          <w:sz w:val="22"/>
          <w:szCs w:val="22"/>
        </w:rPr>
      </w:pPr>
    </w:p>
    <w:p w:rsidR="004743FE" w:rsidRDefault="004743FE" w:rsidP="00776C28">
      <w:pPr>
        <w:rPr>
          <w:sz w:val="22"/>
          <w:szCs w:val="22"/>
        </w:rPr>
      </w:pPr>
    </w:p>
    <w:p w:rsidR="004743FE" w:rsidRDefault="004743FE" w:rsidP="00776C28">
      <w:pPr>
        <w:rPr>
          <w:sz w:val="22"/>
          <w:szCs w:val="22"/>
        </w:rPr>
      </w:pPr>
    </w:p>
    <w:p w:rsidR="004743FE" w:rsidRDefault="004743FE" w:rsidP="00776C28">
      <w:pPr>
        <w:rPr>
          <w:sz w:val="22"/>
          <w:szCs w:val="22"/>
        </w:rPr>
      </w:pPr>
    </w:p>
    <w:p w:rsidR="00B15845" w:rsidRDefault="00F80627" w:rsidP="00F80627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</w:t>
      </w:r>
      <w:r w:rsidR="004743FE">
        <w:rPr>
          <w:spacing w:val="-2"/>
          <w:sz w:val="22"/>
          <w:szCs w:val="22"/>
        </w:rPr>
        <w:t xml:space="preserve">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Приложение 5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F80627" w:rsidRDefault="00F80627" w:rsidP="00F80627">
      <w:pPr>
        <w:tabs>
          <w:tab w:val="left" w:pos="567"/>
        </w:tabs>
        <w:ind w:left="709"/>
        <w:jc w:val="right"/>
        <w:rPr>
          <w:spacing w:val="-2"/>
          <w:sz w:val="22"/>
          <w:szCs w:val="22"/>
        </w:rPr>
      </w:pPr>
    </w:p>
    <w:p w:rsidR="00F80627" w:rsidRDefault="00F80627" w:rsidP="00F80627">
      <w:pPr>
        <w:tabs>
          <w:tab w:val="left" w:pos="2895"/>
        </w:tabs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401" w:type="dxa"/>
        <w:jc w:val="center"/>
        <w:tblLook w:val="04A0" w:firstRow="1" w:lastRow="0" w:firstColumn="1" w:lastColumn="0" w:noHBand="0" w:noVBand="1"/>
      </w:tblPr>
      <w:tblGrid>
        <w:gridCol w:w="11401"/>
      </w:tblGrid>
      <w:tr w:rsidR="00F80627" w:rsidRPr="00E66EAC" w:rsidTr="001908A6">
        <w:trPr>
          <w:trHeight w:val="279"/>
          <w:jc w:val="center"/>
        </w:trPr>
        <w:tc>
          <w:tcPr>
            <w:tcW w:w="1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11122" w:type="dxa"/>
              <w:jc w:val="center"/>
              <w:tblLook w:val="04A0" w:firstRow="1" w:lastRow="0" w:firstColumn="1" w:lastColumn="0" w:noHBand="0" w:noVBand="1"/>
            </w:tblPr>
            <w:tblGrid>
              <w:gridCol w:w="11122"/>
            </w:tblGrid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>Перечень</w:t>
                  </w:r>
                </w:p>
              </w:tc>
            </w:tr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      </w:r>
                </w:p>
              </w:tc>
            </w:tr>
          </w:tbl>
          <w:p w:rsidR="00F80627" w:rsidRDefault="00F80627" w:rsidP="001908A6"/>
        </w:tc>
      </w:tr>
    </w:tbl>
    <w:p w:rsidR="00776C28" w:rsidRDefault="00776C28" w:rsidP="00776C28">
      <w:pPr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670" w:type="dxa"/>
        <w:jc w:val="center"/>
        <w:tblLook w:val="04A0" w:firstRow="1" w:lastRow="0" w:firstColumn="1" w:lastColumn="0" w:noHBand="0" w:noVBand="1"/>
      </w:tblPr>
      <w:tblGrid>
        <w:gridCol w:w="10449"/>
        <w:gridCol w:w="227"/>
        <w:gridCol w:w="457"/>
        <w:gridCol w:w="119"/>
        <w:gridCol w:w="538"/>
      </w:tblGrid>
      <w:tr w:rsidR="00F80627" w:rsidRPr="00E66EAC" w:rsidTr="00F80627">
        <w:trPr>
          <w:trHeight w:val="279"/>
          <w:jc w:val="center"/>
        </w:trPr>
        <w:tc>
          <w:tcPr>
            <w:tcW w:w="1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bookmarkStart w:id="2" w:name="_Hlk130985216"/>
            <w:r w:rsidRPr="00E66EAC">
              <w:rPr>
                <w:color w:val="000000"/>
                <w:sz w:val="24"/>
                <w:szCs w:val="24"/>
              </w:rPr>
              <w:t>Адрес МКД г.Искитим мк</w:t>
            </w:r>
            <w:r>
              <w:rPr>
                <w:color w:val="000000"/>
                <w:sz w:val="24"/>
                <w:szCs w:val="24"/>
              </w:rPr>
              <w:t>р.</w:t>
            </w:r>
            <w:r w:rsidRPr="00E66E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Северный,22</w:t>
            </w:r>
            <w:r w:rsidRPr="00E66EAC">
              <w:rPr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E66EAC">
              <w:rPr>
                <w:color w:val="000000"/>
                <w:sz w:val="24"/>
                <w:szCs w:val="24"/>
              </w:rPr>
              <w:t>Общая площадь жилых помещений (м2)</w:t>
            </w:r>
            <w:r>
              <w:rPr>
                <w:color w:val="000000"/>
                <w:sz w:val="24"/>
                <w:szCs w:val="24"/>
              </w:rPr>
              <w:t xml:space="preserve">               </w:t>
            </w:r>
            <w:r w:rsidR="00E808FF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1821,76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F80627">
            <w:pPr>
              <w:rPr>
                <w:color w:val="000000"/>
                <w:sz w:val="24"/>
                <w:szCs w:val="24"/>
              </w:rPr>
            </w:pPr>
          </w:p>
        </w:tc>
      </w:tr>
      <w:tr w:rsidR="00F80627" w:rsidRPr="00E66EAC" w:rsidTr="00F80627">
        <w:trPr>
          <w:gridAfter w:val="1"/>
          <w:wAfter w:w="538" w:type="dxa"/>
          <w:trHeight w:val="279"/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Общая площадь нежилых помещений (м2)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</w:tr>
      <w:tr w:rsidR="00F80627" w:rsidRPr="00E66EAC" w:rsidTr="00F80627">
        <w:trPr>
          <w:gridAfter w:val="1"/>
          <w:wAfter w:w="538" w:type="dxa"/>
          <w:trHeight w:val="279"/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не входящих в состав общего имущества МКД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</w:tr>
      <w:tr w:rsidR="00F80627" w:rsidRPr="00E66EAC" w:rsidTr="00F80627">
        <w:trPr>
          <w:gridAfter w:val="1"/>
          <w:wAfter w:w="538" w:type="dxa"/>
          <w:trHeight w:val="279"/>
          <w:jc w:val="center"/>
        </w:trPr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этажей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1908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F80627" w:rsidRPr="00E66EAC" w:rsidTr="00F80627">
        <w:trPr>
          <w:gridAfter w:val="1"/>
          <w:wAfter w:w="538" w:type="dxa"/>
          <w:trHeight w:val="279"/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Численность проживающих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E808FF" w:rsidP="001908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</w:tr>
      <w:tr w:rsidR="00F80627" w:rsidRPr="00E66EAC" w:rsidTr="00F80627">
        <w:trPr>
          <w:gridAfter w:val="1"/>
          <w:wAfter w:w="538" w:type="dxa"/>
          <w:trHeight w:val="279"/>
          <w:jc w:val="center"/>
        </w:trPr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квартир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E808FF" w:rsidP="001908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</w:tr>
      <w:tr w:rsidR="00F80627" w:rsidRPr="00E66EAC" w:rsidTr="00F80627">
        <w:trPr>
          <w:gridAfter w:val="1"/>
          <w:wAfter w:w="538" w:type="dxa"/>
          <w:trHeight w:val="279"/>
          <w:jc w:val="center"/>
        </w:trPr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Благоустроенное (2.11.)</w:t>
            </w:r>
          </w:p>
          <w:p w:rsidR="00126DC0" w:rsidRPr="00E66EAC" w:rsidRDefault="00126DC0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1908A6"/>
        </w:tc>
      </w:tr>
      <w:tr w:rsidR="00F80627" w:rsidRPr="00E66EAC" w:rsidTr="00F80627">
        <w:trPr>
          <w:trHeight w:val="279"/>
          <w:jc w:val="center"/>
        </w:trPr>
        <w:tc>
          <w:tcPr>
            <w:tcW w:w="1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собственников в МКД </w:t>
            </w:r>
          </w:p>
        </w:tc>
      </w:tr>
      <w:tr w:rsidR="00F80627" w:rsidRPr="00E66EAC" w:rsidTr="00F80627">
        <w:trPr>
          <w:trHeight w:val="279"/>
          <w:jc w:val="center"/>
        </w:trPr>
        <w:tc>
          <w:tcPr>
            <w:tcW w:w="1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627" w:rsidRDefault="00F80627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определен в соответствии с постановлением администрации г.Искитима от 17.11.2022 №2070</w:t>
            </w:r>
          </w:p>
          <w:p w:rsidR="00F80627" w:rsidRDefault="00F80627" w:rsidP="00F80627">
            <w:pPr>
              <w:ind w:left="321" w:hanging="142"/>
              <w:rPr>
                <w:color w:val="000000"/>
                <w:sz w:val="24"/>
                <w:szCs w:val="24"/>
              </w:rPr>
            </w:pPr>
          </w:p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0627" w:rsidRPr="00E66EAC" w:rsidRDefault="00F80627" w:rsidP="001908A6">
            <w:pPr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W w:w="11058" w:type="dxa"/>
        <w:tblInd w:w="-441" w:type="dxa"/>
        <w:tblLayout w:type="fixed"/>
        <w:tblLook w:val="0000" w:firstRow="0" w:lastRow="0" w:firstColumn="0" w:lastColumn="0" w:noHBand="0" w:noVBand="0"/>
      </w:tblPr>
      <w:tblGrid>
        <w:gridCol w:w="773"/>
        <w:gridCol w:w="220"/>
        <w:gridCol w:w="5309"/>
        <w:gridCol w:w="1975"/>
        <w:gridCol w:w="1080"/>
        <w:gridCol w:w="118"/>
        <w:gridCol w:w="1583"/>
      </w:tblGrid>
      <w:tr w:rsidR="00F80627" w:rsidRPr="004E54C9" w:rsidTr="00F80627">
        <w:trPr>
          <w:trHeight w:val="204"/>
        </w:trPr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bookmarkEnd w:id="2"/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№ п/п</w:t>
            </w:r>
          </w:p>
        </w:tc>
        <w:tc>
          <w:tcPr>
            <w:tcW w:w="5309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Переодичность</w:t>
            </w: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Стоимость 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Годовая</w:t>
            </w:r>
          </w:p>
        </w:tc>
      </w:tr>
      <w:tr w:rsidR="00F80627" w:rsidRPr="004E54C9" w:rsidTr="00F80627">
        <w:trPr>
          <w:trHeight w:val="204"/>
        </w:trPr>
        <w:tc>
          <w:tcPr>
            <w:tcW w:w="993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09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на 1 м2 общей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плата</w:t>
            </w:r>
          </w:p>
        </w:tc>
      </w:tr>
      <w:tr w:rsidR="00F80627" w:rsidRPr="004E54C9" w:rsidTr="00F80627">
        <w:trPr>
          <w:trHeight w:val="204"/>
        </w:trPr>
        <w:tc>
          <w:tcPr>
            <w:tcW w:w="993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09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площади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(рублей)</w:t>
            </w:r>
          </w:p>
        </w:tc>
      </w:tr>
      <w:tr w:rsidR="00F80627" w:rsidRPr="004E54C9" w:rsidTr="00F80627">
        <w:trPr>
          <w:trHeight w:val="214"/>
        </w:trPr>
        <w:tc>
          <w:tcPr>
            <w:tcW w:w="993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09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81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(руб в месяц)</w:t>
            </w:r>
          </w:p>
        </w:tc>
      </w:tr>
      <w:tr w:rsidR="00F80627" w:rsidRPr="004E54C9" w:rsidTr="00F80627">
        <w:trPr>
          <w:trHeight w:val="242"/>
        </w:trPr>
        <w:tc>
          <w:tcPr>
            <w:tcW w:w="993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09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6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4,22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92253,93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4,22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92253,93</w:t>
            </w:r>
          </w:p>
        </w:tc>
      </w:tr>
      <w:tr w:rsidR="00F80627" w:rsidRPr="004E54C9" w:rsidTr="00F80627">
        <w:trPr>
          <w:trHeight w:val="204"/>
        </w:trPr>
        <w:tc>
          <w:tcPr>
            <w:tcW w:w="11058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6.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двое суток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15740,01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7.</w:t>
            </w: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8.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 раза в неделю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1,33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29075,29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9.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0,28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6121,11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10.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1311,67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11.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1530,28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трое суток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12.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1,06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23172,79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(при снегопаде)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10056,12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2623,33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4,10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89630,59</w:t>
            </w:r>
          </w:p>
        </w:tc>
      </w:tr>
      <w:tr w:rsidR="00F80627" w:rsidRPr="004E54C9" w:rsidTr="00F80627">
        <w:trPr>
          <w:trHeight w:val="204"/>
        </w:trPr>
        <w:tc>
          <w:tcPr>
            <w:tcW w:w="827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4,25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92909,76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504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2186,11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16.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4153,61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17.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18.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4,54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99249,48</w:t>
            </w:r>
          </w:p>
        </w:tc>
      </w:tr>
      <w:tr w:rsidR="00F80627" w:rsidRPr="004E54C9" w:rsidTr="00F80627">
        <w:trPr>
          <w:trHeight w:val="204"/>
        </w:trPr>
        <w:tc>
          <w:tcPr>
            <w:tcW w:w="8277" w:type="dxa"/>
            <w:gridSpan w:val="4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19.</w:t>
            </w: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 1 раз в год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а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б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16395,84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 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1,87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40880,29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системах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12 раз в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3060,56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22.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 раз в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2841,95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2,89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63178,64</w:t>
            </w:r>
          </w:p>
        </w:tc>
      </w:tr>
      <w:tr w:rsidR="00F80627" w:rsidRPr="004E54C9" w:rsidTr="00F80627">
        <w:trPr>
          <w:trHeight w:val="214"/>
        </w:trPr>
        <w:tc>
          <w:tcPr>
            <w:tcW w:w="63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218,61</w:t>
            </w:r>
          </w:p>
        </w:tc>
      </w:tr>
      <w:tr w:rsidR="00F80627" w:rsidRPr="004E54C9" w:rsidTr="00F80627">
        <w:trPr>
          <w:trHeight w:val="214"/>
        </w:trPr>
        <w:tc>
          <w:tcPr>
            <w:tcW w:w="630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0,07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1530,28</w:t>
            </w:r>
          </w:p>
        </w:tc>
      </w:tr>
      <w:tr w:rsidR="00F80627" w:rsidRPr="004E54C9" w:rsidTr="00F80627">
        <w:trPr>
          <w:trHeight w:val="214"/>
        </w:trPr>
        <w:tc>
          <w:tcPr>
            <w:tcW w:w="630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0,57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12460,84</w:t>
            </w:r>
          </w:p>
        </w:tc>
      </w:tr>
      <w:tr w:rsidR="00F80627" w:rsidRPr="004E54C9" w:rsidTr="00F80627">
        <w:trPr>
          <w:trHeight w:val="379"/>
        </w:trPr>
        <w:tc>
          <w:tcPr>
            <w:tcW w:w="773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23.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 раз в неделю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0,50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10930,56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24.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1530,28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5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28.</w:t>
            </w: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ежемесячно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10056,12</w:t>
            </w:r>
          </w:p>
        </w:tc>
      </w:tr>
      <w:tr w:rsidR="00F80627" w:rsidRPr="004E54C9" w:rsidTr="00F80627">
        <w:trPr>
          <w:trHeight w:val="204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29.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6 мес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9618,89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4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0,38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8307,23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1,28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27982,23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0,13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2841,95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1,02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22298,34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3 года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F80627" w:rsidRPr="004E54C9" w:rsidTr="00F80627">
        <w:trPr>
          <w:trHeight w:val="252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80627" w:rsidRPr="004E54C9" w:rsidTr="00F80627">
        <w:trPr>
          <w:trHeight w:val="214"/>
        </w:trPr>
        <w:tc>
          <w:tcPr>
            <w:tcW w:w="63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F80627" w:rsidRPr="004E54C9" w:rsidTr="00F80627">
        <w:trPr>
          <w:trHeight w:val="214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  <w:sz w:val="22"/>
              </w:rPr>
              <w:t>18,83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0627" w:rsidRPr="004E54C9" w:rsidRDefault="00F80627" w:rsidP="001908A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411644,89</w:t>
            </w:r>
          </w:p>
        </w:tc>
      </w:tr>
    </w:tbl>
    <w:p w:rsidR="00F80627" w:rsidRDefault="00F80627" w:rsidP="00F80627">
      <w:pPr>
        <w:autoSpaceDE w:val="0"/>
        <w:textAlignment w:val="baseline"/>
        <w:rPr>
          <w:bCs/>
          <w:color w:val="26282F"/>
        </w:rPr>
      </w:pPr>
    </w:p>
    <w:p w:rsidR="00776C28" w:rsidRDefault="00776C28" w:rsidP="00776C28">
      <w:pPr>
        <w:rPr>
          <w:sz w:val="22"/>
          <w:szCs w:val="22"/>
        </w:rPr>
      </w:pPr>
    </w:p>
    <w:p w:rsidR="00776C28" w:rsidRDefault="00776C28" w:rsidP="00776C28">
      <w:pPr>
        <w:rPr>
          <w:sz w:val="22"/>
          <w:szCs w:val="22"/>
        </w:rPr>
      </w:pPr>
    </w:p>
    <w:p w:rsidR="00776C28" w:rsidRDefault="00776C28" w:rsidP="00776C28">
      <w:pPr>
        <w:rPr>
          <w:sz w:val="22"/>
          <w:szCs w:val="22"/>
        </w:rPr>
      </w:pPr>
    </w:p>
    <w:p w:rsidR="00776C28" w:rsidRDefault="00776C28" w:rsidP="00776C28">
      <w:pPr>
        <w:rPr>
          <w:sz w:val="22"/>
          <w:szCs w:val="22"/>
        </w:rPr>
      </w:pPr>
    </w:p>
    <w:p w:rsidR="00776C28" w:rsidRDefault="00776C28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4E54C9" w:rsidRDefault="004E54C9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</w:p>
    <w:p w:rsidR="004E54C9" w:rsidRDefault="004E54C9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6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E808FF" w:rsidRDefault="00E808FF" w:rsidP="00E808FF">
      <w:pPr>
        <w:tabs>
          <w:tab w:val="left" w:pos="567"/>
        </w:tabs>
        <w:ind w:left="709"/>
        <w:jc w:val="right"/>
        <w:rPr>
          <w:spacing w:val="-2"/>
          <w:sz w:val="22"/>
          <w:szCs w:val="22"/>
        </w:rPr>
      </w:pPr>
    </w:p>
    <w:p w:rsidR="00E808FF" w:rsidRDefault="00E808FF" w:rsidP="00E808FF">
      <w:pPr>
        <w:tabs>
          <w:tab w:val="left" w:pos="2895"/>
        </w:tabs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1790" w:type="dxa"/>
        <w:jc w:val="center"/>
        <w:tblLook w:val="04A0" w:firstRow="1" w:lastRow="0" w:firstColumn="1" w:lastColumn="0" w:noHBand="0" w:noVBand="1"/>
      </w:tblPr>
      <w:tblGrid>
        <w:gridCol w:w="10580"/>
        <w:gridCol w:w="230"/>
        <w:gridCol w:w="463"/>
        <w:gridCol w:w="119"/>
        <w:gridCol w:w="149"/>
        <w:gridCol w:w="389"/>
      </w:tblGrid>
      <w:tr w:rsidR="00E808FF" w:rsidRPr="00E66EAC" w:rsidTr="00E808FF">
        <w:trPr>
          <w:gridAfter w:val="1"/>
          <w:wAfter w:w="389" w:type="dxa"/>
          <w:trHeight w:val="279"/>
          <w:jc w:val="center"/>
        </w:trPr>
        <w:tc>
          <w:tcPr>
            <w:tcW w:w="11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tblpXSpec="center" w:tblpY="1"/>
              <w:tblOverlap w:val="never"/>
              <w:tblW w:w="11122" w:type="dxa"/>
              <w:jc w:val="center"/>
              <w:tblLook w:val="04A0" w:firstRow="1" w:lastRow="0" w:firstColumn="1" w:lastColumn="0" w:noHBand="0" w:noVBand="1"/>
            </w:tblPr>
            <w:tblGrid>
              <w:gridCol w:w="11122"/>
            </w:tblGrid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bookmarkStart w:id="3" w:name="_Hlk130986121"/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>Перечень</w:t>
                  </w:r>
                </w:p>
              </w:tc>
            </w:tr>
            <w:tr w:rsidR="00B15845" w:rsidRPr="00E66EAC" w:rsidTr="005F3195">
              <w:trPr>
                <w:trHeight w:val="279"/>
                <w:jc w:val="center"/>
              </w:trPr>
              <w:tc>
                <w:tcPr>
                  <w:tcW w:w="111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845" w:rsidRPr="005F3195" w:rsidRDefault="00B15845" w:rsidP="00B15845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5F3195">
                    <w:rPr>
                      <w:bCs/>
                      <w:color w:val="000000"/>
                      <w:sz w:val="24"/>
                      <w:szCs w:val="24"/>
                    </w:rPr>
      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      </w:r>
                </w:p>
              </w:tc>
            </w:tr>
          </w:tbl>
          <w:p w:rsidR="00E808FF" w:rsidRDefault="00E808FF" w:rsidP="001908A6"/>
        </w:tc>
      </w:tr>
      <w:tr w:rsidR="00E808FF" w:rsidRPr="00E66EAC" w:rsidTr="00E808FF">
        <w:trPr>
          <w:gridAfter w:val="3"/>
          <w:wAfter w:w="657" w:type="dxa"/>
          <w:trHeight w:val="279"/>
          <w:jc w:val="center"/>
        </w:trPr>
        <w:tc>
          <w:tcPr>
            <w:tcW w:w="1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Default="00E808FF" w:rsidP="001908A6">
            <w:pPr>
              <w:rPr>
                <w:color w:val="000000"/>
                <w:sz w:val="24"/>
                <w:szCs w:val="24"/>
              </w:rPr>
            </w:pPr>
          </w:p>
          <w:p w:rsidR="00E808FF" w:rsidRPr="00E66EAC" w:rsidRDefault="00E808FF" w:rsidP="00E808FF">
            <w:pPr>
              <w:ind w:left="321" w:hanging="142"/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>Адрес МКД г.Искитим мк</w:t>
            </w:r>
            <w:r>
              <w:rPr>
                <w:color w:val="000000"/>
                <w:sz w:val="24"/>
                <w:szCs w:val="24"/>
              </w:rPr>
              <w:t>р.</w:t>
            </w:r>
            <w:r w:rsidRPr="00E66E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Северный,25</w:t>
            </w:r>
            <w:r w:rsidRPr="00E66EAC">
              <w:rPr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E66EAC">
              <w:rPr>
                <w:color w:val="000000"/>
                <w:sz w:val="24"/>
                <w:szCs w:val="24"/>
              </w:rPr>
              <w:t>Общая площадь жилых помещений (м2)</w:t>
            </w:r>
            <w:r>
              <w:rPr>
                <w:color w:val="000000"/>
                <w:sz w:val="24"/>
                <w:szCs w:val="24"/>
              </w:rPr>
              <w:t xml:space="preserve">                     455,2</w:t>
            </w:r>
          </w:p>
        </w:tc>
      </w:tr>
      <w:tr w:rsidR="00E808FF" w:rsidRPr="00E66EAC" w:rsidTr="00E808FF">
        <w:trPr>
          <w:gridAfter w:val="2"/>
          <w:wAfter w:w="538" w:type="dxa"/>
          <w:trHeight w:val="279"/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Общая площадь нежилых помещений (м2)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</w:p>
        </w:tc>
      </w:tr>
      <w:tr w:rsidR="00E808FF" w:rsidRPr="00E66EAC" w:rsidTr="00E808FF">
        <w:trPr>
          <w:gridAfter w:val="2"/>
          <w:wAfter w:w="538" w:type="dxa"/>
          <w:trHeight w:val="279"/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не входящих в состав общего имущества МКД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</w:p>
        </w:tc>
      </w:tr>
      <w:tr w:rsidR="00E808FF" w:rsidRPr="00E66EAC" w:rsidTr="00E808FF">
        <w:trPr>
          <w:gridAfter w:val="2"/>
          <w:wAfter w:w="538" w:type="dxa"/>
          <w:trHeight w:val="279"/>
          <w:jc w:val="center"/>
        </w:trPr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этажей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Pr="00E66EAC" w:rsidRDefault="00E808FF" w:rsidP="001908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E808FF" w:rsidRPr="00E66EAC" w:rsidTr="00E808FF">
        <w:trPr>
          <w:gridAfter w:val="2"/>
          <w:wAfter w:w="538" w:type="dxa"/>
          <w:trHeight w:val="279"/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Численность проживающих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Pr="00E66EAC" w:rsidRDefault="00E808FF" w:rsidP="001908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E808FF" w:rsidRPr="00E66EAC" w:rsidTr="00E808FF">
        <w:trPr>
          <w:gridAfter w:val="2"/>
          <w:wAfter w:w="538" w:type="dxa"/>
          <w:trHeight w:val="279"/>
          <w:jc w:val="center"/>
        </w:trPr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Количество квартир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Pr="00E66EAC" w:rsidRDefault="00E808FF" w:rsidP="001908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E808FF" w:rsidRPr="00E66EAC" w:rsidTr="00E808FF">
        <w:trPr>
          <w:gridAfter w:val="2"/>
          <w:wAfter w:w="538" w:type="dxa"/>
          <w:trHeight w:val="279"/>
          <w:jc w:val="center"/>
        </w:trPr>
        <w:tc>
          <w:tcPr>
            <w:tcW w:w="10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  <w:r w:rsidRPr="00E66EA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Благоустроенное (2.11.)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Pr="00E66EAC" w:rsidRDefault="00E808FF" w:rsidP="001908A6"/>
        </w:tc>
      </w:tr>
      <w:bookmarkEnd w:id="3"/>
      <w:tr w:rsidR="00E808FF" w:rsidRPr="00E66EAC" w:rsidTr="00E808FF">
        <w:trPr>
          <w:trHeight w:val="279"/>
          <w:jc w:val="center"/>
        </w:trPr>
        <w:tc>
          <w:tcPr>
            <w:tcW w:w="11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08FF" w:rsidRDefault="00E808FF" w:rsidP="001908A6">
            <w:pPr>
              <w:rPr>
                <w:color w:val="000000"/>
                <w:sz w:val="24"/>
                <w:szCs w:val="24"/>
              </w:rPr>
            </w:pPr>
          </w:p>
          <w:p w:rsidR="00E808FF" w:rsidRPr="00E66EAC" w:rsidRDefault="00126DC0" w:rsidP="00126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E808FF" w:rsidRPr="00E66EAC">
              <w:rPr>
                <w:color w:val="000000"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собственников в МКД </w:t>
            </w:r>
          </w:p>
        </w:tc>
      </w:tr>
      <w:tr w:rsidR="00E808FF" w:rsidRPr="00E66EAC" w:rsidTr="00E808FF">
        <w:trPr>
          <w:gridAfter w:val="3"/>
          <w:wAfter w:w="657" w:type="dxa"/>
          <w:trHeight w:val="279"/>
          <w:jc w:val="center"/>
        </w:trPr>
        <w:tc>
          <w:tcPr>
            <w:tcW w:w="1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8FF" w:rsidRDefault="00E808FF" w:rsidP="00E808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66EAC">
              <w:rPr>
                <w:color w:val="000000"/>
                <w:sz w:val="24"/>
                <w:szCs w:val="24"/>
              </w:rPr>
              <w:t>определен в соответствии с постановлением администрации г.Искитима от 17.11.2022 №2070</w:t>
            </w:r>
          </w:p>
          <w:p w:rsidR="00E808FF" w:rsidRDefault="00E808FF" w:rsidP="00E808FF">
            <w:pPr>
              <w:ind w:left="179" w:firstLine="179"/>
              <w:rPr>
                <w:color w:val="000000"/>
                <w:sz w:val="24"/>
                <w:szCs w:val="24"/>
              </w:rPr>
            </w:pPr>
          </w:p>
          <w:tbl>
            <w:tblPr>
              <w:tblW w:w="10863" w:type="dxa"/>
              <w:tblInd w:w="164" w:type="dxa"/>
              <w:tblLook w:val="0000" w:firstRow="0" w:lastRow="0" w:firstColumn="0" w:lastColumn="0" w:noHBand="0" w:noVBand="0"/>
            </w:tblPr>
            <w:tblGrid>
              <w:gridCol w:w="564"/>
              <w:gridCol w:w="5119"/>
              <w:gridCol w:w="1541"/>
              <w:gridCol w:w="1834"/>
              <w:gridCol w:w="1805"/>
            </w:tblGrid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№ п/п</w:t>
                  </w: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Наименование работ и услуг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Периодичность</w:t>
                  </w:r>
                </w:p>
              </w:tc>
              <w:tc>
                <w:tcPr>
                  <w:tcW w:w="1834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Стоимость </w:t>
                  </w:r>
                </w:p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на 1 м2 общей</w:t>
                  </w:r>
                </w:p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площади</w:t>
                  </w:r>
                </w:p>
              </w:tc>
              <w:tc>
                <w:tcPr>
                  <w:tcW w:w="180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Годовая</w:t>
                  </w:r>
                </w:p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плата</w:t>
                  </w:r>
                </w:p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(рублей)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vMerge/>
                  <w:tcBorders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vMerge/>
                  <w:tcBorders>
                    <w:left w:val="single" w:sz="12" w:space="0" w:color="auto"/>
                    <w:bottom w:val="single" w:sz="2" w:space="0" w:color="000000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39" w:type="dxa"/>
                  <w:gridSpan w:val="2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(руб в месяц)</w:t>
                  </w:r>
                </w:p>
              </w:tc>
            </w:tr>
            <w:tr w:rsidR="00E808FF" w:rsidRPr="004E54C9" w:rsidTr="00E808FF">
              <w:trPr>
                <w:trHeight w:val="242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Обязательные работы и услуги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I. Содержание помещений общего пользования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Подметание полов во всех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 раз в нед.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4,22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23051,33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помещениях общего пользования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4,22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23051,33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10863" w:type="dxa"/>
                  <w:gridSpan w:val="5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II. Уборка земельного участка, входящего в состав общего имущества многоквартирного дома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Подметание земельного участка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двое суток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0,72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3932,93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7.</w:t>
                  </w: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в летний период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8.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Уборка мусора с газона,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 раза в неделю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1,33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7264,99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9.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очистка урн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сутки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0,28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1529,47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10.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Уборка мусора на контейнерных площадках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сутки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0,06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327,74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11.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Сдвижка и подметание снега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0,07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382,37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при отсутствии снегопада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трое суток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12.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Сдвижка и подметание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сутки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1,06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5790,14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снега при снегопаде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(при снегопаде)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13.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Сбос снега и сосулек с крыши и козырьков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по мере 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0,46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2512,70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13а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Утилизация ТБО, образующихся при уборке придомовой территории 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по мере 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0,03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14.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Косьба травы на газоне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 раза в год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0,12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655,49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4,13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22395,84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7224" w:type="dxa"/>
                  <w:gridSpan w:val="3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III. Подготовка многоквартирного дома к сезонной эксплуатации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13.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Ремонт, регулировка, промывка, испытание,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год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4,25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23215,20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660" w:type="dxa"/>
                  <w:gridSpan w:val="2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расконсервация систем центрального отопления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14.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Замена разбитых стекол окон и дверей 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0,33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1802,59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в помещениях общего пользования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15.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Ремонт просевшей отмостки вручную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16.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Ремонт и укрепление входных дверей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0,19</w:t>
                  </w: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1037,86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17.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Утепление и прочистка дымовентиляционных каналов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lastRenderedPageBreak/>
                    <w:t>18.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Проверка состояния и ремонт продухов 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 мере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в цоколях зданий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необходимости 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4,77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26055,65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7224" w:type="dxa"/>
                  <w:gridSpan w:val="3"/>
                  <w:tcBorders>
                    <w:top w:val="single" w:sz="12" w:space="0" w:color="auto"/>
                    <w:left w:val="single" w:sz="6" w:space="0" w:color="auto"/>
                    <w:bottom w:val="single" w:sz="2" w:space="0" w:color="000000"/>
                    <w:right w:val="nil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IV. Проведение технических осмотров и мелкого ремонта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nil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19.</w:t>
                  </w: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Проведение технических осмотров и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устранение незначительных неисправностей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в системах вентиляции, </w:t>
                  </w: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1 раз в год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дымоудаления,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 раза в год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электротехнических устройств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 раза в год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0,75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4096,80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20.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Аварийное обслуживание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 на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2,14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11689,54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системах</w:t>
                  </w: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21.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Дератизация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12 раз в год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22.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Дезинсекция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6 раз в год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2,89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15786,34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8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V. Освещение мест общего пользования 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0,03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163,87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8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        VI. Противопожарная безопасность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0,07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382,37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8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         VIII. Услуги по управлению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0,57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3113,57</w:t>
                  </w:r>
                </w:p>
              </w:tc>
            </w:tr>
            <w:tr w:rsidR="00E808FF" w:rsidRPr="004E54C9" w:rsidTr="00E808FF">
              <w:trPr>
                <w:trHeight w:val="379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12" w:space="0" w:color="auto"/>
                    <w:bottom w:val="single" w:sz="2" w:space="0" w:color="000000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23.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в т.ч. начисление и прием платежей за ЖКУ, регистрационный учет граждан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5 раз в неделю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0,50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2731,20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24.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2" w:space="0" w:color="000000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прочее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постоянно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0,07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382,37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2" w:space="0" w:color="000000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66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XII. Обслуживание приборов учета, снятие показаний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28.</w:t>
                  </w: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                 общедомовых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ежемесячно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0,46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2512,70</w:t>
                  </w:r>
                </w:p>
              </w:tc>
            </w:tr>
            <w:tr w:rsidR="00E808FF" w:rsidRPr="004E54C9" w:rsidTr="00E808FF">
              <w:trPr>
                <w:trHeight w:val="20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29.</w:t>
                  </w: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 xml:space="preserve">                       индивидуальных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6 мес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0,44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2403,46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6" w:space="0" w:color="auto"/>
                    <w:left w:val="single" w:sz="2" w:space="0" w:color="000000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6" w:space="0" w:color="auto"/>
                    <w:left w:val="single" w:sz="2" w:space="0" w:color="000000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Поверка ОДПУ</w:t>
                  </w: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4 года</w:t>
                  </w:r>
                </w:p>
              </w:tc>
              <w:tc>
                <w:tcPr>
                  <w:tcW w:w="1834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0,38</w:t>
                  </w:r>
                </w:p>
              </w:tc>
              <w:tc>
                <w:tcPr>
                  <w:tcW w:w="180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2075,71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1,28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6991,87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XIII. Рентабельность (1%)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0,13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710,11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X V. Затраты СОИ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000000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2" w:space="0" w:color="000000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1,02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5571,65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Проверка внутридомового электроснабжения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1 раз в 3 года</w:t>
                  </w: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52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</w:rPr>
                  </w:pPr>
                  <w:r w:rsidRPr="004E54C9">
                    <w:rPr>
                      <w:color w:val="000000"/>
                    </w:rPr>
                    <w:t>Дополнительные работы и услуги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2" w:space="0" w:color="000000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</w:rPr>
                  </w:pP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8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                   X. Текущий и заявочный ремонт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0,00</w:t>
                  </w:r>
                </w:p>
              </w:tc>
            </w:tr>
            <w:tr w:rsidR="00E808FF" w:rsidRPr="004E54C9" w:rsidTr="00E808FF">
              <w:trPr>
                <w:trHeight w:val="214"/>
              </w:trPr>
              <w:tc>
                <w:tcPr>
                  <w:tcW w:w="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11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 xml:space="preserve">ВСЕГО   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19,11</w:t>
                  </w:r>
                </w:p>
              </w:tc>
              <w:tc>
                <w:tcPr>
                  <w:tcW w:w="18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808FF" w:rsidRPr="004E54C9" w:rsidRDefault="00E808FF" w:rsidP="00902271">
                  <w:pPr>
                    <w:framePr w:hSpace="180" w:wrap="around" w:vAnchor="text" w:hAnchor="text" w:xAlign="center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E54C9">
                    <w:rPr>
                      <w:bCs/>
                      <w:color w:val="000000"/>
                    </w:rPr>
                    <w:t>104386,46</w:t>
                  </w:r>
                </w:p>
              </w:tc>
            </w:tr>
          </w:tbl>
          <w:p w:rsidR="00E808FF" w:rsidRDefault="00E808FF" w:rsidP="00E808FF">
            <w:pPr>
              <w:ind w:left="179" w:firstLine="142"/>
              <w:rPr>
                <w:color w:val="000000"/>
                <w:sz w:val="24"/>
                <w:szCs w:val="24"/>
              </w:rPr>
            </w:pPr>
          </w:p>
          <w:p w:rsidR="00E808FF" w:rsidRDefault="00E808FF" w:rsidP="001908A6">
            <w:pPr>
              <w:ind w:left="321" w:hanging="142"/>
              <w:rPr>
                <w:color w:val="000000"/>
                <w:sz w:val="24"/>
                <w:szCs w:val="24"/>
              </w:rPr>
            </w:pPr>
          </w:p>
          <w:p w:rsidR="00E808FF" w:rsidRPr="00E66EAC" w:rsidRDefault="00E808FF" w:rsidP="001908A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E808FF" w:rsidRDefault="00E808FF" w:rsidP="00776C28">
      <w:pPr>
        <w:rPr>
          <w:sz w:val="22"/>
          <w:szCs w:val="22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7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1908A6" w:rsidRPr="001908A6" w:rsidRDefault="001908A6" w:rsidP="001908A6">
      <w:pPr>
        <w:tabs>
          <w:tab w:val="left" w:pos="2895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80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1908A6" w:rsidRPr="001908A6" w:rsidRDefault="001908A6" w:rsidP="001908A6">
      <w:pPr>
        <w:rPr>
          <w:b/>
          <w:bCs/>
          <w:sz w:val="24"/>
          <w:szCs w:val="24"/>
        </w:rPr>
      </w:pPr>
    </w:p>
    <w:p w:rsidR="001908A6" w:rsidRPr="001908A6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Карьер Цемзавода,8</w:t>
      </w:r>
      <w:r w:rsidRPr="001908A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Общая площадь жилых помещений (м2)               </w:t>
      </w:r>
      <w:r w:rsidR="00126DC0">
        <w:rPr>
          <w:sz w:val="24"/>
          <w:szCs w:val="24"/>
        </w:rPr>
        <w:t>367,2</w:t>
      </w:r>
      <w:r w:rsidRPr="001908A6">
        <w:rPr>
          <w:sz w:val="24"/>
          <w:szCs w:val="24"/>
        </w:rPr>
        <w:t xml:space="preserve">      </w:t>
      </w:r>
    </w:p>
    <w:p w:rsidR="001908A6" w:rsidRPr="001908A6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Общая площадь нежилых помещений (м2)</w:t>
      </w:r>
      <w:r w:rsidRPr="001908A6">
        <w:rPr>
          <w:sz w:val="24"/>
          <w:szCs w:val="24"/>
        </w:rPr>
        <w:tab/>
      </w:r>
    </w:p>
    <w:p w:rsidR="001908A6" w:rsidRPr="001908A6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1908A6" w:rsidRPr="001908A6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</w:t>
      </w:r>
      <w:r w:rsidRPr="001908A6">
        <w:rPr>
          <w:sz w:val="24"/>
          <w:szCs w:val="24"/>
        </w:rPr>
        <w:t>2</w:t>
      </w:r>
    </w:p>
    <w:p w:rsidR="001908A6" w:rsidRPr="001908A6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22</w:t>
      </w:r>
    </w:p>
    <w:p w:rsidR="001908A6" w:rsidRPr="001908A6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</w:t>
      </w:r>
      <w:r w:rsidRPr="001908A6">
        <w:rPr>
          <w:sz w:val="24"/>
          <w:szCs w:val="24"/>
        </w:rPr>
        <w:t>8</w:t>
      </w:r>
    </w:p>
    <w:p w:rsidR="00E808FF" w:rsidRDefault="001908A6" w:rsidP="001908A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126DC0" w:rsidRPr="00126DC0" w:rsidRDefault="00126DC0" w:rsidP="00126DC0">
      <w:pPr>
        <w:jc w:val="both"/>
        <w:rPr>
          <w:sz w:val="24"/>
          <w:szCs w:val="24"/>
        </w:rPr>
      </w:pPr>
    </w:p>
    <w:tbl>
      <w:tblPr>
        <w:tblW w:w="1063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70"/>
        <w:gridCol w:w="220"/>
        <w:gridCol w:w="5168"/>
        <w:gridCol w:w="1975"/>
        <w:gridCol w:w="1362"/>
        <w:gridCol w:w="1440"/>
      </w:tblGrid>
      <w:tr w:rsidR="00126DC0" w:rsidRPr="005F3195" w:rsidTr="00126DC0">
        <w:trPr>
          <w:trHeight w:val="204"/>
        </w:trPr>
        <w:tc>
          <w:tcPr>
            <w:tcW w:w="69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 п/п</w:t>
            </w: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Переодичность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Стоимость на 1 м2 общей площади (руб в месяц)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 плата (рублей)</w:t>
            </w:r>
          </w:p>
        </w:tc>
      </w:tr>
      <w:tr w:rsidR="00126DC0" w:rsidRPr="005F3195" w:rsidTr="00126DC0">
        <w:trPr>
          <w:trHeight w:val="242"/>
        </w:trPr>
        <w:tc>
          <w:tcPr>
            <w:tcW w:w="690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5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04"/>
        </w:trPr>
        <w:tc>
          <w:tcPr>
            <w:tcW w:w="1063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3172,61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5860,51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1233,79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264,38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308,45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4670,78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2026,94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528,77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18066,24</w:t>
            </w:r>
          </w:p>
        </w:tc>
      </w:tr>
      <w:tr w:rsidR="00126DC0" w:rsidRPr="005F3195" w:rsidTr="00126DC0">
        <w:trPr>
          <w:trHeight w:val="204"/>
        </w:trPr>
        <w:tc>
          <w:tcPr>
            <w:tcW w:w="783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36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18727,20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440,64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837,22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20005,06</w:t>
            </w:r>
          </w:p>
        </w:tc>
      </w:tr>
      <w:tr w:rsidR="00126DC0" w:rsidRPr="005F3195" w:rsidTr="00126DC0">
        <w:trPr>
          <w:trHeight w:val="204"/>
        </w:trPr>
        <w:tc>
          <w:tcPr>
            <w:tcW w:w="7833" w:type="dxa"/>
            <w:gridSpan w:val="4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362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3304,80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8239,97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11544,77</w:t>
            </w:r>
          </w:p>
        </w:tc>
      </w:tr>
      <w:tr w:rsidR="00126DC0" w:rsidRPr="005F3195" w:rsidTr="00126DC0">
        <w:trPr>
          <w:trHeight w:val="214"/>
        </w:trPr>
        <w:tc>
          <w:tcPr>
            <w:tcW w:w="58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44,06</w:t>
            </w:r>
          </w:p>
        </w:tc>
      </w:tr>
      <w:tr w:rsidR="00126DC0" w:rsidRPr="005F3195" w:rsidTr="00126DC0">
        <w:trPr>
          <w:trHeight w:val="214"/>
        </w:trPr>
        <w:tc>
          <w:tcPr>
            <w:tcW w:w="585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308,45</w:t>
            </w:r>
          </w:p>
        </w:tc>
      </w:tr>
      <w:tr w:rsidR="00126DC0" w:rsidRPr="005F3195" w:rsidTr="00126DC0">
        <w:trPr>
          <w:trHeight w:val="214"/>
        </w:trPr>
        <w:tc>
          <w:tcPr>
            <w:tcW w:w="585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2511,65</w:t>
            </w:r>
          </w:p>
        </w:tc>
      </w:tr>
      <w:tr w:rsidR="00126DC0" w:rsidRPr="005F3195" w:rsidTr="00126DC0">
        <w:trPr>
          <w:trHeight w:val="379"/>
        </w:trPr>
        <w:tc>
          <w:tcPr>
            <w:tcW w:w="47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2203,20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308,45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2026,94</w:t>
            </w:r>
          </w:p>
        </w:tc>
      </w:tr>
      <w:tr w:rsidR="00126DC0" w:rsidRPr="005F3195" w:rsidTr="00126DC0">
        <w:trPr>
          <w:trHeight w:val="2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1938,82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1674,43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5640,19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572,83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4494,53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52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5F3195" w:rsidTr="00126DC0">
        <w:trPr>
          <w:trHeight w:val="214"/>
        </w:trPr>
        <w:tc>
          <w:tcPr>
            <w:tcW w:w="58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126DC0" w:rsidRPr="005F3195" w:rsidTr="00126DC0">
        <w:trPr>
          <w:trHeight w:val="214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5F3195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63187,78</w:t>
            </w:r>
          </w:p>
        </w:tc>
      </w:tr>
    </w:tbl>
    <w:p w:rsidR="00126DC0" w:rsidRPr="00126DC0" w:rsidRDefault="00126DC0" w:rsidP="00126DC0">
      <w:pPr>
        <w:rPr>
          <w:sz w:val="24"/>
          <w:szCs w:val="24"/>
        </w:rPr>
      </w:pPr>
    </w:p>
    <w:p w:rsidR="00126DC0" w:rsidRP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  <w:r w:rsidRPr="00126DC0">
        <w:rPr>
          <w:sz w:val="24"/>
          <w:szCs w:val="24"/>
        </w:rPr>
        <w:tab/>
      </w: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F42086" w:rsidRDefault="00F42086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rPr>
          <w:sz w:val="24"/>
          <w:szCs w:val="24"/>
        </w:rPr>
      </w:pPr>
    </w:p>
    <w:p w:rsidR="00B15845" w:rsidRDefault="00126DC0" w:rsidP="00126DC0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</w:t>
      </w:r>
      <w:r w:rsidR="004743FE">
        <w:rPr>
          <w:spacing w:val="-2"/>
          <w:sz w:val="22"/>
          <w:szCs w:val="22"/>
        </w:rPr>
        <w:t xml:space="preserve">    </w:t>
      </w:r>
    </w:p>
    <w:p w:rsidR="00B15845" w:rsidRDefault="00B15845" w:rsidP="00126DC0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8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126DC0" w:rsidRPr="001908A6" w:rsidRDefault="00126DC0" w:rsidP="005F3195">
      <w:pPr>
        <w:tabs>
          <w:tab w:val="left" w:pos="567"/>
        </w:tabs>
        <w:ind w:left="709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126DC0" w:rsidRPr="001908A6" w:rsidRDefault="00126DC0" w:rsidP="00126DC0">
      <w:pPr>
        <w:rPr>
          <w:b/>
          <w:bCs/>
          <w:sz w:val="24"/>
          <w:szCs w:val="24"/>
        </w:rPr>
      </w:pPr>
    </w:p>
    <w:p w:rsidR="00126DC0" w:rsidRPr="001908A6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Карьер Цемзавода,12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Общая площадь жилых помещений (м2)               </w:t>
      </w:r>
      <w:r>
        <w:rPr>
          <w:sz w:val="24"/>
          <w:szCs w:val="24"/>
        </w:rPr>
        <w:t>393,6</w:t>
      </w:r>
      <w:r w:rsidRPr="001908A6">
        <w:rPr>
          <w:sz w:val="24"/>
          <w:szCs w:val="24"/>
        </w:rPr>
        <w:t xml:space="preserve">      </w:t>
      </w:r>
    </w:p>
    <w:p w:rsidR="00126DC0" w:rsidRPr="001908A6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126DC0" w:rsidRPr="001908A6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126DC0" w:rsidRPr="001908A6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1</w:t>
      </w:r>
    </w:p>
    <w:p w:rsidR="00126DC0" w:rsidRPr="001908A6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20      </w:t>
      </w:r>
    </w:p>
    <w:p w:rsidR="00126DC0" w:rsidRPr="001908A6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</w:t>
      </w:r>
      <w:r w:rsidRPr="001908A6">
        <w:rPr>
          <w:sz w:val="24"/>
          <w:szCs w:val="24"/>
        </w:rPr>
        <w:t>8</w:t>
      </w:r>
    </w:p>
    <w:p w:rsidR="00126DC0" w:rsidRDefault="00126DC0" w:rsidP="00126DC0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126DC0" w:rsidRDefault="00126DC0" w:rsidP="00126DC0">
      <w:pPr>
        <w:rPr>
          <w:sz w:val="24"/>
          <w:szCs w:val="24"/>
        </w:rPr>
      </w:pPr>
    </w:p>
    <w:p w:rsidR="00126DC0" w:rsidRDefault="00126DC0" w:rsidP="00126DC0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126DC0" w:rsidRDefault="00126DC0" w:rsidP="00126DC0">
      <w:pPr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146"/>
        <w:gridCol w:w="5105"/>
        <w:gridCol w:w="1975"/>
        <w:gridCol w:w="1283"/>
        <w:gridCol w:w="1104"/>
      </w:tblGrid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№ п/п</w:t>
            </w: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Переодичность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Стоимость на 1 м2 общей площади (руб в месяц)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Годовая плата (рублей)</w:t>
            </w:r>
          </w:p>
        </w:tc>
      </w:tr>
      <w:tr w:rsidR="00126DC0" w:rsidRPr="004E54C9" w:rsidTr="00126DC0">
        <w:trPr>
          <w:trHeight w:val="242"/>
        </w:trPr>
        <w:tc>
          <w:tcPr>
            <w:tcW w:w="1146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6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1.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 раз в нед.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04"/>
        </w:trPr>
        <w:tc>
          <w:tcPr>
            <w:tcW w:w="1061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двое суток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3400,70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7.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 раза в неделю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1,33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6281,86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9.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0,28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1322,50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10.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283,39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11.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330,62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трое суток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12.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сутки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5006,59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(при снегопаде)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2172,67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566,78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4,10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19365,12</w:t>
            </w:r>
          </w:p>
        </w:tc>
      </w:tr>
      <w:tr w:rsidR="00126DC0" w:rsidRPr="004E54C9" w:rsidTr="00126DC0">
        <w:trPr>
          <w:trHeight w:val="204"/>
        </w:trPr>
        <w:tc>
          <w:tcPr>
            <w:tcW w:w="822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28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70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13.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год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4,25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20073,60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14.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472,32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15.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16.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0,19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897,41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17.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18.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 мере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необходимости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4,54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21443,33</w:t>
            </w:r>
          </w:p>
        </w:tc>
      </w:tr>
      <w:tr w:rsidR="00126DC0" w:rsidRPr="004E54C9" w:rsidTr="00126DC0">
        <w:trPr>
          <w:trHeight w:val="204"/>
        </w:trPr>
        <w:tc>
          <w:tcPr>
            <w:tcW w:w="8226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283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19.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 xml:space="preserve"> 1 раз в год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а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б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 раза в год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0,75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3542,40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 на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1,87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8832,38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системах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12 раз в год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22.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6 раз в год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2,62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12374,78</w:t>
            </w:r>
          </w:p>
        </w:tc>
      </w:tr>
      <w:tr w:rsidR="00126DC0" w:rsidRPr="004E54C9" w:rsidTr="00126DC0">
        <w:trPr>
          <w:trHeight w:val="214"/>
        </w:trPr>
        <w:tc>
          <w:tcPr>
            <w:tcW w:w="6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47,23</w:t>
            </w:r>
          </w:p>
        </w:tc>
      </w:tr>
      <w:tr w:rsidR="00126DC0" w:rsidRPr="004E54C9" w:rsidTr="00126DC0">
        <w:trPr>
          <w:trHeight w:val="214"/>
        </w:trPr>
        <w:tc>
          <w:tcPr>
            <w:tcW w:w="62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0,07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330,62</w:t>
            </w:r>
          </w:p>
        </w:tc>
      </w:tr>
      <w:tr w:rsidR="00126DC0" w:rsidRPr="004E54C9" w:rsidTr="00126DC0">
        <w:trPr>
          <w:trHeight w:val="214"/>
        </w:trPr>
        <w:tc>
          <w:tcPr>
            <w:tcW w:w="62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0,57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2692,22</w:t>
            </w:r>
          </w:p>
        </w:tc>
      </w:tr>
      <w:tr w:rsidR="00126DC0" w:rsidRPr="004E54C9" w:rsidTr="00126DC0">
        <w:trPr>
          <w:trHeight w:val="379"/>
        </w:trPr>
        <w:tc>
          <w:tcPr>
            <w:tcW w:w="1146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23.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5 раз в неделю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0,50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2361,60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24.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постоянно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330,62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28.</w:t>
            </w:r>
          </w:p>
        </w:tc>
        <w:tc>
          <w:tcPr>
            <w:tcW w:w="51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ежемесячно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0,46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2172,67</w:t>
            </w:r>
          </w:p>
        </w:tc>
      </w:tr>
      <w:tr w:rsidR="00126DC0" w:rsidRPr="004E54C9" w:rsidTr="00126DC0">
        <w:trPr>
          <w:trHeight w:val="204"/>
        </w:trPr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26D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29.</w:t>
            </w:r>
          </w:p>
        </w:tc>
        <w:tc>
          <w:tcPr>
            <w:tcW w:w="5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6 мес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0,44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2078,21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4 года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0,38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1794,82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1,28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6045,70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0,13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614,02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1,02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4817,66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54C9">
              <w:rPr>
                <w:color w:val="000000"/>
              </w:rPr>
              <w:t>1 раз в 3 года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52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54C9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26DC0" w:rsidRPr="004E54C9" w:rsidTr="00126DC0">
        <w:trPr>
          <w:trHeight w:val="214"/>
        </w:trPr>
        <w:tc>
          <w:tcPr>
            <w:tcW w:w="6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0,00</w:t>
            </w:r>
          </w:p>
        </w:tc>
      </w:tr>
      <w:tr w:rsidR="00126DC0" w:rsidRPr="004E54C9" w:rsidTr="00126DC0">
        <w:trPr>
          <w:trHeight w:val="214"/>
        </w:trPr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14,34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26DC0" w:rsidRPr="004E54C9" w:rsidRDefault="00126DC0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54C9">
              <w:rPr>
                <w:bCs/>
                <w:color w:val="000000"/>
              </w:rPr>
              <w:t>67730,69</w:t>
            </w:r>
          </w:p>
        </w:tc>
      </w:tr>
    </w:tbl>
    <w:p w:rsidR="00126DC0" w:rsidRDefault="00126DC0" w:rsidP="00126DC0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Default="00F42086" w:rsidP="00F42086">
      <w:pPr>
        <w:rPr>
          <w:sz w:val="24"/>
          <w:szCs w:val="24"/>
        </w:rPr>
      </w:pPr>
    </w:p>
    <w:p w:rsidR="00F42086" w:rsidRPr="00F42086" w:rsidRDefault="00F42086" w:rsidP="00F42086">
      <w:pPr>
        <w:rPr>
          <w:sz w:val="24"/>
          <w:szCs w:val="24"/>
        </w:rPr>
      </w:pPr>
    </w:p>
    <w:p w:rsidR="00F42086" w:rsidRDefault="00F42086" w:rsidP="00F42086">
      <w:pPr>
        <w:rPr>
          <w:sz w:val="24"/>
          <w:szCs w:val="24"/>
        </w:rPr>
      </w:pPr>
    </w:p>
    <w:p w:rsidR="00F42086" w:rsidRDefault="00F42086" w:rsidP="00F42086">
      <w:pPr>
        <w:rPr>
          <w:sz w:val="24"/>
          <w:szCs w:val="24"/>
        </w:rPr>
      </w:pPr>
    </w:p>
    <w:p w:rsidR="00B15845" w:rsidRDefault="00F42086" w:rsidP="00F42086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</w:t>
      </w:r>
    </w:p>
    <w:p w:rsidR="00B15845" w:rsidRDefault="00B15845" w:rsidP="00F42086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Приложение 9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F42086" w:rsidRPr="001908A6" w:rsidRDefault="00F42086" w:rsidP="005F3195">
      <w:pPr>
        <w:tabs>
          <w:tab w:val="left" w:pos="567"/>
        </w:tabs>
        <w:ind w:left="709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F42086" w:rsidRPr="001908A6" w:rsidRDefault="00F42086" w:rsidP="00F42086">
      <w:pPr>
        <w:jc w:val="center"/>
        <w:rPr>
          <w:b/>
          <w:bCs/>
          <w:sz w:val="24"/>
          <w:szCs w:val="24"/>
        </w:rPr>
      </w:pPr>
    </w:p>
    <w:p w:rsidR="00F42086" w:rsidRPr="001908A6" w:rsidRDefault="00F42086" w:rsidP="00F42086">
      <w:pPr>
        <w:rPr>
          <w:b/>
          <w:bCs/>
          <w:sz w:val="24"/>
          <w:szCs w:val="24"/>
        </w:rPr>
      </w:pPr>
    </w:p>
    <w:p w:rsidR="00F42086" w:rsidRPr="001908A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Пушкина,2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1908A6">
        <w:rPr>
          <w:sz w:val="24"/>
          <w:szCs w:val="24"/>
        </w:rPr>
        <w:t xml:space="preserve">Общая площадь жилых помещений (м2)               </w:t>
      </w:r>
      <w:r>
        <w:rPr>
          <w:sz w:val="24"/>
          <w:szCs w:val="24"/>
        </w:rPr>
        <w:t>552,7</w:t>
      </w:r>
      <w:r w:rsidRPr="001908A6">
        <w:rPr>
          <w:sz w:val="24"/>
          <w:szCs w:val="24"/>
        </w:rPr>
        <w:t xml:space="preserve">      </w:t>
      </w:r>
    </w:p>
    <w:p w:rsidR="00F42086" w:rsidRPr="001908A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F42086" w:rsidRPr="001908A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F42086" w:rsidRPr="001908A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2</w:t>
      </w:r>
    </w:p>
    <w:p w:rsidR="00F42086" w:rsidRPr="001908A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34      </w:t>
      </w:r>
    </w:p>
    <w:p w:rsidR="00F42086" w:rsidRPr="001908A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12</w:t>
      </w:r>
    </w:p>
    <w:p w:rsidR="00F42086" w:rsidRDefault="00F42086" w:rsidP="00F42086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F42086" w:rsidRDefault="00F42086" w:rsidP="00F42086">
      <w:pPr>
        <w:rPr>
          <w:sz w:val="24"/>
          <w:szCs w:val="24"/>
        </w:rPr>
      </w:pPr>
    </w:p>
    <w:p w:rsidR="00F42086" w:rsidRDefault="00F42086" w:rsidP="00F42086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F42086" w:rsidRDefault="00F42086" w:rsidP="00F42086">
      <w:pPr>
        <w:jc w:val="both"/>
        <w:rPr>
          <w:sz w:val="24"/>
          <w:szCs w:val="24"/>
        </w:rPr>
      </w:pPr>
    </w:p>
    <w:tbl>
      <w:tblPr>
        <w:tblW w:w="1068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97"/>
        <w:gridCol w:w="5388"/>
        <w:gridCol w:w="1975"/>
        <w:gridCol w:w="1198"/>
        <w:gridCol w:w="1522"/>
      </w:tblGrid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 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Переодичность</w:t>
            </w:r>
          </w:p>
        </w:tc>
        <w:tc>
          <w:tcPr>
            <w:tcW w:w="11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 в месяц)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42"/>
        </w:trPr>
        <w:tc>
          <w:tcPr>
            <w:tcW w:w="5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04"/>
        </w:trPr>
        <w:tc>
          <w:tcPr>
            <w:tcW w:w="106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4775,33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8821,09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1857,07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397,94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464,27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7030,34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3050,90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795,89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27192,84</w:t>
            </w:r>
          </w:p>
        </w:tc>
      </w:tr>
      <w:tr w:rsidR="00F42086" w:rsidRPr="005F3195" w:rsidTr="00F42086">
        <w:trPr>
          <w:trHeight w:val="204"/>
        </w:trPr>
        <w:tc>
          <w:tcPr>
            <w:tcW w:w="79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28187,70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663,24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1260,16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30111,10</w:t>
            </w:r>
          </w:p>
        </w:tc>
      </w:tr>
      <w:tr w:rsidR="00F42086" w:rsidRPr="005F3195" w:rsidTr="00F42086">
        <w:trPr>
          <w:trHeight w:val="204"/>
        </w:trPr>
        <w:tc>
          <w:tcPr>
            <w:tcW w:w="7960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4974,30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12402,59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17376,89</w:t>
            </w:r>
          </w:p>
        </w:tc>
      </w:tr>
      <w:tr w:rsidR="00F42086" w:rsidRPr="005F3195" w:rsidTr="00F42086">
        <w:trPr>
          <w:trHeight w:val="214"/>
        </w:trPr>
        <w:tc>
          <w:tcPr>
            <w:tcW w:w="5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66,32</w:t>
            </w:r>
          </w:p>
        </w:tc>
      </w:tr>
      <w:tr w:rsidR="00F42086" w:rsidRPr="005F3195" w:rsidTr="00F42086">
        <w:trPr>
          <w:trHeight w:val="214"/>
        </w:trPr>
        <w:tc>
          <w:tcPr>
            <w:tcW w:w="59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464,27</w:t>
            </w:r>
          </w:p>
        </w:tc>
      </w:tr>
      <w:tr w:rsidR="00F42086" w:rsidRPr="005F3195" w:rsidTr="00F42086">
        <w:trPr>
          <w:trHeight w:val="214"/>
        </w:trPr>
        <w:tc>
          <w:tcPr>
            <w:tcW w:w="5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3780,47</w:t>
            </w:r>
          </w:p>
        </w:tc>
      </w:tr>
      <w:tr w:rsidR="00F42086" w:rsidRPr="005F3195" w:rsidTr="00F42086">
        <w:trPr>
          <w:trHeight w:val="379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3316,20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464,27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3050,90</w:t>
            </w:r>
          </w:p>
        </w:tc>
      </w:tr>
      <w:tr w:rsidR="00F42086" w:rsidRPr="005F3195" w:rsidTr="00F42086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2918,26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2520,31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8489,47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862,21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6765,05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52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42086" w:rsidRPr="005F3195" w:rsidTr="00F42086">
        <w:trPr>
          <w:trHeight w:val="214"/>
        </w:trPr>
        <w:tc>
          <w:tcPr>
            <w:tcW w:w="5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F42086" w:rsidRPr="005F3195" w:rsidTr="00F42086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42086" w:rsidRPr="005F3195" w:rsidRDefault="00F42086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95108,62</w:t>
            </w:r>
          </w:p>
        </w:tc>
      </w:tr>
    </w:tbl>
    <w:p w:rsidR="00F42086" w:rsidRDefault="00F42086" w:rsidP="00F42086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Default="00194AD4" w:rsidP="00194AD4">
      <w:pPr>
        <w:rPr>
          <w:sz w:val="24"/>
          <w:szCs w:val="24"/>
        </w:rPr>
      </w:pPr>
    </w:p>
    <w:p w:rsidR="00194AD4" w:rsidRPr="00194AD4" w:rsidRDefault="00194AD4" w:rsidP="00194AD4">
      <w:pPr>
        <w:rPr>
          <w:sz w:val="24"/>
          <w:szCs w:val="24"/>
        </w:rPr>
      </w:pPr>
    </w:p>
    <w:p w:rsidR="00194AD4" w:rsidRDefault="00194AD4" w:rsidP="00194AD4">
      <w:pPr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lastRenderedPageBreak/>
        <w:t>Приложение 1</w:t>
      </w:r>
      <w:r>
        <w:rPr>
          <w:spacing w:val="-2"/>
          <w:sz w:val="24"/>
          <w:szCs w:val="24"/>
        </w:rPr>
        <w:t>0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194AD4" w:rsidRPr="001908A6" w:rsidRDefault="00194AD4" w:rsidP="005F3195">
      <w:pPr>
        <w:tabs>
          <w:tab w:val="left" w:pos="567"/>
        </w:tabs>
        <w:ind w:left="709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194AD4" w:rsidRPr="001908A6" w:rsidRDefault="00194AD4" w:rsidP="00194AD4">
      <w:pPr>
        <w:jc w:val="center"/>
        <w:rPr>
          <w:b/>
          <w:bCs/>
          <w:sz w:val="24"/>
          <w:szCs w:val="24"/>
        </w:rPr>
      </w:pPr>
    </w:p>
    <w:p w:rsidR="00194AD4" w:rsidRPr="001908A6" w:rsidRDefault="00194AD4" w:rsidP="00194AD4">
      <w:pPr>
        <w:rPr>
          <w:b/>
          <w:bCs/>
          <w:sz w:val="24"/>
          <w:szCs w:val="24"/>
        </w:rPr>
      </w:pP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Пушкина,3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376</w:t>
      </w:r>
      <w:r w:rsidRPr="001908A6">
        <w:rPr>
          <w:sz w:val="24"/>
          <w:szCs w:val="24"/>
        </w:rPr>
        <w:t xml:space="preserve">      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2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28      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8</w:t>
      </w:r>
    </w:p>
    <w:p w:rsidR="00194AD4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194AD4" w:rsidRDefault="00194AD4" w:rsidP="00194AD4">
      <w:pPr>
        <w:rPr>
          <w:sz w:val="24"/>
          <w:szCs w:val="24"/>
        </w:rPr>
      </w:pPr>
    </w:p>
    <w:p w:rsidR="00194AD4" w:rsidRDefault="00194AD4" w:rsidP="00194AD4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194AD4" w:rsidRDefault="00194AD4" w:rsidP="00194AD4">
      <w:pPr>
        <w:jc w:val="both"/>
        <w:rPr>
          <w:sz w:val="24"/>
          <w:szCs w:val="24"/>
        </w:rPr>
      </w:pPr>
    </w:p>
    <w:tbl>
      <w:tblPr>
        <w:tblW w:w="1077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88"/>
        <w:gridCol w:w="1975"/>
        <w:gridCol w:w="1198"/>
        <w:gridCol w:w="1522"/>
      </w:tblGrid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 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1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 в месяц)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1077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3255,55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6013,73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1266,05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271,30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316,51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4792,90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2079,94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542,59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18538,56</w:t>
            </w:r>
          </w:p>
        </w:tc>
      </w:tr>
      <w:tr w:rsidR="00194AD4" w:rsidRPr="005F3195" w:rsidTr="00194AD4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19216,80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452,16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859,10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20528,06</w:t>
            </w:r>
          </w:p>
        </w:tc>
      </w:tr>
      <w:tr w:rsidR="00194AD4" w:rsidRPr="005F3195" w:rsidTr="00194AD4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3391,20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8455,39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11846,59</w:t>
            </w:r>
          </w:p>
        </w:tc>
      </w:tr>
      <w:tr w:rsidR="00194AD4" w:rsidRPr="005F3195" w:rsidTr="00194AD4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45,22</w:t>
            </w:r>
          </w:p>
        </w:tc>
      </w:tr>
      <w:tr w:rsidR="00194AD4" w:rsidRPr="005F3195" w:rsidTr="00194AD4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316,51</w:t>
            </w:r>
          </w:p>
        </w:tc>
      </w:tr>
      <w:tr w:rsidR="00194AD4" w:rsidRPr="005F3195" w:rsidTr="00194AD4">
        <w:trPr>
          <w:trHeight w:val="21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2577,31</w:t>
            </w:r>
          </w:p>
        </w:tc>
      </w:tr>
      <w:tr w:rsidR="00194AD4" w:rsidRPr="005F3195" w:rsidTr="00194AD4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2260,80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316,51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2079,94</w:t>
            </w:r>
          </w:p>
        </w:tc>
      </w:tr>
      <w:tr w:rsidR="00194AD4" w:rsidRPr="005F3195" w:rsidTr="00194AD4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1989,50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1718,21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5787,65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587,81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4612,03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64839,74</w:t>
            </w:r>
          </w:p>
        </w:tc>
      </w:tr>
    </w:tbl>
    <w:p w:rsidR="00194AD4" w:rsidRDefault="00194AD4" w:rsidP="00194AD4">
      <w:pPr>
        <w:jc w:val="both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5F3195" w:rsidRPr="005F3195" w:rsidRDefault="00B1584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      </w:t>
      </w:r>
      <w:r w:rsidR="005F3195" w:rsidRPr="005F3195">
        <w:rPr>
          <w:spacing w:val="-2"/>
          <w:sz w:val="24"/>
          <w:szCs w:val="24"/>
        </w:rPr>
        <w:t>Приложение 1</w:t>
      </w:r>
      <w:r w:rsidR="005F3195">
        <w:rPr>
          <w:spacing w:val="-2"/>
          <w:sz w:val="24"/>
          <w:szCs w:val="24"/>
        </w:rPr>
        <w:t>1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194AD4" w:rsidRPr="005F3195" w:rsidRDefault="00194AD4" w:rsidP="005F3195">
      <w:pPr>
        <w:tabs>
          <w:tab w:val="left" w:pos="567"/>
        </w:tabs>
        <w:ind w:left="709"/>
        <w:jc w:val="center"/>
        <w:rPr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5F3195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5F3195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194AD4" w:rsidRPr="001908A6" w:rsidRDefault="00194AD4" w:rsidP="00194AD4">
      <w:pPr>
        <w:jc w:val="center"/>
        <w:rPr>
          <w:b/>
          <w:bCs/>
          <w:sz w:val="24"/>
          <w:szCs w:val="24"/>
        </w:rPr>
      </w:pPr>
    </w:p>
    <w:p w:rsidR="00194AD4" w:rsidRPr="001908A6" w:rsidRDefault="00194AD4" w:rsidP="00194AD4">
      <w:pPr>
        <w:rPr>
          <w:b/>
          <w:bCs/>
          <w:sz w:val="24"/>
          <w:szCs w:val="24"/>
        </w:rPr>
      </w:pP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Пушкина,5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371,7</w:t>
      </w:r>
      <w:r w:rsidRPr="001908A6">
        <w:rPr>
          <w:sz w:val="24"/>
          <w:szCs w:val="24"/>
        </w:rPr>
        <w:t xml:space="preserve">     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27      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194AD4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194AD4" w:rsidRDefault="00194AD4" w:rsidP="00194AD4">
      <w:pPr>
        <w:rPr>
          <w:sz w:val="24"/>
          <w:szCs w:val="24"/>
        </w:rPr>
      </w:pPr>
    </w:p>
    <w:p w:rsidR="00194AD4" w:rsidRDefault="00194AD4" w:rsidP="00194AD4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194AD4" w:rsidRDefault="00194AD4" w:rsidP="00194AD4">
      <w:pPr>
        <w:jc w:val="both"/>
        <w:rPr>
          <w:sz w:val="24"/>
          <w:szCs w:val="24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597"/>
        <w:gridCol w:w="5388"/>
        <w:gridCol w:w="1975"/>
        <w:gridCol w:w="1426"/>
        <w:gridCol w:w="1078"/>
      </w:tblGrid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 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(руб. в месяц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04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)</w:t>
            </w:r>
          </w:p>
        </w:tc>
      </w:tr>
      <w:tr w:rsidR="00194AD4" w:rsidRPr="005F3195" w:rsidTr="00194AD4">
        <w:trPr>
          <w:trHeight w:val="242"/>
        </w:trPr>
        <w:tc>
          <w:tcPr>
            <w:tcW w:w="5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1046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3211,49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5932,33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1248,91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267,62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312,23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4728,02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2051,78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535,25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18287,64</w:t>
            </w:r>
          </w:p>
        </w:tc>
      </w:tr>
      <w:tr w:rsidR="00194AD4" w:rsidRPr="005F3195" w:rsidTr="00194AD4">
        <w:trPr>
          <w:trHeight w:val="204"/>
        </w:trPr>
        <w:tc>
          <w:tcPr>
            <w:tcW w:w="79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18956,70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446,04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847,48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20250,22</w:t>
            </w:r>
          </w:p>
        </w:tc>
      </w:tr>
      <w:tr w:rsidR="00194AD4" w:rsidRPr="005F3195" w:rsidTr="00194AD4">
        <w:trPr>
          <w:trHeight w:val="204"/>
        </w:trPr>
        <w:tc>
          <w:tcPr>
            <w:tcW w:w="7960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3345,30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8340,95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11686,25</w:t>
            </w:r>
          </w:p>
        </w:tc>
      </w:tr>
      <w:tr w:rsidR="00194AD4" w:rsidRPr="005F3195" w:rsidTr="00194AD4">
        <w:trPr>
          <w:trHeight w:val="214"/>
        </w:trPr>
        <w:tc>
          <w:tcPr>
            <w:tcW w:w="5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44,60</w:t>
            </w:r>
          </w:p>
        </w:tc>
      </w:tr>
      <w:tr w:rsidR="00194AD4" w:rsidRPr="005F3195" w:rsidTr="00194AD4">
        <w:trPr>
          <w:trHeight w:val="214"/>
        </w:trPr>
        <w:tc>
          <w:tcPr>
            <w:tcW w:w="59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312,23</w:t>
            </w:r>
          </w:p>
        </w:tc>
      </w:tr>
      <w:tr w:rsidR="00194AD4" w:rsidRPr="005F3195" w:rsidTr="00194AD4">
        <w:trPr>
          <w:trHeight w:val="214"/>
        </w:trPr>
        <w:tc>
          <w:tcPr>
            <w:tcW w:w="5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2542,43</w:t>
            </w:r>
          </w:p>
        </w:tc>
      </w:tr>
      <w:tr w:rsidR="00194AD4" w:rsidRPr="005F3195" w:rsidTr="00194AD4">
        <w:trPr>
          <w:trHeight w:val="379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2230,20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312,23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2051,78</w:t>
            </w:r>
          </w:p>
        </w:tc>
      </w:tr>
      <w:tr w:rsidR="00194AD4" w:rsidRPr="005F3195" w:rsidTr="00194AD4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1962,58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1694,95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5709,31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579,85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4549,61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52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4AD4" w:rsidRPr="005F3195" w:rsidTr="00194AD4">
        <w:trPr>
          <w:trHeight w:val="214"/>
        </w:trPr>
        <w:tc>
          <w:tcPr>
            <w:tcW w:w="5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194AD4" w:rsidRPr="005F3195" w:rsidTr="00194AD4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4AD4" w:rsidRPr="005F3195" w:rsidRDefault="00194AD4" w:rsidP="00194A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63962,14</w:t>
            </w:r>
          </w:p>
        </w:tc>
      </w:tr>
    </w:tbl>
    <w:p w:rsidR="00194AD4" w:rsidRDefault="00194AD4" w:rsidP="00194AD4">
      <w:pPr>
        <w:jc w:val="both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5F3195" w:rsidRPr="005F3195" w:rsidRDefault="00194AD4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bookmarkStart w:id="4" w:name="_Hlk130988992"/>
      <w:r>
        <w:rPr>
          <w:spacing w:val="-2"/>
          <w:sz w:val="22"/>
          <w:szCs w:val="22"/>
        </w:rPr>
        <w:t xml:space="preserve">                                                                      </w:t>
      </w:r>
      <w:r w:rsidR="005F3195" w:rsidRPr="005F3195">
        <w:rPr>
          <w:spacing w:val="-2"/>
          <w:sz w:val="24"/>
          <w:szCs w:val="24"/>
        </w:rPr>
        <w:t>Приложение 1</w:t>
      </w:r>
      <w:r w:rsidR="005F3195">
        <w:rPr>
          <w:spacing w:val="-2"/>
          <w:sz w:val="24"/>
          <w:szCs w:val="24"/>
        </w:rPr>
        <w:t>2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194AD4" w:rsidRPr="001908A6" w:rsidRDefault="00194AD4" w:rsidP="005F3195">
      <w:pPr>
        <w:tabs>
          <w:tab w:val="left" w:pos="567"/>
        </w:tabs>
        <w:ind w:left="709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194AD4" w:rsidRPr="001908A6" w:rsidRDefault="00194AD4" w:rsidP="00194AD4">
      <w:pPr>
        <w:jc w:val="center"/>
        <w:rPr>
          <w:b/>
          <w:bCs/>
          <w:sz w:val="24"/>
          <w:szCs w:val="24"/>
        </w:rPr>
      </w:pPr>
    </w:p>
    <w:p w:rsidR="00194AD4" w:rsidRPr="001908A6" w:rsidRDefault="00194AD4" w:rsidP="00194AD4">
      <w:pPr>
        <w:rPr>
          <w:b/>
          <w:bCs/>
          <w:sz w:val="24"/>
          <w:szCs w:val="24"/>
        </w:rPr>
      </w:pP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Пушкина,6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376,8</w:t>
      </w:r>
      <w:r w:rsidRPr="001908A6">
        <w:rPr>
          <w:sz w:val="24"/>
          <w:szCs w:val="24"/>
        </w:rPr>
        <w:t xml:space="preserve">     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23      </w:t>
      </w:r>
    </w:p>
    <w:p w:rsidR="00194AD4" w:rsidRPr="001908A6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194AD4" w:rsidRDefault="00194AD4" w:rsidP="00194AD4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194AD4" w:rsidRDefault="00194AD4" w:rsidP="00194AD4">
      <w:pPr>
        <w:rPr>
          <w:sz w:val="24"/>
          <w:szCs w:val="24"/>
        </w:rPr>
      </w:pPr>
    </w:p>
    <w:p w:rsidR="00194AD4" w:rsidRDefault="00194AD4" w:rsidP="00194AD4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bookmarkEnd w:id="4"/>
    <w:p w:rsidR="00194AD4" w:rsidRDefault="00194AD4" w:rsidP="00194AD4">
      <w:pPr>
        <w:jc w:val="both"/>
        <w:rPr>
          <w:sz w:val="24"/>
          <w:szCs w:val="24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597"/>
        <w:gridCol w:w="5168"/>
        <w:gridCol w:w="220"/>
        <w:gridCol w:w="1757"/>
        <w:gridCol w:w="368"/>
        <w:gridCol w:w="1276"/>
        <w:gridCol w:w="142"/>
        <w:gridCol w:w="1134"/>
      </w:tblGrid>
      <w:tr w:rsidR="00F011CE" w:rsidRPr="005F3195" w:rsidTr="00207885">
        <w:trPr>
          <w:trHeight w:val="204"/>
        </w:trPr>
        <w:tc>
          <w:tcPr>
            <w:tcW w:w="5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 в месяц)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42"/>
        </w:trPr>
        <w:tc>
          <w:tcPr>
            <w:tcW w:w="5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04"/>
        </w:trPr>
        <w:tc>
          <w:tcPr>
            <w:tcW w:w="10662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3255,55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6013,73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1266,05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271,30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316,51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4792,90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2079,94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542,59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18538,56</w:t>
            </w:r>
          </w:p>
        </w:tc>
      </w:tr>
      <w:tr w:rsidR="00F011CE" w:rsidRPr="005F3195" w:rsidTr="00207885">
        <w:trPr>
          <w:trHeight w:val="204"/>
        </w:trPr>
        <w:tc>
          <w:tcPr>
            <w:tcW w:w="774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19216,80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45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452,16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859,10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20528,06</w:t>
            </w:r>
          </w:p>
        </w:tc>
      </w:tr>
      <w:tr w:rsidR="00F011CE" w:rsidRPr="005F3195" w:rsidTr="00207885">
        <w:trPr>
          <w:trHeight w:val="204"/>
        </w:trPr>
        <w:tc>
          <w:tcPr>
            <w:tcW w:w="7742" w:type="dxa"/>
            <w:gridSpan w:val="4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lastRenderedPageBreak/>
              <w:t>IV. Проведение технических осмотров и мелкого ремонта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3391,20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8455,39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11846,59</w:t>
            </w:r>
          </w:p>
        </w:tc>
      </w:tr>
      <w:tr w:rsidR="00F011CE" w:rsidRPr="005F3195" w:rsidTr="00207885">
        <w:trPr>
          <w:trHeight w:val="214"/>
        </w:trPr>
        <w:tc>
          <w:tcPr>
            <w:tcW w:w="57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45,22</w:t>
            </w:r>
          </w:p>
        </w:tc>
      </w:tr>
      <w:tr w:rsidR="00F011CE" w:rsidRPr="005F3195" w:rsidTr="00207885">
        <w:trPr>
          <w:trHeight w:val="214"/>
        </w:trPr>
        <w:tc>
          <w:tcPr>
            <w:tcW w:w="57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316,51</w:t>
            </w:r>
          </w:p>
        </w:tc>
      </w:tr>
      <w:tr w:rsidR="00F011CE" w:rsidRPr="005F3195" w:rsidTr="00207885">
        <w:trPr>
          <w:trHeight w:val="214"/>
        </w:trPr>
        <w:tc>
          <w:tcPr>
            <w:tcW w:w="57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2577,31</w:t>
            </w:r>
          </w:p>
        </w:tc>
      </w:tr>
      <w:tr w:rsidR="00F011CE" w:rsidRPr="005F3195" w:rsidTr="00207885">
        <w:trPr>
          <w:trHeight w:val="379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2260,80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316,51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1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1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2079,94</w:t>
            </w:r>
          </w:p>
        </w:tc>
      </w:tr>
      <w:tr w:rsidR="00F011CE" w:rsidRPr="005F3195" w:rsidTr="00207885">
        <w:trPr>
          <w:trHeight w:val="20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1989,50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64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1718,21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5787,65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587,81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4612,03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52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207885">
        <w:trPr>
          <w:trHeight w:val="214"/>
        </w:trPr>
        <w:tc>
          <w:tcPr>
            <w:tcW w:w="57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F011CE" w:rsidRPr="005F3195" w:rsidTr="00207885">
        <w:trPr>
          <w:trHeight w:val="21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64839,74</w:t>
            </w:r>
          </w:p>
        </w:tc>
      </w:tr>
    </w:tbl>
    <w:p w:rsidR="00F011CE" w:rsidRDefault="00F011CE" w:rsidP="00194AD4">
      <w:pPr>
        <w:jc w:val="both"/>
        <w:rPr>
          <w:sz w:val="24"/>
          <w:szCs w:val="24"/>
        </w:rPr>
      </w:pPr>
    </w:p>
    <w:p w:rsidR="00194AD4" w:rsidRDefault="00194AD4" w:rsidP="00194AD4">
      <w:pPr>
        <w:ind w:firstLine="720"/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Pr="00F011CE" w:rsidRDefault="00F011CE" w:rsidP="00F011CE">
      <w:pPr>
        <w:rPr>
          <w:sz w:val="24"/>
          <w:szCs w:val="24"/>
        </w:rPr>
      </w:pPr>
    </w:p>
    <w:p w:rsidR="00F011CE" w:rsidRDefault="00F011CE" w:rsidP="00F011CE">
      <w:pPr>
        <w:rPr>
          <w:sz w:val="24"/>
          <w:szCs w:val="24"/>
        </w:rPr>
      </w:pPr>
    </w:p>
    <w:p w:rsidR="00F011CE" w:rsidRDefault="00F011CE" w:rsidP="00F011CE">
      <w:pPr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B15845" w:rsidRDefault="00F011CE" w:rsidP="00F011CE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  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Приложение 1</w:t>
      </w:r>
      <w:r>
        <w:rPr>
          <w:spacing w:val="-2"/>
          <w:sz w:val="24"/>
          <w:szCs w:val="24"/>
        </w:rPr>
        <w:t>3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F011CE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80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F011CE" w:rsidRPr="001908A6" w:rsidRDefault="00F011CE" w:rsidP="00F011CE">
      <w:pPr>
        <w:rPr>
          <w:b/>
          <w:bCs/>
          <w:sz w:val="24"/>
          <w:szCs w:val="24"/>
        </w:rPr>
      </w:pP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Пушкина,7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361,8</w:t>
      </w:r>
      <w:r w:rsidRPr="001908A6">
        <w:rPr>
          <w:sz w:val="24"/>
          <w:szCs w:val="24"/>
        </w:rPr>
        <w:t xml:space="preserve">     </w:t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28     </w:t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F011CE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F011CE" w:rsidRDefault="00F011CE" w:rsidP="00F011CE">
      <w:pPr>
        <w:rPr>
          <w:sz w:val="24"/>
          <w:szCs w:val="24"/>
        </w:rPr>
      </w:pPr>
    </w:p>
    <w:p w:rsidR="00F011CE" w:rsidRDefault="00F011CE" w:rsidP="00F011CE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F011CE" w:rsidRDefault="00F011CE" w:rsidP="00F011CE">
      <w:pPr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88"/>
        <w:gridCol w:w="1975"/>
        <w:gridCol w:w="1284"/>
        <w:gridCol w:w="1362"/>
      </w:tblGrid>
      <w:tr w:rsidR="00F011CE" w:rsidRPr="005F3195" w:rsidTr="00F011CE">
        <w:trPr>
          <w:trHeight w:val="204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 в месяц)</w:t>
            </w:r>
          </w:p>
        </w:tc>
        <w:tc>
          <w:tcPr>
            <w:tcW w:w="13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46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07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04"/>
        </w:trPr>
        <w:tc>
          <w:tcPr>
            <w:tcW w:w="1069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3125,95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5774,33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1215,65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260,50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303,91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4602,10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1997,14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520,99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17800,56</w:t>
            </w:r>
          </w:p>
        </w:tc>
      </w:tr>
      <w:tr w:rsidR="00F011CE" w:rsidRPr="005F3195" w:rsidTr="00F011CE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28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18451,80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434,16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824,90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19710,86</w:t>
            </w:r>
          </w:p>
        </w:tc>
      </w:tr>
      <w:tr w:rsidR="00F011CE" w:rsidRPr="005F3195" w:rsidTr="00F011CE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284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3256,20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8118,79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11374,99</w:t>
            </w:r>
          </w:p>
        </w:tc>
      </w:tr>
      <w:tr w:rsidR="00F011CE" w:rsidRPr="005F3195" w:rsidTr="00F011CE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43,42</w:t>
            </w:r>
          </w:p>
        </w:tc>
      </w:tr>
      <w:tr w:rsidR="00F011CE" w:rsidRPr="005F3195" w:rsidTr="00F011CE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303,91</w:t>
            </w:r>
          </w:p>
        </w:tc>
      </w:tr>
      <w:tr w:rsidR="00F011CE" w:rsidRPr="005F3195" w:rsidTr="00F011CE">
        <w:trPr>
          <w:trHeight w:val="21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2474,71</w:t>
            </w:r>
          </w:p>
        </w:tc>
      </w:tr>
      <w:tr w:rsidR="00F011CE" w:rsidRPr="005F3195" w:rsidTr="00F011CE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2170,80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303,91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1997,14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1910,30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1649,81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5557,25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564,41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4428,43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62258,54</w:t>
            </w:r>
          </w:p>
        </w:tc>
      </w:tr>
    </w:tbl>
    <w:p w:rsidR="00F011CE" w:rsidRDefault="00F011CE" w:rsidP="00F011CE">
      <w:pPr>
        <w:jc w:val="both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5F3195" w:rsidRPr="005F3195" w:rsidRDefault="00B1584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       </w:t>
      </w:r>
      <w:r w:rsidR="005F3195" w:rsidRPr="005F3195">
        <w:rPr>
          <w:spacing w:val="-2"/>
          <w:sz w:val="24"/>
          <w:szCs w:val="24"/>
        </w:rPr>
        <w:t>Приложение 1</w:t>
      </w:r>
      <w:r w:rsidR="005F3195">
        <w:rPr>
          <w:spacing w:val="-2"/>
          <w:sz w:val="24"/>
          <w:szCs w:val="24"/>
        </w:rPr>
        <w:t>4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F011CE" w:rsidRPr="001908A6" w:rsidRDefault="00F011CE" w:rsidP="005F3195">
      <w:pPr>
        <w:tabs>
          <w:tab w:val="left" w:pos="567"/>
        </w:tabs>
        <w:ind w:left="709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F011CE" w:rsidRPr="001908A6" w:rsidRDefault="00F011CE" w:rsidP="00F011CE">
      <w:pPr>
        <w:jc w:val="center"/>
        <w:rPr>
          <w:b/>
          <w:bCs/>
          <w:sz w:val="24"/>
          <w:szCs w:val="24"/>
        </w:rPr>
      </w:pPr>
    </w:p>
    <w:p w:rsidR="00F011CE" w:rsidRPr="001908A6" w:rsidRDefault="00F011CE" w:rsidP="00F011CE">
      <w:pPr>
        <w:rPr>
          <w:b/>
          <w:bCs/>
          <w:sz w:val="24"/>
          <w:szCs w:val="24"/>
        </w:rPr>
      </w:pP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Пушкина,8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371,2</w:t>
      </w:r>
      <w:r w:rsidRPr="001908A6">
        <w:rPr>
          <w:sz w:val="24"/>
          <w:szCs w:val="24"/>
        </w:rPr>
        <w:t xml:space="preserve">     </w:t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22    </w:t>
      </w:r>
    </w:p>
    <w:p w:rsidR="00F011CE" w:rsidRPr="001908A6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F011CE" w:rsidRDefault="00F011CE" w:rsidP="00F011CE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F011CE" w:rsidRDefault="00F011CE" w:rsidP="00F011CE">
      <w:pPr>
        <w:rPr>
          <w:sz w:val="24"/>
          <w:szCs w:val="24"/>
        </w:rPr>
      </w:pPr>
    </w:p>
    <w:p w:rsidR="00F011CE" w:rsidRDefault="00F011CE" w:rsidP="00F011CE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F011CE" w:rsidRDefault="00F011CE" w:rsidP="00F011CE">
      <w:pPr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77"/>
        <w:gridCol w:w="11"/>
        <w:gridCol w:w="1964"/>
        <w:gridCol w:w="11"/>
        <w:gridCol w:w="1351"/>
        <w:gridCol w:w="11"/>
        <w:gridCol w:w="1198"/>
      </w:tblGrid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 п/п</w:t>
            </w:r>
          </w:p>
        </w:tc>
        <w:tc>
          <w:tcPr>
            <w:tcW w:w="5377" w:type="dxa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Стоимость на 1 м2 общей площади (руб в месяц)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Годоваяплата (рублей)</w:t>
            </w:r>
          </w:p>
        </w:tc>
      </w:tr>
      <w:tr w:rsidR="00F011CE" w:rsidRPr="005F3195" w:rsidTr="00F011CE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9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4,09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18228,31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4,09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18228,31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6.</w:t>
            </w: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0,95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4233,96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1,34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5972,11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1247,90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267,41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401,11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6239,52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0,98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4367,66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13а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Утилизация ТБО, образующихся при уборке придомовой территории 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133,70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534,82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5,25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23398,20</w:t>
            </w:r>
          </w:p>
        </w:tc>
      </w:tr>
      <w:tr w:rsidR="00F011CE" w:rsidRPr="005F3195" w:rsidTr="00F011CE">
        <w:trPr>
          <w:trHeight w:val="204"/>
        </w:trPr>
        <w:tc>
          <w:tcPr>
            <w:tcW w:w="804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18941,40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4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1470,74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178,27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846,79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0,80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3565,44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44,57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5,62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25047,22</w:t>
            </w:r>
          </w:p>
        </w:tc>
      </w:tr>
      <w:tr w:rsidR="00F011CE" w:rsidRPr="005F3195" w:rsidTr="00F011CE">
        <w:trPr>
          <w:trHeight w:val="204"/>
        </w:trPr>
        <w:tc>
          <w:tcPr>
            <w:tcW w:w="8042" w:type="dxa"/>
            <w:gridSpan w:val="4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1158,77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3342,60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2,14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9537,55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623,95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579,38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3,42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15242,26</w:t>
            </w:r>
          </w:p>
        </w:tc>
      </w:tr>
      <w:tr w:rsidR="00F011CE" w:rsidRPr="005F3195" w:rsidTr="00F011CE">
        <w:trPr>
          <w:trHeight w:val="214"/>
        </w:trPr>
        <w:tc>
          <w:tcPr>
            <w:tcW w:w="60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0,02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89,14</w:t>
            </w:r>
          </w:p>
        </w:tc>
      </w:tr>
      <w:tr w:rsidR="00F011CE" w:rsidRPr="005F3195" w:rsidTr="00F011CE">
        <w:trPr>
          <w:trHeight w:val="214"/>
        </w:trPr>
        <w:tc>
          <w:tcPr>
            <w:tcW w:w="60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311,98</w:t>
            </w:r>
          </w:p>
        </w:tc>
      </w:tr>
      <w:tr w:rsidR="00F011CE" w:rsidRPr="005F3195" w:rsidTr="00F011CE">
        <w:trPr>
          <w:trHeight w:val="214"/>
        </w:trPr>
        <w:tc>
          <w:tcPr>
            <w:tcW w:w="60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1,31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5838,41</w:t>
            </w:r>
          </w:p>
        </w:tc>
      </w:tr>
      <w:tr w:rsidR="00F011CE" w:rsidRPr="005F3195" w:rsidTr="00F011CE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0,87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3877,42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1960,99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2050,13</w:t>
            </w:r>
          </w:p>
        </w:tc>
      </w:tr>
      <w:tr w:rsidR="00F011CE" w:rsidRPr="005F3195" w:rsidTr="00F011CE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1960,99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1693,58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5704,70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0,24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1069,63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1,14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5080,75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F011CE" w:rsidRPr="005F3195" w:rsidTr="00F011CE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внутридомового эл.снабжения 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579,38</w:t>
            </w:r>
          </w:p>
        </w:tc>
      </w:tr>
      <w:tr w:rsidR="00F011CE" w:rsidRPr="005F3195" w:rsidTr="00F011CE">
        <w:trPr>
          <w:trHeight w:val="214"/>
        </w:trPr>
        <w:tc>
          <w:tcPr>
            <w:tcW w:w="60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011CE" w:rsidRPr="005F3195" w:rsidRDefault="00F011CE" w:rsidP="00207885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F3195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2,36</w:t>
            </w:r>
          </w:p>
        </w:tc>
        <w:tc>
          <w:tcPr>
            <w:tcW w:w="1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011CE" w:rsidRPr="005F3195" w:rsidRDefault="00366A09" w:rsidP="00207885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11721,38</w:t>
            </w:r>
          </w:p>
        </w:tc>
      </w:tr>
      <w:tr w:rsidR="00F011CE" w:rsidRPr="005F3195" w:rsidTr="00F011CE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ВСЕГО   при обычном управлении</w:t>
            </w:r>
          </w:p>
        </w:tc>
        <w:tc>
          <w:tcPr>
            <w:tcW w:w="1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11CE" w:rsidRPr="005F3195" w:rsidRDefault="00F011CE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011CE" w:rsidRPr="005F3195" w:rsidRDefault="00366A09" w:rsidP="00207885">
            <w:pPr>
              <w:jc w:val="center"/>
              <w:rPr>
                <w:rFonts w:ascii="Arial CYR" w:hAnsi="Arial CYR" w:cs="Arial CYR"/>
                <w:bCs/>
                <w:sz w:val="22"/>
              </w:rPr>
            </w:pPr>
            <w:r w:rsidRPr="005F3195">
              <w:rPr>
                <w:rFonts w:ascii="Arial CYR" w:hAnsi="Arial CYR" w:cs="Arial CYR"/>
                <w:bCs/>
                <w:sz w:val="22"/>
              </w:rPr>
              <w:t>25,20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011CE" w:rsidRPr="005F3195" w:rsidRDefault="00366A09" w:rsidP="00207885">
            <w:pPr>
              <w:jc w:val="center"/>
              <w:rPr>
                <w:bCs/>
                <w:color w:val="000000"/>
                <w:sz w:val="22"/>
              </w:rPr>
            </w:pPr>
            <w:r w:rsidRPr="005F3195">
              <w:rPr>
                <w:bCs/>
                <w:color w:val="000000"/>
                <w:sz w:val="22"/>
              </w:rPr>
              <w:t>113211,36</w:t>
            </w:r>
          </w:p>
        </w:tc>
      </w:tr>
    </w:tbl>
    <w:p w:rsidR="00F011CE" w:rsidRDefault="00F011CE" w:rsidP="00F011CE">
      <w:pPr>
        <w:jc w:val="both"/>
        <w:rPr>
          <w:sz w:val="24"/>
          <w:szCs w:val="24"/>
        </w:rPr>
      </w:pPr>
    </w:p>
    <w:p w:rsidR="00F011CE" w:rsidRDefault="00F011CE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B15845" w:rsidRDefault="00366A09" w:rsidP="00366A09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   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Приложение 1</w:t>
      </w:r>
      <w:r>
        <w:rPr>
          <w:spacing w:val="-2"/>
          <w:sz w:val="24"/>
          <w:szCs w:val="24"/>
        </w:rPr>
        <w:t>5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366A09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366A09" w:rsidRPr="001908A6" w:rsidRDefault="00366A09" w:rsidP="00366A09">
      <w:pPr>
        <w:jc w:val="center"/>
        <w:rPr>
          <w:b/>
          <w:bCs/>
          <w:sz w:val="24"/>
          <w:szCs w:val="24"/>
        </w:rPr>
      </w:pPr>
    </w:p>
    <w:p w:rsidR="00366A09" w:rsidRPr="001908A6" w:rsidRDefault="00366A09" w:rsidP="00366A09">
      <w:pPr>
        <w:rPr>
          <w:b/>
          <w:bCs/>
          <w:sz w:val="24"/>
          <w:szCs w:val="24"/>
        </w:rPr>
      </w:pP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Пушкина,10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831,2</w:t>
      </w:r>
      <w:r w:rsidRPr="001908A6">
        <w:rPr>
          <w:sz w:val="24"/>
          <w:szCs w:val="24"/>
        </w:rPr>
        <w:t xml:space="preserve">     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38    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12</w:t>
      </w:r>
    </w:p>
    <w:p w:rsidR="00366A09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jc w:val="both"/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366A09" w:rsidRDefault="00366A09" w:rsidP="00366A09">
      <w:pPr>
        <w:jc w:val="both"/>
        <w:rPr>
          <w:sz w:val="24"/>
          <w:szCs w:val="24"/>
        </w:rPr>
      </w:pPr>
    </w:p>
    <w:tbl>
      <w:tblPr>
        <w:tblW w:w="1077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88"/>
        <w:gridCol w:w="1975"/>
        <w:gridCol w:w="1198"/>
        <w:gridCol w:w="1522"/>
      </w:tblGrid>
      <w:tr w:rsidR="00366A09" w:rsidRPr="005F3195" w:rsidTr="00366A09">
        <w:trPr>
          <w:trHeight w:val="204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1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 площади (руб в месяц)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 (рублей)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04"/>
        </w:trPr>
        <w:tc>
          <w:tcPr>
            <w:tcW w:w="1077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7181,57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13265,95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2792,83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598,46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698,21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10572,86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4588,22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1196,93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40895,04</w:t>
            </w:r>
          </w:p>
        </w:tc>
      </w:tr>
      <w:tr w:rsidR="00366A09" w:rsidRPr="005F3195" w:rsidTr="00366A09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42391,20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997,44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1895,14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45283,78</w:t>
            </w:r>
          </w:p>
        </w:tc>
      </w:tr>
      <w:tr w:rsidR="00366A09" w:rsidRPr="005F3195" w:rsidTr="00366A09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7480,80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18652,13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26132,93</w:t>
            </w:r>
          </w:p>
        </w:tc>
      </w:tr>
      <w:tr w:rsidR="00366A09" w:rsidRPr="005F3195" w:rsidTr="00366A09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99,74</w:t>
            </w:r>
          </w:p>
        </w:tc>
      </w:tr>
      <w:tr w:rsidR="00366A09" w:rsidRPr="005F3195" w:rsidTr="00366A09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698,21</w:t>
            </w:r>
          </w:p>
        </w:tc>
      </w:tr>
      <w:tr w:rsidR="00366A09" w:rsidRPr="005F3195" w:rsidTr="00366A09">
        <w:trPr>
          <w:trHeight w:val="21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5685,41</w:t>
            </w:r>
          </w:p>
        </w:tc>
      </w:tr>
      <w:tr w:rsidR="00366A09" w:rsidRPr="005F3195" w:rsidTr="00366A09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4987,20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698,21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4588,22</w:t>
            </w:r>
          </w:p>
        </w:tc>
      </w:tr>
      <w:tr w:rsidR="00366A09" w:rsidRPr="005F3195" w:rsidTr="00366A09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4388,74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3790,27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12767,23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1296,67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10173,89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366A09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366A09" w:rsidRPr="005F3195" w:rsidTr="00366A09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143032,90</w:t>
            </w:r>
          </w:p>
        </w:tc>
      </w:tr>
    </w:tbl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4E54C9" w:rsidRDefault="004E54C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366A09" w:rsidRDefault="00366A09" w:rsidP="00F011CE">
      <w:pPr>
        <w:ind w:firstLine="720"/>
        <w:rPr>
          <w:sz w:val="24"/>
          <w:szCs w:val="24"/>
        </w:rPr>
      </w:pPr>
    </w:p>
    <w:p w:rsidR="004E54C9" w:rsidRDefault="004E54C9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Приложение 1</w:t>
      </w:r>
      <w:r>
        <w:rPr>
          <w:spacing w:val="-2"/>
          <w:sz w:val="24"/>
          <w:szCs w:val="24"/>
        </w:rPr>
        <w:t>6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366A09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366A09" w:rsidRPr="001908A6" w:rsidRDefault="00366A09" w:rsidP="00366A09">
      <w:pPr>
        <w:jc w:val="center"/>
        <w:rPr>
          <w:b/>
          <w:bCs/>
          <w:sz w:val="24"/>
          <w:szCs w:val="24"/>
        </w:rPr>
      </w:pPr>
    </w:p>
    <w:p w:rsidR="00366A09" w:rsidRPr="001908A6" w:rsidRDefault="00366A09" w:rsidP="00366A09">
      <w:pPr>
        <w:rPr>
          <w:b/>
          <w:bCs/>
          <w:sz w:val="24"/>
          <w:szCs w:val="24"/>
        </w:rPr>
      </w:pP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Пушкина,11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>355,3</w:t>
      </w:r>
      <w:r w:rsidRPr="001908A6">
        <w:rPr>
          <w:sz w:val="24"/>
          <w:szCs w:val="24"/>
        </w:rPr>
        <w:t xml:space="preserve">     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23    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366A09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366A09" w:rsidRDefault="00366A09" w:rsidP="00366A09">
      <w:pPr>
        <w:rPr>
          <w:sz w:val="24"/>
          <w:szCs w:val="24"/>
        </w:rPr>
      </w:pPr>
    </w:p>
    <w:tbl>
      <w:tblPr>
        <w:tblW w:w="1077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88"/>
        <w:gridCol w:w="1975"/>
        <w:gridCol w:w="1198"/>
        <w:gridCol w:w="1522"/>
      </w:tblGrid>
      <w:tr w:rsidR="00366A09" w:rsidRPr="005F3195" w:rsidTr="00075600">
        <w:trPr>
          <w:trHeight w:val="204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1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 в месяц)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04"/>
        </w:trPr>
        <w:tc>
          <w:tcPr>
            <w:tcW w:w="1077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3069,79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5670,59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1193,81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255,82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298,45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4519,42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1961,26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511,63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17480,76</w:t>
            </w:r>
          </w:p>
        </w:tc>
      </w:tr>
      <w:tr w:rsidR="00366A09" w:rsidRPr="005F3195" w:rsidTr="00075600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18120,30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426,36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810,08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19356,74</w:t>
            </w:r>
          </w:p>
        </w:tc>
      </w:tr>
      <w:tr w:rsidR="00366A09" w:rsidRPr="005F3195" w:rsidTr="00075600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lastRenderedPageBreak/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3197,70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7972,93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11170,63</w:t>
            </w:r>
          </w:p>
        </w:tc>
      </w:tr>
      <w:tr w:rsidR="00366A09" w:rsidRPr="005F3195" w:rsidTr="00075600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42,64</w:t>
            </w:r>
          </w:p>
        </w:tc>
      </w:tr>
      <w:tr w:rsidR="00366A09" w:rsidRPr="005F3195" w:rsidTr="00075600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298,45</w:t>
            </w:r>
          </w:p>
        </w:tc>
      </w:tr>
      <w:tr w:rsidR="00366A09" w:rsidRPr="005F3195" w:rsidTr="00075600">
        <w:trPr>
          <w:trHeight w:val="21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2430,25</w:t>
            </w:r>
          </w:p>
        </w:tc>
      </w:tr>
      <w:tr w:rsidR="00366A09" w:rsidRPr="005F3195" w:rsidTr="00075600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2131,80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298,45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1961,26</w:t>
            </w:r>
          </w:p>
        </w:tc>
      </w:tr>
      <w:tr w:rsidR="00366A09" w:rsidRPr="005F3195" w:rsidTr="00075600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1875,98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1620,17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5457,41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554,27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4348,87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6A09" w:rsidRPr="005F3195" w:rsidTr="00075600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366A09" w:rsidRPr="005F3195" w:rsidTr="00075600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66A09" w:rsidRPr="005F3195" w:rsidRDefault="00366A09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61140,02</w:t>
            </w:r>
          </w:p>
        </w:tc>
      </w:tr>
    </w:tbl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lastRenderedPageBreak/>
        <w:t>Приложение 1</w:t>
      </w:r>
      <w:r>
        <w:rPr>
          <w:spacing w:val="-2"/>
          <w:sz w:val="24"/>
          <w:szCs w:val="24"/>
        </w:rPr>
        <w:t>7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366A09" w:rsidRPr="001908A6" w:rsidRDefault="00366A09" w:rsidP="00366A09">
      <w:pPr>
        <w:tabs>
          <w:tab w:val="left" w:pos="2895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366A09" w:rsidRPr="001908A6" w:rsidRDefault="00366A09" w:rsidP="00366A09">
      <w:pPr>
        <w:jc w:val="center"/>
        <w:rPr>
          <w:b/>
          <w:bCs/>
          <w:sz w:val="24"/>
          <w:szCs w:val="24"/>
        </w:rPr>
      </w:pPr>
    </w:p>
    <w:p w:rsidR="00366A09" w:rsidRPr="001908A6" w:rsidRDefault="00366A09" w:rsidP="00366A09">
      <w:pPr>
        <w:rPr>
          <w:b/>
          <w:bCs/>
          <w:sz w:val="24"/>
          <w:szCs w:val="24"/>
        </w:rPr>
      </w:pP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Пушкина,12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</w:t>
      </w:r>
      <w:r w:rsidR="00207885">
        <w:rPr>
          <w:sz w:val="24"/>
          <w:szCs w:val="24"/>
        </w:rPr>
        <w:t xml:space="preserve">   </w:t>
      </w:r>
      <w:r w:rsidRPr="001908A6">
        <w:rPr>
          <w:sz w:val="24"/>
          <w:szCs w:val="24"/>
        </w:rPr>
        <w:t xml:space="preserve"> </w:t>
      </w:r>
      <w:r w:rsidR="00207885">
        <w:rPr>
          <w:sz w:val="24"/>
          <w:szCs w:val="24"/>
        </w:rPr>
        <w:t>360</w:t>
      </w:r>
      <w:r w:rsidRPr="001908A6">
        <w:rPr>
          <w:sz w:val="24"/>
          <w:szCs w:val="24"/>
        </w:rPr>
        <w:t xml:space="preserve">     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</w:t>
      </w:r>
      <w:r w:rsidR="00207885">
        <w:rPr>
          <w:sz w:val="24"/>
          <w:szCs w:val="24"/>
        </w:rPr>
        <w:t>31</w:t>
      </w:r>
      <w:r>
        <w:rPr>
          <w:sz w:val="24"/>
          <w:szCs w:val="24"/>
        </w:rPr>
        <w:t xml:space="preserve">    </w:t>
      </w:r>
    </w:p>
    <w:p w:rsidR="00366A09" w:rsidRPr="001908A6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366A09" w:rsidRDefault="00366A09" w:rsidP="00366A09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366A09" w:rsidRDefault="00366A09" w:rsidP="00366A09">
      <w:pPr>
        <w:rPr>
          <w:sz w:val="24"/>
          <w:szCs w:val="24"/>
        </w:rPr>
      </w:pPr>
    </w:p>
    <w:p w:rsidR="00366A09" w:rsidRDefault="00366A09" w:rsidP="00366A09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207885" w:rsidRDefault="00207885" w:rsidP="00366A09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88"/>
        <w:gridCol w:w="1975"/>
        <w:gridCol w:w="1426"/>
        <w:gridCol w:w="1078"/>
      </w:tblGrid>
      <w:tr w:rsidR="00207885" w:rsidRPr="005F3195" w:rsidTr="00207885">
        <w:trPr>
          <w:trHeight w:val="204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Переодичность</w:t>
            </w:r>
          </w:p>
        </w:tc>
        <w:tc>
          <w:tcPr>
            <w:tcW w:w="1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 площади (руб в месяц)</w:t>
            </w:r>
          </w:p>
        </w:tc>
        <w:tc>
          <w:tcPr>
            <w:tcW w:w="10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 (рублей)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04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1055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3110,40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5745,60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1209,60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259,20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302,40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4579,20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1987,20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518,40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17712,00</w:t>
            </w:r>
          </w:p>
        </w:tc>
      </w:tr>
      <w:tr w:rsidR="00207885" w:rsidRPr="005F3195" w:rsidTr="00207885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18360,00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432,00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820,80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19612,80</w:t>
            </w:r>
          </w:p>
        </w:tc>
      </w:tr>
      <w:tr w:rsidR="00207885" w:rsidRPr="005F3195" w:rsidTr="00207885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lastRenderedPageBreak/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3240,00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8078,40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11318,40</w:t>
            </w:r>
          </w:p>
        </w:tc>
      </w:tr>
      <w:tr w:rsidR="00207885" w:rsidRPr="005F3195" w:rsidTr="00207885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43,20</w:t>
            </w:r>
          </w:p>
        </w:tc>
      </w:tr>
      <w:tr w:rsidR="00207885" w:rsidRPr="005F3195" w:rsidTr="00207885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302,40</w:t>
            </w:r>
          </w:p>
        </w:tc>
      </w:tr>
      <w:tr w:rsidR="00207885" w:rsidRPr="005F3195" w:rsidTr="00207885">
        <w:trPr>
          <w:trHeight w:val="21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2462,40</w:t>
            </w:r>
          </w:p>
        </w:tc>
      </w:tr>
      <w:tr w:rsidR="00207885" w:rsidRPr="005F3195" w:rsidTr="00207885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2160,00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302,40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1987,20</w:t>
            </w:r>
          </w:p>
        </w:tc>
      </w:tr>
      <w:tr w:rsidR="00207885" w:rsidRPr="005F3195" w:rsidTr="00207885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1900,80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1641,60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5529,60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561,60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4406,40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61948,80</w:t>
            </w:r>
          </w:p>
        </w:tc>
      </w:tr>
    </w:tbl>
    <w:p w:rsidR="00366A09" w:rsidRDefault="00366A09" w:rsidP="00366A09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tabs>
          <w:tab w:val="left" w:pos="14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07885" w:rsidRDefault="00207885" w:rsidP="00207885">
      <w:pPr>
        <w:tabs>
          <w:tab w:val="left" w:pos="1485"/>
        </w:tabs>
        <w:rPr>
          <w:sz w:val="24"/>
          <w:szCs w:val="24"/>
        </w:rPr>
      </w:pPr>
    </w:p>
    <w:p w:rsidR="00207885" w:rsidRDefault="00207885" w:rsidP="00207885">
      <w:pPr>
        <w:tabs>
          <w:tab w:val="left" w:pos="1485"/>
        </w:tabs>
        <w:rPr>
          <w:sz w:val="24"/>
          <w:szCs w:val="24"/>
        </w:rPr>
      </w:pPr>
    </w:p>
    <w:p w:rsidR="00207885" w:rsidRDefault="00207885" w:rsidP="00207885">
      <w:pPr>
        <w:tabs>
          <w:tab w:val="left" w:pos="1485"/>
        </w:tabs>
        <w:rPr>
          <w:sz w:val="24"/>
          <w:szCs w:val="24"/>
        </w:rPr>
      </w:pPr>
    </w:p>
    <w:p w:rsidR="00207885" w:rsidRDefault="00207885" w:rsidP="00207885">
      <w:pPr>
        <w:tabs>
          <w:tab w:val="left" w:pos="1485"/>
        </w:tabs>
        <w:rPr>
          <w:sz w:val="24"/>
          <w:szCs w:val="24"/>
        </w:rPr>
      </w:pPr>
    </w:p>
    <w:p w:rsidR="00B15845" w:rsidRDefault="00207885" w:rsidP="00207885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  </w:t>
      </w:r>
    </w:p>
    <w:p w:rsidR="004E54C9" w:rsidRDefault="004E54C9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Приложение 1</w:t>
      </w:r>
      <w:r>
        <w:rPr>
          <w:spacing w:val="-2"/>
          <w:sz w:val="24"/>
          <w:szCs w:val="24"/>
        </w:rPr>
        <w:t>8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207885" w:rsidRPr="001908A6" w:rsidRDefault="00207885" w:rsidP="00207885">
      <w:pPr>
        <w:tabs>
          <w:tab w:val="left" w:pos="2895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207885" w:rsidRPr="001908A6" w:rsidRDefault="00207885" w:rsidP="00207885">
      <w:pPr>
        <w:jc w:val="center"/>
        <w:rPr>
          <w:b/>
          <w:bCs/>
          <w:sz w:val="24"/>
          <w:szCs w:val="24"/>
        </w:rPr>
      </w:pPr>
    </w:p>
    <w:p w:rsidR="00207885" w:rsidRPr="001908A6" w:rsidRDefault="00207885" w:rsidP="00207885">
      <w:pPr>
        <w:rPr>
          <w:b/>
          <w:bCs/>
          <w:sz w:val="24"/>
          <w:szCs w:val="24"/>
        </w:rPr>
      </w:pP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Пушкина,13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 361,6</w:t>
      </w:r>
      <w:r w:rsidRPr="001908A6">
        <w:rPr>
          <w:sz w:val="24"/>
          <w:szCs w:val="24"/>
        </w:rPr>
        <w:t xml:space="preserve"> 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26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207885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207885" w:rsidRDefault="00207885" w:rsidP="00207885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5388"/>
        <w:gridCol w:w="1975"/>
        <w:gridCol w:w="1426"/>
        <w:gridCol w:w="992"/>
      </w:tblGrid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 площади (руб в месяц)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 (рублей)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42"/>
        </w:trPr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6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1061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3124,22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5771,14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1214,98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260,35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303,74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4599,55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1996,03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520,70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17790,72</w:t>
            </w:r>
          </w:p>
        </w:tc>
      </w:tr>
      <w:tr w:rsidR="00207885" w:rsidRPr="005F3195" w:rsidTr="00207885">
        <w:trPr>
          <w:trHeight w:val="204"/>
        </w:trPr>
        <w:tc>
          <w:tcPr>
            <w:tcW w:w="819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18441,60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433,92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824,45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19699,97</w:t>
            </w:r>
          </w:p>
        </w:tc>
      </w:tr>
      <w:tr w:rsidR="00207885" w:rsidRPr="005F3195" w:rsidTr="00207885">
        <w:trPr>
          <w:trHeight w:val="204"/>
        </w:trPr>
        <w:tc>
          <w:tcPr>
            <w:tcW w:w="8195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lastRenderedPageBreak/>
              <w:t>IV. Проведение технических осмотров и мелкого ремонта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3254,40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8114,30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11368,70</w:t>
            </w:r>
          </w:p>
        </w:tc>
      </w:tr>
      <w:tr w:rsidR="00207885" w:rsidRPr="005F3195" w:rsidTr="00207885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43,39</w:t>
            </w:r>
          </w:p>
        </w:tc>
      </w:tr>
      <w:tr w:rsidR="00207885" w:rsidRPr="005F3195" w:rsidTr="00207885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303,74</w:t>
            </w:r>
          </w:p>
        </w:tc>
      </w:tr>
      <w:tr w:rsidR="00207885" w:rsidRPr="005F3195" w:rsidTr="00207885">
        <w:trPr>
          <w:trHeight w:val="214"/>
        </w:trPr>
        <w:tc>
          <w:tcPr>
            <w:tcW w:w="6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2473,34</w:t>
            </w:r>
          </w:p>
        </w:tc>
      </w:tr>
      <w:tr w:rsidR="00207885" w:rsidRPr="005F3195" w:rsidTr="00207885">
        <w:trPr>
          <w:trHeight w:val="379"/>
        </w:trPr>
        <w:tc>
          <w:tcPr>
            <w:tcW w:w="832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2169,60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303,74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1996,03</w:t>
            </w:r>
          </w:p>
        </w:tc>
      </w:tr>
      <w:tr w:rsidR="00207885" w:rsidRPr="005F3195" w:rsidTr="00207885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1909,25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1648,90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5554,18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564,10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4425,98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52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07885" w:rsidRPr="005F3195" w:rsidTr="00207885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207885" w:rsidRPr="005F3195" w:rsidTr="00207885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7885" w:rsidRPr="005F3195" w:rsidRDefault="00207885" w:rsidP="002078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62224,13</w:t>
            </w:r>
          </w:p>
        </w:tc>
      </w:tr>
    </w:tbl>
    <w:p w:rsidR="00207885" w:rsidRDefault="00207885" w:rsidP="00207885">
      <w:pPr>
        <w:tabs>
          <w:tab w:val="left" w:pos="1485"/>
        </w:tabs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</w:p>
    <w:p w:rsidR="00207885" w:rsidRP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B15845" w:rsidRDefault="00207885" w:rsidP="00207885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   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Приложение 1</w:t>
      </w:r>
      <w:r>
        <w:rPr>
          <w:spacing w:val="-2"/>
          <w:sz w:val="24"/>
          <w:szCs w:val="24"/>
        </w:rPr>
        <w:t>9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207885" w:rsidRPr="001908A6" w:rsidRDefault="00207885" w:rsidP="00207885">
      <w:pPr>
        <w:tabs>
          <w:tab w:val="left" w:pos="2895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156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207885" w:rsidRPr="001908A6" w:rsidRDefault="00207885" w:rsidP="00207885">
      <w:pPr>
        <w:jc w:val="center"/>
        <w:rPr>
          <w:b/>
          <w:bCs/>
          <w:sz w:val="24"/>
          <w:szCs w:val="24"/>
        </w:rPr>
      </w:pPr>
    </w:p>
    <w:p w:rsidR="00207885" w:rsidRPr="001908A6" w:rsidRDefault="00207885" w:rsidP="00207885">
      <w:pPr>
        <w:rPr>
          <w:b/>
          <w:bCs/>
          <w:sz w:val="24"/>
          <w:szCs w:val="24"/>
        </w:rPr>
      </w:pP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Пушкина,15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 353,1</w:t>
      </w:r>
      <w:r w:rsidRPr="001908A6">
        <w:rPr>
          <w:sz w:val="24"/>
          <w:szCs w:val="24"/>
        </w:rPr>
        <w:t xml:space="preserve"> 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13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8</w:t>
      </w:r>
    </w:p>
    <w:p w:rsidR="00207885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207885" w:rsidRDefault="00207885" w:rsidP="00207885">
      <w:pPr>
        <w:rPr>
          <w:sz w:val="24"/>
          <w:szCs w:val="24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513"/>
        <w:gridCol w:w="4884"/>
        <w:gridCol w:w="2268"/>
        <w:gridCol w:w="1720"/>
        <w:gridCol w:w="1400"/>
      </w:tblGrid>
      <w:tr w:rsidR="00207885" w:rsidRPr="005F3195" w:rsidTr="00207885">
        <w:trPr>
          <w:trHeight w:val="9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№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п/п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Наименование работ и услуг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Переодичность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 xml:space="preserve">Стоимость 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на 1 м2 общей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площади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(руб в месяц)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Годовая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плата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(рублей)</w:t>
            </w:r>
          </w:p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5"/>
        </w:trPr>
        <w:tc>
          <w:tcPr>
            <w:tcW w:w="10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color w:val="000000"/>
                <w:sz w:val="22"/>
                <w:szCs w:val="22"/>
              </w:rPr>
              <w:t>Обязательные работы и услуги</w:t>
            </w:r>
          </w:p>
        </w:tc>
      </w:tr>
      <w:tr w:rsidR="00207885" w:rsidRPr="005F3195" w:rsidTr="00207885">
        <w:trPr>
          <w:trHeight w:val="312"/>
        </w:trPr>
        <w:tc>
          <w:tcPr>
            <w:tcW w:w="10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I. Содержание помещений общего пользования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Подметание полов во всех помещениях общего пользования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3 раз в нед.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10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Подметание земельного участка в летний период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двое суток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2584,69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3.</w:t>
            </w:r>
          </w:p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Уборка мусора с газона,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4 раза в неделю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1,12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4745,66 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очистка урн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сутки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1016,93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4.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Уборка мусора на контейнерных площадках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сутки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211,86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5.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Сдвижка и подметание снега при отсутствии снегопада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трое суток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254,23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6.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Сдвижка и подметание снега при снегопаде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сутки (при снегопаде)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3771,11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7.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Сброс снега и сосулек с крыши и козырьков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1610,14 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8.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Косьба травы на газоне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 раза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t>423,72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3,45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14618,34</w:t>
            </w:r>
          </w:p>
        </w:tc>
      </w:tr>
      <w:tr w:rsidR="00207885" w:rsidRPr="005F3195" w:rsidTr="00207885">
        <w:trPr>
          <w:trHeight w:val="312"/>
        </w:trPr>
        <w:tc>
          <w:tcPr>
            <w:tcW w:w="10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III. Подготовка многоквартирного дома к сезонной эксплуатации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9.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3,99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16906,43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10.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Замена разбитых стекол окон и дверей  в помещениях общего пользования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381,35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11.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Ремонт просевшей отмостки вручную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12.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Ремонт и укрепление входных дверей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0,17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720,32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13.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Утепление и прочистка дымовентиляционных каналов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14.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Проверка состояния и ремонт продухов в цоколях зданий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4,25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18008,10</w:t>
            </w:r>
          </w:p>
        </w:tc>
      </w:tr>
      <w:tr w:rsidR="00207885" w:rsidRPr="005F3195" w:rsidTr="00207885">
        <w:trPr>
          <w:trHeight w:val="312"/>
        </w:trPr>
        <w:tc>
          <w:tcPr>
            <w:tcW w:w="10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IV. Проведение технических осмотров и мелкого ремонта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15.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а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в системах вентиляции,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1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б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дымоудаления,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 раза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в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электротехнических устройств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 раза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0,63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2669,44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16.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Аварийное обслуживание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1,56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6610,03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17.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Дератизация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12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18.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Дезинсекция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6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2,19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 xml:space="preserve">9279,47 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           V. Освещение мест общего пользования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color w:val="000000"/>
                <w:sz w:val="22"/>
                <w:szCs w:val="22"/>
              </w:rPr>
              <w:t>84,74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                   VI. Противопожарная безопасность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color w:val="000000"/>
                <w:sz w:val="22"/>
                <w:szCs w:val="22"/>
              </w:rPr>
              <w:t>254,23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                    VII. Услуги по управлению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2203,34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19.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в т.ч. начисление и прием платежей за ЖКУ, регистрационный учет граждан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5 раз в неделю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rFonts w:ascii="Arial CYR" w:hAnsi="Arial CYR" w:cs="Arial CYR"/>
              </w:rPr>
            </w:pPr>
            <w:r w:rsidRPr="005F3195">
              <w:rPr>
                <w:rFonts w:ascii="Arial CYR" w:hAnsi="Arial CYR" w:cs="Arial CYR"/>
              </w:rPr>
              <w:t>0,45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1906,74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из них начисление платежей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прием платежей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регистрационный учет граждан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20.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прочее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0,07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296,60</w:t>
            </w:r>
          </w:p>
        </w:tc>
      </w:tr>
      <w:tr w:rsidR="00207885" w:rsidRPr="005F3195" w:rsidTr="00207885">
        <w:trPr>
          <w:trHeight w:val="615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VII</w:t>
            </w:r>
            <w:r w:rsidRPr="005F3195">
              <w:rPr>
                <w:bCs/>
                <w:sz w:val="22"/>
                <w:szCs w:val="22"/>
                <w:lang w:val="en-US"/>
              </w:rPr>
              <w:t>I</w:t>
            </w:r>
            <w:r w:rsidRPr="005F3195">
              <w:rPr>
                <w:bCs/>
                <w:sz w:val="22"/>
                <w:szCs w:val="22"/>
              </w:rPr>
              <w:t>. Текущий и заявочный ремонт</w:t>
            </w:r>
            <w:r w:rsidRPr="005F3195">
              <w:rPr>
                <w:bCs/>
                <w:sz w:val="22"/>
                <w:szCs w:val="22"/>
              </w:rPr>
              <w:br/>
              <w:t xml:space="preserve"> (дополнительные работы и услуги)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</w:t>
            </w:r>
          </w:p>
        </w:tc>
      </w:tr>
      <w:tr w:rsidR="00207885" w:rsidRPr="005F3195" w:rsidTr="00207885">
        <w:trPr>
          <w:trHeight w:val="312"/>
        </w:trPr>
        <w:tc>
          <w:tcPr>
            <w:tcW w:w="10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</w:t>
            </w:r>
            <w:r w:rsidRPr="005F3195">
              <w:rPr>
                <w:bCs/>
                <w:sz w:val="22"/>
                <w:szCs w:val="22"/>
                <w:lang w:val="en-US"/>
              </w:rPr>
              <w:t>X</w:t>
            </w:r>
            <w:r w:rsidRPr="005F3195">
              <w:rPr>
                <w:bCs/>
                <w:sz w:val="22"/>
                <w:szCs w:val="22"/>
              </w:rPr>
              <w:t>. Обслуживание приборов учета, снятие показаний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21.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             общедомовых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ежемесячно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  <w:lang w:val="en-US"/>
              </w:rPr>
            </w:pPr>
            <w:r w:rsidRPr="005F3195">
              <w:rPr>
                <w:sz w:val="22"/>
                <w:szCs w:val="22"/>
              </w:rPr>
              <w:t>0,</w:t>
            </w:r>
            <w:r w:rsidRPr="005F3195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  <w:lang w:val="en-US"/>
              </w:rPr>
              <w:t>1</w:t>
            </w:r>
            <w:r w:rsidRPr="005F3195">
              <w:rPr>
                <w:sz w:val="22"/>
                <w:szCs w:val="22"/>
              </w:rPr>
              <w:t>779,62</w:t>
            </w:r>
          </w:p>
        </w:tc>
      </w:tr>
      <w:tr w:rsidR="00207885" w:rsidRPr="005F3195" w:rsidTr="00207885">
        <w:trPr>
          <w:trHeight w:val="312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22.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            индивидуальных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6 мес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</w:t>
            </w:r>
            <w:r w:rsidRPr="005F3195">
              <w:rPr>
                <w:sz w:val="22"/>
                <w:szCs w:val="22"/>
                <w:lang w:val="en-US"/>
              </w:rPr>
              <w:t>3</w:t>
            </w:r>
            <w:r w:rsidRPr="005F3195">
              <w:rPr>
                <w:sz w:val="22"/>
                <w:szCs w:val="22"/>
              </w:rPr>
              <w:t>7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1567,76</w:t>
            </w:r>
          </w:p>
        </w:tc>
      </w:tr>
      <w:tr w:rsidR="00207885" w:rsidRPr="005F3195" w:rsidTr="00207885">
        <w:trPr>
          <w:trHeight w:val="191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Поверка ОДПУ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1 раз в 4 года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0,38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1610,14</w:t>
            </w:r>
          </w:p>
        </w:tc>
      </w:tr>
      <w:tr w:rsidR="00207885" w:rsidRPr="005F3195" w:rsidTr="00207885">
        <w:trPr>
          <w:trHeight w:val="300"/>
        </w:trPr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1,17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4957,52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XII. Рентабельность (1%)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0,12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508,46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X</w:t>
            </w:r>
            <w:r w:rsidRPr="005F3195">
              <w:rPr>
                <w:bCs/>
                <w:sz w:val="22"/>
                <w:szCs w:val="22"/>
                <w:lang w:val="en-US"/>
              </w:rPr>
              <w:t>V</w:t>
            </w:r>
            <w:r w:rsidRPr="005F3195">
              <w:rPr>
                <w:bCs/>
                <w:sz w:val="22"/>
                <w:szCs w:val="22"/>
              </w:rPr>
              <w:t>. Затраты СОИ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1,08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4576,18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Проверка внутридомового эл.снабжения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X. Текущий и заявочный ремонт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ВСЕГО при обычном управлении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</w:rPr>
            </w:pPr>
            <w:r w:rsidRPr="005F3195">
              <w:rPr>
                <w:bCs/>
              </w:rPr>
              <w:t>12,86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54490,39</w:t>
            </w:r>
          </w:p>
        </w:tc>
      </w:tr>
    </w:tbl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B15845" w:rsidRDefault="00207885" w:rsidP="00207885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 xml:space="preserve">                                                                  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20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207885" w:rsidRPr="001908A6" w:rsidRDefault="00207885" w:rsidP="00207885">
      <w:pPr>
        <w:rPr>
          <w:b/>
          <w:bCs/>
          <w:sz w:val="24"/>
          <w:szCs w:val="24"/>
        </w:rPr>
      </w:pP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Пушкина,17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 557,6</w:t>
      </w:r>
      <w:r w:rsidRPr="001908A6">
        <w:rPr>
          <w:sz w:val="24"/>
          <w:szCs w:val="24"/>
        </w:rPr>
        <w:t xml:space="preserve"> 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22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12</w:t>
      </w:r>
    </w:p>
    <w:p w:rsidR="00207885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207885" w:rsidRDefault="00207885" w:rsidP="00207885">
      <w:pPr>
        <w:rPr>
          <w:sz w:val="24"/>
          <w:szCs w:val="24"/>
        </w:rPr>
      </w:pPr>
    </w:p>
    <w:tbl>
      <w:tblPr>
        <w:tblW w:w="108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56"/>
        <w:gridCol w:w="4884"/>
        <w:gridCol w:w="2268"/>
        <w:gridCol w:w="1720"/>
        <w:gridCol w:w="1400"/>
      </w:tblGrid>
      <w:tr w:rsidR="00207885" w:rsidRPr="005F3195" w:rsidTr="00207885">
        <w:trPr>
          <w:trHeight w:val="99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№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п/п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Наименование работ и услуг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Переодичность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 xml:space="preserve">Стоимость 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на 1 м2 общей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площади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(руб в месяц)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Годовая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плата</w:t>
            </w:r>
          </w:p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(рублей)</w:t>
            </w:r>
          </w:p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5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color w:val="000000"/>
                <w:sz w:val="22"/>
                <w:szCs w:val="22"/>
              </w:rPr>
              <w:t>Обязательные работы и услуги</w:t>
            </w:r>
          </w:p>
        </w:tc>
      </w:tr>
      <w:tr w:rsidR="00207885" w:rsidRPr="005F3195" w:rsidTr="00207885">
        <w:trPr>
          <w:trHeight w:val="312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I. Содержание помещений общего пользования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Подметание полов во всех помещениях общего пользования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3 раз в нед.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Подметание земельного участка в летний период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двое суток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0,61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4081,63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3.</w:t>
            </w:r>
          </w:p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Уборка мусора с газона,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4 раза в неделю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1,12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7494,14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очистка урн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сутки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1605,89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4.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Уборка мусора на контейнерных площадках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сутки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 xml:space="preserve">334,56 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5.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Сдвижка и подметание снега при отсутствии снегопада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трое суток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401,47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6.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Сдвижка и подметание снега при снегопаде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сутки (при снегопаде)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5955,17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7.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Сброс снега и сосулек с крыши и козырьков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2542,66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8.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Косьба травы на газоне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 раза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669,12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3,45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23084,64</w:t>
            </w:r>
          </w:p>
        </w:tc>
      </w:tr>
      <w:tr w:rsidR="00207885" w:rsidRPr="005F3195" w:rsidTr="00207885">
        <w:trPr>
          <w:trHeight w:val="312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III. Подготовка многоквартирного дома к сезонной эксплуатации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9.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3,99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26697,89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10.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Замена разбитых стекол окон и дверей  в помещениях общего пользования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602,21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11.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Ремонт просевшей отмостки вручную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12.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Ремонт и укрепление входных дверей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0,17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1137,50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13.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Утепление и прочистка дымовентиляционных каналов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14.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Проверка состояния и ремонт продухов в цоколях зданий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rFonts w:eastAsia="BatangChe"/>
                <w:bCs/>
                <w:sz w:val="22"/>
                <w:szCs w:val="22"/>
              </w:rPr>
            </w:pPr>
            <w:r w:rsidRPr="005F3195">
              <w:rPr>
                <w:rFonts w:eastAsia="BatangChe"/>
                <w:bCs/>
                <w:sz w:val="22"/>
                <w:szCs w:val="22"/>
              </w:rPr>
              <w:t>4,25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rFonts w:eastAsia="BatangChe"/>
                <w:bCs/>
                <w:color w:val="000000"/>
                <w:sz w:val="22"/>
                <w:szCs w:val="22"/>
              </w:rPr>
            </w:pPr>
            <w:r w:rsidRPr="005F3195">
              <w:rPr>
                <w:rFonts w:eastAsia="BatangChe"/>
                <w:bCs/>
                <w:color w:val="000000"/>
                <w:sz w:val="22"/>
                <w:szCs w:val="22"/>
              </w:rPr>
              <w:t xml:space="preserve">28437,60 </w:t>
            </w:r>
          </w:p>
        </w:tc>
      </w:tr>
      <w:tr w:rsidR="00207885" w:rsidRPr="005F3195" w:rsidTr="00207885">
        <w:trPr>
          <w:trHeight w:val="312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lastRenderedPageBreak/>
              <w:t>IV. Проведение технических осмотров и мелкого ремонта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15.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а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в системах вентиляции,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1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б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дымоудаления,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 раза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в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электротехнических устройств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 раза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0,63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4215,46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16.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Аварийное обслуживание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1,56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10438,327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17.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Дератизация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12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18.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Дезинсекция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6 раз в год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0,00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right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2,19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14653,73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           V. Освещение мест общего пользования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color w:val="000000"/>
                <w:sz w:val="22"/>
                <w:szCs w:val="22"/>
              </w:rPr>
              <w:t>133,82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                   VI. Противопожарная безопасность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color w:val="000000"/>
                <w:sz w:val="22"/>
                <w:szCs w:val="22"/>
              </w:rPr>
              <w:t>401,47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                    VII</w:t>
            </w:r>
            <w:r w:rsidRPr="005F3195">
              <w:rPr>
                <w:bCs/>
                <w:sz w:val="22"/>
                <w:szCs w:val="22"/>
                <w:lang w:val="en-US"/>
              </w:rPr>
              <w:t>.</w:t>
            </w:r>
            <w:r w:rsidRPr="005F3195">
              <w:rPr>
                <w:bCs/>
                <w:sz w:val="22"/>
                <w:szCs w:val="22"/>
              </w:rPr>
              <w:t xml:space="preserve"> Услуги по управлению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3479,42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19.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в т.ч. начисление и прием платежей за ЖКУ, регистрационный учет граждан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5 раз в неделю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0,45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 xml:space="preserve">3011,04 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из них начисление платежей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прием платежей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 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регистрационный учет граждан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20.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прочее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постоянно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0,07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color w:val="000000"/>
                <w:sz w:val="22"/>
                <w:szCs w:val="22"/>
              </w:rPr>
              <w:t>468,38</w:t>
            </w:r>
          </w:p>
        </w:tc>
      </w:tr>
      <w:tr w:rsidR="00207885" w:rsidRPr="005F3195" w:rsidTr="00207885">
        <w:trPr>
          <w:trHeight w:val="615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 xml:space="preserve">  </w:t>
            </w:r>
            <w:r w:rsidRPr="005F3195">
              <w:rPr>
                <w:bCs/>
                <w:sz w:val="22"/>
                <w:szCs w:val="22"/>
                <w:lang w:val="en-US"/>
              </w:rPr>
              <w:t>VIII</w:t>
            </w:r>
            <w:r w:rsidRPr="005F3195">
              <w:rPr>
                <w:bCs/>
                <w:sz w:val="22"/>
                <w:szCs w:val="22"/>
              </w:rPr>
              <w:t>. Текущий и заявочный ремонт</w:t>
            </w:r>
            <w:r w:rsidRPr="005F3195">
              <w:rPr>
                <w:bCs/>
                <w:sz w:val="22"/>
                <w:szCs w:val="22"/>
              </w:rPr>
              <w:br/>
              <w:t xml:space="preserve"> (дополнительные работы и услуги)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0</w:t>
            </w:r>
          </w:p>
        </w:tc>
      </w:tr>
      <w:tr w:rsidR="00207885" w:rsidRPr="005F3195" w:rsidTr="00207885">
        <w:trPr>
          <w:trHeight w:val="312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bCs/>
                <w:sz w:val="22"/>
                <w:szCs w:val="22"/>
              </w:rPr>
              <w:t>I</w:t>
            </w:r>
            <w:r w:rsidRPr="005F3195">
              <w:rPr>
                <w:bCs/>
                <w:sz w:val="22"/>
                <w:szCs w:val="22"/>
                <w:lang w:val="en-US"/>
              </w:rPr>
              <w:t>X</w:t>
            </w:r>
            <w:r w:rsidRPr="005F3195">
              <w:rPr>
                <w:bCs/>
                <w:sz w:val="22"/>
                <w:szCs w:val="22"/>
              </w:rPr>
              <w:t>. Обслуживание приборов учета, снятие показаний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21.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             общедомовых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ежемесячно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0,42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2810,30</w:t>
            </w:r>
          </w:p>
        </w:tc>
      </w:tr>
      <w:tr w:rsidR="00207885" w:rsidRPr="005F3195" w:rsidTr="00207885">
        <w:trPr>
          <w:trHeight w:val="312"/>
        </w:trPr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22.</w:t>
            </w:r>
          </w:p>
        </w:tc>
        <w:tc>
          <w:tcPr>
            <w:tcW w:w="4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 xml:space="preserve">                       индивидуальных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6 мес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0,37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</w:pPr>
            <w:r w:rsidRPr="005F3195">
              <w:rPr>
                <w:sz w:val="22"/>
                <w:szCs w:val="22"/>
              </w:rPr>
              <w:t>2475,74</w:t>
            </w:r>
          </w:p>
        </w:tc>
      </w:tr>
      <w:tr w:rsidR="00207885" w:rsidRPr="005F3195" w:rsidTr="00207885">
        <w:trPr>
          <w:trHeight w:val="146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Поверка ОДПУ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1 раз в 4 года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sz w:val="22"/>
                <w:szCs w:val="22"/>
              </w:rPr>
            </w:pPr>
            <w:r w:rsidRPr="005F3195">
              <w:rPr>
                <w:sz w:val="22"/>
                <w:szCs w:val="22"/>
              </w:rPr>
              <w:t>0,38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color w:val="000000"/>
                <w:sz w:val="22"/>
                <w:szCs w:val="22"/>
              </w:rPr>
            </w:pPr>
            <w:r w:rsidRPr="005F3195">
              <w:rPr>
                <w:color w:val="000000"/>
                <w:sz w:val="22"/>
                <w:szCs w:val="22"/>
              </w:rPr>
              <w:t>2542,66</w:t>
            </w:r>
          </w:p>
        </w:tc>
      </w:tr>
      <w:tr w:rsidR="00207885" w:rsidRPr="005F3195" w:rsidTr="00207885">
        <w:trPr>
          <w:trHeight w:val="345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1,17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7828,70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X. Рентабельность (1%)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0,12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802,94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X</w:t>
            </w:r>
            <w:r w:rsidRPr="005F3195">
              <w:rPr>
                <w:bCs/>
                <w:sz w:val="22"/>
                <w:szCs w:val="22"/>
                <w:lang w:val="en-US"/>
              </w:rPr>
              <w:t>I</w:t>
            </w:r>
            <w:r w:rsidRPr="005F3195">
              <w:rPr>
                <w:bCs/>
                <w:sz w:val="22"/>
                <w:szCs w:val="22"/>
              </w:rPr>
              <w:t>. Затраты СОИ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1,08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color w:val="000000"/>
                <w:sz w:val="22"/>
                <w:szCs w:val="22"/>
              </w:rPr>
              <w:t>7226,50</w:t>
            </w:r>
          </w:p>
        </w:tc>
      </w:tr>
      <w:tr w:rsidR="00207885" w:rsidRPr="005F3195" w:rsidTr="00207885">
        <w:trPr>
          <w:trHeight w:val="312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ВСЕГО при обычном управлении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3195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</w:rPr>
            </w:pPr>
            <w:r w:rsidRPr="005F3195">
              <w:rPr>
                <w:bCs/>
              </w:rPr>
              <w:t>12,86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7885" w:rsidRPr="005F3195" w:rsidRDefault="00207885" w:rsidP="00207885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86048,83</w:t>
            </w:r>
          </w:p>
        </w:tc>
      </w:tr>
    </w:tbl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207885" w:rsidRDefault="00207885" w:rsidP="00207885">
      <w:pPr>
        <w:ind w:firstLine="720"/>
        <w:rPr>
          <w:sz w:val="24"/>
          <w:szCs w:val="24"/>
        </w:rPr>
      </w:pPr>
    </w:p>
    <w:p w:rsidR="00B15845" w:rsidRDefault="00207885" w:rsidP="00207885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  </w:t>
      </w:r>
    </w:p>
    <w:p w:rsidR="00B15845" w:rsidRDefault="00B15845" w:rsidP="00207885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Приложение </w:t>
      </w:r>
      <w:r>
        <w:rPr>
          <w:spacing w:val="-2"/>
          <w:sz w:val="24"/>
          <w:szCs w:val="24"/>
        </w:rPr>
        <w:t>2</w:t>
      </w:r>
      <w:r w:rsidRPr="005F3195">
        <w:rPr>
          <w:spacing w:val="-2"/>
          <w:sz w:val="24"/>
          <w:szCs w:val="24"/>
        </w:rPr>
        <w:t>1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20788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p w:rsidR="00B15845" w:rsidRPr="001908A6" w:rsidRDefault="00B15845" w:rsidP="00207885">
      <w:pPr>
        <w:tabs>
          <w:tab w:val="left" w:pos="2895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207885" w:rsidRPr="001908A6" w:rsidRDefault="00207885" w:rsidP="00207885">
      <w:pPr>
        <w:rPr>
          <w:b/>
          <w:bCs/>
          <w:sz w:val="24"/>
          <w:szCs w:val="24"/>
        </w:rPr>
      </w:pP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>ул. Пушкина,</w:t>
      </w:r>
      <w:r w:rsidR="00625BF8">
        <w:rPr>
          <w:sz w:val="24"/>
          <w:szCs w:val="24"/>
        </w:rPr>
        <w:t>26</w:t>
      </w:r>
      <w:r>
        <w:rPr>
          <w:sz w:val="24"/>
          <w:szCs w:val="24"/>
        </w:rPr>
        <w:t xml:space="preserve">  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 </w:t>
      </w:r>
      <w:r w:rsidR="00625BF8">
        <w:rPr>
          <w:sz w:val="24"/>
          <w:szCs w:val="24"/>
        </w:rPr>
        <w:t>393,4</w:t>
      </w:r>
      <w:r w:rsidRPr="001908A6">
        <w:rPr>
          <w:sz w:val="24"/>
          <w:szCs w:val="24"/>
        </w:rPr>
        <w:t xml:space="preserve"> 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</w:t>
      </w:r>
      <w:r w:rsidR="00625BF8">
        <w:rPr>
          <w:sz w:val="24"/>
          <w:szCs w:val="24"/>
        </w:rPr>
        <w:t xml:space="preserve">  7</w:t>
      </w:r>
      <w:r>
        <w:rPr>
          <w:sz w:val="24"/>
          <w:szCs w:val="24"/>
        </w:rPr>
        <w:t xml:space="preserve">    </w:t>
      </w:r>
    </w:p>
    <w:p w:rsidR="00207885" w:rsidRPr="001908A6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</w:t>
      </w:r>
      <w:r w:rsidR="00625BF8">
        <w:rPr>
          <w:sz w:val="24"/>
          <w:szCs w:val="24"/>
        </w:rPr>
        <w:t xml:space="preserve">  6</w:t>
      </w:r>
    </w:p>
    <w:p w:rsidR="00207885" w:rsidRDefault="00207885" w:rsidP="00207885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207885" w:rsidRDefault="00207885" w:rsidP="00207885">
      <w:pPr>
        <w:rPr>
          <w:sz w:val="24"/>
          <w:szCs w:val="24"/>
        </w:rPr>
      </w:pPr>
    </w:p>
    <w:p w:rsidR="00207885" w:rsidRDefault="00207885" w:rsidP="00207885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625BF8" w:rsidRDefault="00625BF8" w:rsidP="00207885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5388"/>
        <w:gridCol w:w="1975"/>
        <w:gridCol w:w="1426"/>
        <w:gridCol w:w="992"/>
      </w:tblGrid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 площади (руб в месяц)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 (рублей)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42"/>
        </w:trPr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1061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3398,98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6278,66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1321,82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283,25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330,46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5004,05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2171,57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566,50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4,10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19355,28</w:t>
            </w:r>
          </w:p>
        </w:tc>
      </w:tr>
      <w:tr w:rsidR="00625BF8" w:rsidRPr="005F3195" w:rsidTr="00625BF8">
        <w:trPr>
          <w:trHeight w:val="204"/>
        </w:trPr>
        <w:tc>
          <w:tcPr>
            <w:tcW w:w="819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4,25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20063,40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472,08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896,95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4,54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21432,43</w:t>
            </w:r>
          </w:p>
        </w:tc>
      </w:tr>
      <w:tr w:rsidR="00625BF8" w:rsidRPr="005F3195" w:rsidTr="00625BF8">
        <w:trPr>
          <w:trHeight w:val="204"/>
        </w:trPr>
        <w:tc>
          <w:tcPr>
            <w:tcW w:w="8195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3540,60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1,87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8827,90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rPr>
                <w:rFonts w:ascii="Calibri" w:hAnsi="Calibri" w:cs="Calibri"/>
                <w:color w:val="000000"/>
                <w:szCs w:val="22"/>
              </w:rPr>
            </w:pPr>
            <w:r w:rsidRPr="005F3195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rPr>
                <w:rFonts w:ascii="Calibri" w:hAnsi="Calibri" w:cs="Calibri"/>
                <w:color w:val="000000"/>
                <w:szCs w:val="22"/>
              </w:rPr>
            </w:pPr>
            <w:r w:rsidRPr="005F3195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2,62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12368,50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</w:rPr>
            </w:pPr>
            <w:r w:rsidRPr="005F3195">
              <w:rPr>
                <w:rFonts w:ascii="Arial CYR" w:hAnsi="Arial CYR" w:cs="Arial CYR"/>
                <w:bCs/>
              </w:rPr>
              <w:t>0,01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</w:rPr>
            </w:pPr>
            <w:r w:rsidRPr="005F3195">
              <w:rPr>
                <w:rFonts w:ascii="Arial CYR" w:hAnsi="Arial CYR" w:cs="Arial CYR"/>
                <w:bCs/>
              </w:rPr>
              <w:t>0,07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</w:tr>
      <w:tr w:rsidR="00625BF8" w:rsidRPr="005F3195" w:rsidTr="00625BF8">
        <w:trPr>
          <w:trHeight w:val="379"/>
        </w:trPr>
        <w:tc>
          <w:tcPr>
            <w:tcW w:w="832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</w:rPr>
            </w:pPr>
            <w:r w:rsidRPr="005F3195"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2360,40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</w:rPr>
            </w:pPr>
            <w:r w:rsidRPr="005F3195"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330,46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0,46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2171,57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2077,15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1793,90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1,28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6042,62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0,13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613,70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1,02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4815,22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52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Calibri" w:hAnsi="Calibri" w:cs="Calibri"/>
                <w:bCs/>
                <w:color w:val="000000"/>
                <w:szCs w:val="22"/>
              </w:rPr>
            </w:pPr>
            <w:r w:rsidRPr="005F3195">
              <w:rPr>
                <w:rFonts w:ascii="Calibri" w:hAnsi="Calibri" w:cs="Calibri"/>
                <w:bCs/>
                <w:color w:val="000000"/>
                <w:szCs w:val="22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</w:rPr>
            </w:pPr>
            <w:r w:rsidRPr="005F3195">
              <w:rPr>
                <w:rFonts w:ascii="Arial CYR" w:hAnsi="Arial CYR" w:cs="Arial CYR"/>
                <w:bCs/>
              </w:rPr>
              <w:t>14,34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67696,27</w:t>
            </w:r>
          </w:p>
        </w:tc>
      </w:tr>
    </w:tbl>
    <w:p w:rsidR="00207885" w:rsidRDefault="00207885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B15845" w:rsidRDefault="00625BF8" w:rsidP="00625BF8">
      <w:pPr>
        <w:tabs>
          <w:tab w:val="left" w:pos="567"/>
        </w:tabs>
        <w:ind w:left="709"/>
        <w:jc w:val="center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  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22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625BF8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625BF8" w:rsidRPr="001908A6" w:rsidRDefault="00625BF8" w:rsidP="00625BF8">
      <w:pPr>
        <w:rPr>
          <w:b/>
          <w:bCs/>
          <w:sz w:val="24"/>
          <w:szCs w:val="24"/>
        </w:rPr>
      </w:pP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 Пушкина,26а  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 197,6</w:t>
      </w:r>
      <w:r w:rsidRPr="001908A6">
        <w:rPr>
          <w:sz w:val="24"/>
          <w:szCs w:val="24"/>
        </w:rPr>
        <w:t xml:space="preserve">     </w:t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7    </w:t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4</w:t>
      </w:r>
    </w:p>
    <w:p w:rsidR="00625BF8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625BF8" w:rsidRDefault="00625BF8" w:rsidP="00625BF8">
      <w:pPr>
        <w:rPr>
          <w:sz w:val="24"/>
          <w:szCs w:val="24"/>
        </w:rPr>
      </w:pPr>
    </w:p>
    <w:p w:rsidR="00625BF8" w:rsidRDefault="00625BF8" w:rsidP="00625BF8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625BF8" w:rsidRDefault="00625BF8" w:rsidP="00625BF8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5388"/>
        <w:gridCol w:w="1975"/>
        <w:gridCol w:w="1426"/>
        <w:gridCol w:w="992"/>
      </w:tblGrid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 площади (руб в месяц)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 (рублей)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42"/>
        </w:trPr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1061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1707,26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3153,70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663,94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142,27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165,98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2513,47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1090,75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284,54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4,10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9721,92</w:t>
            </w:r>
          </w:p>
        </w:tc>
      </w:tr>
      <w:tr w:rsidR="00625BF8" w:rsidRPr="005F3195" w:rsidTr="00625BF8">
        <w:trPr>
          <w:trHeight w:val="204"/>
        </w:trPr>
        <w:tc>
          <w:tcPr>
            <w:tcW w:w="819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4,25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10077,60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237,12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450,53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4,54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10765,25</w:t>
            </w:r>
          </w:p>
        </w:tc>
      </w:tr>
      <w:tr w:rsidR="00625BF8" w:rsidRPr="005F3195" w:rsidTr="00625BF8">
        <w:trPr>
          <w:trHeight w:val="204"/>
        </w:trPr>
        <w:tc>
          <w:tcPr>
            <w:tcW w:w="8195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1778,40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1,87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4434,14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rPr>
                <w:rFonts w:ascii="Calibri" w:hAnsi="Calibri" w:cs="Calibri"/>
                <w:color w:val="000000"/>
                <w:szCs w:val="22"/>
              </w:rPr>
            </w:pPr>
            <w:r w:rsidRPr="005F3195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rPr>
                <w:rFonts w:ascii="Calibri" w:hAnsi="Calibri" w:cs="Calibri"/>
                <w:color w:val="000000"/>
                <w:szCs w:val="22"/>
              </w:rPr>
            </w:pPr>
            <w:r w:rsidRPr="005F3195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2,62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6212,54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</w:rPr>
            </w:pPr>
            <w:r w:rsidRPr="005F3195">
              <w:rPr>
                <w:rFonts w:ascii="Arial CYR" w:hAnsi="Arial CYR" w:cs="Arial CYR"/>
                <w:bCs/>
              </w:rPr>
              <w:t>0,01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</w:rPr>
            </w:pPr>
            <w:r w:rsidRPr="005F3195">
              <w:rPr>
                <w:rFonts w:ascii="Arial CYR" w:hAnsi="Arial CYR" w:cs="Arial CYR"/>
                <w:bCs/>
              </w:rPr>
              <w:t>0,07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</w:tr>
      <w:tr w:rsidR="00625BF8" w:rsidRPr="005F3195" w:rsidTr="00625BF8">
        <w:trPr>
          <w:trHeight w:val="379"/>
        </w:trPr>
        <w:tc>
          <w:tcPr>
            <w:tcW w:w="832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</w:rPr>
            </w:pPr>
            <w:r w:rsidRPr="005F3195"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1185,60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</w:rPr>
            </w:pPr>
            <w:r w:rsidRPr="005F3195"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165,98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0,46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1090,75</w:t>
            </w:r>
          </w:p>
        </w:tc>
      </w:tr>
      <w:tr w:rsidR="00625BF8" w:rsidRPr="005F3195" w:rsidTr="00625BF8">
        <w:trPr>
          <w:trHeight w:val="204"/>
        </w:trPr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1043,33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szCs w:val="22"/>
              </w:rPr>
            </w:pPr>
            <w:r w:rsidRPr="005F3195">
              <w:rPr>
                <w:rFonts w:ascii="Arial CYR" w:hAnsi="Arial CYR" w:cs="Arial CYR"/>
                <w:szCs w:val="22"/>
              </w:rPr>
              <w:t>0,38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901,06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1,28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3035,14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0,13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308,26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1,02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2418,62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52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  <w:szCs w:val="22"/>
              </w:rPr>
            </w:pPr>
            <w:r w:rsidRPr="005F3195">
              <w:rPr>
                <w:rFonts w:ascii="Arial CYR" w:hAnsi="Arial CYR" w:cs="Arial CYR"/>
                <w:bCs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6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Calibri" w:hAnsi="Calibri" w:cs="Calibri"/>
                <w:bCs/>
                <w:color w:val="000000"/>
                <w:szCs w:val="22"/>
              </w:rPr>
            </w:pPr>
            <w:r w:rsidRPr="005F3195">
              <w:rPr>
                <w:rFonts w:ascii="Calibri" w:hAnsi="Calibri" w:cs="Calibri"/>
                <w:bCs/>
                <w:color w:val="000000"/>
                <w:szCs w:val="22"/>
              </w:rPr>
              <w:t> </w:t>
            </w:r>
          </w:p>
        </w:tc>
      </w:tr>
      <w:tr w:rsidR="00625BF8" w:rsidRPr="005F3195" w:rsidTr="00625BF8">
        <w:trPr>
          <w:trHeight w:val="21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rFonts w:ascii="Arial CYR" w:hAnsi="Arial CYR" w:cs="Arial CYR"/>
                <w:bCs/>
              </w:rPr>
            </w:pPr>
            <w:r w:rsidRPr="005F3195">
              <w:rPr>
                <w:rFonts w:ascii="Arial CYR" w:hAnsi="Arial CYR" w:cs="Arial CYR"/>
                <w:bCs/>
              </w:rPr>
              <w:t>14,34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25BF8" w:rsidRPr="005F3195" w:rsidRDefault="00625BF8" w:rsidP="001D7026">
            <w:pPr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34003,01</w:t>
            </w:r>
          </w:p>
        </w:tc>
      </w:tr>
    </w:tbl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4E54C9" w:rsidRDefault="004E54C9" w:rsidP="00207885">
      <w:pPr>
        <w:ind w:firstLine="720"/>
        <w:rPr>
          <w:sz w:val="24"/>
          <w:szCs w:val="24"/>
        </w:rPr>
      </w:pPr>
    </w:p>
    <w:p w:rsidR="004E54C9" w:rsidRDefault="004E54C9" w:rsidP="00207885">
      <w:pPr>
        <w:ind w:firstLine="720"/>
        <w:rPr>
          <w:sz w:val="24"/>
          <w:szCs w:val="24"/>
        </w:rPr>
      </w:pPr>
    </w:p>
    <w:p w:rsidR="00625BF8" w:rsidRDefault="00625BF8" w:rsidP="00207885">
      <w:pPr>
        <w:ind w:firstLine="720"/>
        <w:rPr>
          <w:sz w:val="24"/>
          <w:szCs w:val="24"/>
        </w:rPr>
      </w:pP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Приложение 23</w:t>
      </w:r>
    </w:p>
    <w:p w:rsidR="005F3195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к постановлению администрации </w:t>
      </w:r>
    </w:p>
    <w:p w:rsid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 xml:space="preserve">города Искитима Новосибирской </w:t>
      </w:r>
    </w:p>
    <w:p w:rsidR="00625BF8" w:rsidRPr="005F3195" w:rsidRDefault="005F3195" w:rsidP="005F3195">
      <w:pPr>
        <w:tabs>
          <w:tab w:val="left" w:pos="567"/>
        </w:tabs>
        <w:ind w:left="6521"/>
        <w:rPr>
          <w:spacing w:val="-2"/>
          <w:sz w:val="24"/>
          <w:szCs w:val="24"/>
        </w:rPr>
      </w:pPr>
      <w:r w:rsidRPr="005F3195">
        <w:rPr>
          <w:spacing w:val="-2"/>
          <w:sz w:val="24"/>
          <w:szCs w:val="24"/>
        </w:rPr>
        <w:t>области от</w:t>
      </w:r>
      <w:r>
        <w:rPr>
          <w:spacing w:val="-2"/>
          <w:sz w:val="24"/>
          <w:szCs w:val="24"/>
        </w:rPr>
        <w:t xml:space="preserve"> 30.03.2023 </w:t>
      </w:r>
      <w:r w:rsidRPr="005F3195">
        <w:rPr>
          <w:spacing w:val="-2"/>
          <w:sz w:val="24"/>
          <w:szCs w:val="24"/>
        </w:rPr>
        <w:t>№ 509</w:t>
      </w:r>
    </w:p>
    <w:tbl>
      <w:tblPr>
        <w:tblpPr w:leftFromText="180" w:rightFromText="180" w:vertAnchor="text" w:tblpXSpec="center" w:tblpY="1"/>
        <w:tblOverlap w:val="never"/>
        <w:tblW w:w="11122" w:type="dxa"/>
        <w:jc w:val="center"/>
        <w:tblLook w:val="04A0" w:firstRow="1" w:lastRow="0" w:firstColumn="1" w:lastColumn="0" w:noHBand="0" w:noVBand="1"/>
      </w:tblPr>
      <w:tblGrid>
        <w:gridCol w:w="11122"/>
      </w:tblGrid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rPr>
                <w:bCs/>
                <w:color w:val="000000"/>
                <w:sz w:val="24"/>
                <w:szCs w:val="24"/>
              </w:rPr>
            </w:pPr>
          </w:p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B15845" w:rsidRPr="00E66EAC" w:rsidTr="005F3195">
        <w:trPr>
          <w:trHeight w:val="279"/>
          <w:jc w:val="center"/>
        </w:trPr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845" w:rsidRPr="005F3195" w:rsidRDefault="00B15845" w:rsidP="005F31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195">
              <w:rPr>
                <w:bCs/>
                <w:color w:val="000000"/>
                <w:sz w:val="24"/>
                <w:szCs w:val="24"/>
              </w:rPr>
              <w:t xml:space="preserve">работ и услуг по содержанию и ремонту общего имущества в многоквартирном доме, размер платы за содержание и ремонт общего имущества в многоквартирном доме </w:t>
            </w:r>
          </w:p>
        </w:tc>
      </w:tr>
    </w:tbl>
    <w:p w:rsidR="00625BF8" w:rsidRPr="001908A6" w:rsidRDefault="00625BF8" w:rsidP="00625BF8">
      <w:pPr>
        <w:jc w:val="center"/>
        <w:rPr>
          <w:b/>
          <w:bCs/>
          <w:sz w:val="24"/>
          <w:szCs w:val="24"/>
        </w:rPr>
      </w:pPr>
    </w:p>
    <w:p w:rsidR="00625BF8" w:rsidRPr="001908A6" w:rsidRDefault="00625BF8" w:rsidP="00625BF8">
      <w:pPr>
        <w:rPr>
          <w:b/>
          <w:bCs/>
          <w:sz w:val="24"/>
          <w:szCs w:val="24"/>
        </w:rPr>
      </w:pP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Адрес МКД г.Искитим </w:t>
      </w:r>
      <w:r>
        <w:rPr>
          <w:sz w:val="24"/>
          <w:szCs w:val="24"/>
        </w:rPr>
        <w:t xml:space="preserve">ул.Советская,167а              </w:t>
      </w:r>
      <w:r w:rsidRPr="001908A6">
        <w:rPr>
          <w:sz w:val="24"/>
          <w:szCs w:val="24"/>
        </w:rPr>
        <w:t xml:space="preserve">Общая площадь жилых помещений (м2)              </w:t>
      </w:r>
      <w:r>
        <w:rPr>
          <w:sz w:val="24"/>
          <w:szCs w:val="24"/>
        </w:rPr>
        <w:t xml:space="preserve">  197,6</w:t>
      </w:r>
      <w:r w:rsidRPr="001908A6">
        <w:rPr>
          <w:sz w:val="24"/>
          <w:szCs w:val="24"/>
        </w:rPr>
        <w:t xml:space="preserve">     </w:t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>Общая площадь нежилых помещений (м2)</w:t>
      </w:r>
      <w:r w:rsidRPr="001908A6">
        <w:rPr>
          <w:sz w:val="24"/>
          <w:szCs w:val="24"/>
        </w:rPr>
        <w:tab/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 xml:space="preserve"> не входящих в состав общего имущества МКД</w:t>
      </w:r>
      <w:r w:rsidRPr="001908A6">
        <w:rPr>
          <w:sz w:val="24"/>
          <w:szCs w:val="24"/>
        </w:rPr>
        <w:tab/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этажей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2</w:t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Численность проживающих</w:t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7    </w:t>
      </w:r>
    </w:p>
    <w:p w:rsidR="00625BF8" w:rsidRPr="001908A6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1908A6">
        <w:rPr>
          <w:sz w:val="24"/>
          <w:szCs w:val="24"/>
        </w:rPr>
        <w:t>Количество квартир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4</w:t>
      </w:r>
    </w:p>
    <w:p w:rsidR="00625BF8" w:rsidRDefault="00625BF8" w:rsidP="00625BF8">
      <w:pPr>
        <w:rPr>
          <w:sz w:val="24"/>
          <w:szCs w:val="24"/>
        </w:rPr>
      </w:pPr>
      <w:r w:rsidRPr="001908A6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908A6">
        <w:rPr>
          <w:sz w:val="24"/>
          <w:szCs w:val="24"/>
        </w:rPr>
        <w:t xml:space="preserve"> Благоустроенное (2.11.)</w:t>
      </w:r>
      <w:r w:rsidRPr="001908A6">
        <w:rPr>
          <w:sz w:val="24"/>
          <w:szCs w:val="24"/>
        </w:rPr>
        <w:tab/>
      </w:r>
      <w:r w:rsidRPr="001908A6">
        <w:rPr>
          <w:sz w:val="24"/>
          <w:szCs w:val="24"/>
        </w:rPr>
        <w:tab/>
      </w:r>
    </w:p>
    <w:p w:rsidR="00625BF8" w:rsidRDefault="00625BF8" w:rsidP="00625BF8">
      <w:pPr>
        <w:rPr>
          <w:sz w:val="24"/>
          <w:szCs w:val="24"/>
        </w:rPr>
      </w:pPr>
    </w:p>
    <w:p w:rsidR="00625BF8" w:rsidRDefault="00625BF8" w:rsidP="00625BF8">
      <w:pPr>
        <w:rPr>
          <w:sz w:val="24"/>
          <w:szCs w:val="24"/>
        </w:rPr>
      </w:pPr>
      <w:r w:rsidRPr="00126DC0">
        <w:rPr>
          <w:sz w:val="24"/>
          <w:szCs w:val="24"/>
        </w:rPr>
        <w:t>Перечень обязательных работ и услуг по содержанию и ремонту общего имущества собственников в МКД определен в соответствии с постановлением администрации г.Искитима от 17.11.2022 №2070</w:t>
      </w:r>
    </w:p>
    <w:p w:rsidR="00625BF8" w:rsidRDefault="00625BF8" w:rsidP="00625BF8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5388"/>
        <w:gridCol w:w="1975"/>
        <w:gridCol w:w="1198"/>
        <w:gridCol w:w="1220"/>
      </w:tblGrid>
      <w:tr w:rsidR="00625BF8" w:rsidRPr="005F3195" w:rsidTr="00625BF8">
        <w:trPr>
          <w:trHeight w:val="204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№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п/п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Наименование работ и услуг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Периодичность</w:t>
            </w:r>
          </w:p>
        </w:tc>
        <w:tc>
          <w:tcPr>
            <w:tcW w:w="11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Стоимость 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на 1 м2 общей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площади (руб в месяц)</w:t>
            </w:r>
          </w:p>
        </w:tc>
        <w:tc>
          <w:tcPr>
            <w:tcW w:w="12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Годовая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плата</w:t>
            </w:r>
          </w:p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(рублей)</w:t>
            </w:r>
          </w:p>
        </w:tc>
      </w:tr>
      <w:tr w:rsidR="00625BF8" w:rsidRPr="005F3195" w:rsidTr="00625BF8">
        <w:trPr>
          <w:trHeight w:val="276"/>
        </w:trPr>
        <w:tc>
          <w:tcPr>
            <w:tcW w:w="690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363" w:type="dxa"/>
            <w:gridSpan w:val="2"/>
            <w:vMerge w:val="restart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363" w:type="dxa"/>
            <w:gridSpan w:val="2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vMerge/>
            <w:tcBorders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42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Обязательные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I. Содержание помещений общего пользования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полов во всех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 раз в нед.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1047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II. Уборка земельного участка, входящего в состав общего имущества многоквартирного дома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Подметание земельного участка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двое суток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5637,60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7.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летний период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с газона,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 раза в неделю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1,33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10413,90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очистка урн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0,28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2192,40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Уборка мусора на контейнерных площадках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469,80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 снега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548,10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при отсутствии снегопада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трое суток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Сдвижка и подметание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сутки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1,06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8299,80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снега при снегопаде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(при снегопаде)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Сбос снега и сосулек с крыши и козырьков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3601,80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Косьба травы на газоне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939,60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4,10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32103,00</w:t>
            </w:r>
          </w:p>
        </w:tc>
      </w:tr>
      <w:tr w:rsidR="00625BF8" w:rsidRPr="005F3195" w:rsidTr="00625BF8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III. Подготовка многоквартирного дома к сезонной эксплуатации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Ремонт, регулировка, промывка, испытание,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4,25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33277,50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расконсервация систем центрального отопления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Замена разбитых стекол окон и дверей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783,00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в помещениях общего пользования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15.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просевшей отмостки вручную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16.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Ремонт и укрепление входных дверей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0,19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1487,70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17.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Утепление и прочистка дымовентиляционных каналов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18.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Проверка состояния и ремонт продухов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 мере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цоколях зданий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необходимости 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4,54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35548,20</w:t>
            </w:r>
          </w:p>
        </w:tc>
      </w:tr>
      <w:tr w:rsidR="00625BF8" w:rsidRPr="005F3195" w:rsidTr="00625BF8">
        <w:trPr>
          <w:trHeight w:val="204"/>
        </w:trPr>
        <w:tc>
          <w:tcPr>
            <w:tcW w:w="8053" w:type="dxa"/>
            <w:gridSpan w:val="3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IV. Проведение технических осмотров и мелкого ремонта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19.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Проведение технических осмотров и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устранение незначительных неисправностей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в системах вентиляции, 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 xml:space="preserve"> 1 раз в год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а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дымоудаления,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б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электротехнических устройств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 раза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0,75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5872,50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20.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Аварийное обслуживание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 на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1,87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14642,10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системах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21.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Дератизация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12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22.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Дезинсекция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6 раз в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2,62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20514,60</w:t>
            </w:r>
          </w:p>
        </w:tc>
      </w:tr>
      <w:tr w:rsidR="00625BF8" w:rsidRPr="005F3195" w:rsidTr="00625BF8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V. Освещение мест общего пользования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0,01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78,30</w:t>
            </w:r>
          </w:p>
        </w:tc>
      </w:tr>
      <w:tr w:rsidR="00625BF8" w:rsidRPr="005F3195" w:rsidTr="00625BF8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VI. Противопожарная безопасность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0,07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548,10</w:t>
            </w:r>
          </w:p>
        </w:tc>
      </w:tr>
      <w:tr w:rsidR="00625BF8" w:rsidRPr="005F3195" w:rsidTr="00625BF8">
        <w:trPr>
          <w:trHeight w:val="214"/>
        </w:trPr>
        <w:tc>
          <w:tcPr>
            <w:tcW w:w="6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   VIII. Услуги по управлению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0,57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4463,10</w:t>
            </w:r>
          </w:p>
        </w:tc>
      </w:tr>
      <w:tr w:rsidR="00625BF8" w:rsidRPr="005F3195" w:rsidTr="00625BF8">
        <w:trPr>
          <w:trHeight w:val="379"/>
        </w:trPr>
        <w:tc>
          <w:tcPr>
            <w:tcW w:w="690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23.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в т.ч. начисление и прием платежей за ЖКУ, регистрационный учет граждан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 раз в неделю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0,50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3915,00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24.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прочее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постоянно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0,07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548,10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XII. Обслуживание приборов учета, снятие показаний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28.</w:t>
            </w:r>
          </w:p>
        </w:tc>
        <w:tc>
          <w:tcPr>
            <w:tcW w:w="53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 общедомовых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ежемесячно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0,46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3601,80</w:t>
            </w:r>
          </w:p>
        </w:tc>
      </w:tr>
      <w:tr w:rsidR="00625BF8" w:rsidRPr="005F3195" w:rsidTr="00625BF8">
        <w:trPr>
          <w:trHeight w:val="204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29.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 xml:space="preserve">                       индивидуальных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6 мес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0,44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3445,20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Поверка ОДПУ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4 года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0,38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2975,40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Итого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1,28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10022,40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XIII. Рентабельность (1%)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0,13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1017,90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X V. Затраты СОИ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1,02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7986,60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Проверка внутридомового электроснабжения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F3195">
              <w:rPr>
                <w:color w:val="000000"/>
              </w:rPr>
              <w:t>1 раз в 3 года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52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F3195">
              <w:rPr>
                <w:color w:val="000000"/>
              </w:rPr>
              <w:t>Дополнительные работы и услуги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25BF8" w:rsidRPr="005F3195" w:rsidTr="00625BF8">
        <w:trPr>
          <w:trHeight w:val="214"/>
        </w:trPr>
        <w:tc>
          <w:tcPr>
            <w:tcW w:w="6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                   X. Текущий и заявочный ремонт</w:t>
            </w:r>
          </w:p>
        </w:tc>
        <w:tc>
          <w:tcPr>
            <w:tcW w:w="19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0,00</w:t>
            </w:r>
          </w:p>
        </w:tc>
      </w:tr>
      <w:tr w:rsidR="00625BF8" w:rsidRPr="005F3195" w:rsidTr="00625BF8">
        <w:trPr>
          <w:trHeight w:val="214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5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 xml:space="preserve">ВСЕГО  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14,34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5BF8" w:rsidRPr="005F3195" w:rsidRDefault="00625BF8" w:rsidP="001D7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F3195">
              <w:rPr>
                <w:bCs/>
                <w:color w:val="000000"/>
              </w:rPr>
              <w:t>112282,20</w:t>
            </w:r>
          </w:p>
        </w:tc>
      </w:tr>
    </w:tbl>
    <w:p w:rsidR="00625BF8" w:rsidRDefault="00625BF8" w:rsidP="00625BF8">
      <w:pPr>
        <w:rPr>
          <w:sz w:val="24"/>
          <w:szCs w:val="24"/>
        </w:rPr>
      </w:pPr>
    </w:p>
    <w:p w:rsidR="00625BF8" w:rsidRPr="00207885" w:rsidRDefault="00625BF8" w:rsidP="00207885">
      <w:pPr>
        <w:ind w:firstLine="720"/>
        <w:rPr>
          <w:sz w:val="24"/>
          <w:szCs w:val="24"/>
        </w:rPr>
      </w:pPr>
    </w:p>
    <w:sectPr w:rsidR="00625BF8" w:rsidRPr="00207885" w:rsidSect="00126DC0">
      <w:headerReference w:type="even" r:id="rId9"/>
      <w:pgSz w:w="11906" w:h="16838"/>
      <w:pgMar w:top="284" w:right="424" w:bottom="709" w:left="70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89" w:rsidRDefault="00674B89">
      <w:r>
        <w:separator/>
      </w:r>
    </w:p>
  </w:endnote>
  <w:endnote w:type="continuationSeparator" w:id="0">
    <w:p w:rsidR="00674B89" w:rsidRDefault="0067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89" w:rsidRDefault="00674B89">
      <w:r>
        <w:separator/>
      </w:r>
    </w:p>
  </w:footnote>
  <w:footnote w:type="continuationSeparator" w:id="0">
    <w:p w:rsidR="00674B89" w:rsidRDefault="00674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95" w:rsidRDefault="005F31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F3195" w:rsidRDefault="005F31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418C5186"/>
    <w:multiLevelType w:val="multilevel"/>
    <w:tmpl w:val="7C3ED8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63"/>
    <w:rsid w:val="00017BA9"/>
    <w:rsid w:val="00056C94"/>
    <w:rsid w:val="00063D77"/>
    <w:rsid w:val="00071A5F"/>
    <w:rsid w:val="00075600"/>
    <w:rsid w:val="00077278"/>
    <w:rsid w:val="000820D9"/>
    <w:rsid w:val="000A2317"/>
    <w:rsid w:val="000B32A3"/>
    <w:rsid w:val="000B492F"/>
    <w:rsid w:val="000C2669"/>
    <w:rsid w:val="000C2973"/>
    <w:rsid w:val="000C6C7E"/>
    <w:rsid w:val="000F714F"/>
    <w:rsid w:val="00126DC0"/>
    <w:rsid w:val="00165C3B"/>
    <w:rsid w:val="001670E9"/>
    <w:rsid w:val="001908A6"/>
    <w:rsid w:val="00194AD4"/>
    <w:rsid w:val="001B1BB7"/>
    <w:rsid w:val="001C6CC5"/>
    <w:rsid w:val="001C75E5"/>
    <w:rsid w:val="001D7026"/>
    <w:rsid w:val="001E1D61"/>
    <w:rsid w:val="001E37B4"/>
    <w:rsid w:val="001E53DF"/>
    <w:rsid w:val="00205B86"/>
    <w:rsid w:val="00207885"/>
    <w:rsid w:val="002309EF"/>
    <w:rsid w:val="00232126"/>
    <w:rsid w:val="00251FA6"/>
    <w:rsid w:val="00257851"/>
    <w:rsid w:val="002702A7"/>
    <w:rsid w:val="002734EB"/>
    <w:rsid w:val="002863C9"/>
    <w:rsid w:val="002A1DA6"/>
    <w:rsid w:val="002A6906"/>
    <w:rsid w:val="002D59B4"/>
    <w:rsid w:val="00320C7C"/>
    <w:rsid w:val="00337FFA"/>
    <w:rsid w:val="00342E00"/>
    <w:rsid w:val="00344C0B"/>
    <w:rsid w:val="00354916"/>
    <w:rsid w:val="00366355"/>
    <w:rsid w:val="00366A09"/>
    <w:rsid w:val="00396ADB"/>
    <w:rsid w:val="003A09B9"/>
    <w:rsid w:val="003E02D5"/>
    <w:rsid w:val="003F3F72"/>
    <w:rsid w:val="00400125"/>
    <w:rsid w:val="0042767A"/>
    <w:rsid w:val="004333AD"/>
    <w:rsid w:val="00455E5A"/>
    <w:rsid w:val="004743FE"/>
    <w:rsid w:val="004B11F2"/>
    <w:rsid w:val="004B7E0D"/>
    <w:rsid w:val="004C23C1"/>
    <w:rsid w:val="004C46BB"/>
    <w:rsid w:val="004D09D6"/>
    <w:rsid w:val="004D4591"/>
    <w:rsid w:val="004D47EF"/>
    <w:rsid w:val="004E1E49"/>
    <w:rsid w:val="004E54C9"/>
    <w:rsid w:val="00512FA4"/>
    <w:rsid w:val="005601BF"/>
    <w:rsid w:val="0056079E"/>
    <w:rsid w:val="0059545A"/>
    <w:rsid w:val="005B4DB5"/>
    <w:rsid w:val="005B7C10"/>
    <w:rsid w:val="005D4E2B"/>
    <w:rsid w:val="005F3195"/>
    <w:rsid w:val="00621852"/>
    <w:rsid w:val="00625BF8"/>
    <w:rsid w:val="00654ECA"/>
    <w:rsid w:val="00674B89"/>
    <w:rsid w:val="00694167"/>
    <w:rsid w:val="006C2B25"/>
    <w:rsid w:val="006E6B90"/>
    <w:rsid w:val="006E6D6E"/>
    <w:rsid w:val="006F5CBE"/>
    <w:rsid w:val="006F689F"/>
    <w:rsid w:val="0070599A"/>
    <w:rsid w:val="00735DDD"/>
    <w:rsid w:val="00776C28"/>
    <w:rsid w:val="007A5439"/>
    <w:rsid w:val="007D5E82"/>
    <w:rsid w:val="0080511F"/>
    <w:rsid w:val="00821E7E"/>
    <w:rsid w:val="00843FF9"/>
    <w:rsid w:val="00876C92"/>
    <w:rsid w:val="0088090A"/>
    <w:rsid w:val="00884C21"/>
    <w:rsid w:val="00893459"/>
    <w:rsid w:val="008960BF"/>
    <w:rsid w:val="008E604A"/>
    <w:rsid w:val="008E72AD"/>
    <w:rsid w:val="00902271"/>
    <w:rsid w:val="00910AB0"/>
    <w:rsid w:val="00911E8D"/>
    <w:rsid w:val="0092519F"/>
    <w:rsid w:val="009557C9"/>
    <w:rsid w:val="009A6442"/>
    <w:rsid w:val="009B05E6"/>
    <w:rsid w:val="009B70BE"/>
    <w:rsid w:val="00A30585"/>
    <w:rsid w:val="00A67263"/>
    <w:rsid w:val="00A867F9"/>
    <w:rsid w:val="00AA37B6"/>
    <w:rsid w:val="00AB4493"/>
    <w:rsid w:val="00AE2099"/>
    <w:rsid w:val="00B15845"/>
    <w:rsid w:val="00B17B99"/>
    <w:rsid w:val="00B53A17"/>
    <w:rsid w:val="00B92BBC"/>
    <w:rsid w:val="00BE7F09"/>
    <w:rsid w:val="00C069CB"/>
    <w:rsid w:val="00C33A20"/>
    <w:rsid w:val="00C40858"/>
    <w:rsid w:val="00C72B99"/>
    <w:rsid w:val="00C84F28"/>
    <w:rsid w:val="00C90FDC"/>
    <w:rsid w:val="00CB211E"/>
    <w:rsid w:val="00D05C2F"/>
    <w:rsid w:val="00D21778"/>
    <w:rsid w:val="00D35F18"/>
    <w:rsid w:val="00D514EC"/>
    <w:rsid w:val="00D52DFE"/>
    <w:rsid w:val="00D6786B"/>
    <w:rsid w:val="00D70CBD"/>
    <w:rsid w:val="00DC02B8"/>
    <w:rsid w:val="00DE1FA8"/>
    <w:rsid w:val="00E44F5C"/>
    <w:rsid w:val="00E66EAC"/>
    <w:rsid w:val="00E808FF"/>
    <w:rsid w:val="00E939DA"/>
    <w:rsid w:val="00E9446C"/>
    <w:rsid w:val="00E96660"/>
    <w:rsid w:val="00EE3863"/>
    <w:rsid w:val="00F011CE"/>
    <w:rsid w:val="00F113CF"/>
    <w:rsid w:val="00F22079"/>
    <w:rsid w:val="00F26548"/>
    <w:rsid w:val="00F34954"/>
    <w:rsid w:val="00F35A83"/>
    <w:rsid w:val="00F42086"/>
    <w:rsid w:val="00F53575"/>
    <w:rsid w:val="00F80627"/>
    <w:rsid w:val="00F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E38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E386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EE3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E386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342E0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342E00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uiPriority w:val="99"/>
    <w:rsid w:val="00E944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E38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E386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EE38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E386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342E0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342E00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uiPriority w:val="99"/>
    <w:rsid w:val="00E944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9916C-975E-47B0-8FF9-F1DE6CB4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40</Pages>
  <Words>15291</Words>
  <Characters>87165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102252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2023-03-30T05:26:00Z</cp:lastPrinted>
  <dcterms:created xsi:type="dcterms:W3CDTF">2023-03-31T01:43:00Z</dcterms:created>
  <dcterms:modified xsi:type="dcterms:W3CDTF">2023-03-31T01:43:00Z</dcterms:modified>
</cp:coreProperties>
</file>