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852" w:rsidRPr="00933852" w:rsidRDefault="00326F8B" w:rsidP="00933852">
      <w:pPr>
        <w:ind w:firstLine="709"/>
        <w:jc w:val="both"/>
        <w:rPr>
          <w:color w:val="000000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DE6517B" wp14:editId="67D0D6DD">
                <wp:simplePos x="0" y="0"/>
                <wp:positionH relativeFrom="margin">
                  <wp:align>left</wp:align>
                </wp:positionH>
                <wp:positionV relativeFrom="page">
                  <wp:posOffset>3008630</wp:posOffset>
                </wp:positionV>
                <wp:extent cx="5930265" cy="1171575"/>
                <wp:effectExtent l="0" t="0" r="133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265" cy="1171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4143A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4148A" w:rsidRDefault="0064148A" w:rsidP="0093385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33852" w:rsidRDefault="00933852" w:rsidP="0093385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933852">
                              <w:rPr>
                                <w:sz w:val="28"/>
                              </w:rPr>
                              <w:t xml:space="preserve">О подготовке проекта внесения изменений в Правила землепользования и застройки г. Искитима,  утвержденные решением Совета депутатов </w:t>
                            </w:r>
                          </w:p>
                          <w:p w:rsidR="0006784C" w:rsidRPr="004143A7" w:rsidRDefault="00933852" w:rsidP="0093385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33852">
                              <w:rPr>
                                <w:sz w:val="28"/>
                              </w:rPr>
                              <w:t>г. Искитима от 23.12.2009  № 410 (в ред. от 31.05.2023 № 164)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36.9pt;width:466.95pt;height:92.25pt;z-index:251658752;visibility:visible;mso-wrap-style:square;mso-width-percent:0;mso-height-percent:0;mso-wrap-distance-left:9pt;mso-wrap-distance-top:0;mso-wrap-distance-right:9pt;mso-wrap-distance-bottom:36.8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nYrgIAAKo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" filled="f" stroked="f">
                <v:textbox inset="0,0,0,0">
                  <w:txbxContent>
                    <w:p w:rsidR="00D35F18" w:rsidRDefault="00D35F18" w:rsidP="004143A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64148A" w:rsidRDefault="0064148A" w:rsidP="0093385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33852" w:rsidRDefault="00933852" w:rsidP="00933852">
                      <w:pPr>
                        <w:jc w:val="center"/>
                        <w:rPr>
                          <w:sz w:val="28"/>
                        </w:rPr>
                      </w:pPr>
                      <w:bookmarkStart w:id="1" w:name="_GoBack"/>
                      <w:r w:rsidRPr="00933852">
                        <w:rPr>
                          <w:sz w:val="28"/>
                        </w:rPr>
                        <w:t>О подготовке проекта внесения изменений в Правила землепользования и застройки</w:t>
                      </w:r>
                      <w:bookmarkEnd w:id="1"/>
                      <w:r w:rsidRPr="00933852">
                        <w:rPr>
                          <w:sz w:val="28"/>
                        </w:rPr>
                        <w:t xml:space="preserve"> г. </w:t>
                      </w:r>
                      <w:proofErr w:type="spellStart"/>
                      <w:r w:rsidRPr="00933852">
                        <w:rPr>
                          <w:sz w:val="28"/>
                        </w:rPr>
                        <w:t>Искитима</w:t>
                      </w:r>
                      <w:proofErr w:type="spellEnd"/>
                      <w:r w:rsidRPr="00933852">
                        <w:rPr>
                          <w:sz w:val="28"/>
                        </w:rPr>
                        <w:t xml:space="preserve">,  утвержденные решением Совета депутатов </w:t>
                      </w:r>
                    </w:p>
                    <w:p w:rsidR="0006784C" w:rsidRPr="004143A7" w:rsidRDefault="00933852" w:rsidP="0093385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33852">
                        <w:rPr>
                          <w:sz w:val="28"/>
                        </w:rPr>
                        <w:t xml:space="preserve">г. </w:t>
                      </w:r>
                      <w:proofErr w:type="spellStart"/>
                      <w:r w:rsidRPr="00933852">
                        <w:rPr>
                          <w:sz w:val="28"/>
                        </w:rPr>
                        <w:t>Искитима</w:t>
                      </w:r>
                      <w:proofErr w:type="spellEnd"/>
                      <w:r w:rsidRPr="00933852">
                        <w:rPr>
                          <w:sz w:val="28"/>
                        </w:rPr>
                        <w:t xml:space="preserve"> от 23.12.2009  № 410 (в ред. от 31.05.2023 № 164)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51CFCDCD" wp14:editId="2C17126E">
                <wp:simplePos x="0" y="0"/>
                <wp:positionH relativeFrom="margin">
                  <wp:align>left</wp:align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</w:t>
                            </w:r>
                            <w:r w:rsidR="00933852">
                              <w:rPr>
                                <w:sz w:val="24"/>
                                <w:u w:val="single"/>
                              </w:rPr>
                              <w:t>26.06</w:t>
                            </w:r>
                            <w:r w:rsidR="00644445">
                              <w:rPr>
                                <w:sz w:val="24"/>
                                <w:u w:val="single"/>
                              </w:rPr>
                              <w:t>.2023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  </w:t>
                            </w:r>
                            <w:r w:rsidR="0006784C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Искитим           </w:t>
                            </w:r>
                            <w:r w:rsidRPr="0006784C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06784C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 xml:space="preserve">  №</w:t>
                            </w:r>
                            <w:r w:rsidRPr="0006784C">
                              <w:rPr>
                                <w:sz w:val="24"/>
                              </w:rPr>
                              <w:t xml:space="preserve"> </w:t>
                            </w:r>
                            <w:r w:rsidRPr="0006784C"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1113B2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06784C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10917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933852">
                              <w:rPr>
                                <w:sz w:val="24"/>
                                <w:u w:val="single"/>
                              </w:rPr>
                              <w:t xml:space="preserve"> 2</w:t>
                            </w:r>
                            <w:r w:rsidR="0064148A">
                              <w:rPr>
                                <w:sz w:val="24"/>
                                <w:u w:val="single"/>
                              </w:rPr>
                              <w:t>1</w:t>
                            </w:r>
                            <w:r w:rsidR="0006784C">
                              <w:rPr>
                                <w:sz w:val="24"/>
                                <w:u w:val="single"/>
                              </w:rPr>
                              <w:t xml:space="preserve">-рг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710917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06784C">
                              <w:rPr>
                                <w:sz w:val="24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0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PFrwIAALA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</w:t>
                      </w:r>
                      <w:r w:rsidR="00933852">
                        <w:rPr>
                          <w:sz w:val="24"/>
                          <w:u w:val="single"/>
                        </w:rPr>
                        <w:t>26.06</w:t>
                      </w:r>
                      <w:r w:rsidR="00644445">
                        <w:rPr>
                          <w:sz w:val="24"/>
                          <w:u w:val="single"/>
                        </w:rPr>
                        <w:t>.2023</w:t>
                      </w:r>
                      <w:r>
                        <w:rPr>
                          <w:sz w:val="24"/>
                          <w:u w:val="single"/>
                        </w:rPr>
                        <w:t xml:space="preserve"> 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  </w:t>
                      </w:r>
                      <w:r w:rsidR="0006784C"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06784C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06784C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 xml:space="preserve">  №</w:t>
                      </w:r>
                      <w:r w:rsidRPr="0006784C">
                        <w:rPr>
                          <w:sz w:val="24"/>
                        </w:rPr>
                        <w:t xml:space="preserve"> </w:t>
                      </w:r>
                      <w:r w:rsidRPr="0006784C"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1113B2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06784C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10917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933852">
                        <w:rPr>
                          <w:sz w:val="24"/>
                          <w:u w:val="single"/>
                        </w:rPr>
                        <w:t xml:space="preserve"> 2</w:t>
                      </w:r>
                      <w:r w:rsidR="0064148A">
                        <w:rPr>
                          <w:sz w:val="24"/>
                          <w:u w:val="single"/>
                        </w:rPr>
                        <w:t>1</w:t>
                      </w:r>
                      <w:r w:rsidR="0006784C">
                        <w:rPr>
                          <w:sz w:val="24"/>
                          <w:u w:val="single"/>
                        </w:rPr>
                        <w:t xml:space="preserve">-рг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710917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06784C">
                        <w:rPr>
                          <w:sz w:val="24"/>
                          <w:u w:val="single"/>
                        </w:rPr>
                        <w:t xml:space="preserve"> 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0C2AE174" wp14:editId="6417CA4C">
                <wp:simplePos x="0" y="0"/>
                <wp:positionH relativeFrom="margin">
                  <wp:align>left</wp:align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BA6F8D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06784C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517AC7">
                              <w:rPr>
                                <w:sz w:val="28"/>
                              </w:rPr>
                              <w:t xml:space="preserve">  </w:t>
                            </w:r>
                            <w:r w:rsidR="00D35F18">
                              <w:rPr>
                                <w:sz w:val="28"/>
                              </w:rPr>
                              <w:t xml:space="preserve">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E83436" w:rsidRDefault="00E83436" w:rsidP="00E83436">
                            <w:pPr>
                              <w:pStyle w:val="2"/>
                              <w:spacing w:before="120"/>
                              <w:rPr>
                                <w:spacing w:val="40"/>
                                <w:sz w:val="36"/>
                              </w:rPr>
                            </w:pPr>
                            <w:r>
                              <w:rPr>
                                <w:spacing w:val="40"/>
                                <w:sz w:val="36"/>
                              </w:rPr>
                              <w:t>РАСПОРЯЖЕНИЕ</w:t>
                            </w:r>
                          </w:p>
                          <w:p w:rsidR="00D35F18" w:rsidRDefault="00D35F18" w:rsidP="00E83436">
                            <w:pPr>
                              <w:pStyle w:val="2"/>
                              <w:spacing w:before="1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0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" filled="f" stroked="f">
                <v:textbox inset="0,0,0,0">
                  <w:txbxContent>
                    <w:p w:rsidR="007A5439" w:rsidRPr="00BA6F8D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06784C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517AC7">
                        <w:rPr>
                          <w:sz w:val="28"/>
                        </w:rPr>
                        <w:t xml:space="preserve">  </w:t>
                      </w:r>
                      <w:r w:rsidR="00D35F18">
                        <w:rPr>
                          <w:sz w:val="28"/>
                        </w:rPr>
                        <w:t xml:space="preserve">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E83436" w:rsidRDefault="00E83436" w:rsidP="00E83436">
                      <w:pPr>
                        <w:pStyle w:val="2"/>
                        <w:spacing w:before="120"/>
                        <w:rPr>
                          <w:spacing w:val="40"/>
                          <w:sz w:val="36"/>
                        </w:rPr>
                      </w:pPr>
                      <w:r>
                        <w:rPr>
                          <w:spacing w:val="40"/>
                          <w:sz w:val="36"/>
                        </w:rPr>
                        <w:t>РАСПОРЯЖЕНИЕ</w:t>
                      </w:r>
                    </w:p>
                    <w:p w:rsidR="00D35F18" w:rsidRDefault="00D35F18" w:rsidP="00E83436">
                      <w:pPr>
                        <w:pStyle w:val="2"/>
                        <w:spacing w:before="120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933852" w:rsidRPr="00933852">
        <w:rPr>
          <w:color w:val="000000"/>
          <w:sz w:val="28"/>
          <w:szCs w:val="28"/>
        </w:rPr>
        <w:t>В соответствии со статьями 31, 33 Градостроительного кодекса РФ, Земельным кодексом РФ, Федеральным законом от 06.10.2003 № 131-ФЗ «Об общих принципах организации местного самоуправления в Российской Федерации», Градостроительным кодексом РФ, Уставом города Искитима, на основании заключений комиссии по градостроительству, землепользованию и застройке города Искитима от 13.06.2023г.:</w:t>
      </w:r>
    </w:p>
    <w:p w:rsidR="00933852" w:rsidRPr="00933852" w:rsidRDefault="00933852" w:rsidP="00933852">
      <w:pPr>
        <w:ind w:firstLine="709"/>
        <w:jc w:val="both"/>
        <w:rPr>
          <w:color w:val="000000"/>
          <w:sz w:val="28"/>
          <w:szCs w:val="28"/>
        </w:rPr>
      </w:pPr>
      <w:r w:rsidRPr="00933852">
        <w:rPr>
          <w:color w:val="000000"/>
          <w:sz w:val="28"/>
          <w:szCs w:val="28"/>
        </w:rPr>
        <w:t>1.</w:t>
      </w:r>
      <w:r w:rsidRPr="00933852">
        <w:rPr>
          <w:color w:val="000000"/>
          <w:sz w:val="28"/>
          <w:szCs w:val="28"/>
        </w:rPr>
        <w:tab/>
        <w:t xml:space="preserve">  Комиссии по градостроительству, землепользованию и застройке г. Искитима (далее – Комиссия) подготовить проект внесения изменений в Правила землепользования и застройки г. Искитима, утвержденные решением Совета депутатов г. Искитима от 23.12.2009 № 410   (в ред. от 31.05.2023 № 164)  по следующим вопросам:</w:t>
      </w:r>
    </w:p>
    <w:p w:rsidR="00933852" w:rsidRPr="00933852" w:rsidRDefault="00933852" w:rsidP="00933852">
      <w:pPr>
        <w:ind w:firstLine="709"/>
        <w:jc w:val="both"/>
        <w:rPr>
          <w:color w:val="000000"/>
          <w:sz w:val="28"/>
          <w:szCs w:val="28"/>
        </w:rPr>
      </w:pPr>
      <w:r w:rsidRPr="00933852">
        <w:rPr>
          <w:color w:val="000000"/>
          <w:sz w:val="28"/>
          <w:szCs w:val="28"/>
        </w:rPr>
        <w:t>1.1 внесение изменений в Правила землепользования и застройки г. Искитима в части уточнения градостроительных регламентов территориальных зон;</w:t>
      </w:r>
    </w:p>
    <w:p w:rsidR="00933852" w:rsidRPr="00933852" w:rsidRDefault="00933852" w:rsidP="00933852">
      <w:pPr>
        <w:ind w:firstLine="709"/>
        <w:jc w:val="both"/>
        <w:rPr>
          <w:color w:val="000000"/>
          <w:sz w:val="28"/>
          <w:szCs w:val="28"/>
        </w:rPr>
      </w:pPr>
      <w:r w:rsidRPr="00933852">
        <w:rPr>
          <w:color w:val="000000"/>
          <w:sz w:val="28"/>
          <w:szCs w:val="28"/>
        </w:rPr>
        <w:t>1.2 внесение изменений в Правила землепользования и застройки города Искитима в части территориального зонирования земельного участка (кадастровый номер 54:33:000000:777) площадью 12280 кв.м с местоположением: Новосибирская область, г. Искитим, ул. Элеваторная с  «Зона смешанной и общественно – деловой застройки (Жсод)» на «Производственная зона (П)» (приложение 1);</w:t>
      </w:r>
    </w:p>
    <w:p w:rsidR="00933852" w:rsidRPr="00933852" w:rsidRDefault="00933852" w:rsidP="00933852">
      <w:pPr>
        <w:ind w:firstLine="709"/>
        <w:jc w:val="both"/>
        <w:rPr>
          <w:color w:val="000000"/>
          <w:sz w:val="28"/>
          <w:szCs w:val="28"/>
        </w:rPr>
      </w:pPr>
      <w:r w:rsidRPr="00933852">
        <w:rPr>
          <w:color w:val="000000"/>
          <w:sz w:val="28"/>
          <w:szCs w:val="28"/>
        </w:rPr>
        <w:t>1.3 внесение изменений в Правила землепользования и застройки города Искитима в части территориального зонирования земельного участка (кадастровый номер 54:33:070609:985) площадью 941 кв.м с местоположением: Новосибирская область, г. Искитим, ул. Нагорная, 2а/1 с  «Зона объектов дошкольного, начального и среднего общего образования (ОсДШ)» на «Зона специализированной общественной застройки (Ос)» (приложение 2).</w:t>
      </w:r>
    </w:p>
    <w:p w:rsidR="00933852" w:rsidRPr="00933852" w:rsidRDefault="00933852" w:rsidP="00933852">
      <w:pPr>
        <w:ind w:firstLine="709"/>
        <w:jc w:val="both"/>
        <w:rPr>
          <w:color w:val="000000"/>
          <w:sz w:val="28"/>
          <w:szCs w:val="28"/>
        </w:rPr>
      </w:pPr>
      <w:r w:rsidRPr="00933852">
        <w:rPr>
          <w:color w:val="000000"/>
          <w:sz w:val="28"/>
          <w:szCs w:val="28"/>
        </w:rPr>
        <w:lastRenderedPageBreak/>
        <w:t>2. Утвердить порядок и сроки проведения работ по подготовке проекта внесения изменений в Правила землепользования и застройки г. Искитима (приложение 3).</w:t>
      </w:r>
    </w:p>
    <w:p w:rsidR="00933852" w:rsidRPr="00933852" w:rsidRDefault="00933852" w:rsidP="00933852">
      <w:pPr>
        <w:ind w:firstLine="709"/>
        <w:jc w:val="both"/>
        <w:rPr>
          <w:color w:val="000000"/>
          <w:sz w:val="28"/>
          <w:szCs w:val="28"/>
        </w:rPr>
      </w:pPr>
      <w:r w:rsidRPr="00933852">
        <w:rPr>
          <w:color w:val="000000"/>
          <w:sz w:val="28"/>
          <w:szCs w:val="28"/>
        </w:rPr>
        <w:t>3. Утвердить порядок направления в Комиссию предложений заинтересованных лиц по подготовке проекта внесения изменений в Правила землепользования и застройки г. Искитима (приложение  4).</w:t>
      </w:r>
    </w:p>
    <w:p w:rsidR="00933852" w:rsidRPr="00933852" w:rsidRDefault="00933852" w:rsidP="00933852">
      <w:pPr>
        <w:ind w:firstLine="709"/>
        <w:jc w:val="both"/>
        <w:rPr>
          <w:color w:val="000000"/>
          <w:sz w:val="28"/>
          <w:szCs w:val="28"/>
        </w:rPr>
      </w:pPr>
      <w:r w:rsidRPr="00933852">
        <w:rPr>
          <w:color w:val="000000"/>
          <w:sz w:val="28"/>
          <w:szCs w:val="28"/>
        </w:rPr>
        <w:t>4.  Опубликовать настоящее распоряжение в газете «Искитимские ведомости» и на официальном сайте администрации г. Искитима.</w:t>
      </w:r>
    </w:p>
    <w:p w:rsidR="0006784C" w:rsidRDefault="00933852" w:rsidP="00933852">
      <w:pPr>
        <w:ind w:firstLine="709"/>
        <w:jc w:val="both"/>
        <w:rPr>
          <w:sz w:val="28"/>
        </w:rPr>
      </w:pPr>
      <w:r w:rsidRPr="00933852">
        <w:rPr>
          <w:color w:val="000000"/>
          <w:sz w:val="28"/>
          <w:szCs w:val="28"/>
        </w:rPr>
        <w:t>5.  Контроль за исполнением настоящего  распоряжения возложить на заместителя главы администрации  С.И. Шимкива.</w:t>
      </w:r>
    </w:p>
    <w:p w:rsidR="0006784C" w:rsidRDefault="0006784C" w:rsidP="00D05C2F">
      <w:pPr>
        <w:ind w:firstLine="709"/>
        <w:jc w:val="both"/>
        <w:rPr>
          <w:sz w:val="28"/>
        </w:rPr>
      </w:pPr>
    </w:p>
    <w:p w:rsidR="0064148A" w:rsidRDefault="0064148A" w:rsidP="00D05C2F">
      <w:pPr>
        <w:ind w:firstLine="709"/>
        <w:jc w:val="both"/>
        <w:rPr>
          <w:sz w:val="28"/>
        </w:rPr>
      </w:pPr>
    </w:p>
    <w:p w:rsidR="00D35F18" w:rsidRDefault="00F5619A" w:rsidP="00517AC7">
      <w:pPr>
        <w:jc w:val="both"/>
        <w:rPr>
          <w:sz w:val="28"/>
        </w:rPr>
      </w:pPr>
      <w:r>
        <w:rPr>
          <w:sz w:val="28"/>
        </w:rPr>
        <w:t xml:space="preserve">                                           </w:t>
      </w:r>
      <w:r w:rsidR="00517AC7">
        <w:rPr>
          <w:sz w:val="28"/>
        </w:rPr>
        <w:t xml:space="preserve">                                                            </w:t>
      </w:r>
      <w:r w:rsidR="0006784C">
        <w:rPr>
          <w:sz w:val="28"/>
        </w:rPr>
        <w:t xml:space="preserve">    </w:t>
      </w:r>
      <w:r w:rsidR="00517AC7">
        <w:rPr>
          <w:sz w:val="28"/>
        </w:rPr>
        <w:t xml:space="preserve">    </w:t>
      </w:r>
      <w:r w:rsidR="00807912">
        <w:rPr>
          <w:sz w:val="28"/>
        </w:rPr>
        <w:t xml:space="preserve"> </w:t>
      </w:r>
      <w:r w:rsidR="000E25C0">
        <w:rPr>
          <w:sz w:val="28"/>
        </w:rPr>
        <w:t>С.В.</w:t>
      </w:r>
      <w:r w:rsidR="00807912">
        <w:rPr>
          <w:sz w:val="28"/>
        </w:rPr>
        <w:t xml:space="preserve"> </w:t>
      </w:r>
      <w:r w:rsidR="000E25C0">
        <w:rPr>
          <w:sz w:val="28"/>
        </w:rPr>
        <w:t>Завражин</w:t>
      </w:r>
    </w:p>
    <w:p w:rsidR="0064148A" w:rsidRDefault="0064148A" w:rsidP="00517AC7">
      <w:pPr>
        <w:jc w:val="both"/>
        <w:rPr>
          <w:sz w:val="28"/>
        </w:rPr>
      </w:pPr>
    </w:p>
    <w:sectPr w:rsidR="0064148A" w:rsidSect="0064148A">
      <w:headerReference w:type="even" r:id="rId8"/>
      <w:pgSz w:w="11906" w:h="16838" w:code="9"/>
      <w:pgMar w:top="1134" w:right="607" w:bottom="709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BE2" w:rsidRDefault="00F71BE2">
      <w:r>
        <w:separator/>
      </w:r>
    </w:p>
  </w:endnote>
  <w:endnote w:type="continuationSeparator" w:id="0">
    <w:p w:rsidR="00F71BE2" w:rsidRDefault="00F71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BE2" w:rsidRDefault="00F71BE2">
      <w:r>
        <w:separator/>
      </w:r>
    </w:p>
  </w:footnote>
  <w:footnote w:type="continuationSeparator" w:id="0">
    <w:p w:rsidR="00F71BE2" w:rsidRDefault="00F71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3C40"/>
    <w:multiLevelType w:val="hybridMultilevel"/>
    <w:tmpl w:val="A026473C"/>
    <w:lvl w:ilvl="0" w:tplc="EEB896A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3"/>
  </w:num>
  <w:num w:numId="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84C"/>
    <w:rsid w:val="0006784C"/>
    <w:rsid w:val="000C2669"/>
    <w:rsid w:val="000E25C0"/>
    <w:rsid w:val="000F039E"/>
    <w:rsid w:val="000F370F"/>
    <w:rsid w:val="00106013"/>
    <w:rsid w:val="00110FEE"/>
    <w:rsid w:val="001113B2"/>
    <w:rsid w:val="001630E5"/>
    <w:rsid w:val="00287733"/>
    <w:rsid w:val="002A6906"/>
    <w:rsid w:val="002D2BAB"/>
    <w:rsid w:val="00326F8B"/>
    <w:rsid w:val="004143A7"/>
    <w:rsid w:val="004D5E39"/>
    <w:rsid w:val="004F6341"/>
    <w:rsid w:val="00517AC7"/>
    <w:rsid w:val="005C1354"/>
    <w:rsid w:val="006015CA"/>
    <w:rsid w:val="006325CF"/>
    <w:rsid w:val="0064148A"/>
    <w:rsid w:val="00644445"/>
    <w:rsid w:val="00683821"/>
    <w:rsid w:val="00710917"/>
    <w:rsid w:val="00735DDD"/>
    <w:rsid w:val="0076152B"/>
    <w:rsid w:val="007A5439"/>
    <w:rsid w:val="00807912"/>
    <w:rsid w:val="00815F1D"/>
    <w:rsid w:val="008E604A"/>
    <w:rsid w:val="008E72AD"/>
    <w:rsid w:val="00933852"/>
    <w:rsid w:val="009B6471"/>
    <w:rsid w:val="009E7A77"/>
    <w:rsid w:val="00B64828"/>
    <w:rsid w:val="00BA6F8D"/>
    <w:rsid w:val="00C069CB"/>
    <w:rsid w:val="00C25A91"/>
    <w:rsid w:val="00C6194D"/>
    <w:rsid w:val="00CE625D"/>
    <w:rsid w:val="00D05C2F"/>
    <w:rsid w:val="00D35F18"/>
    <w:rsid w:val="00D54650"/>
    <w:rsid w:val="00D962CA"/>
    <w:rsid w:val="00DD51FA"/>
    <w:rsid w:val="00E37511"/>
    <w:rsid w:val="00E83436"/>
    <w:rsid w:val="00F533CE"/>
    <w:rsid w:val="00F5619A"/>
    <w:rsid w:val="00F71BE2"/>
    <w:rsid w:val="00FB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D546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5465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14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D546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5465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14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0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</Template>
  <TotalTime>0</TotalTime>
  <Pages>2</Pages>
  <Words>271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2023-06-26T07:58:00Z</cp:lastPrinted>
  <dcterms:created xsi:type="dcterms:W3CDTF">2023-06-28T08:45:00Z</dcterms:created>
  <dcterms:modified xsi:type="dcterms:W3CDTF">2023-06-28T08:45:00Z</dcterms:modified>
</cp:coreProperties>
</file>