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69B" w:rsidRPr="008A569B" w:rsidRDefault="004D47EF" w:rsidP="008A56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65F9ABDC" wp14:editId="364300B9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95250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7A70" w:rsidRDefault="00487A70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B92BBC" w:rsidRDefault="008A569B" w:rsidP="008A569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8A569B">
                              <w:rPr>
                                <w:sz w:val="28"/>
                                <w:szCs w:val="28"/>
                              </w:rPr>
                              <w:t>О порядке проведения конкурса социально значимых проектов в сфере оказания социальных услуг в рамках реализации муниципальной программы «Социальная поддержка жителей города Искитима Новосибирской области»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" filled="f" stroked="f">
                <v:textbox inset="0,0,0,0">
                  <w:txbxContent>
                    <w:p w:rsidR="00487A70" w:rsidRDefault="00487A70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35F18" w:rsidRPr="00B92BBC" w:rsidRDefault="008A569B" w:rsidP="008A569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8A569B">
                        <w:rPr>
                          <w:sz w:val="28"/>
                          <w:szCs w:val="28"/>
                        </w:rPr>
                        <w:t xml:space="preserve">О порядке проведения конкурса социально значимых проектов в сфере оказания социальных услуг </w:t>
                      </w:r>
                      <w:bookmarkEnd w:id="1"/>
                      <w:r w:rsidRPr="008A569B">
                        <w:rPr>
                          <w:sz w:val="28"/>
                          <w:szCs w:val="28"/>
                        </w:rPr>
                        <w:t>в рамках реализации муниципальной программы «Социальная поддержка жителей города Искитима Новосибирской области»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437F7EF7" wp14:editId="0D36A7B2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04CC029A" wp14:editId="218C847F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8A569B">
                              <w:rPr>
                                <w:sz w:val="24"/>
                                <w:u w:val="single"/>
                              </w:rPr>
                              <w:t>05.08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57FFE">
                              <w:rPr>
                                <w:sz w:val="24"/>
                                <w:u w:val="single"/>
                              </w:rPr>
                              <w:t>22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569B">
                              <w:rPr>
                                <w:sz w:val="24"/>
                                <w:u w:val="single"/>
                              </w:rPr>
                              <w:t xml:space="preserve"> 1290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8A569B">
                        <w:rPr>
                          <w:sz w:val="24"/>
                          <w:u w:val="single"/>
                        </w:rPr>
                        <w:t>05.08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57FFE">
                        <w:rPr>
                          <w:sz w:val="24"/>
                          <w:u w:val="single"/>
                        </w:rPr>
                        <w:t>22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569B">
                        <w:rPr>
                          <w:sz w:val="24"/>
                          <w:u w:val="single"/>
                        </w:rPr>
                        <w:t xml:space="preserve"> 1290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06BC" w:rsidRPr="008706BC">
        <w:t xml:space="preserve"> </w:t>
      </w:r>
      <w:proofErr w:type="gramStart"/>
      <w:r w:rsidR="008A569B" w:rsidRPr="008A569B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12 января 1996 г. № 7-ФЗ "О некоммерческих организациях", Федеральным законом от 05 апреля 2010 г. №40-ФЗ "О внесении изменений в отдельные законодательные акты Российской Федерации по вопросу поддержки социально ориентированных некоммерческих организаций" и постановлением администрации города Искитима Новосибирской области от 26.11.2019 №1665 «Об утверждении муниципальной программы «Социальная поддержка жителей города Искитима Новосибирской области», администрация</w:t>
      </w:r>
      <w:proofErr w:type="gramEnd"/>
      <w:r w:rsidR="008A569B" w:rsidRPr="008A569B">
        <w:rPr>
          <w:rFonts w:ascii="Times New Roman" w:hAnsi="Times New Roman" w:cs="Times New Roman"/>
          <w:sz w:val="28"/>
          <w:szCs w:val="28"/>
        </w:rPr>
        <w:t xml:space="preserve"> города Искитима </w:t>
      </w:r>
    </w:p>
    <w:p w:rsidR="008A569B" w:rsidRPr="008A569B" w:rsidRDefault="008A569B" w:rsidP="008A56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569B" w:rsidRDefault="008A569B" w:rsidP="008A56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9B">
        <w:rPr>
          <w:rFonts w:ascii="Times New Roman" w:hAnsi="Times New Roman" w:cs="Times New Roman"/>
          <w:sz w:val="28"/>
          <w:szCs w:val="28"/>
        </w:rPr>
        <w:t>ПОСТАНОВЛЯЕТ:</w:t>
      </w:r>
      <w:r w:rsidRPr="008A569B">
        <w:rPr>
          <w:rFonts w:ascii="Times New Roman" w:hAnsi="Times New Roman" w:cs="Times New Roman"/>
          <w:sz w:val="28"/>
          <w:szCs w:val="28"/>
        </w:rPr>
        <w:tab/>
      </w:r>
    </w:p>
    <w:p w:rsidR="008A569B" w:rsidRPr="008A569B" w:rsidRDefault="008A569B" w:rsidP="008A56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569B" w:rsidRPr="008A569B" w:rsidRDefault="008A569B" w:rsidP="008A56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8A569B">
        <w:rPr>
          <w:rFonts w:ascii="Times New Roman" w:hAnsi="Times New Roman" w:cs="Times New Roman"/>
          <w:sz w:val="28"/>
          <w:szCs w:val="28"/>
        </w:rPr>
        <w:t>Утвердить прилагаемые:</w:t>
      </w:r>
    </w:p>
    <w:p w:rsidR="008A569B" w:rsidRPr="008A569B" w:rsidRDefault="008A569B" w:rsidP="008A56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9B">
        <w:rPr>
          <w:rFonts w:ascii="Times New Roman" w:hAnsi="Times New Roman" w:cs="Times New Roman"/>
          <w:sz w:val="28"/>
          <w:szCs w:val="28"/>
        </w:rPr>
        <w:t>1.1.Порядок проведения конкурса социально значимых проектов в сфере оказания социальных услуг (далее – конкурс).</w:t>
      </w:r>
    </w:p>
    <w:p w:rsidR="008A569B" w:rsidRPr="008A569B" w:rsidRDefault="008A569B" w:rsidP="008A56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9B">
        <w:rPr>
          <w:rFonts w:ascii="Times New Roman" w:hAnsi="Times New Roman" w:cs="Times New Roman"/>
          <w:sz w:val="28"/>
          <w:szCs w:val="28"/>
        </w:rPr>
        <w:t xml:space="preserve">1.2. Состав комиссии по проведению конкурса. </w:t>
      </w:r>
    </w:p>
    <w:p w:rsidR="008A569B" w:rsidRPr="008A569B" w:rsidRDefault="008A569B" w:rsidP="008A56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9B">
        <w:rPr>
          <w:rFonts w:ascii="Times New Roman" w:hAnsi="Times New Roman" w:cs="Times New Roman"/>
          <w:sz w:val="28"/>
          <w:szCs w:val="28"/>
        </w:rPr>
        <w:t>1.3. Форму соглашения о предоставлении субсидии социально значимых проектов в сфере оказания социальных услуг в рамках реализации муниципальной программы «Социальная поддержка жителей города Искитима Новосибирской области»</w:t>
      </w:r>
    </w:p>
    <w:p w:rsidR="008A569B" w:rsidRPr="008A569B" w:rsidRDefault="008A569B" w:rsidP="008A56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9B">
        <w:rPr>
          <w:rFonts w:ascii="Times New Roman" w:hAnsi="Times New Roman" w:cs="Times New Roman"/>
          <w:sz w:val="28"/>
          <w:szCs w:val="28"/>
        </w:rPr>
        <w:t>2. Отделу социального обслуживания населения администрации города Искитима:</w:t>
      </w:r>
    </w:p>
    <w:p w:rsidR="008A569B" w:rsidRPr="008A569B" w:rsidRDefault="008A569B" w:rsidP="008A56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9B">
        <w:rPr>
          <w:rFonts w:ascii="Times New Roman" w:hAnsi="Times New Roman" w:cs="Times New Roman"/>
          <w:sz w:val="28"/>
          <w:szCs w:val="28"/>
        </w:rPr>
        <w:t>2.1. обеспечить прием заявок на предоставление субсидии для организации конкурса;</w:t>
      </w:r>
    </w:p>
    <w:p w:rsidR="008A569B" w:rsidRPr="008A569B" w:rsidRDefault="008A569B" w:rsidP="008A56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9B">
        <w:rPr>
          <w:rFonts w:ascii="Times New Roman" w:hAnsi="Times New Roman" w:cs="Times New Roman"/>
          <w:sz w:val="28"/>
          <w:szCs w:val="28"/>
        </w:rPr>
        <w:t>2.2. организовать проведение конкурсного отбора;</w:t>
      </w:r>
    </w:p>
    <w:p w:rsidR="008A569B" w:rsidRPr="008A569B" w:rsidRDefault="008A569B" w:rsidP="008A56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9B">
        <w:rPr>
          <w:rFonts w:ascii="Times New Roman" w:hAnsi="Times New Roman" w:cs="Times New Roman"/>
          <w:sz w:val="28"/>
          <w:szCs w:val="28"/>
        </w:rPr>
        <w:t xml:space="preserve">2.3. обеспечить заключение соглашения </w:t>
      </w:r>
      <w:proofErr w:type="gramStart"/>
      <w:r w:rsidRPr="008A569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A56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A569B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8A569B">
        <w:rPr>
          <w:rFonts w:ascii="Times New Roman" w:hAnsi="Times New Roman" w:cs="Times New Roman"/>
          <w:sz w:val="28"/>
          <w:szCs w:val="28"/>
        </w:rPr>
        <w:t xml:space="preserve"> НКО на предоставление субсидии на реализацию социально значимого проекта в сфере оказания социальных услуг.</w:t>
      </w:r>
    </w:p>
    <w:p w:rsidR="008A569B" w:rsidRPr="008A569B" w:rsidRDefault="008A569B" w:rsidP="008A56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9B">
        <w:rPr>
          <w:rFonts w:ascii="Times New Roman" w:hAnsi="Times New Roman" w:cs="Times New Roman"/>
          <w:sz w:val="28"/>
          <w:szCs w:val="28"/>
        </w:rPr>
        <w:lastRenderedPageBreak/>
        <w:t>3. Постановление администрации города Искитима Новосибирской области от 08.04.2021 №475 «О порядке проведения конкурса социально значимых проектов в сфере оказания социальных услуг в рамках реализации муниципальной программы «Социальная поддержка жителей города Искитима Новосибирской области» признать утратившим силу.</w:t>
      </w:r>
    </w:p>
    <w:p w:rsidR="008A569B" w:rsidRPr="008A569B" w:rsidRDefault="008A569B" w:rsidP="008A56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9B">
        <w:rPr>
          <w:rFonts w:ascii="Times New Roman" w:hAnsi="Times New Roman" w:cs="Times New Roman"/>
          <w:sz w:val="28"/>
          <w:szCs w:val="28"/>
        </w:rPr>
        <w:t>4. Постановление разместить на официальном сайте администрации города Искитима.</w:t>
      </w:r>
    </w:p>
    <w:p w:rsidR="008A569B" w:rsidRPr="008A569B" w:rsidRDefault="008A569B" w:rsidP="008A56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569B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с момента подписания.</w:t>
      </w:r>
    </w:p>
    <w:p w:rsidR="007E0C72" w:rsidRDefault="008A569B" w:rsidP="008A569B">
      <w:pPr>
        <w:pStyle w:val="ConsPlusNormal"/>
        <w:ind w:firstLine="540"/>
        <w:jc w:val="both"/>
        <w:rPr>
          <w:sz w:val="28"/>
        </w:rPr>
      </w:pPr>
      <w:r w:rsidRPr="008A569B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8A569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A569B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Ковалевскую С.В.</w:t>
      </w:r>
    </w:p>
    <w:p w:rsidR="00487A70" w:rsidRDefault="00487A70" w:rsidP="00D514EC">
      <w:pPr>
        <w:jc w:val="both"/>
        <w:rPr>
          <w:sz w:val="28"/>
        </w:rPr>
      </w:pPr>
    </w:p>
    <w:p w:rsidR="00092833" w:rsidRDefault="00092833" w:rsidP="00D514EC">
      <w:pPr>
        <w:jc w:val="both"/>
        <w:rPr>
          <w:sz w:val="28"/>
        </w:rPr>
      </w:pPr>
    </w:p>
    <w:p w:rsidR="008A569B" w:rsidRPr="001670E9" w:rsidRDefault="008A569B" w:rsidP="00D514EC">
      <w:pPr>
        <w:jc w:val="both"/>
        <w:rPr>
          <w:sz w:val="28"/>
        </w:rPr>
      </w:pPr>
    </w:p>
    <w:p w:rsidR="00356674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sectPr w:rsidR="00356674" w:rsidSect="00487A70">
      <w:pgSz w:w="11906" w:h="16838" w:code="9"/>
      <w:pgMar w:top="1134" w:right="567" w:bottom="567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916" w:rsidRDefault="00755916">
      <w:r>
        <w:separator/>
      </w:r>
    </w:p>
  </w:endnote>
  <w:endnote w:type="continuationSeparator" w:id="0">
    <w:p w:rsidR="00755916" w:rsidRDefault="00755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916" w:rsidRDefault="00755916">
      <w:r>
        <w:separator/>
      </w:r>
    </w:p>
  </w:footnote>
  <w:footnote w:type="continuationSeparator" w:id="0">
    <w:p w:rsidR="00755916" w:rsidRDefault="007559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24CA0"/>
    <w:rsid w:val="00043165"/>
    <w:rsid w:val="000901B0"/>
    <w:rsid w:val="0009265D"/>
    <w:rsid w:val="00092833"/>
    <w:rsid w:val="000A66A6"/>
    <w:rsid w:val="000B7620"/>
    <w:rsid w:val="000C2669"/>
    <w:rsid w:val="00125027"/>
    <w:rsid w:val="00143A16"/>
    <w:rsid w:val="00157FFE"/>
    <w:rsid w:val="001670E9"/>
    <w:rsid w:val="0018139F"/>
    <w:rsid w:val="001B1BB7"/>
    <w:rsid w:val="001E2E99"/>
    <w:rsid w:val="001E6AE2"/>
    <w:rsid w:val="00230681"/>
    <w:rsid w:val="00244A9A"/>
    <w:rsid w:val="002734EB"/>
    <w:rsid w:val="002755C2"/>
    <w:rsid w:val="00280013"/>
    <w:rsid w:val="002A6906"/>
    <w:rsid w:val="002B003D"/>
    <w:rsid w:val="002F4451"/>
    <w:rsid w:val="00306B3C"/>
    <w:rsid w:val="00344C0B"/>
    <w:rsid w:val="00356674"/>
    <w:rsid w:val="00365EFD"/>
    <w:rsid w:val="00375206"/>
    <w:rsid w:val="00391199"/>
    <w:rsid w:val="003E0638"/>
    <w:rsid w:val="00400125"/>
    <w:rsid w:val="00401461"/>
    <w:rsid w:val="00423BE4"/>
    <w:rsid w:val="0042767A"/>
    <w:rsid w:val="00445BF4"/>
    <w:rsid w:val="00457E63"/>
    <w:rsid w:val="00487A70"/>
    <w:rsid w:val="004928FF"/>
    <w:rsid w:val="004B11F2"/>
    <w:rsid w:val="004B33B5"/>
    <w:rsid w:val="004D47EF"/>
    <w:rsid w:val="004E0C62"/>
    <w:rsid w:val="004E5553"/>
    <w:rsid w:val="004F206F"/>
    <w:rsid w:val="004F6B92"/>
    <w:rsid w:val="00522AF2"/>
    <w:rsid w:val="005601AE"/>
    <w:rsid w:val="00565430"/>
    <w:rsid w:val="0059545A"/>
    <w:rsid w:val="005E38E7"/>
    <w:rsid w:val="005F0022"/>
    <w:rsid w:val="006357B6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16FB"/>
    <w:rsid w:val="00711C4E"/>
    <w:rsid w:val="00715F96"/>
    <w:rsid w:val="00716870"/>
    <w:rsid w:val="00717C3E"/>
    <w:rsid w:val="00735DDD"/>
    <w:rsid w:val="00753060"/>
    <w:rsid w:val="00755916"/>
    <w:rsid w:val="00762CFE"/>
    <w:rsid w:val="00795795"/>
    <w:rsid w:val="00797B03"/>
    <w:rsid w:val="007A16EC"/>
    <w:rsid w:val="007A5439"/>
    <w:rsid w:val="007D540B"/>
    <w:rsid w:val="007D5E82"/>
    <w:rsid w:val="007E0C72"/>
    <w:rsid w:val="00815012"/>
    <w:rsid w:val="00851980"/>
    <w:rsid w:val="008706BC"/>
    <w:rsid w:val="008A34D9"/>
    <w:rsid w:val="008A569B"/>
    <w:rsid w:val="008B51CB"/>
    <w:rsid w:val="008E604A"/>
    <w:rsid w:val="008E72AD"/>
    <w:rsid w:val="0090254F"/>
    <w:rsid w:val="00971032"/>
    <w:rsid w:val="009902EA"/>
    <w:rsid w:val="00995D4D"/>
    <w:rsid w:val="009C29E4"/>
    <w:rsid w:val="009D442B"/>
    <w:rsid w:val="009F303A"/>
    <w:rsid w:val="00A67263"/>
    <w:rsid w:val="00AA6963"/>
    <w:rsid w:val="00AB2D01"/>
    <w:rsid w:val="00B03C81"/>
    <w:rsid w:val="00B16C85"/>
    <w:rsid w:val="00B17B99"/>
    <w:rsid w:val="00B611A0"/>
    <w:rsid w:val="00B835F8"/>
    <w:rsid w:val="00B84DA6"/>
    <w:rsid w:val="00B92BBC"/>
    <w:rsid w:val="00BA2717"/>
    <w:rsid w:val="00BB12DA"/>
    <w:rsid w:val="00BE7508"/>
    <w:rsid w:val="00C069CB"/>
    <w:rsid w:val="00C11E71"/>
    <w:rsid w:val="00C32CBD"/>
    <w:rsid w:val="00C66753"/>
    <w:rsid w:val="00C9223A"/>
    <w:rsid w:val="00C961F1"/>
    <w:rsid w:val="00CD2CA7"/>
    <w:rsid w:val="00CD73B8"/>
    <w:rsid w:val="00CE3405"/>
    <w:rsid w:val="00D003A7"/>
    <w:rsid w:val="00D05C2F"/>
    <w:rsid w:val="00D35F18"/>
    <w:rsid w:val="00D514EC"/>
    <w:rsid w:val="00D61BA5"/>
    <w:rsid w:val="00D70CBD"/>
    <w:rsid w:val="00D764E6"/>
    <w:rsid w:val="00D93BEB"/>
    <w:rsid w:val="00DA1587"/>
    <w:rsid w:val="00DE5633"/>
    <w:rsid w:val="00DF53B8"/>
    <w:rsid w:val="00E175E3"/>
    <w:rsid w:val="00E45AA3"/>
    <w:rsid w:val="00E47C15"/>
    <w:rsid w:val="00E5725B"/>
    <w:rsid w:val="00E664D3"/>
    <w:rsid w:val="00E701DB"/>
    <w:rsid w:val="00E70E6F"/>
    <w:rsid w:val="00E9028E"/>
    <w:rsid w:val="00EC3D46"/>
    <w:rsid w:val="00EF006E"/>
    <w:rsid w:val="00F55C35"/>
    <w:rsid w:val="00F55DFC"/>
    <w:rsid w:val="00F8575D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2</Pages>
  <Words>226</Words>
  <Characters>1778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2022-03-11T08:35:00Z</cp:lastPrinted>
  <dcterms:created xsi:type="dcterms:W3CDTF">2022-08-11T10:03:00Z</dcterms:created>
  <dcterms:modified xsi:type="dcterms:W3CDTF">2022-08-11T10:03:00Z</dcterms:modified>
</cp:coreProperties>
</file>