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9BB" w:rsidRPr="009A09BB" w:rsidRDefault="004D47EF" w:rsidP="009A09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CA3B110" wp14:editId="1ECC8C81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52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A09BB" w:rsidRDefault="009A09BB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9A09BB" w:rsidP="009A09B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A09BB">
                              <w:rPr>
                                <w:sz w:val="28"/>
                                <w:szCs w:val="28"/>
                              </w:rPr>
                              <w:t>Об организации и проведен</w:t>
                            </w:r>
                            <w:proofErr w:type="gramStart"/>
                            <w:r w:rsidRPr="009A09BB">
                              <w:rPr>
                                <w:sz w:val="28"/>
                                <w:szCs w:val="28"/>
                              </w:rPr>
                              <w:t>ии ау</w:t>
                            </w:r>
                            <w:proofErr w:type="gramEnd"/>
                            <w:r w:rsidRPr="009A09BB">
                              <w:rPr>
                                <w:sz w:val="28"/>
                                <w:szCs w:val="28"/>
                              </w:rPr>
                              <w:t>кциона на право заключения договора аренды 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RMwrA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A09BB" w:rsidRDefault="009A09BB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9A09BB" w:rsidP="009A09B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9A09BB">
                        <w:rPr>
                          <w:sz w:val="28"/>
                          <w:szCs w:val="28"/>
                        </w:rPr>
                        <w:t>Об организации и проведен</w:t>
                      </w:r>
                      <w:proofErr w:type="gramStart"/>
                      <w:r w:rsidRPr="009A09BB">
                        <w:rPr>
                          <w:sz w:val="28"/>
                          <w:szCs w:val="28"/>
                        </w:rPr>
                        <w:t>ии ау</w:t>
                      </w:r>
                      <w:proofErr w:type="gramEnd"/>
                      <w:r w:rsidRPr="009A09BB">
                        <w:rPr>
                          <w:sz w:val="28"/>
                          <w:szCs w:val="28"/>
                        </w:rPr>
                        <w:t xml:space="preserve">кциона </w:t>
                      </w:r>
                      <w:bookmarkEnd w:id="1"/>
                      <w:r w:rsidRPr="009A09BB">
                        <w:rPr>
                          <w:sz w:val="28"/>
                          <w:szCs w:val="28"/>
                        </w:rPr>
                        <w:t>на право заключения договора аренды 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2836F49A" wp14:editId="5F527336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791AD274" wp14:editId="1508A54D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9A09BB">
                              <w:rPr>
                                <w:sz w:val="24"/>
                                <w:u w:val="single"/>
                              </w:rPr>
                              <w:t>01.06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A09BB">
                              <w:rPr>
                                <w:sz w:val="24"/>
                                <w:u w:val="single"/>
                              </w:rPr>
                              <w:t>839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9A09BB">
                        <w:rPr>
                          <w:sz w:val="24"/>
                          <w:u w:val="single"/>
                        </w:rPr>
                        <w:t>01.06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A09BB">
                        <w:rPr>
                          <w:sz w:val="24"/>
                          <w:u w:val="single"/>
                        </w:rPr>
                        <w:t>839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r w:rsidR="009A09BB" w:rsidRPr="009A09BB">
        <w:rPr>
          <w:rFonts w:ascii="Times New Roman" w:hAnsi="Times New Roman" w:cs="Times New Roman"/>
          <w:sz w:val="28"/>
          <w:szCs w:val="28"/>
        </w:rPr>
        <w:t>В соответствии с Земельным  кодексом Российской Федерации, учитывая положительное заключение комиссии по градостроительству, землепользованию и застройке  от 08.02.2022 № 119, администрация г. Искитима</w:t>
      </w:r>
    </w:p>
    <w:p w:rsidR="009A09BB" w:rsidRPr="009A09BB" w:rsidRDefault="009A09BB" w:rsidP="009A09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09BB" w:rsidRPr="009A09BB" w:rsidRDefault="009A09BB" w:rsidP="009A09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09B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A09BB" w:rsidRPr="009A09BB" w:rsidRDefault="009A09BB" w:rsidP="009A09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09BB" w:rsidRPr="009A09BB" w:rsidRDefault="009A09BB" w:rsidP="009A09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09BB">
        <w:rPr>
          <w:rFonts w:ascii="Times New Roman" w:hAnsi="Times New Roman" w:cs="Times New Roman"/>
          <w:sz w:val="28"/>
          <w:szCs w:val="28"/>
        </w:rPr>
        <w:t xml:space="preserve">1. Провести открытый аукцион на право заключения договора аренды земельного участка, имеющего местоположение: Российская Федерация, Новосибирская область, город Искитим,  кадастровый номер 54:33:040901:128, площадью 15 000 </w:t>
      </w:r>
      <w:proofErr w:type="spellStart"/>
      <w:r w:rsidRPr="009A09B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9A09BB">
        <w:rPr>
          <w:rFonts w:ascii="Times New Roman" w:hAnsi="Times New Roman" w:cs="Times New Roman"/>
          <w:sz w:val="28"/>
          <w:szCs w:val="28"/>
        </w:rPr>
        <w:t xml:space="preserve">., категория земель «Земли населенных пунктов», вид разрешенного использования: Строительная промышленность (6.6). </w:t>
      </w:r>
    </w:p>
    <w:p w:rsidR="009A09BB" w:rsidRPr="009A09BB" w:rsidRDefault="009A09BB" w:rsidP="009A09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09BB">
        <w:rPr>
          <w:rFonts w:ascii="Times New Roman" w:hAnsi="Times New Roman" w:cs="Times New Roman"/>
          <w:sz w:val="28"/>
          <w:szCs w:val="28"/>
        </w:rPr>
        <w:t xml:space="preserve"> 2. Установить начальную стартовую цену размера годовой арендной платы 825 000 (Восемьсот двадцать пять тысяч) рублей 00 коп</w:t>
      </w:r>
      <w:proofErr w:type="gramStart"/>
      <w:r w:rsidRPr="009A09B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A09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09B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A09BB">
        <w:rPr>
          <w:rFonts w:ascii="Times New Roman" w:hAnsi="Times New Roman" w:cs="Times New Roman"/>
          <w:sz w:val="28"/>
          <w:szCs w:val="28"/>
        </w:rPr>
        <w:t>огласно отчету  ООО «Оценка XXI ВЕК » № 046-22-Р  от  26.04.2022 г.,  шаг аукциона 3% -  24 750 (Двадцать четыре тысячи семьсот пятьдесят) рублей 00 копеек, задаток за участие в аукционе 50% -  412 500 (Четыреста двенадцать тысяч пятьсот) рублей 00 копеек.</w:t>
      </w:r>
    </w:p>
    <w:p w:rsidR="009A09BB" w:rsidRPr="009A09BB" w:rsidRDefault="009A09BB" w:rsidP="009A09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09BB">
        <w:rPr>
          <w:rFonts w:ascii="Times New Roman" w:hAnsi="Times New Roman" w:cs="Times New Roman"/>
          <w:sz w:val="28"/>
          <w:szCs w:val="28"/>
        </w:rPr>
        <w:t>3. Извещение о проведен</w:t>
      </w:r>
      <w:proofErr w:type="gramStart"/>
      <w:r w:rsidRPr="009A09BB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9A09BB">
        <w:rPr>
          <w:rFonts w:ascii="Times New Roman" w:hAnsi="Times New Roman" w:cs="Times New Roman"/>
          <w:sz w:val="28"/>
          <w:szCs w:val="28"/>
        </w:rPr>
        <w:t>кциона № 06-22 опубликовать в газете «</w:t>
      </w:r>
      <w:proofErr w:type="spellStart"/>
      <w:r w:rsidRPr="009A09BB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9A09BB">
        <w:rPr>
          <w:rFonts w:ascii="Times New Roman" w:hAnsi="Times New Roman" w:cs="Times New Roman"/>
          <w:sz w:val="28"/>
          <w:szCs w:val="28"/>
        </w:rPr>
        <w:t xml:space="preserve"> ведомости», разместить на официальном сайте  в  сети «Интернет»  www.torgi.gov.ru и на официальном сайте администрации г. Искитим Новосибирской области www.iskitim.nso.ru (Приложение).</w:t>
      </w:r>
    </w:p>
    <w:p w:rsidR="009A09BB" w:rsidRPr="009A09BB" w:rsidRDefault="009A09BB" w:rsidP="009A09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09BB">
        <w:rPr>
          <w:rFonts w:ascii="Times New Roman" w:hAnsi="Times New Roman" w:cs="Times New Roman"/>
          <w:sz w:val="28"/>
          <w:szCs w:val="28"/>
        </w:rPr>
        <w:t>4. Управлению имущества и земельных отношений администрации города Искитима (Бондарева А.И.) подготовить для заключения договор аренды земельного участка с победителем аукциона.</w:t>
      </w:r>
    </w:p>
    <w:p w:rsidR="009A09BB" w:rsidRDefault="009A09BB" w:rsidP="009A09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09BB" w:rsidRDefault="009A09BB" w:rsidP="009A09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6674" w:rsidRDefault="009A09BB" w:rsidP="009A09BB">
      <w:pPr>
        <w:pStyle w:val="ConsPlusNormal"/>
        <w:ind w:firstLine="540"/>
        <w:jc w:val="both"/>
        <w:rPr>
          <w:sz w:val="28"/>
        </w:rPr>
      </w:pPr>
      <w:r w:rsidRPr="009A09BB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9A09B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A09BB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 </w:t>
      </w:r>
      <w:proofErr w:type="spellStart"/>
      <w:r w:rsidRPr="009A09BB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9A09BB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7E0C72" w:rsidRDefault="007E0C72" w:rsidP="00D514EC">
      <w:pPr>
        <w:jc w:val="both"/>
        <w:rPr>
          <w:sz w:val="28"/>
        </w:rPr>
      </w:pPr>
    </w:p>
    <w:p w:rsidR="009A09BB" w:rsidRDefault="009A09BB" w:rsidP="00D514EC">
      <w:pPr>
        <w:jc w:val="both"/>
        <w:rPr>
          <w:sz w:val="28"/>
        </w:rPr>
      </w:pPr>
    </w:p>
    <w:p w:rsidR="007E0C72" w:rsidRPr="001670E9" w:rsidRDefault="007E0C72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E5553">
      <w:pgSz w:w="11906" w:h="16838" w:code="9"/>
      <w:pgMar w:top="1134" w:right="567" w:bottom="426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875" w:rsidRDefault="001B4875">
      <w:r>
        <w:separator/>
      </w:r>
    </w:p>
  </w:endnote>
  <w:endnote w:type="continuationSeparator" w:id="0">
    <w:p w:rsidR="001B4875" w:rsidRDefault="001B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875" w:rsidRDefault="001B4875">
      <w:r>
        <w:separator/>
      </w:r>
    </w:p>
  </w:footnote>
  <w:footnote w:type="continuationSeparator" w:id="0">
    <w:p w:rsidR="001B4875" w:rsidRDefault="001B48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A66A6"/>
    <w:rsid w:val="000B7620"/>
    <w:rsid w:val="000C2669"/>
    <w:rsid w:val="00125027"/>
    <w:rsid w:val="00143A16"/>
    <w:rsid w:val="00157FFE"/>
    <w:rsid w:val="001670E9"/>
    <w:rsid w:val="0018139F"/>
    <w:rsid w:val="001B1BB7"/>
    <w:rsid w:val="001B4875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400125"/>
    <w:rsid w:val="00401461"/>
    <w:rsid w:val="00423BE4"/>
    <w:rsid w:val="0042767A"/>
    <w:rsid w:val="00445BF4"/>
    <w:rsid w:val="00457E63"/>
    <w:rsid w:val="004928FF"/>
    <w:rsid w:val="004B11F2"/>
    <w:rsid w:val="004B33B5"/>
    <w:rsid w:val="004C5FD8"/>
    <w:rsid w:val="004D47EF"/>
    <w:rsid w:val="004E0C62"/>
    <w:rsid w:val="004E5553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A09BB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7C15"/>
    <w:rsid w:val="00E5725B"/>
    <w:rsid w:val="00E664D3"/>
    <w:rsid w:val="00E701DB"/>
    <w:rsid w:val="00E70E6F"/>
    <w:rsid w:val="00E9028E"/>
    <w:rsid w:val="00EC3D46"/>
    <w:rsid w:val="00EF006E"/>
    <w:rsid w:val="00F55DFC"/>
    <w:rsid w:val="00F8575D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190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2022-06-01T10:10:00Z</cp:lastPrinted>
  <dcterms:created xsi:type="dcterms:W3CDTF">2022-06-01T10:12:00Z</dcterms:created>
  <dcterms:modified xsi:type="dcterms:W3CDTF">2022-06-01T10:12:00Z</dcterms:modified>
</cp:coreProperties>
</file>