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F2" w:rsidRPr="00292EF2" w:rsidRDefault="004D47EF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C8342B4" wp14:editId="12A2B734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92EF2" w:rsidRDefault="00292EF2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292EF2" w:rsidP="00292EF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92EF2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292EF2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292EF2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92EF2" w:rsidRDefault="00292EF2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292EF2" w:rsidP="00292EF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92EF2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292EF2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292EF2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292EF2">
                        <w:rPr>
                          <w:sz w:val="28"/>
                          <w:szCs w:val="28"/>
                        </w:rPr>
                        <w:t>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75B0822" wp14:editId="4A53A35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5AE3A25" wp14:editId="07F94263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92EF2">
                              <w:rPr>
                                <w:sz w:val="24"/>
                                <w:u w:val="single"/>
                              </w:rPr>
                              <w:t>01.06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92EF2">
                              <w:rPr>
                                <w:sz w:val="24"/>
                                <w:u w:val="single"/>
                              </w:rPr>
                              <w:t>837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92EF2">
                        <w:rPr>
                          <w:sz w:val="24"/>
                          <w:u w:val="single"/>
                        </w:rPr>
                        <w:t>01.06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92EF2">
                        <w:rPr>
                          <w:sz w:val="24"/>
                          <w:u w:val="single"/>
                        </w:rPr>
                        <w:t>837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292EF2" w:rsidRPr="00292EF2">
        <w:rPr>
          <w:rFonts w:ascii="Times New Roman" w:hAnsi="Times New Roman" w:cs="Times New Roman"/>
          <w:sz w:val="28"/>
          <w:szCs w:val="28"/>
        </w:rPr>
        <w:t xml:space="preserve"> 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08.06.2021 № 116, администрация г. Искитима</w:t>
      </w: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EF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EF2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Новосибирская область, город Искитим, улица Киевская, кадастровый номер 54:33:010303:363, площадью 2000 </w:t>
      </w:r>
      <w:proofErr w:type="spellStart"/>
      <w:r w:rsidRPr="00292EF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92EF2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Склады (6.9). </w:t>
      </w: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EF2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86 000 (Восемьдесят шесть тысяч) рублей 00 коп</w:t>
      </w:r>
      <w:proofErr w:type="gramStart"/>
      <w:r w:rsidRPr="00292EF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2E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2E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2EF2">
        <w:rPr>
          <w:rFonts w:ascii="Times New Roman" w:hAnsi="Times New Roman" w:cs="Times New Roman"/>
          <w:sz w:val="28"/>
          <w:szCs w:val="28"/>
        </w:rPr>
        <w:t>огласно отчету  ООО «Оценка XXI ВЕК » № 005/1-22-Р  от  26.01.2022 г.,  шаг аукциона 3% -  2 580 (Две тысячи пятьсот восемьдесят) рубля 00 копеек, задаток за участие в аукционе 50% -  43 000 (Сорок три тысячи) рублей 00 копеек.</w:t>
      </w: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EF2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292EF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92EF2">
        <w:rPr>
          <w:rFonts w:ascii="Times New Roman" w:hAnsi="Times New Roman" w:cs="Times New Roman"/>
          <w:sz w:val="28"/>
          <w:szCs w:val="28"/>
        </w:rPr>
        <w:t>кциона № 04-22 опубликовать в газете «</w:t>
      </w:r>
      <w:proofErr w:type="spellStart"/>
      <w:r w:rsidRPr="00292EF2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292EF2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292EF2" w:rsidRP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EF2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2EF2" w:rsidRDefault="00292EF2" w:rsidP="00292E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674" w:rsidRDefault="00292EF2" w:rsidP="00292EF2">
      <w:pPr>
        <w:pStyle w:val="ConsPlusNormal"/>
        <w:ind w:firstLine="540"/>
        <w:jc w:val="both"/>
        <w:rPr>
          <w:sz w:val="28"/>
        </w:rPr>
      </w:pPr>
      <w:r w:rsidRPr="00292EF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292E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2EF2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292EF2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292EF2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E0C72" w:rsidRDefault="007E0C72" w:rsidP="00D514EC">
      <w:pPr>
        <w:jc w:val="both"/>
        <w:rPr>
          <w:sz w:val="28"/>
        </w:rPr>
      </w:pPr>
    </w:p>
    <w:p w:rsidR="007E0C72" w:rsidRDefault="007E0C72" w:rsidP="00D514EC">
      <w:pPr>
        <w:jc w:val="both"/>
        <w:rPr>
          <w:sz w:val="28"/>
        </w:rPr>
      </w:pPr>
    </w:p>
    <w:p w:rsidR="00292EF2" w:rsidRPr="001670E9" w:rsidRDefault="00292EF2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E5553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2D" w:rsidRDefault="00EA372D">
      <w:r>
        <w:separator/>
      </w:r>
    </w:p>
  </w:endnote>
  <w:endnote w:type="continuationSeparator" w:id="0">
    <w:p w:rsidR="00EA372D" w:rsidRDefault="00EA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2D" w:rsidRDefault="00EA372D">
      <w:r>
        <w:separator/>
      </w:r>
    </w:p>
  </w:footnote>
  <w:footnote w:type="continuationSeparator" w:id="0">
    <w:p w:rsidR="00EA372D" w:rsidRDefault="00EA3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92EF2"/>
    <w:rsid w:val="002A6906"/>
    <w:rsid w:val="002B003D"/>
    <w:rsid w:val="002F4451"/>
    <w:rsid w:val="00306B3C"/>
    <w:rsid w:val="00326FEF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A372D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185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2022-06-01T09:52:00Z</cp:lastPrinted>
  <dcterms:created xsi:type="dcterms:W3CDTF">2022-06-01T10:13:00Z</dcterms:created>
  <dcterms:modified xsi:type="dcterms:W3CDTF">2022-06-01T10:13:00Z</dcterms:modified>
</cp:coreProperties>
</file>