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D6" w:rsidRPr="009E54D6" w:rsidRDefault="00326F8B" w:rsidP="009E54D6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FC24E66" wp14:editId="5C46A94C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5930265" cy="1476375"/>
                <wp:effectExtent l="0" t="0" r="133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265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D8E" w:rsidRDefault="00C66D8E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A68ED" w:rsidRDefault="005A68ED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54D6" w:rsidRDefault="009E54D6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54D6" w:rsidRDefault="009E54D6" w:rsidP="00D80F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E54D6" w:rsidRPr="009E54D6" w:rsidRDefault="009E54D6" w:rsidP="009E54D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E54D6">
                              <w:rPr>
                                <w:sz w:val="28"/>
                                <w:szCs w:val="28"/>
                              </w:rPr>
                              <w:t>Об утверждении отчета об исполнении бюджета города Искитима</w:t>
                            </w:r>
                          </w:p>
                          <w:p w:rsidR="00D35F18" w:rsidRPr="004143A7" w:rsidRDefault="009E54D6" w:rsidP="009E54D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E54D6">
                              <w:rPr>
                                <w:sz w:val="28"/>
                                <w:szCs w:val="28"/>
                              </w:rPr>
                              <w:t>за 9 месяцев 2022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66.95pt;height:116.25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R+trgIAAKo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" filled="f" stroked="f">
                <v:textbox inset="0,0,0,0">
                  <w:txbxContent>
                    <w:p w:rsidR="00C66D8E" w:rsidRDefault="00C66D8E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5A68ED" w:rsidRDefault="005A68ED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54D6" w:rsidRDefault="009E54D6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54D6" w:rsidRDefault="009E54D6" w:rsidP="00D80F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E54D6" w:rsidRPr="009E54D6" w:rsidRDefault="009E54D6" w:rsidP="009E54D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9E54D6">
                        <w:rPr>
                          <w:sz w:val="28"/>
                          <w:szCs w:val="28"/>
                        </w:rPr>
                        <w:t xml:space="preserve">Об утверждении отчета об исполнении бюджета </w:t>
                      </w:r>
                      <w:bookmarkEnd w:id="1"/>
                      <w:r w:rsidRPr="009E54D6">
                        <w:rPr>
                          <w:sz w:val="28"/>
                          <w:szCs w:val="28"/>
                        </w:rPr>
                        <w:t>города Искитима</w:t>
                      </w:r>
                    </w:p>
                    <w:p w:rsidR="00D35F18" w:rsidRPr="004143A7" w:rsidRDefault="009E54D6" w:rsidP="009E54D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E54D6">
                        <w:rPr>
                          <w:sz w:val="28"/>
                          <w:szCs w:val="28"/>
                        </w:rPr>
                        <w:t>за 9 месяцев 2022 года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DD9A765" wp14:editId="41F79EEA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54D6">
                              <w:rPr>
                                <w:sz w:val="24"/>
                                <w:u w:val="single"/>
                              </w:rPr>
                              <w:t>31.10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602D24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Искитим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E54D6">
                              <w:rPr>
                                <w:sz w:val="24"/>
                                <w:u w:val="single"/>
                              </w:rPr>
                              <w:t>610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54D6">
                        <w:rPr>
                          <w:sz w:val="24"/>
                          <w:u w:val="single"/>
                        </w:rPr>
                        <w:t>31.10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602D24">
                        <w:rPr>
                          <w:sz w:val="24"/>
                          <w:u w:val="single"/>
                        </w:rPr>
                        <w:t>22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Искитим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E54D6">
                        <w:rPr>
                          <w:sz w:val="24"/>
                          <w:u w:val="single"/>
                        </w:rPr>
                        <w:t>610</w:t>
                      </w:r>
                      <w:r w:rsidR="00427A2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3984CF3" wp14:editId="14CCED3B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9E54D6">
        <w:rPr>
          <w:sz w:val="28"/>
        </w:rPr>
        <w:t>В</w:t>
      </w:r>
      <w:r w:rsidR="009E54D6" w:rsidRPr="009E54D6">
        <w:t xml:space="preserve"> </w:t>
      </w:r>
      <w:r w:rsidR="009E54D6" w:rsidRPr="009E54D6">
        <w:rPr>
          <w:sz w:val="28"/>
        </w:rPr>
        <w:t>соответствии с пунктом 5 статьи 264.2 Бюджетного кодекса Российской Федерации:</w:t>
      </w:r>
    </w:p>
    <w:p w:rsidR="009E54D6" w:rsidRPr="009E54D6" w:rsidRDefault="009E54D6" w:rsidP="009E54D6">
      <w:pPr>
        <w:ind w:firstLine="720"/>
        <w:jc w:val="both"/>
        <w:rPr>
          <w:sz w:val="28"/>
        </w:rPr>
      </w:pPr>
    </w:p>
    <w:p w:rsidR="009E54D6" w:rsidRPr="009E54D6" w:rsidRDefault="009E54D6" w:rsidP="009E54D6">
      <w:pPr>
        <w:ind w:firstLine="720"/>
        <w:jc w:val="both"/>
        <w:rPr>
          <w:sz w:val="28"/>
        </w:rPr>
      </w:pPr>
      <w:r w:rsidRPr="009E54D6">
        <w:rPr>
          <w:sz w:val="28"/>
        </w:rPr>
        <w:t xml:space="preserve">1. </w:t>
      </w:r>
      <w:proofErr w:type="gramStart"/>
      <w:r w:rsidRPr="009E54D6">
        <w:rPr>
          <w:sz w:val="28"/>
        </w:rPr>
        <w:t>Утвердить отчет об исполнении бюджета г.Искитима за 9 месяцев 2022 года с общим объемом доходов в сумме 1 663 668 928  рублей 37 копеек, общим объемом расходов в сумме 1 438 341 876 рублей 92 копейки, превышением доходов над расходами (профицитом бюджета)  в сумме  225 327 051  рубля 45 копеек и со следующими показателями:</w:t>
      </w:r>
      <w:proofErr w:type="gramEnd"/>
    </w:p>
    <w:p w:rsidR="009E54D6" w:rsidRPr="009E54D6" w:rsidRDefault="009E54D6" w:rsidP="009E54D6">
      <w:pPr>
        <w:ind w:firstLine="720"/>
        <w:jc w:val="both"/>
        <w:rPr>
          <w:sz w:val="28"/>
        </w:rPr>
      </w:pPr>
      <w:r w:rsidRPr="009E54D6">
        <w:rPr>
          <w:sz w:val="28"/>
        </w:rPr>
        <w:t>1)</w:t>
      </w:r>
      <w:r w:rsidRPr="009E54D6">
        <w:rPr>
          <w:sz w:val="28"/>
        </w:rPr>
        <w:tab/>
        <w:t>доходов бюджета по кодам классификации доходов бюджетов согласно приложению 1 к настоящему распоряжению;</w:t>
      </w:r>
    </w:p>
    <w:p w:rsidR="009E54D6" w:rsidRPr="009E54D6" w:rsidRDefault="009E54D6" w:rsidP="009E54D6">
      <w:pPr>
        <w:ind w:firstLine="720"/>
        <w:jc w:val="both"/>
        <w:rPr>
          <w:sz w:val="28"/>
        </w:rPr>
      </w:pPr>
      <w:r w:rsidRPr="009E54D6">
        <w:rPr>
          <w:sz w:val="28"/>
        </w:rPr>
        <w:t>2)</w:t>
      </w:r>
      <w:r w:rsidRPr="009E54D6">
        <w:rPr>
          <w:sz w:val="28"/>
        </w:rPr>
        <w:tab/>
        <w:t>расходов бюджета по ведомственной структуре расходов бюджета согласно приложению 2 к настоящему распоряжению;</w:t>
      </w:r>
    </w:p>
    <w:p w:rsidR="009E54D6" w:rsidRPr="009E54D6" w:rsidRDefault="009E54D6" w:rsidP="009E54D6">
      <w:pPr>
        <w:ind w:firstLine="720"/>
        <w:jc w:val="both"/>
        <w:rPr>
          <w:sz w:val="28"/>
        </w:rPr>
      </w:pPr>
      <w:r w:rsidRPr="009E54D6">
        <w:rPr>
          <w:sz w:val="28"/>
        </w:rPr>
        <w:t>3)</w:t>
      </w:r>
      <w:r w:rsidRPr="009E54D6">
        <w:rPr>
          <w:sz w:val="28"/>
        </w:rPr>
        <w:tab/>
        <w:t>расходов бюджета по разделам и подразделам классификации расходов бюджетов согласно приложению 3 к настоящему распоряжению;</w:t>
      </w:r>
    </w:p>
    <w:p w:rsidR="009E54D6" w:rsidRPr="009E54D6" w:rsidRDefault="009E54D6" w:rsidP="009E54D6">
      <w:pPr>
        <w:ind w:firstLine="720"/>
        <w:jc w:val="both"/>
        <w:rPr>
          <w:sz w:val="28"/>
        </w:rPr>
      </w:pPr>
      <w:r w:rsidRPr="009E54D6">
        <w:rPr>
          <w:sz w:val="28"/>
        </w:rPr>
        <w:t>4)</w:t>
      </w:r>
      <w:r w:rsidRPr="009E54D6">
        <w:rPr>
          <w:sz w:val="28"/>
        </w:rPr>
        <w:tab/>
        <w:t xml:space="preserve">источников финансирования дефицита бюджета по кодам </w:t>
      </w:r>
      <w:proofErr w:type="gramStart"/>
      <w:r w:rsidRPr="009E54D6">
        <w:rPr>
          <w:sz w:val="28"/>
        </w:rPr>
        <w:t>классификации источников финансирования дефицитов бюджетов</w:t>
      </w:r>
      <w:proofErr w:type="gramEnd"/>
      <w:r w:rsidRPr="009E54D6">
        <w:rPr>
          <w:sz w:val="28"/>
        </w:rPr>
        <w:t xml:space="preserve"> согласно приложению 4 к настоящему распоряжению.</w:t>
      </w:r>
    </w:p>
    <w:p w:rsidR="009E54D6" w:rsidRPr="009E54D6" w:rsidRDefault="009E54D6" w:rsidP="009E54D6">
      <w:pPr>
        <w:ind w:firstLine="720"/>
        <w:jc w:val="both"/>
        <w:rPr>
          <w:sz w:val="28"/>
        </w:rPr>
      </w:pPr>
      <w:r w:rsidRPr="009E54D6">
        <w:rPr>
          <w:sz w:val="28"/>
        </w:rPr>
        <w:t>2. Направить отчет в Совет депутатов города Искитима Новосибирской области и Контрольно-счетный орган города Искитима Новосибирской области в срок до 31.10.2022 г.</w:t>
      </w:r>
    </w:p>
    <w:p w:rsidR="009E54D6" w:rsidRPr="009E54D6" w:rsidRDefault="009E54D6" w:rsidP="009E54D6">
      <w:pPr>
        <w:ind w:firstLine="720"/>
        <w:jc w:val="both"/>
        <w:rPr>
          <w:sz w:val="28"/>
        </w:rPr>
      </w:pPr>
      <w:r w:rsidRPr="009E54D6">
        <w:rPr>
          <w:sz w:val="28"/>
        </w:rPr>
        <w:t>3. Управлению делами администрации города (</w:t>
      </w:r>
      <w:proofErr w:type="spellStart"/>
      <w:r w:rsidRPr="009E54D6">
        <w:rPr>
          <w:sz w:val="28"/>
        </w:rPr>
        <w:t>О.А.Смирнова</w:t>
      </w:r>
      <w:proofErr w:type="spellEnd"/>
      <w:r w:rsidRPr="009E54D6">
        <w:rPr>
          <w:sz w:val="28"/>
        </w:rPr>
        <w:t xml:space="preserve">) </w:t>
      </w:r>
      <w:proofErr w:type="gramStart"/>
      <w:r w:rsidRPr="009E54D6">
        <w:rPr>
          <w:sz w:val="28"/>
        </w:rPr>
        <w:t>разместить</w:t>
      </w:r>
      <w:proofErr w:type="gramEnd"/>
      <w:r w:rsidRPr="009E54D6">
        <w:rPr>
          <w:sz w:val="28"/>
        </w:rPr>
        <w:t xml:space="preserve"> настоящее распоряжение на официальном сайте администрации города.</w:t>
      </w:r>
    </w:p>
    <w:p w:rsidR="009E54D6" w:rsidRDefault="009E54D6" w:rsidP="009E54D6">
      <w:pPr>
        <w:ind w:firstLine="720"/>
        <w:jc w:val="both"/>
        <w:rPr>
          <w:sz w:val="28"/>
        </w:rPr>
      </w:pPr>
    </w:p>
    <w:p w:rsidR="009E54D6" w:rsidRDefault="009E54D6" w:rsidP="009E54D6">
      <w:pPr>
        <w:ind w:firstLine="720"/>
        <w:jc w:val="both"/>
        <w:rPr>
          <w:sz w:val="28"/>
        </w:rPr>
      </w:pPr>
    </w:p>
    <w:p w:rsidR="009E54D6" w:rsidRDefault="009E54D6" w:rsidP="009E54D6">
      <w:pPr>
        <w:ind w:firstLine="720"/>
        <w:jc w:val="both"/>
        <w:rPr>
          <w:sz w:val="28"/>
        </w:rPr>
      </w:pPr>
    </w:p>
    <w:p w:rsidR="009E42F8" w:rsidRDefault="009E54D6" w:rsidP="009E54D6">
      <w:pPr>
        <w:ind w:firstLine="720"/>
        <w:jc w:val="both"/>
        <w:rPr>
          <w:sz w:val="28"/>
        </w:rPr>
      </w:pPr>
      <w:r w:rsidRPr="009E54D6">
        <w:rPr>
          <w:sz w:val="28"/>
        </w:rPr>
        <w:lastRenderedPageBreak/>
        <w:t xml:space="preserve">4. </w:t>
      </w:r>
      <w:proofErr w:type="gramStart"/>
      <w:r w:rsidRPr="009E54D6">
        <w:rPr>
          <w:sz w:val="28"/>
        </w:rPr>
        <w:t>Контроль за</w:t>
      </w:r>
      <w:proofErr w:type="gramEnd"/>
      <w:r w:rsidRPr="009E54D6">
        <w:rPr>
          <w:sz w:val="28"/>
        </w:rPr>
        <w:t xml:space="preserve"> исполнением настоящего распоряжения возложить на начальника Управления финансов и налоговой политики Е.А. Двойченко.</w:t>
      </w:r>
    </w:p>
    <w:p w:rsidR="009E42F8" w:rsidRDefault="009E42F8" w:rsidP="00427A29">
      <w:pPr>
        <w:jc w:val="both"/>
        <w:rPr>
          <w:sz w:val="28"/>
        </w:rPr>
      </w:pPr>
    </w:p>
    <w:p w:rsidR="000C041B" w:rsidRDefault="000C041B" w:rsidP="00427A29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Искитима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D35F18" w:rsidSect="00FA588F">
      <w:headerReference w:type="even" r:id="rId8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CCA" w:rsidRDefault="000F4CCA">
      <w:r>
        <w:separator/>
      </w:r>
    </w:p>
  </w:endnote>
  <w:endnote w:type="continuationSeparator" w:id="0">
    <w:p w:rsidR="000F4CCA" w:rsidRDefault="000F4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CCA" w:rsidRDefault="000F4CCA">
      <w:r>
        <w:separator/>
      </w:r>
    </w:p>
  </w:footnote>
  <w:footnote w:type="continuationSeparator" w:id="0">
    <w:p w:rsidR="000F4CCA" w:rsidRDefault="000F4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80FD4"/>
    <w:rsid w:val="00085D85"/>
    <w:rsid w:val="000C041B"/>
    <w:rsid w:val="000C2669"/>
    <w:rsid w:val="000E25C0"/>
    <w:rsid w:val="000F370F"/>
    <w:rsid w:val="000F4CCA"/>
    <w:rsid w:val="00110FEE"/>
    <w:rsid w:val="00164343"/>
    <w:rsid w:val="00197844"/>
    <w:rsid w:val="001A3B2F"/>
    <w:rsid w:val="001D6690"/>
    <w:rsid w:val="002A6906"/>
    <w:rsid w:val="002D435C"/>
    <w:rsid w:val="00306668"/>
    <w:rsid w:val="00326F8B"/>
    <w:rsid w:val="003364A5"/>
    <w:rsid w:val="003B1EEA"/>
    <w:rsid w:val="003B2419"/>
    <w:rsid w:val="003D37AA"/>
    <w:rsid w:val="004143A7"/>
    <w:rsid w:val="00427A29"/>
    <w:rsid w:val="0049526B"/>
    <w:rsid w:val="004A2C9E"/>
    <w:rsid w:val="004F6341"/>
    <w:rsid w:val="00517AC7"/>
    <w:rsid w:val="005A68ED"/>
    <w:rsid w:val="005C1354"/>
    <w:rsid w:val="005E191B"/>
    <w:rsid w:val="006015CA"/>
    <w:rsid w:val="00602D24"/>
    <w:rsid w:val="00606637"/>
    <w:rsid w:val="006F45D3"/>
    <w:rsid w:val="00700327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E604A"/>
    <w:rsid w:val="008E72AD"/>
    <w:rsid w:val="00902DED"/>
    <w:rsid w:val="00903C05"/>
    <w:rsid w:val="0090421A"/>
    <w:rsid w:val="009E42F8"/>
    <w:rsid w:val="009E54D6"/>
    <w:rsid w:val="009E7A77"/>
    <w:rsid w:val="00A03956"/>
    <w:rsid w:val="00AF0B27"/>
    <w:rsid w:val="00B46F8E"/>
    <w:rsid w:val="00B64828"/>
    <w:rsid w:val="00BA6F8D"/>
    <w:rsid w:val="00BD6448"/>
    <w:rsid w:val="00C069CB"/>
    <w:rsid w:val="00C66D8E"/>
    <w:rsid w:val="00C7684C"/>
    <w:rsid w:val="00CC00E3"/>
    <w:rsid w:val="00D05C2F"/>
    <w:rsid w:val="00D35F18"/>
    <w:rsid w:val="00D40AA6"/>
    <w:rsid w:val="00D556BC"/>
    <w:rsid w:val="00D80F7F"/>
    <w:rsid w:val="00E048B8"/>
    <w:rsid w:val="00E37511"/>
    <w:rsid w:val="00E74893"/>
    <w:rsid w:val="00E83436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2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2020-12-04T05:51:00Z</cp:lastPrinted>
  <dcterms:created xsi:type="dcterms:W3CDTF">2022-11-01T07:04:00Z</dcterms:created>
  <dcterms:modified xsi:type="dcterms:W3CDTF">2022-11-01T07:04:00Z</dcterms:modified>
</cp:coreProperties>
</file>