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A8B" w:rsidRPr="00CB6A8B" w:rsidRDefault="004D47EF" w:rsidP="00CB6A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0EBEFC1" wp14:editId="16598F84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B6A8B" w:rsidRDefault="00CB6A8B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CB6A8B" w:rsidP="00CB6A8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B6A8B">
                              <w:rPr>
                                <w:sz w:val="28"/>
                                <w:szCs w:val="28"/>
                              </w:rPr>
                              <w:t xml:space="preserve">Об утверждении проекта планировки территории с местоположением: Новосибирская область, город Искитим, </w:t>
                            </w:r>
                            <w:proofErr w:type="spellStart"/>
                            <w:r w:rsidRPr="00CB6A8B">
                              <w:rPr>
                                <w:sz w:val="28"/>
                                <w:szCs w:val="28"/>
                              </w:rPr>
                              <w:t>жилмассив</w:t>
                            </w:r>
                            <w:proofErr w:type="spellEnd"/>
                            <w:r w:rsidRPr="00CB6A8B">
                              <w:rPr>
                                <w:sz w:val="28"/>
                                <w:szCs w:val="28"/>
                              </w:rPr>
                              <w:t xml:space="preserve"> Западный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B6A8B" w:rsidRDefault="00CB6A8B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CB6A8B" w:rsidP="00CB6A8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B6A8B">
                        <w:rPr>
                          <w:sz w:val="28"/>
                          <w:szCs w:val="28"/>
                        </w:rPr>
                        <w:t xml:space="preserve">Об утверждении проекта планировки территории с местоположением: Новосибирская область, город Искитим, </w:t>
                      </w:r>
                      <w:proofErr w:type="spellStart"/>
                      <w:r w:rsidRPr="00CB6A8B">
                        <w:rPr>
                          <w:sz w:val="28"/>
                          <w:szCs w:val="28"/>
                        </w:rPr>
                        <w:t>жилмассив</w:t>
                      </w:r>
                      <w:proofErr w:type="spellEnd"/>
                      <w:r w:rsidRPr="00CB6A8B">
                        <w:rPr>
                          <w:sz w:val="28"/>
                          <w:szCs w:val="28"/>
                        </w:rPr>
                        <w:t xml:space="preserve"> Западный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4E36A9D" wp14:editId="237DAA3B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6F85ED2" wp14:editId="215A5969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CB6A8B">
                              <w:rPr>
                                <w:sz w:val="24"/>
                                <w:u w:val="single"/>
                              </w:rPr>
                              <w:t>11</w:t>
                            </w:r>
                            <w:r w:rsidR="00356674">
                              <w:rPr>
                                <w:sz w:val="24"/>
                                <w:u w:val="single"/>
                              </w:rPr>
                              <w:t>.04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B6A8B">
                              <w:rPr>
                                <w:sz w:val="24"/>
                                <w:u w:val="single"/>
                              </w:rPr>
                              <w:t>488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CB6A8B">
                        <w:rPr>
                          <w:sz w:val="24"/>
                          <w:u w:val="single"/>
                        </w:rPr>
                        <w:t>11</w:t>
                      </w:r>
                      <w:r w:rsidR="00356674">
                        <w:rPr>
                          <w:sz w:val="24"/>
                          <w:u w:val="single"/>
                        </w:rPr>
                        <w:t>.04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B6A8B">
                        <w:rPr>
                          <w:sz w:val="24"/>
                          <w:u w:val="single"/>
                        </w:rPr>
                        <w:t>488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CB6A8B" w:rsidRPr="00CB6A8B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CB6A8B" w:rsidRPr="00CB6A8B">
        <w:rPr>
          <w:rFonts w:ascii="Times New Roman" w:hAnsi="Times New Roman" w:cs="Times New Roman"/>
          <w:sz w:val="28"/>
          <w:szCs w:val="28"/>
        </w:rPr>
        <w:t xml:space="preserve"> исполнении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Российской Федерации, Уставом города Искитима Новосибирской области, учитывая протокол публичных слушаний по вопросу рассмотрения проекта планировки территории с местоположением: Новосибирская обл., г. Искитим, </w:t>
      </w:r>
      <w:proofErr w:type="spellStart"/>
      <w:r w:rsidR="00CB6A8B" w:rsidRPr="00CB6A8B">
        <w:rPr>
          <w:rFonts w:ascii="Times New Roman" w:hAnsi="Times New Roman" w:cs="Times New Roman"/>
          <w:sz w:val="28"/>
          <w:szCs w:val="28"/>
        </w:rPr>
        <w:t>жилмассив</w:t>
      </w:r>
      <w:proofErr w:type="spellEnd"/>
      <w:r w:rsidR="00CB6A8B" w:rsidRPr="00CB6A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6A8B" w:rsidRPr="00CB6A8B">
        <w:rPr>
          <w:rFonts w:ascii="Times New Roman" w:hAnsi="Times New Roman" w:cs="Times New Roman"/>
          <w:sz w:val="28"/>
          <w:szCs w:val="28"/>
        </w:rPr>
        <w:t>Западный</w:t>
      </w:r>
      <w:proofErr w:type="gramEnd"/>
      <w:r w:rsidR="00CB6A8B" w:rsidRPr="00CB6A8B">
        <w:rPr>
          <w:rFonts w:ascii="Times New Roman" w:hAnsi="Times New Roman" w:cs="Times New Roman"/>
          <w:sz w:val="28"/>
          <w:szCs w:val="28"/>
        </w:rPr>
        <w:t xml:space="preserve"> от 04.04.2022 и  заключение о результатах публичных слушаний от 04.04.2022, администрация города Искитима</w:t>
      </w:r>
    </w:p>
    <w:p w:rsidR="00CB6A8B" w:rsidRPr="00CB6A8B" w:rsidRDefault="00CB6A8B" w:rsidP="00CB6A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6A8B" w:rsidRPr="00CB6A8B" w:rsidRDefault="00CB6A8B" w:rsidP="00CB6A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A8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B6A8B" w:rsidRPr="00CB6A8B" w:rsidRDefault="00CB6A8B" w:rsidP="00CB6A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6A8B" w:rsidRPr="00CB6A8B" w:rsidRDefault="00CB6A8B" w:rsidP="00CB6A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B6A8B">
        <w:rPr>
          <w:rFonts w:ascii="Times New Roman" w:hAnsi="Times New Roman" w:cs="Times New Roman"/>
          <w:sz w:val="28"/>
          <w:szCs w:val="28"/>
        </w:rPr>
        <w:t xml:space="preserve">Утвердить прилагаемый проект планировки территории с местоположением: Новосибирская область, город Искитим, </w:t>
      </w:r>
      <w:proofErr w:type="spellStart"/>
      <w:r w:rsidRPr="00CB6A8B">
        <w:rPr>
          <w:rFonts w:ascii="Times New Roman" w:hAnsi="Times New Roman" w:cs="Times New Roman"/>
          <w:sz w:val="28"/>
          <w:szCs w:val="28"/>
        </w:rPr>
        <w:t>жилмассив</w:t>
      </w:r>
      <w:proofErr w:type="spellEnd"/>
      <w:r w:rsidRPr="00CB6A8B">
        <w:rPr>
          <w:rFonts w:ascii="Times New Roman" w:hAnsi="Times New Roman" w:cs="Times New Roman"/>
          <w:sz w:val="28"/>
          <w:szCs w:val="28"/>
        </w:rPr>
        <w:t xml:space="preserve"> Западный.</w:t>
      </w:r>
    </w:p>
    <w:p w:rsidR="00CB6A8B" w:rsidRPr="00CB6A8B" w:rsidRDefault="00CB6A8B" w:rsidP="00CB6A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B6A8B">
        <w:rPr>
          <w:rFonts w:ascii="Times New Roman" w:hAnsi="Times New Roman" w:cs="Times New Roman"/>
          <w:sz w:val="28"/>
          <w:szCs w:val="28"/>
        </w:rPr>
        <w:t xml:space="preserve">Внести в  постановление администрации города Искитима Новосибирской области от 28.08.2012 № 1462 «Об утверждении проекта планировки территории и проекта межевания территории </w:t>
      </w:r>
      <w:proofErr w:type="spellStart"/>
      <w:r w:rsidRPr="00CB6A8B">
        <w:rPr>
          <w:rFonts w:ascii="Times New Roman" w:hAnsi="Times New Roman" w:cs="Times New Roman"/>
          <w:sz w:val="28"/>
          <w:szCs w:val="28"/>
        </w:rPr>
        <w:t>жилмассива</w:t>
      </w:r>
      <w:proofErr w:type="spellEnd"/>
      <w:r w:rsidRPr="00CB6A8B">
        <w:rPr>
          <w:rFonts w:ascii="Times New Roman" w:hAnsi="Times New Roman" w:cs="Times New Roman"/>
          <w:sz w:val="28"/>
          <w:szCs w:val="28"/>
        </w:rPr>
        <w:t xml:space="preserve"> «Западный» в г. </w:t>
      </w:r>
      <w:proofErr w:type="spellStart"/>
      <w:r w:rsidRPr="00CB6A8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CB6A8B">
        <w:rPr>
          <w:rFonts w:ascii="Times New Roman" w:hAnsi="Times New Roman" w:cs="Times New Roman"/>
          <w:sz w:val="28"/>
          <w:szCs w:val="28"/>
        </w:rPr>
        <w:t xml:space="preserve"> Новосибирской области»,  следующие изменения:</w:t>
      </w:r>
    </w:p>
    <w:p w:rsidR="00CB6A8B" w:rsidRPr="00CB6A8B" w:rsidRDefault="00CB6A8B" w:rsidP="00CB6A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A8B">
        <w:rPr>
          <w:rFonts w:ascii="Times New Roman" w:hAnsi="Times New Roman" w:cs="Times New Roman"/>
          <w:sz w:val="28"/>
          <w:szCs w:val="28"/>
        </w:rPr>
        <w:t>2.1 в наименовании слова «проекта планировки территории и» исключить;</w:t>
      </w:r>
    </w:p>
    <w:p w:rsidR="00CB6A8B" w:rsidRPr="00CB6A8B" w:rsidRDefault="00CB6A8B" w:rsidP="00CB6A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A8B">
        <w:rPr>
          <w:rFonts w:ascii="Times New Roman" w:hAnsi="Times New Roman" w:cs="Times New Roman"/>
          <w:sz w:val="28"/>
          <w:szCs w:val="28"/>
        </w:rPr>
        <w:t>2.2 в пункте 1 слова «проект планировки и» исключить;</w:t>
      </w:r>
    </w:p>
    <w:p w:rsidR="00CB6A8B" w:rsidRPr="00CB6A8B" w:rsidRDefault="00CB6A8B" w:rsidP="00CB6A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A8B">
        <w:rPr>
          <w:rFonts w:ascii="Times New Roman" w:hAnsi="Times New Roman" w:cs="Times New Roman"/>
          <w:sz w:val="28"/>
          <w:szCs w:val="28"/>
        </w:rPr>
        <w:t xml:space="preserve">2.3 приложение «Проект планировки территории жилого массива «Западный» в г. </w:t>
      </w:r>
      <w:proofErr w:type="spellStart"/>
      <w:r w:rsidRPr="00CB6A8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CB6A8B">
        <w:rPr>
          <w:rFonts w:ascii="Times New Roman" w:hAnsi="Times New Roman" w:cs="Times New Roman"/>
          <w:sz w:val="28"/>
          <w:szCs w:val="28"/>
        </w:rPr>
        <w:t>, Новосибирской области для его комплексного освоения в целях жилищного строительства» исключить.</w:t>
      </w:r>
    </w:p>
    <w:p w:rsidR="00391199" w:rsidRDefault="00CB6A8B" w:rsidP="00CB6A8B">
      <w:pPr>
        <w:pStyle w:val="ConsPlusNormal"/>
        <w:ind w:firstLine="540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B6A8B">
        <w:rPr>
          <w:rFonts w:ascii="Times New Roman" w:hAnsi="Times New Roman" w:cs="Times New Roman"/>
          <w:sz w:val="28"/>
          <w:szCs w:val="28"/>
        </w:rPr>
        <w:t>Управлению делами (О.А. Смирнова) опубликовать настоящее постановление в  газете «</w:t>
      </w:r>
      <w:proofErr w:type="spellStart"/>
      <w:r w:rsidRPr="00CB6A8B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CB6A8B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г. Искитима.</w:t>
      </w:r>
    </w:p>
    <w:p w:rsidR="00356674" w:rsidRPr="001670E9" w:rsidRDefault="00356674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CB6A8B" w:rsidRPr="00CB6A8B" w:rsidRDefault="00CB6A8B" w:rsidP="00CB6A8B">
      <w:pPr>
        <w:ind w:left="5954"/>
        <w:rPr>
          <w:sz w:val="24"/>
          <w:szCs w:val="24"/>
        </w:rPr>
      </w:pPr>
      <w:r w:rsidRPr="00CB6A8B">
        <w:rPr>
          <w:sz w:val="24"/>
          <w:szCs w:val="24"/>
        </w:rPr>
        <w:lastRenderedPageBreak/>
        <w:t>Приложение к постановлению</w:t>
      </w:r>
    </w:p>
    <w:p w:rsidR="00CB6A8B" w:rsidRDefault="00CB6A8B" w:rsidP="00CB6A8B">
      <w:pPr>
        <w:ind w:left="5954"/>
        <w:rPr>
          <w:sz w:val="24"/>
          <w:szCs w:val="24"/>
        </w:rPr>
      </w:pPr>
      <w:r w:rsidRPr="00CB6A8B">
        <w:rPr>
          <w:sz w:val="24"/>
          <w:szCs w:val="24"/>
        </w:rPr>
        <w:t>админи</w:t>
      </w:r>
      <w:r>
        <w:rPr>
          <w:sz w:val="24"/>
          <w:szCs w:val="24"/>
        </w:rPr>
        <w:t xml:space="preserve">страции города </w:t>
      </w:r>
      <w:r w:rsidRPr="00CB6A8B">
        <w:rPr>
          <w:sz w:val="24"/>
          <w:szCs w:val="24"/>
        </w:rPr>
        <w:t>Искитима</w:t>
      </w:r>
    </w:p>
    <w:p w:rsidR="00CB6A8B" w:rsidRPr="00CB6A8B" w:rsidRDefault="00CB6A8B" w:rsidP="00CB6A8B"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Новосибирской области </w:t>
      </w:r>
    </w:p>
    <w:p w:rsidR="00CB6A8B" w:rsidRPr="00CB6A8B" w:rsidRDefault="00CB6A8B" w:rsidP="00CB6A8B">
      <w:pPr>
        <w:ind w:left="5954"/>
        <w:rPr>
          <w:sz w:val="24"/>
          <w:szCs w:val="24"/>
        </w:rPr>
      </w:pPr>
      <w:r w:rsidRPr="00CB6A8B">
        <w:rPr>
          <w:sz w:val="24"/>
          <w:szCs w:val="24"/>
        </w:rPr>
        <w:t xml:space="preserve">от </w:t>
      </w:r>
      <w:r>
        <w:rPr>
          <w:sz w:val="24"/>
          <w:szCs w:val="24"/>
        </w:rPr>
        <w:t>11.04.2022</w:t>
      </w:r>
      <w:r w:rsidRPr="00CB6A8B">
        <w:rPr>
          <w:sz w:val="24"/>
          <w:szCs w:val="24"/>
        </w:rPr>
        <w:t xml:space="preserve"> № </w:t>
      </w:r>
      <w:r>
        <w:rPr>
          <w:sz w:val="24"/>
          <w:szCs w:val="24"/>
        </w:rPr>
        <w:t>488</w:t>
      </w:r>
    </w:p>
    <w:p w:rsidR="00CB6A8B" w:rsidRDefault="00CB6A8B" w:rsidP="00CB6A8B">
      <w:pPr>
        <w:jc w:val="right"/>
      </w:pPr>
    </w:p>
    <w:p w:rsidR="00CB6A8B" w:rsidRDefault="00CB6A8B" w:rsidP="00CB6A8B">
      <w:pPr>
        <w:jc w:val="right"/>
      </w:pPr>
    </w:p>
    <w:p w:rsidR="00CB6A8B" w:rsidRDefault="00CB6A8B" w:rsidP="00CB6A8B"/>
    <w:p w:rsidR="00CB6A8B" w:rsidRDefault="00CB6A8B" w:rsidP="00CB6A8B"/>
    <w:p w:rsidR="00CB6A8B" w:rsidRDefault="00CB6A8B" w:rsidP="00CB6A8B">
      <w:pPr>
        <w:ind w:hanging="24"/>
        <w:jc w:val="center"/>
        <w:rPr>
          <w:b/>
          <w:sz w:val="32"/>
          <w:szCs w:val="32"/>
        </w:rPr>
      </w:pPr>
    </w:p>
    <w:p w:rsidR="00CB6A8B" w:rsidRDefault="00CB6A8B" w:rsidP="00CB6A8B">
      <w:pPr>
        <w:ind w:hanging="24"/>
        <w:jc w:val="center"/>
        <w:rPr>
          <w:b/>
          <w:sz w:val="32"/>
          <w:szCs w:val="32"/>
        </w:rPr>
      </w:pPr>
    </w:p>
    <w:p w:rsidR="00CB6A8B" w:rsidRDefault="00CB6A8B" w:rsidP="00CB6A8B">
      <w:pPr>
        <w:ind w:hanging="24"/>
        <w:jc w:val="center"/>
        <w:rPr>
          <w:b/>
          <w:sz w:val="32"/>
          <w:szCs w:val="32"/>
        </w:rPr>
      </w:pPr>
    </w:p>
    <w:p w:rsidR="00CB6A8B" w:rsidRDefault="00CB6A8B" w:rsidP="00CB6A8B">
      <w:pPr>
        <w:ind w:hanging="24"/>
        <w:jc w:val="center"/>
        <w:rPr>
          <w:b/>
          <w:sz w:val="32"/>
          <w:szCs w:val="32"/>
        </w:rPr>
      </w:pPr>
    </w:p>
    <w:p w:rsidR="00CB6A8B" w:rsidRPr="003F7931" w:rsidRDefault="00CB6A8B" w:rsidP="00CB6A8B">
      <w:pPr>
        <w:ind w:hanging="24"/>
        <w:jc w:val="center"/>
        <w:rPr>
          <w:sz w:val="32"/>
          <w:szCs w:val="32"/>
        </w:rPr>
      </w:pPr>
      <w:r w:rsidRPr="003F7931">
        <w:rPr>
          <w:sz w:val="32"/>
          <w:szCs w:val="32"/>
        </w:rPr>
        <w:t>Проект</w:t>
      </w:r>
    </w:p>
    <w:p w:rsidR="00CB6A8B" w:rsidRDefault="00CB6A8B" w:rsidP="00CB6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планировки территории с местоположением: Новосибирская область, город Искитим, </w:t>
      </w:r>
      <w:proofErr w:type="spellStart"/>
      <w:r>
        <w:rPr>
          <w:color w:val="000000"/>
          <w:sz w:val="32"/>
          <w:szCs w:val="32"/>
        </w:rPr>
        <w:t>жилмассив</w:t>
      </w:r>
      <w:proofErr w:type="spellEnd"/>
      <w:r>
        <w:rPr>
          <w:color w:val="000000"/>
          <w:sz w:val="32"/>
          <w:szCs w:val="32"/>
        </w:rPr>
        <w:t xml:space="preserve"> Западный</w:t>
      </w:r>
    </w:p>
    <w:p w:rsidR="00CB6A8B" w:rsidRDefault="00CB6A8B" w:rsidP="00715F96">
      <w:pPr>
        <w:rPr>
          <w:sz w:val="28"/>
        </w:rPr>
      </w:pPr>
    </w:p>
    <w:sectPr w:rsidR="00CB6A8B" w:rsidSect="00CB6A8B">
      <w:pgSz w:w="11906" w:h="16838" w:code="9"/>
      <w:pgMar w:top="1134" w:right="56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D22" w:rsidRDefault="00BF0D22">
      <w:r>
        <w:separator/>
      </w:r>
    </w:p>
  </w:endnote>
  <w:endnote w:type="continuationSeparator" w:id="0">
    <w:p w:rsidR="00BF0D22" w:rsidRDefault="00BF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D22" w:rsidRDefault="00BF0D22">
      <w:r>
        <w:separator/>
      </w:r>
    </w:p>
  </w:footnote>
  <w:footnote w:type="continuationSeparator" w:id="0">
    <w:p w:rsidR="00BF0D22" w:rsidRDefault="00BF0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A66A6"/>
    <w:rsid w:val="000B0D5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91199"/>
    <w:rsid w:val="003F7931"/>
    <w:rsid w:val="00400125"/>
    <w:rsid w:val="00401461"/>
    <w:rsid w:val="00423BE4"/>
    <w:rsid w:val="0042767A"/>
    <w:rsid w:val="00445BF4"/>
    <w:rsid w:val="00457E63"/>
    <w:rsid w:val="004613D1"/>
    <w:rsid w:val="004928FF"/>
    <w:rsid w:val="004B11F2"/>
    <w:rsid w:val="004B33B5"/>
    <w:rsid w:val="004D47EF"/>
    <w:rsid w:val="004E0C62"/>
    <w:rsid w:val="004E5553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BF0D22"/>
    <w:rsid w:val="00C069CB"/>
    <w:rsid w:val="00C11E71"/>
    <w:rsid w:val="00C32CBD"/>
    <w:rsid w:val="00C66753"/>
    <w:rsid w:val="00C9223A"/>
    <w:rsid w:val="00C961F1"/>
    <w:rsid w:val="00CB6A8B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7C15"/>
    <w:rsid w:val="00E5725B"/>
    <w:rsid w:val="00E664D3"/>
    <w:rsid w:val="00E701DB"/>
    <w:rsid w:val="00E70E6F"/>
    <w:rsid w:val="00E9028E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2</Pages>
  <Words>190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2022-04-11T05:31:00Z</cp:lastPrinted>
  <dcterms:created xsi:type="dcterms:W3CDTF">2022-04-12T02:47:00Z</dcterms:created>
  <dcterms:modified xsi:type="dcterms:W3CDTF">2022-04-12T02:47:00Z</dcterms:modified>
</cp:coreProperties>
</file>