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88A" w:rsidRPr="0078388A" w:rsidRDefault="004D47EF" w:rsidP="00783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2C7278C" wp14:editId="4D44ECD1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24098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2409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B03" w:rsidRDefault="00797B03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8388A" w:rsidRDefault="0078388A" w:rsidP="0078388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8388A">
                              <w:rPr>
                                <w:sz w:val="28"/>
                                <w:szCs w:val="28"/>
                              </w:rPr>
                              <w:t xml:space="preserve">О внесении изменений в муниципальную программу «Переселение граждан из аварийного жилищного фонда, признанного таковым на территории города Искитима Новосибирской области после 01.01.2012 года, с финансовой поддержкой из областного бюджета Новосибирской области», утвержденную постановлением администрации города Искитима от 25.05.2015 № 995 (с изменениями, внесенными постановлениями администрации города Искитима Новосибирской области от 21.06.2016 </w:t>
                            </w:r>
                            <w:proofErr w:type="gramEnd"/>
                          </w:p>
                          <w:p w:rsidR="0078388A" w:rsidRDefault="0078388A" w:rsidP="0078388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8388A">
                              <w:rPr>
                                <w:sz w:val="28"/>
                                <w:szCs w:val="28"/>
                              </w:rPr>
                              <w:t xml:space="preserve">№ 1037, от 08.06.2017 № 886, от 01.03.2018  № 294, от 30.07.2018 № 1189, </w:t>
                            </w:r>
                          </w:p>
                          <w:p w:rsidR="0078388A" w:rsidRDefault="0078388A" w:rsidP="0078388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8388A">
                              <w:rPr>
                                <w:sz w:val="28"/>
                                <w:szCs w:val="28"/>
                              </w:rPr>
                              <w:t xml:space="preserve">от 19.09.2018 № 1465, от 09.11.2018 № 1746, от 24.06.2019 № 862, </w:t>
                            </w:r>
                          </w:p>
                          <w:p w:rsidR="00D35F18" w:rsidRPr="00B92BBC" w:rsidRDefault="0078388A" w:rsidP="0078388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8388A">
                              <w:rPr>
                                <w:sz w:val="28"/>
                                <w:szCs w:val="28"/>
                              </w:rPr>
                              <w:t>от 17.03.2020 № 343, от 21.07.2020 № 836, от 01.06.2021 № 761)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89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" filled="f" stroked="f">
                <v:textbox inset="0,0,0,0">
                  <w:txbxContent>
                    <w:p w:rsidR="00797B03" w:rsidRDefault="00797B03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78388A" w:rsidRDefault="0078388A" w:rsidP="0078388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proofErr w:type="gramStart"/>
                      <w:r w:rsidRPr="0078388A">
                        <w:rPr>
                          <w:sz w:val="28"/>
                          <w:szCs w:val="28"/>
                        </w:rPr>
                        <w:t xml:space="preserve">О внесении изменений в муниципальную программу </w:t>
                      </w:r>
                      <w:bookmarkEnd w:id="1"/>
                      <w:r w:rsidRPr="0078388A">
                        <w:rPr>
                          <w:sz w:val="28"/>
                          <w:szCs w:val="28"/>
                        </w:rPr>
                        <w:t xml:space="preserve">«Переселение граждан из аварийного жилищного фонда, признанного таковым на территории города Искитима Новосибирской области после 01.01.2012 года, с финансовой поддержкой из областного бюджета Новосибирской области», утвержденную постановлением администрации города Искитима от 25.05.2015 № 995 (с изменениями, внесенными постановлениями администрации города Искитима Новосибирской области от 21.06.2016 </w:t>
                      </w:r>
                      <w:proofErr w:type="gramEnd"/>
                    </w:p>
                    <w:p w:rsidR="0078388A" w:rsidRDefault="0078388A" w:rsidP="0078388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8388A">
                        <w:rPr>
                          <w:sz w:val="28"/>
                          <w:szCs w:val="28"/>
                        </w:rPr>
                        <w:t xml:space="preserve">№ 1037, от 08.06.2017 № 886, от 01.03.2018  № 294, от 30.07.2018 № 1189, </w:t>
                      </w:r>
                    </w:p>
                    <w:p w:rsidR="0078388A" w:rsidRDefault="0078388A" w:rsidP="0078388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8388A">
                        <w:rPr>
                          <w:sz w:val="28"/>
                          <w:szCs w:val="28"/>
                        </w:rPr>
                        <w:t xml:space="preserve">от 19.09.2018 № 1465, от 09.11.2018 № 1746, от 24.06.2019 № 862, </w:t>
                      </w:r>
                    </w:p>
                    <w:p w:rsidR="00D35F18" w:rsidRPr="00B92BBC" w:rsidRDefault="0078388A" w:rsidP="0078388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8388A">
                        <w:rPr>
                          <w:sz w:val="28"/>
                          <w:szCs w:val="28"/>
                        </w:rPr>
                        <w:t>от 17.03.2020 № 343, от 21.07.2020 № 836, от 01.06.2021 № 761)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83DE84A" wp14:editId="2A053AF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5B41F00" wp14:editId="0A1613DA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4928FF">
                              <w:rPr>
                                <w:sz w:val="24"/>
                                <w:u w:val="single"/>
                              </w:rPr>
                              <w:t>3</w:t>
                            </w:r>
                            <w:r w:rsidR="00D61BA5">
                              <w:rPr>
                                <w:sz w:val="24"/>
                                <w:u w:val="single"/>
                              </w:rPr>
                              <w:t>1.03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8388A">
                              <w:rPr>
                                <w:sz w:val="24"/>
                                <w:u w:val="single"/>
                              </w:rPr>
                              <w:t>450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4928FF">
                        <w:rPr>
                          <w:sz w:val="24"/>
                          <w:u w:val="single"/>
                        </w:rPr>
                        <w:t>3</w:t>
                      </w:r>
                      <w:r w:rsidR="00D61BA5">
                        <w:rPr>
                          <w:sz w:val="24"/>
                          <w:u w:val="single"/>
                        </w:rPr>
                        <w:t>1.03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8388A">
                        <w:rPr>
                          <w:sz w:val="24"/>
                          <w:u w:val="single"/>
                        </w:rPr>
                        <w:t>450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78388A" w:rsidRPr="0078388A">
        <w:rPr>
          <w:rFonts w:ascii="Times New Roman" w:hAnsi="Times New Roman" w:cs="Times New Roman"/>
          <w:sz w:val="28"/>
          <w:szCs w:val="28"/>
        </w:rPr>
        <w:t>В соответствии с решением Совета депутатов города Искитима от 23.12.2020 года № 371 «О бюджете города Искитима Новосибирской области на 2021 год и плановый период 2022 и 2023 годов» (в редакции решения Совета депутатов города Искитима от 29.12.2021 № 50), решением Совета депутатов города Искитима от 22.12.2021 года № 30 «О бюджете города Искитима Новосибирской области на 2022 год и плановый период 2023</w:t>
      </w:r>
      <w:proofErr w:type="gramEnd"/>
      <w:r w:rsidR="0078388A" w:rsidRPr="0078388A">
        <w:rPr>
          <w:rFonts w:ascii="Times New Roman" w:hAnsi="Times New Roman" w:cs="Times New Roman"/>
          <w:sz w:val="28"/>
          <w:szCs w:val="28"/>
        </w:rPr>
        <w:t xml:space="preserve"> и 2024 годов», в целях реализации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области», утвержденной постановлением Правительства Новосибирской области от 16.02.2015 № 66-п, администрация города Искитима Новосибирской области</w:t>
      </w:r>
    </w:p>
    <w:p w:rsidR="0078388A" w:rsidRPr="0078388A" w:rsidRDefault="0078388A" w:rsidP="00783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88A" w:rsidRPr="0078388A" w:rsidRDefault="0078388A" w:rsidP="00783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88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8388A" w:rsidRPr="0078388A" w:rsidRDefault="0078388A" w:rsidP="00783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88A" w:rsidRPr="0078388A" w:rsidRDefault="0078388A" w:rsidP="00783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78388A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«Переселение граждан из аварийного жилищного фонда, признанного таковым на территории города Искитима Новосибирской области после 01.01.2012 года, с финансовой поддержкой из областного бюджета Новосибирской области» (далее - муниципальная программа), утвержденную постановлением администрации города Искитима от 25.05.2015 № 995 (с изменениями, внесенными постановлениями администрации города Искитима Новосибирской области от </w:t>
      </w:r>
      <w:r w:rsidRPr="0078388A">
        <w:rPr>
          <w:rFonts w:ascii="Times New Roman" w:hAnsi="Times New Roman" w:cs="Times New Roman"/>
          <w:sz w:val="28"/>
          <w:szCs w:val="28"/>
        </w:rPr>
        <w:lastRenderedPageBreak/>
        <w:t>21.06.2016 № 1037, от 08.06.2017 № 886, от 01.03.2018 № 294, от</w:t>
      </w:r>
      <w:proofErr w:type="gramEnd"/>
      <w:r w:rsidRPr="007838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388A">
        <w:rPr>
          <w:rFonts w:ascii="Times New Roman" w:hAnsi="Times New Roman" w:cs="Times New Roman"/>
          <w:sz w:val="28"/>
          <w:szCs w:val="28"/>
        </w:rPr>
        <w:t>30.07.2018 № 1189, от 19.09.2018 № 1465, от 09.11.2018 № 1746, от 24.06.2019 № 862, от 17.03.2020 № 343, от 21.07.2020 № 836, от 01.06.2021 № 761), следующие изменения:</w:t>
      </w:r>
      <w:proofErr w:type="gramEnd"/>
    </w:p>
    <w:p w:rsidR="0078388A" w:rsidRPr="0078388A" w:rsidRDefault="0078388A" w:rsidP="00783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88A">
        <w:rPr>
          <w:rFonts w:ascii="Times New Roman" w:hAnsi="Times New Roman" w:cs="Times New Roman"/>
          <w:sz w:val="28"/>
          <w:szCs w:val="28"/>
        </w:rPr>
        <w:t>1.1. Раздел I «Паспорт муниципальной программы»  изложить в редакции согласно приложению 1 к настоящему постановлению;</w:t>
      </w:r>
    </w:p>
    <w:p w:rsidR="0078388A" w:rsidRPr="0078388A" w:rsidRDefault="0078388A" w:rsidP="00783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88A">
        <w:rPr>
          <w:rFonts w:ascii="Times New Roman" w:hAnsi="Times New Roman" w:cs="Times New Roman"/>
          <w:sz w:val="28"/>
          <w:szCs w:val="28"/>
        </w:rPr>
        <w:t>1.2. В разделе IV «Основные мероприятия Программы»:</w:t>
      </w:r>
    </w:p>
    <w:p w:rsidR="0078388A" w:rsidRPr="0078388A" w:rsidRDefault="0078388A" w:rsidP="00783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88A">
        <w:rPr>
          <w:rFonts w:ascii="Times New Roman" w:hAnsi="Times New Roman" w:cs="Times New Roman"/>
          <w:sz w:val="28"/>
          <w:szCs w:val="28"/>
        </w:rPr>
        <w:t>1.2.1. цифры «14785,13» заменить цифрами «15122,03»;</w:t>
      </w:r>
    </w:p>
    <w:p w:rsidR="0078388A" w:rsidRPr="0078388A" w:rsidRDefault="0078388A" w:rsidP="00783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88A">
        <w:rPr>
          <w:rFonts w:ascii="Times New Roman" w:hAnsi="Times New Roman" w:cs="Times New Roman"/>
          <w:sz w:val="28"/>
          <w:szCs w:val="28"/>
        </w:rPr>
        <w:t>1.2.2. цифры «33» заменить цифрами «34»;</w:t>
      </w:r>
    </w:p>
    <w:p w:rsidR="0078388A" w:rsidRPr="0078388A" w:rsidRDefault="0078388A" w:rsidP="00783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88A">
        <w:rPr>
          <w:rFonts w:ascii="Times New Roman" w:hAnsi="Times New Roman" w:cs="Times New Roman"/>
          <w:sz w:val="28"/>
          <w:szCs w:val="28"/>
        </w:rPr>
        <w:t>1.3. В разделе VII «Ожидаемые результаты реализации Программы»:</w:t>
      </w:r>
    </w:p>
    <w:p w:rsidR="0078388A" w:rsidRPr="0078388A" w:rsidRDefault="0078388A" w:rsidP="00783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88A">
        <w:rPr>
          <w:rFonts w:ascii="Times New Roman" w:hAnsi="Times New Roman" w:cs="Times New Roman"/>
          <w:sz w:val="28"/>
          <w:szCs w:val="28"/>
        </w:rPr>
        <w:t>1.3.1.  цифры «878» заменить цифрами «902»;</w:t>
      </w:r>
    </w:p>
    <w:p w:rsidR="0078388A" w:rsidRPr="0078388A" w:rsidRDefault="0078388A" w:rsidP="00783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88A">
        <w:rPr>
          <w:rFonts w:ascii="Times New Roman" w:hAnsi="Times New Roman" w:cs="Times New Roman"/>
          <w:sz w:val="28"/>
          <w:szCs w:val="28"/>
        </w:rPr>
        <w:t>1.3.2. цифры «14785,13» заменить цифрами «15122,03»;</w:t>
      </w:r>
    </w:p>
    <w:p w:rsidR="0078388A" w:rsidRPr="0078388A" w:rsidRDefault="0078388A" w:rsidP="00783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88A">
        <w:rPr>
          <w:rFonts w:ascii="Times New Roman" w:hAnsi="Times New Roman" w:cs="Times New Roman"/>
          <w:sz w:val="28"/>
          <w:szCs w:val="28"/>
        </w:rPr>
        <w:t>1.4. Приложения 1,2,3 к Программе изложить в редакции приложений 2,3,4 к настоящему постановлению.</w:t>
      </w:r>
    </w:p>
    <w:p w:rsidR="0078388A" w:rsidRPr="0078388A" w:rsidRDefault="0078388A" w:rsidP="007838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88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опубликования.</w:t>
      </w:r>
    </w:p>
    <w:p w:rsidR="00715F96" w:rsidRDefault="0078388A" w:rsidP="0078388A">
      <w:pPr>
        <w:pStyle w:val="ConsPlusNormal"/>
        <w:ind w:firstLine="540"/>
        <w:jc w:val="both"/>
        <w:rPr>
          <w:sz w:val="28"/>
        </w:rPr>
      </w:pPr>
      <w:r w:rsidRPr="0078388A">
        <w:rPr>
          <w:rFonts w:ascii="Times New Roman" w:hAnsi="Times New Roman" w:cs="Times New Roman"/>
          <w:sz w:val="28"/>
          <w:szCs w:val="28"/>
        </w:rPr>
        <w:t>3. Настоящее постановление опубликовать в газете «</w:t>
      </w:r>
      <w:proofErr w:type="spellStart"/>
      <w:r w:rsidRPr="0078388A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78388A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Искитима (http://iskitim.nso.ru).</w:t>
      </w:r>
    </w:p>
    <w:p w:rsidR="00391199" w:rsidRDefault="00391199" w:rsidP="00D514EC">
      <w:pPr>
        <w:jc w:val="both"/>
        <w:rPr>
          <w:sz w:val="28"/>
        </w:rPr>
      </w:pPr>
    </w:p>
    <w:p w:rsidR="0078388A" w:rsidRDefault="0078388A" w:rsidP="00D514EC">
      <w:pPr>
        <w:jc w:val="both"/>
        <w:rPr>
          <w:sz w:val="28"/>
        </w:rPr>
      </w:pPr>
    </w:p>
    <w:p w:rsidR="00D61BA5" w:rsidRPr="001670E9" w:rsidRDefault="00D61BA5" w:rsidP="00D514EC">
      <w:pPr>
        <w:jc w:val="both"/>
        <w:rPr>
          <w:sz w:val="28"/>
        </w:rPr>
      </w:pPr>
    </w:p>
    <w:p w:rsidR="00995D4D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995D4D" w:rsidSect="0078388A">
      <w:pgSz w:w="11906" w:h="16838" w:code="9"/>
      <w:pgMar w:top="1134" w:right="56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BCD" w:rsidRDefault="00622BCD">
      <w:r>
        <w:separator/>
      </w:r>
    </w:p>
  </w:endnote>
  <w:endnote w:type="continuationSeparator" w:id="0">
    <w:p w:rsidR="00622BCD" w:rsidRDefault="00622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BCD" w:rsidRDefault="00622BCD">
      <w:r>
        <w:separator/>
      </w:r>
    </w:p>
  </w:footnote>
  <w:footnote w:type="continuationSeparator" w:id="0">
    <w:p w:rsidR="00622BCD" w:rsidRDefault="00622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65EFD"/>
    <w:rsid w:val="00391199"/>
    <w:rsid w:val="00400125"/>
    <w:rsid w:val="00423BE4"/>
    <w:rsid w:val="0042767A"/>
    <w:rsid w:val="00445BF4"/>
    <w:rsid w:val="00457E63"/>
    <w:rsid w:val="004928FF"/>
    <w:rsid w:val="004B11F2"/>
    <w:rsid w:val="004B33B5"/>
    <w:rsid w:val="004D47EF"/>
    <w:rsid w:val="004E0C62"/>
    <w:rsid w:val="004E5553"/>
    <w:rsid w:val="004F6B92"/>
    <w:rsid w:val="00522AF2"/>
    <w:rsid w:val="005601AE"/>
    <w:rsid w:val="00565430"/>
    <w:rsid w:val="0059545A"/>
    <w:rsid w:val="005E38E7"/>
    <w:rsid w:val="005F0022"/>
    <w:rsid w:val="00622BCD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8388A"/>
    <w:rsid w:val="00795795"/>
    <w:rsid w:val="00797B03"/>
    <w:rsid w:val="007A16EC"/>
    <w:rsid w:val="007A5439"/>
    <w:rsid w:val="007D540B"/>
    <w:rsid w:val="007D5E8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C73BE"/>
    <w:rsid w:val="00DE5633"/>
    <w:rsid w:val="00DF53B8"/>
    <w:rsid w:val="00E175E3"/>
    <w:rsid w:val="00E47C15"/>
    <w:rsid w:val="00E5725B"/>
    <w:rsid w:val="00E664D3"/>
    <w:rsid w:val="00E701DB"/>
    <w:rsid w:val="00E70E6F"/>
    <w:rsid w:val="00E9028E"/>
    <w:rsid w:val="00EC3D46"/>
    <w:rsid w:val="00EF006E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2022-04-05T08:08:00Z</dcterms:created>
  <dcterms:modified xsi:type="dcterms:W3CDTF">2022-04-05T08:08:00Z</dcterms:modified>
</cp:coreProperties>
</file>