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8C6" w:rsidRDefault="004D47EF" w:rsidP="001378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1EA1C623" wp14:editId="3F3AF911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1914525"/>
                <wp:effectExtent l="0" t="0" r="6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4E34" w:rsidRDefault="000F4E34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1378C6" w:rsidP="001378C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378C6">
                              <w:rPr>
                                <w:sz w:val="28"/>
                                <w:szCs w:val="28"/>
                              </w:rPr>
                              <w:t>О внесении изменений в Правила определения требований к закупаемым  администрацией города Искитима Новосибирской области и подведомственными  муниципальными казенными и бюджетными учреждениями и муниципальными  унитарными предприятиями отдельным видам товаров, работ, услуг (в том числе предельных цен товаров, работ, услуг), утвержденные постановлением администрации города Искитима  Новосибирской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области от 05.10.2016 № 1722 </w:t>
                            </w:r>
                            <w:r w:rsidRPr="001378C6">
                              <w:rPr>
                                <w:sz w:val="28"/>
                                <w:szCs w:val="28"/>
                              </w:rPr>
                              <w:t>(в ред. постановления администрации г. Искитима  от 09.11.2017 № 1705)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150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" filled="f" stroked="f">
                <v:textbox inset="0,0,0,0">
                  <w:txbxContent>
                    <w:p w:rsidR="000F4E34" w:rsidRDefault="000F4E34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1378C6" w:rsidP="001378C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proofErr w:type="gramStart"/>
                      <w:r w:rsidRPr="001378C6">
                        <w:rPr>
                          <w:sz w:val="28"/>
                          <w:szCs w:val="28"/>
                        </w:rPr>
                        <w:t xml:space="preserve">О внесении изменений в Правила определения требований к закупаемым  </w:t>
                      </w:r>
                      <w:bookmarkEnd w:id="1"/>
                      <w:r w:rsidRPr="001378C6">
                        <w:rPr>
                          <w:sz w:val="28"/>
                          <w:szCs w:val="28"/>
                        </w:rPr>
                        <w:t>администрацией города Искитима Новосибирской области и подведомственными  муниципальными казенными и бюджетными учреждениями и муниципальными  унитарными предприятиями отдельным видам товаров, работ, услуг (в том числе предельных цен товаров, работ, услуг), утвержденные постановлением администрации города Искитима  Новосибирской</w:t>
                      </w:r>
                      <w:r>
                        <w:rPr>
                          <w:sz w:val="28"/>
                          <w:szCs w:val="28"/>
                        </w:rPr>
                        <w:t xml:space="preserve"> области от 05.10.2016 № 1722 </w:t>
                      </w:r>
                      <w:r w:rsidRPr="001378C6">
                        <w:rPr>
                          <w:sz w:val="28"/>
                          <w:szCs w:val="28"/>
                        </w:rPr>
                        <w:t>(в ред. постановления администрации г. Искитима  от 09.11.2017 № 1705)</w:t>
                      </w:r>
                      <w:proofErr w:type="gramEnd"/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5471DE89" wp14:editId="2F73140C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6CD4E7E0" wp14:editId="3ED05C35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1378C6">
                              <w:rPr>
                                <w:sz w:val="24"/>
                                <w:u w:val="single"/>
                              </w:rPr>
                              <w:t>29</w:t>
                            </w:r>
                            <w:r w:rsidR="00B3271F">
                              <w:rPr>
                                <w:sz w:val="24"/>
                                <w:u w:val="single"/>
                              </w:rPr>
                              <w:t>.12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1378C6">
                              <w:rPr>
                                <w:sz w:val="24"/>
                                <w:u w:val="single"/>
                              </w:rPr>
                              <w:t xml:space="preserve"> 2423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1378C6">
                        <w:rPr>
                          <w:sz w:val="24"/>
                          <w:u w:val="single"/>
                        </w:rPr>
                        <w:t>29</w:t>
                      </w:r>
                      <w:r w:rsidR="00B3271F">
                        <w:rPr>
                          <w:sz w:val="24"/>
                          <w:u w:val="single"/>
                        </w:rPr>
                        <w:t>.12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1378C6">
                        <w:rPr>
                          <w:sz w:val="24"/>
                          <w:u w:val="single"/>
                        </w:rPr>
                        <w:t xml:space="preserve"> 2423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proofErr w:type="gramStart"/>
      <w:r w:rsidR="001378C6" w:rsidRPr="001378C6">
        <w:rPr>
          <w:rFonts w:ascii="Times New Roman" w:hAnsi="Times New Roman" w:cs="Times New Roman"/>
          <w:sz w:val="28"/>
          <w:szCs w:val="28"/>
        </w:rPr>
        <w:t>В целях приведения нормативных правовых актов администрации города Искитима в соответствии с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РФ от 02.09.2015 г. №927 «Об определении требований к закупаемым заказчиками отдельным видам товаров, работ, услуг (в том числе предельных цен товаров, работ</w:t>
      </w:r>
      <w:proofErr w:type="gramEnd"/>
      <w:r w:rsidR="001378C6" w:rsidRPr="001378C6">
        <w:rPr>
          <w:rFonts w:ascii="Times New Roman" w:hAnsi="Times New Roman" w:cs="Times New Roman"/>
          <w:sz w:val="28"/>
          <w:szCs w:val="28"/>
        </w:rPr>
        <w:t>, услуг)», администрация города Искитима:</w:t>
      </w:r>
    </w:p>
    <w:p w:rsidR="001378C6" w:rsidRPr="001378C6" w:rsidRDefault="001378C6" w:rsidP="001378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78C6" w:rsidRPr="001378C6" w:rsidRDefault="001378C6" w:rsidP="001378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8C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1378C6" w:rsidRPr="001378C6" w:rsidRDefault="001378C6" w:rsidP="001378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78C6" w:rsidRPr="001378C6" w:rsidRDefault="001378C6" w:rsidP="001378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8C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378C6">
        <w:rPr>
          <w:rFonts w:ascii="Times New Roman" w:hAnsi="Times New Roman" w:cs="Times New Roman"/>
          <w:sz w:val="28"/>
          <w:szCs w:val="28"/>
        </w:rPr>
        <w:t>Внести в Правила определения требований к закупаемым администрацией города Искитима Новосибирской области и подведомственными муниципальными казенными и бюджетными учреждениями и муниципальными унитарными предприятиями отдельным видам товаров, работ, услуг (в том числе предельных цен товаров, работ, услуг), утвержденные постановлением администрации города Искитима  Новосибирской области от  05.10.2016 № 1722 (в ред. постановления администрации г. Искитима  от 09.11.2017 № 1705) (далее - Правила),  изменения,  изложив приложение</w:t>
      </w:r>
      <w:proofErr w:type="gramEnd"/>
      <w:r w:rsidRPr="001378C6">
        <w:rPr>
          <w:rFonts w:ascii="Times New Roman" w:hAnsi="Times New Roman" w:cs="Times New Roman"/>
          <w:sz w:val="28"/>
          <w:szCs w:val="28"/>
        </w:rPr>
        <w:t xml:space="preserve"> 2  к Правилам  в редакции согласно приложению к настоящему постановлению.</w:t>
      </w:r>
    </w:p>
    <w:p w:rsidR="001378C6" w:rsidRPr="001378C6" w:rsidRDefault="001378C6" w:rsidP="001378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8C6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газете «</w:t>
      </w:r>
      <w:proofErr w:type="spellStart"/>
      <w:r w:rsidRPr="001378C6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1378C6">
        <w:rPr>
          <w:rFonts w:ascii="Times New Roman" w:hAnsi="Times New Roman" w:cs="Times New Roman"/>
          <w:sz w:val="28"/>
          <w:szCs w:val="28"/>
        </w:rPr>
        <w:t xml:space="preserve"> ведомости» и разместить на официальном сайте администрации города Искитима Новосибирской области и официальном Интернет-сайте Единой информационной системы в сфере закупок в информационно-</w:t>
      </w:r>
      <w:r w:rsidRPr="001378C6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«Интернет» (www.zakupki.gov.ru).</w:t>
      </w:r>
    </w:p>
    <w:p w:rsidR="00781F1F" w:rsidRDefault="001378C6" w:rsidP="001378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378C6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опубликования.</w:t>
      </w:r>
    </w:p>
    <w:p w:rsidR="001378C6" w:rsidRDefault="001378C6" w:rsidP="001378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78C6" w:rsidRDefault="001378C6" w:rsidP="001378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78C6" w:rsidRPr="001670E9" w:rsidRDefault="001378C6" w:rsidP="001378C6">
      <w:pPr>
        <w:pStyle w:val="ConsPlusNormal"/>
        <w:ind w:firstLine="540"/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EF1" w:rsidRDefault="00862EF1">
      <w:r>
        <w:separator/>
      </w:r>
    </w:p>
  </w:endnote>
  <w:endnote w:type="continuationSeparator" w:id="0">
    <w:p w:rsidR="00862EF1" w:rsidRDefault="00862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EF1" w:rsidRDefault="00862EF1">
      <w:r>
        <w:separator/>
      </w:r>
    </w:p>
  </w:footnote>
  <w:footnote w:type="continuationSeparator" w:id="0">
    <w:p w:rsidR="00862EF1" w:rsidRDefault="00862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0F4E34"/>
    <w:rsid w:val="00125027"/>
    <w:rsid w:val="001378C6"/>
    <w:rsid w:val="00143A16"/>
    <w:rsid w:val="00157FFE"/>
    <w:rsid w:val="001670E9"/>
    <w:rsid w:val="0018139F"/>
    <w:rsid w:val="001A6B6A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393F14"/>
    <w:rsid w:val="003E0638"/>
    <w:rsid w:val="00400125"/>
    <w:rsid w:val="00401461"/>
    <w:rsid w:val="00423BE4"/>
    <w:rsid w:val="0042767A"/>
    <w:rsid w:val="00430D96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81F1F"/>
    <w:rsid w:val="00795795"/>
    <w:rsid w:val="00797B03"/>
    <w:rsid w:val="007A16EC"/>
    <w:rsid w:val="007A5439"/>
    <w:rsid w:val="007D540B"/>
    <w:rsid w:val="007D5E82"/>
    <w:rsid w:val="007E0C72"/>
    <w:rsid w:val="00815012"/>
    <w:rsid w:val="00846C62"/>
    <w:rsid w:val="00851980"/>
    <w:rsid w:val="00862EF1"/>
    <w:rsid w:val="008706BC"/>
    <w:rsid w:val="008A34D9"/>
    <w:rsid w:val="008B51CB"/>
    <w:rsid w:val="008E604A"/>
    <w:rsid w:val="008E72AD"/>
    <w:rsid w:val="0090254F"/>
    <w:rsid w:val="00971032"/>
    <w:rsid w:val="009902EA"/>
    <w:rsid w:val="00995D4D"/>
    <w:rsid w:val="009C29E4"/>
    <w:rsid w:val="009D442B"/>
    <w:rsid w:val="009F303A"/>
    <w:rsid w:val="00A312BE"/>
    <w:rsid w:val="00A67263"/>
    <w:rsid w:val="00AA6963"/>
    <w:rsid w:val="00AB2D01"/>
    <w:rsid w:val="00AC2FF7"/>
    <w:rsid w:val="00B03C81"/>
    <w:rsid w:val="00B16C85"/>
    <w:rsid w:val="00B17B99"/>
    <w:rsid w:val="00B3271F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C333D"/>
    <w:rsid w:val="00CC37A0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3D46"/>
    <w:rsid w:val="00EF006E"/>
    <w:rsid w:val="00F55C35"/>
    <w:rsid w:val="00F55DFC"/>
    <w:rsid w:val="00F8575D"/>
    <w:rsid w:val="00FA3221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185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2022-12-29T10:32:00Z</cp:lastPrinted>
  <dcterms:created xsi:type="dcterms:W3CDTF">2022-12-30T05:47:00Z</dcterms:created>
  <dcterms:modified xsi:type="dcterms:W3CDTF">2022-12-30T05:47:00Z</dcterms:modified>
</cp:coreProperties>
</file>