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6057900" cy="1066800"/>
                <wp:effectExtent l="0" t="0" r="0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473" w:rsidRDefault="003D1473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1473" w:rsidRDefault="003D1473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1473" w:rsidRDefault="003D1473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3D1473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D1473">
                              <w:rPr>
                                <w:sz w:val="28"/>
                                <w:szCs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77pt;height:8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" filled="f" stroked="f">
                <v:textbox inset="0,0,0,0">
                  <w:txbxContent>
                    <w:p w:rsidR="003D1473" w:rsidRDefault="003D1473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1473" w:rsidRDefault="003D1473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1473" w:rsidRDefault="003D1473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3D1473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3D1473">
                        <w:rPr>
                          <w:sz w:val="28"/>
                          <w:szCs w:val="28"/>
                        </w:rPr>
                        <w:t xml:space="preserve">О проведении публичных слушаний </w:t>
                      </w:r>
                      <w:bookmarkEnd w:id="1"/>
                      <w:r w:rsidRPr="003D1473">
                        <w:rPr>
                          <w:sz w:val="28"/>
                          <w:szCs w:val="28"/>
                        </w:rPr>
                        <w:t>по вопросу предоставления разрешения на условно разрешенный вид использования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3D1473">
                              <w:rPr>
                                <w:sz w:val="24"/>
                                <w:u w:val="single"/>
                              </w:rPr>
                              <w:t>31.10</w:t>
                            </w:r>
                            <w:r w:rsidR="005C6284">
                              <w:rPr>
                                <w:sz w:val="24"/>
                                <w:u w:val="single"/>
                              </w:rPr>
                              <w:t>.2022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3D1473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3D1473">
                        <w:rPr>
                          <w:sz w:val="24"/>
                          <w:u w:val="single"/>
                        </w:rPr>
                        <w:t>31.10</w:t>
                      </w:r>
                      <w:r w:rsidR="005C6284">
                        <w:rPr>
                          <w:sz w:val="24"/>
                          <w:u w:val="single"/>
                        </w:rPr>
                        <w:t>.2022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3D1473">
                        <w:rPr>
                          <w:sz w:val="24"/>
                          <w:u w:val="single"/>
                        </w:rPr>
                        <w:t>23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3D1473" w:rsidRPr="003D1473" w:rsidRDefault="003D1473" w:rsidP="003D1473">
      <w:pPr>
        <w:ind w:firstLine="720"/>
        <w:jc w:val="both"/>
        <w:rPr>
          <w:sz w:val="28"/>
        </w:rPr>
      </w:pPr>
      <w:proofErr w:type="gramStart"/>
      <w:r w:rsidRPr="003D1473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3D1473">
        <w:rPr>
          <w:sz w:val="28"/>
        </w:rPr>
        <w:t>Искитиме</w:t>
      </w:r>
      <w:proofErr w:type="spellEnd"/>
      <w:r w:rsidRPr="003D1473">
        <w:rPr>
          <w:sz w:val="28"/>
        </w:rPr>
        <w:t xml:space="preserve"> Новосибирской области», решением Совета депутатов города Искитима от 06.04.2022 «Об утверждении Порядка организации и</w:t>
      </w:r>
      <w:proofErr w:type="gramEnd"/>
      <w:r w:rsidRPr="003D1473">
        <w:rPr>
          <w:sz w:val="28"/>
        </w:rPr>
        <w:t xml:space="preserve"> проведения публичных слушаний в городе </w:t>
      </w:r>
      <w:proofErr w:type="spellStart"/>
      <w:r w:rsidRPr="003D1473">
        <w:rPr>
          <w:sz w:val="28"/>
        </w:rPr>
        <w:t>Искитиме</w:t>
      </w:r>
      <w:proofErr w:type="spellEnd"/>
      <w:r w:rsidRPr="003D1473">
        <w:rPr>
          <w:sz w:val="28"/>
        </w:rPr>
        <w:t xml:space="preserve"> по вопросам градостроительной деятельности», с целью привлечения жителей города Искитима к обсуждению вопроса о предоставлении разрешения на условно разрешенный вид использования земельного участка,</w:t>
      </w:r>
    </w:p>
    <w:p w:rsidR="003D1473" w:rsidRPr="003D1473" w:rsidRDefault="003D1473" w:rsidP="003D1473">
      <w:pPr>
        <w:ind w:firstLine="720"/>
        <w:jc w:val="both"/>
        <w:rPr>
          <w:sz w:val="28"/>
        </w:rPr>
      </w:pPr>
    </w:p>
    <w:p w:rsidR="003D1473" w:rsidRDefault="003D1473" w:rsidP="003D1473">
      <w:pPr>
        <w:ind w:firstLine="720"/>
        <w:jc w:val="both"/>
        <w:rPr>
          <w:sz w:val="28"/>
        </w:rPr>
      </w:pPr>
      <w:r w:rsidRPr="003D1473">
        <w:rPr>
          <w:sz w:val="28"/>
        </w:rPr>
        <w:t>ПОСТАНОВЛЯЮ:</w:t>
      </w:r>
    </w:p>
    <w:p w:rsidR="003D1473" w:rsidRPr="003D1473" w:rsidRDefault="003D1473" w:rsidP="003D1473">
      <w:pPr>
        <w:ind w:firstLine="720"/>
        <w:jc w:val="both"/>
        <w:rPr>
          <w:sz w:val="28"/>
        </w:rPr>
      </w:pPr>
    </w:p>
    <w:p w:rsidR="003D1473" w:rsidRPr="003D1473" w:rsidRDefault="003D1473" w:rsidP="003D1473">
      <w:pPr>
        <w:ind w:firstLine="720"/>
        <w:jc w:val="both"/>
        <w:rPr>
          <w:sz w:val="28"/>
        </w:rPr>
      </w:pPr>
      <w:r w:rsidRPr="003D1473">
        <w:rPr>
          <w:sz w:val="28"/>
        </w:rPr>
        <w:t>1. Назначить публичные слушания на 14.11.2022 года в 15-00 часов по адресу: Новосибирская обл., г. Искитим, ул. Пушкина, 39А/1 по следующим вопросам:</w:t>
      </w:r>
    </w:p>
    <w:p w:rsidR="003D1473" w:rsidRPr="003D1473" w:rsidRDefault="003D1473" w:rsidP="003D1473">
      <w:pPr>
        <w:ind w:firstLine="720"/>
        <w:jc w:val="both"/>
        <w:rPr>
          <w:sz w:val="28"/>
        </w:rPr>
      </w:pPr>
      <w:r w:rsidRPr="003D1473">
        <w:rPr>
          <w:sz w:val="28"/>
        </w:rPr>
        <w:t>1.1. Предоставление разрешения на условно разрешенный вид использования земельного участка площадью 617,0 кв. м с местоположением: Новосибирская область, г. Искитим, ул. Революции (кадастровый номер 54:33:050416:273). Испрашиваемый вид использования  – для индивидуального жилищного строительства (Приложение);</w:t>
      </w:r>
    </w:p>
    <w:p w:rsidR="003D1473" w:rsidRPr="003D1473" w:rsidRDefault="003D1473" w:rsidP="003D1473">
      <w:pPr>
        <w:ind w:firstLine="720"/>
        <w:jc w:val="both"/>
        <w:rPr>
          <w:sz w:val="28"/>
        </w:rPr>
      </w:pPr>
      <w:r w:rsidRPr="003D1473">
        <w:rPr>
          <w:sz w:val="28"/>
        </w:rPr>
        <w:t xml:space="preserve">1.2. Предоставление разрешения на условно разрешенный вид использования земельного участка площадью 575,0 кв. м с местоположением: </w:t>
      </w:r>
      <w:r w:rsidRPr="003D1473">
        <w:rPr>
          <w:sz w:val="28"/>
        </w:rPr>
        <w:lastRenderedPageBreak/>
        <w:t>Новосибирская область, г. Искитим, ул. Революции (кадастровый номер 54:33:000000:1392). Испрашиваемый вид использования  – для индивидуального жилищного строительства (Приложение).</w:t>
      </w:r>
    </w:p>
    <w:p w:rsidR="003D1473" w:rsidRPr="003D1473" w:rsidRDefault="003D1473" w:rsidP="003D1473">
      <w:pPr>
        <w:ind w:firstLine="720"/>
        <w:jc w:val="both"/>
        <w:rPr>
          <w:sz w:val="28"/>
        </w:rPr>
      </w:pPr>
      <w:r w:rsidRPr="003D1473">
        <w:rPr>
          <w:sz w:val="28"/>
        </w:rPr>
        <w:t xml:space="preserve">2. Комиссии по градостроительству, землепользованию и застройке города Искитима </w:t>
      </w:r>
      <w:proofErr w:type="gramStart"/>
      <w:r w:rsidRPr="003D1473">
        <w:rPr>
          <w:sz w:val="28"/>
        </w:rPr>
        <w:t>организовать и провести</w:t>
      </w:r>
      <w:proofErr w:type="gramEnd"/>
      <w:r w:rsidRPr="003D1473">
        <w:rPr>
          <w:sz w:val="28"/>
        </w:rPr>
        <w:t xml:space="preserve"> публичные слушания по вопросу, указанному в п. 1. настоящего постановления.</w:t>
      </w:r>
    </w:p>
    <w:p w:rsidR="003D1473" w:rsidRPr="003D1473" w:rsidRDefault="003D1473" w:rsidP="003D1473">
      <w:pPr>
        <w:ind w:firstLine="720"/>
        <w:jc w:val="both"/>
        <w:rPr>
          <w:sz w:val="28"/>
        </w:rPr>
      </w:pPr>
      <w:r w:rsidRPr="003D1473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 или  посредством официального сайта администрации г. Искитима федеральной государственной информационной системы «Единый портал государственных и муниципальных услуг (функций)».</w:t>
      </w:r>
    </w:p>
    <w:p w:rsidR="003D1473" w:rsidRPr="003D1473" w:rsidRDefault="003D1473" w:rsidP="003D1473">
      <w:pPr>
        <w:ind w:firstLine="720"/>
        <w:jc w:val="both"/>
        <w:rPr>
          <w:sz w:val="28"/>
        </w:rPr>
      </w:pPr>
      <w:r w:rsidRPr="003D1473">
        <w:rPr>
          <w:sz w:val="28"/>
        </w:rPr>
        <w:t>4. Управлению делами (О.А. Смирнова) опубликовать настоящее постановление в газете «</w:t>
      </w:r>
      <w:proofErr w:type="spellStart"/>
      <w:r w:rsidRPr="003D1473">
        <w:rPr>
          <w:sz w:val="28"/>
        </w:rPr>
        <w:t>Искитимские</w:t>
      </w:r>
      <w:proofErr w:type="spellEnd"/>
      <w:r w:rsidRPr="003D1473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3D1473" w:rsidP="003D1473">
      <w:pPr>
        <w:ind w:firstLine="720"/>
        <w:jc w:val="both"/>
        <w:rPr>
          <w:sz w:val="28"/>
        </w:rPr>
      </w:pPr>
      <w:r w:rsidRPr="003D1473">
        <w:rPr>
          <w:sz w:val="28"/>
        </w:rPr>
        <w:t xml:space="preserve">5. </w:t>
      </w:r>
      <w:proofErr w:type="gramStart"/>
      <w:r w:rsidRPr="003D1473">
        <w:rPr>
          <w:sz w:val="28"/>
        </w:rPr>
        <w:t>Контроль за</w:t>
      </w:r>
      <w:proofErr w:type="gramEnd"/>
      <w:r w:rsidRPr="003D1473">
        <w:rPr>
          <w:sz w:val="28"/>
        </w:rPr>
        <w:t xml:space="preserve"> исполнением настоящего постановления оставляю за собой.</w:t>
      </w:r>
    </w:p>
    <w:p w:rsidR="00B247DA" w:rsidRDefault="00B247DA" w:rsidP="00B247DA">
      <w:pPr>
        <w:jc w:val="both"/>
        <w:rPr>
          <w:sz w:val="28"/>
        </w:rPr>
      </w:pPr>
    </w:p>
    <w:p w:rsidR="003D1473" w:rsidRPr="001670E9" w:rsidRDefault="003D1473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1A0" w:rsidRDefault="000621A0">
      <w:r>
        <w:separator/>
      </w:r>
    </w:p>
  </w:endnote>
  <w:endnote w:type="continuationSeparator" w:id="0">
    <w:p w:rsidR="000621A0" w:rsidRDefault="0006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1A0" w:rsidRDefault="000621A0">
      <w:r>
        <w:separator/>
      </w:r>
    </w:p>
  </w:footnote>
  <w:footnote w:type="continuationSeparator" w:id="0">
    <w:p w:rsidR="000621A0" w:rsidRDefault="0006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621A0"/>
    <w:rsid w:val="000A4E8A"/>
    <w:rsid w:val="000C2669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3D1473"/>
    <w:rsid w:val="00400125"/>
    <w:rsid w:val="0042767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305D2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313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2020-12-08T02:14:00Z</cp:lastPrinted>
  <dcterms:created xsi:type="dcterms:W3CDTF">2022-11-01T07:04:00Z</dcterms:created>
  <dcterms:modified xsi:type="dcterms:W3CDTF">2022-11-01T07:04:00Z</dcterms:modified>
</cp:coreProperties>
</file>