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07C" w:rsidRPr="00E0007C" w:rsidRDefault="004D47EF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E96A9E9" wp14:editId="45010B10">
                <wp:simplePos x="0" y="0"/>
                <wp:positionH relativeFrom="margin">
                  <wp:posOffset>-51435</wp:posOffset>
                </wp:positionH>
                <wp:positionV relativeFrom="page">
                  <wp:posOffset>3009265</wp:posOffset>
                </wp:positionV>
                <wp:extent cx="5866765" cy="11525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007C" w:rsidRDefault="00E0007C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007C" w:rsidRDefault="00E0007C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E0007C" w:rsidP="00E0007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0007C">
                              <w:rPr>
                                <w:sz w:val="28"/>
                                <w:szCs w:val="28"/>
                              </w:rPr>
                              <w:t>Об организации и проведен</w:t>
                            </w:r>
                            <w:proofErr w:type="gramStart"/>
                            <w:r w:rsidRPr="00E0007C">
                              <w:rPr>
                                <w:sz w:val="28"/>
                                <w:szCs w:val="28"/>
                              </w:rPr>
                              <w:t>ии ау</w:t>
                            </w:r>
                            <w:proofErr w:type="gramEnd"/>
                            <w:r w:rsidRPr="00E0007C">
                              <w:rPr>
                                <w:sz w:val="28"/>
                                <w:szCs w:val="28"/>
                              </w:rPr>
                              <w:t>кциона на право заключения договора аренды 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6.95pt;width:461.95pt;height:90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007C" w:rsidRDefault="00E0007C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007C" w:rsidRDefault="00E0007C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E0007C" w:rsidP="00E0007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E0007C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E0007C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E0007C">
                        <w:rPr>
                          <w:sz w:val="28"/>
                          <w:szCs w:val="28"/>
                        </w:rPr>
                        <w:t xml:space="preserve">кциона </w:t>
                      </w:r>
                      <w:bookmarkEnd w:id="1"/>
                      <w:r w:rsidRPr="00E0007C">
                        <w:rPr>
                          <w:sz w:val="28"/>
                          <w:szCs w:val="28"/>
                        </w:rPr>
                        <w:t>на право заключения договора аренды 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4124039" wp14:editId="5B36BB9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DC8B8B3" wp14:editId="7862811E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E0007C">
                              <w:rPr>
                                <w:sz w:val="24"/>
                                <w:u w:val="single"/>
                              </w:rPr>
                              <w:t>13</w:t>
                            </w:r>
                            <w:r w:rsidR="00B3271F">
                              <w:rPr>
                                <w:sz w:val="24"/>
                                <w:u w:val="single"/>
                              </w:rPr>
                              <w:t>.12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E0007C">
                              <w:rPr>
                                <w:sz w:val="24"/>
                                <w:u w:val="single"/>
                              </w:rPr>
                              <w:t xml:space="preserve"> 2257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E0007C">
                        <w:rPr>
                          <w:sz w:val="24"/>
                          <w:u w:val="single"/>
                        </w:rPr>
                        <w:t>13</w:t>
                      </w:r>
                      <w:r w:rsidR="00B3271F">
                        <w:rPr>
                          <w:sz w:val="24"/>
                          <w:u w:val="single"/>
                        </w:rPr>
                        <w:t>.12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E0007C">
                        <w:rPr>
                          <w:sz w:val="24"/>
                          <w:u w:val="single"/>
                        </w:rPr>
                        <w:t xml:space="preserve"> 2257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E0007C" w:rsidRPr="00E0007C">
        <w:rPr>
          <w:rFonts w:ascii="Times New Roman" w:hAnsi="Times New Roman" w:cs="Times New Roman"/>
          <w:sz w:val="28"/>
          <w:szCs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17.08.2021 № 117, администрация г. Искитима</w:t>
      </w:r>
    </w:p>
    <w:p w:rsidR="00E0007C" w:rsidRPr="00E0007C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007C" w:rsidRPr="00E0007C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07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0007C" w:rsidRPr="00E0007C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007C" w:rsidRPr="00E0007C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07C"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участка, имеющего местоположение:  Новосибирская область, город Искитим, </w:t>
      </w:r>
      <w:proofErr w:type="spellStart"/>
      <w:proofErr w:type="gramStart"/>
      <w:r w:rsidRPr="00E0007C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E000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7C">
        <w:rPr>
          <w:rFonts w:ascii="Times New Roman" w:hAnsi="Times New Roman" w:cs="Times New Roman"/>
          <w:sz w:val="28"/>
          <w:szCs w:val="28"/>
        </w:rPr>
        <w:t>Шипуновская</w:t>
      </w:r>
      <w:proofErr w:type="spellEnd"/>
      <w:r w:rsidRPr="00E0007C">
        <w:rPr>
          <w:rFonts w:ascii="Times New Roman" w:hAnsi="Times New Roman" w:cs="Times New Roman"/>
          <w:sz w:val="28"/>
          <w:szCs w:val="28"/>
        </w:rPr>
        <w:t xml:space="preserve">, кадастровый номер 54:33:000000:1418, площадью 1200 </w:t>
      </w:r>
      <w:proofErr w:type="spellStart"/>
      <w:r w:rsidRPr="00E0007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0007C">
        <w:rPr>
          <w:rFonts w:ascii="Times New Roman" w:hAnsi="Times New Roman" w:cs="Times New Roman"/>
          <w:sz w:val="28"/>
          <w:szCs w:val="28"/>
        </w:rPr>
        <w:t xml:space="preserve">., категория земель «Земли населенных пунктов», вид разрешенного использования: для индивидуального жилищного строительства (2.1). </w:t>
      </w:r>
    </w:p>
    <w:p w:rsidR="00E0007C" w:rsidRPr="00E0007C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07C">
        <w:rPr>
          <w:rFonts w:ascii="Times New Roman" w:hAnsi="Times New Roman" w:cs="Times New Roman"/>
          <w:sz w:val="28"/>
          <w:szCs w:val="28"/>
        </w:rPr>
        <w:t xml:space="preserve"> 2. Установить начальную стартовую цену размера годовой арендной платы 42 000 (Сорок две тысячи) рубля 00 коп</w:t>
      </w:r>
      <w:proofErr w:type="gramStart"/>
      <w:r w:rsidRPr="00E000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000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007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0007C">
        <w:rPr>
          <w:rFonts w:ascii="Times New Roman" w:hAnsi="Times New Roman" w:cs="Times New Roman"/>
          <w:sz w:val="28"/>
          <w:szCs w:val="28"/>
        </w:rPr>
        <w:t>огласно отчету  ООО «Оценка XXI ВЕК » № 136-22-Р  от  28.11.2022 г.,  шаг аукциона 3% -  1 260 (Одна тысяча двести шестьдесят) рублей 00 копеек, задаток за участие в аукционе 50% -  21 000 (Двадцать одна тысяча) рублей 00 копеек.</w:t>
      </w:r>
    </w:p>
    <w:p w:rsidR="00E0007C" w:rsidRPr="00E0007C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07C"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 w:rsidRPr="00E0007C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E0007C">
        <w:rPr>
          <w:rFonts w:ascii="Times New Roman" w:hAnsi="Times New Roman" w:cs="Times New Roman"/>
          <w:sz w:val="28"/>
          <w:szCs w:val="28"/>
        </w:rPr>
        <w:t>кциона № 16-22 опубликовать в газете «</w:t>
      </w:r>
      <w:proofErr w:type="spellStart"/>
      <w:r w:rsidRPr="00E0007C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E0007C">
        <w:rPr>
          <w:rFonts w:ascii="Times New Roman" w:hAnsi="Times New Roman" w:cs="Times New Roman"/>
          <w:sz w:val="28"/>
          <w:szCs w:val="28"/>
        </w:rPr>
        <w:t xml:space="preserve"> ведомости»,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E0007C" w:rsidRPr="00E0007C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07C"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(Бондарева А.И.) подготовить для заключения договор аренды земельного участка с победителем аукциона.</w:t>
      </w:r>
    </w:p>
    <w:p w:rsidR="00E0007C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007C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1F1F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07C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E000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007C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E0007C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E0007C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E0007C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007C" w:rsidRDefault="00E0007C" w:rsidP="00E00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007C" w:rsidRPr="001670E9" w:rsidRDefault="00E0007C" w:rsidP="00E0007C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CAC" w:rsidRDefault="000F3CAC">
      <w:r>
        <w:separator/>
      </w:r>
    </w:p>
  </w:endnote>
  <w:endnote w:type="continuationSeparator" w:id="0">
    <w:p w:rsidR="000F3CAC" w:rsidRDefault="000F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CAC" w:rsidRDefault="000F3CAC">
      <w:r>
        <w:separator/>
      </w:r>
    </w:p>
  </w:footnote>
  <w:footnote w:type="continuationSeparator" w:id="0">
    <w:p w:rsidR="000F3CAC" w:rsidRDefault="000F3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3CAC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1E39"/>
    <w:rsid w:val="008B51CB"/>
    <w:rsid w:val="008E604A"/>
    <w:rsid w:val="008E72AD"/>
    <w:rsid w:val="0090254F"/>
    <w:rsid w:val="00971032"/>
    <w:rsid w:val="00982EBF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33D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0007C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2022-12-14T01:54:00Z</cp:lastPrinted>
  <dcterms:created xsi:type="dcterms:W3CDTF">2022-12-15T01:12:00Z</dcterms:created>
  <dcterms:modified xsi:type="dcterms:W3CDTF">2022-12-15T01:12:00Z</dcterms:modified>
</cp:coreProperties>
</file>