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DD" w:rsidRPr="00C765DD" w:rsidRDefault="004D47EF" w:rsidP="00C765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3ECA33A" wp14:editId="383ECA61">
                <wp:simplePos x="0" y="0"/>
                <wp:positionH relativeFrom="margin">
                  <wp:posOffset>-51435</wp:posOffset>
                </wp:positionH>
                <wp:positionV relativeFrom="page">
                  <wp:posOffset>3009265</wp:posOffset>
                </wp:positionV>
                <wp:extent cx="5866765" cy="26003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2600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C765DD" w:rsidP="00C765D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О внесении </w:t>
                            </w:r>
                            <w:r w:rsidRPr="00C765DD">
                              <w:rPr>
                                <w:sz w:val="28"/>
                                <w:szCs w:val="28"/>
                              </w:rPr>
                              <w:t>изменений в базовый норматив затрат на оказание муниципальных услуг муниципальными учреждениями города Искитима, подведомственными МКУ ЦБО на 2022 год, утвержденный постановлением администрации города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Искитима Новосибирской области </w:t>
                            </w:r>
                            <w:r w:rsidRPr="00C765DD">
                              <w:rPr>
                                <w:sz w:val="28"/>
                                <w:szCs w:val="28"/>
                              </w:rPr>
                              <w:t>от 11.01.2022 года №4 (в редакции постановлений администрации города Искитима Новосибирской области от 08.02.2022 года №149, от 15.02.2022 года №173, от 06.04.2022 года №466, от 08.04.2022 года №485, от 11.05.2022 года №673</w:t>
                            </w:r>
                            <w:proofErr w:type="gramEnd"/>
                            <w:r w:rsidRPr="00C765DD">
                              <w:rPr>
                                <w:sz w:val="28"/>
                                <w:szCs w:val="28"/>
                              </w:rPr>
                              <w:t>, от 09.06.2022 года №915, от 01.07.2022 года №1061, от 28.07.2022 года №1227, от 09.08.2022 года №1297, от 19.09.2022 года №1609, от 12.10.2022 года №1777, от 25.10.2022 года №1871)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6.95pt;width:461.95pt;height:204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0brQ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C765DD" w:rsidP="00C765D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О внесении </w:t>
                      </w:r>
                      <w:r w:rsidRPr="00C765DD">
                        <w:rPr>
                          <w:sz w:val="28"/>
                          <w:szCs w:val="28"/>
                        </w:rPr>
                        <w:t xml:space="preserve">изменений в базовый норматив затрат </w:t>
                      </w:r>
                      <w:bookmarkEnd w:id="1"/>
                      <w:r w:rsidRPr="00C765DD">
                        <w:rPr>
                          <w:sz w:val="28"/>
                          <w:szCs w:val="28"/>
                        </w:rPr>
                        <w:t>на оказание муниципальных услуг муниципальными учреждениями города Искитима, подведомственными МКУ ЦБО на 2022 год, утвержденный постановлением администрации города</w:t>
                      </w:r>
                      <w:r>
                        <w:rPr>
                          <w:sz w:val="28"/>
                          <w:szCs w:val="28"/>
                        </w:rPr>
                        <w:t xml:space="preserve"> Искитима Новосибирской области </w:t>
                      </w:r>
                      <w:r w:rsidRPr="00C765DD">
                        <w:rPr>
                          <w:sz w:val="28"/>
                          <w:szCs w:val="28"/>
                        </w:rPr>
                        <w:t>от 11.01.2022 года №4 (в редакции постановлений администрации города Искитима Новосибирской области от 08.02.2022 года №149, от 15.02.2022 года №173, от 06.04.2022 года №466, от 08.04.2022 года №485, от 11.05.2022 года №673</w:t>
                      </w:r>
                      <w:proofErr w:type="gramEnd"/>
                      <w:r w:rsidRPr="00C765DD">
                        <w:rPr>
                          <w:sz w:val="28"/>
                          <w:szCs w:val="28"/>
                        </w:rPr>
                        <w:t>, от 09.06.2022 года №915, от 01.07.2022 года №1061, от 28.07.2022 года №1227, от 09.08.2022 года №1297, от 19.09.2022 года №1609, от 12.10.2022 года №1777, от 25.10.2022 года №1871)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BE6AAB3" wp14:editId="3B2F8F76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A9F7411" wp14:editId="42346D9E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C765DD">
                              <w:rPr>
                                <w:sz w:val="24"/>
                                <w:u w:val="single"/>
                              </w:rPr>
                              <w:t>10.11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765DD">
                              <w:rPr>
                                <w:sz w:val="24"/>
                                <w:u w:val="single"/>
                              </w:rPr>
                              <w:t xml:space="preserve"> 2004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C765DD">
                        <w:rPr>
                          <w:sz w:val="24"/>
                          <w:u w:val="single"/>
                        </w:rPr>
                        <w:t>10.11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765DD">
                        <w:rPr>
                          <w:sz w:val="24"/>
                          <w:u w:val="single"/>
                        </w:rPr>
                        <w:t xml:space="preserve"> 2004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C765DD" w:rsidRPr="00C765DD">
        <w:rPr>
          <w:rFonts w:ascii="Times New Roman" w:hAnsi="Times New Roman" w:cs="Times New Roman"/>
          <w:sz w:val="28"/>
          <w:szCs w:val="28"/>
        </w:rPr>
        <w:t>На основании пункта 4 статьи 69.2 Бюджетного кодекса Российской</w:t>
      </w:r>
      <w:r w:rsidR="00C765DD">
        <w:rPr>
          <w:rFonts w:ascii="Times New Roman" w:hAnsi="Times New Roman" w:cs="Times New Roman"/>
          <w:sz w:val="28"/>
          <w:szCs w:val="28"/>
        </w:rPr>
        <w:t xml:space="preserve"> </w:t>
      </w:r>
      <w:r w:rsidR="00C765DD" w:rsidRPr="00C765DD">
        <w:rPr>
          <w:rFonts w:ascii="Times New Roman" w:hAnsi="Times New Roman" w:cs="Times New Roman"/>
          <w:sz w:val="28"/>
          <w:szCs w:val="28"/>
        </w:rPr>
        <w:t>Федерации, в соответствии с постановлением администрации г. Искитима Новосибирской области от 11.12.2015 г.  № 2333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города Искитима и финансового обеспечения выполнения муниципального задания», администрация города Искитима Новосибирской области</w:t>
      </w:r>
      <w:proofErr w:type="gramEnd"/>
    </w:p>
    <w:p w:rsidR="00C765DD" w:rsidRPr="00C765DD" w:rsidRDefault="00C765DD" w:rsidP="00C765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65DD" w:rsidRPr="00C765DD" w:rsidRDefault="00C765DD" w:rsidP="00C765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5D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765DD" w:rsidRPr="00C765DD" w:rsidRDefault="00C765DD" w:rsidP="00C765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65DD" w:rsidRPr="00C765DD" w:rsidRDefault="00C765DD" w:rsidP="00C765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5DD">
        <w:rPr>
          <w:rFonts w:ascii="Times New Roman" w:hAnsi="Times New Roman" w:cs="Times New Roman"/>
          <w:sz w:val="28"/>
          <w:szCs w:val="28"/>
        </w:rPr>
        <w:t>1.</w:t>
      </w:r>
      <w:r w:rsidRPr="00C765D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765DD">
        <w:rPr>
          <w:rFonts w:ascii="Times New Roman" w:hAnsi="Times New Roman" w:cs="Times New Roman"/>
          <w:sz w:val="28"/>
          <w:szCs w:val="28"/>
        </w:rPr>
        <w:t>Внести в базовый норматив затрат на оказание муниципальных услуг муниципальными учреждениями города Искитима, подведомственными МКУ ЦБО на 2022 год (далее – Базовый норматив), утвержденный постановлением администрации города Искитима Новосибирской области от 11.01.2022 года  №4 (в редакции постановлений администрации города Искитима  Новосибирской области от 08.02.2022 года №149, от 15.02.2022 года №173, от 06.04.2022 года №466, от 08.04.2022 года №485, от 11.05.2022 года</w:t>
      </w:r>
      <w:proofErr w:type="gramEnd"/>
      <w:r w:rsidRPr="00C765DD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Start"/>
      <w:r w:rsidRPr="00C765DD">
        <w:rPr>
          <w:rFonts w:ascii="Times New Roman" w:hAnsi="Times New Roman" w:cs="Times New Roman"/>
          <w:sz w:val="28"/>
          <w:szCs w:val="28"/>
        </w:rPr>
        <w:t>673, от 09.06.2022 года №915, от 01.07.2022 года №1061, от 28.07.2022 года №1227, от 09.08.2022 года №1297, от 19.09.2022 года №1609, от 25.10.2022 года №1871) изменения, изложив его в прилагаемой редакции.</w:t>
      </w:r>
      <w:proofErr w:type="gramEnd"/>
    </w:p>
    <w:p w:rsidR="00C765DD" w:rsidRPr="00C765DD" w:rsidRDefault="00C765DD" w:rsidP="00C765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5D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C765D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765D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765D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Искитима в информационно-телекоммуникационной сети «Интернет».</w:t>
      </w:r>
    </w:p>
    <w:p w:rsidR="000F4E34" w:rsidRDefault="00C765DD" w:rsidP="00C765DD">
      <w:pPr>
        <w:pStyle w:val="ConsPlusNormal"/>
        <w:ind w:firstLine="540"/>
        <w:jc w:val="both"/>
        <w:rPr>
          <w:sz w:val="28"/>
        </w:rPr>
      </w:pPr>
      <w:r w:rsidRPr="00C765DD">
        <w:rPr>
          <w:rFonts w:ascii="Times New Roman" w:hAnsi="Times New Roman" w:cs="Times New Roman"/>
          <w:sz w:val="28"/>
          <w:szCs w:val="28"/>
        </w:rPr>
        <w:t>3.</w:t>
      </w:r>
      <w:r w:rsidRPr="00C765DD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 момента подписания.</w:t>
      </w:r>
    </w:p>
    <w:p w:rsidR="00CC37A0" w:rsidRDefault="00CC37A0" w:rsidP="00D514EC">
      <w:pPr>
        <w:jc w:val="both"/>
        <w:rPr>
          <w:sz w:val="28"/>
        </w:rPr>
      </w:pPr>
    </w:p>
    <w:p w:rsidR="00C765DD" w:rsidRDefault="00C765DD" w:rsidP="00D514EC">
      <w:pPr>
        <w:jc w:val="both"/>
        <w:rPr>
          <w:sz w:val="28"/>
        </w:rPr>
      </w:pPr>
    </w:p>
    <w:p w:rsidR="00C765DD" w:rsidRPr="001670E9" w:rsidRDefault="00C765DD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DE1" w:rsidRDefault="00022DE1">
      <w:r>
        <w:separator/>
      </w:r>
    </w:p>
  </w:endnote>
  <w:endnote w:type="continuationSeparator" w:id="0">
    <w:p w:rsidR="00022DE1" w:rsidRDefault="00022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DE1" w:rsidRDefault="00022DE1">
      <w:r>
        <w:separator/>
      </w:r>
    </w:p>
  </w:footnote>
  <w:footnote w:type="continuationSeparator" w:id="0">
    <w:p w:rsidR="00022DE1" w:rsidRDefault="00022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2DE1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35DDE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765DD"/>
    <w:rsid w:val="00C9223A"/>
    <w:rsid w:val="00C961F1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173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2022-11-15T03:39:00Z</cp:lastPrinted>
  <dcterms:created xsi:type="dcterms:W3CDTF">2022-11-16T04:49:00Z</dcterms:created>
  <dcterms:modified xsi:type="dcterms:W3CDTF">2022-11-16T04:49:00Z</dcterms:modified>
</cp:coreProperties>
</file>