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6057900" cy="1685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685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 w:rsidP="00B92BB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37D7D" w:rsidRPr="00837D7D" w:rsidRDefault="00837D7D" w:rsidP="00837D7D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37D7D">
                              <w:rPr>
                                <w:sz w:val="28"/>
                              </w:rPr>
                              <w:t xml:space="preserve">О проведении публичных  слушаний по вопросу предоставления </w:t>
                            </w:r>
                          </w:p>
                          <w:p w:rsidR="00B247DA" w:rsidRPr="00B92BBC" w:rsidRDefault="00837D7D" w:rsidP="00837D7D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837D7D">
                              <w:rPr>
                                <w:sz w:val="28"/>
                              </w:rPr>
                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54:33:040604:23) с местоположением: установлено относительно ориентира, расположенного в границах участка. Ориентир: НСО, г. Искитим, </w:t>
                            </w:r>
                            <w:proofErr w:type="spellStart"/>
                            <w:r w:rsidRPr="00837D7D">
                              <w:rPr>
                                <w:sz w:val="28"/>
                              </w:rPr>
                              <w:t>мр</w:t>
                            </w:r>
                            <w:proofErr w:type="spellEnd"/>
                            <w:r w:rsidRPr="00837D7D">
                              <w:rPr>
                                <w:sz w:val="28"/>
                              </w:rPr>
                              <w:t xml:space="preserve">. Южный, 71А. Почтовый адрес ориентира: обл. </w:t>
                            </w:r>
                            <w:proofErr w:type="gramStart"/>
                            <w:r w:rsidRPr="00837D7D">
                              <w:rPr>
                                <w:sz w:val="28"/>
                              </w:rPr>
                              <w:t>Новосибирская</w:t>
                            </w:r>
                            <w:proofErr w:type="gramEnd"/>
                            <w:r w:rsidRPr="00837D7D">
                              <w:rPr>
                                <w:sz w:val="28"/>
                              </w:rPr>
                              <w:t>, г. Искитим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77pt;height:13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gWIrQIAAKo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gOMOGmhRfd00GgtBrQ01ek7lYDTXQdueoBt6LJlqrpbUXxTiItNTfie3kgp+pqSErLzzU334uqI&#10;owzIrv8oSghDDlpYoKGSrSkdFAMBOnTp4dwZk0oBm6G3WMYeHBVw5ofRIp4vbAySTNc7qfR7Klpk&#10;jBRLaL2FJ8dbpU06JJlcTDQuctY0tv0Nf7YBjuMOBIer5sykYbv5GHvxNtpGgRPMw60TeFnm3OSb&#10;wAlzf7nI3mWbTeb/NHH9IKlZWVJuwkzK8oM/69xJ46MmztpSomGlgTMpKbnfbRqJjgSUndvvVJAL&#10;N/d5GrYIwOUFJX8eeOt57ORhtHSCPFg48dKLHM+P13HoBXGQ5c8p3TJO/50S6lMcL6CPls5vuXn2&#10;e82NJC3TMDsa1qY4OjuRxGhwy0vbWk1YM9oXpTDpP5UC2j012irWiHSUqx52A6AYGe9E+QDalQKU&#10;BSqEgQdGLeQPjHoYHilW3w9EUoyaDxz0bybNZMjJ2E0G4QVcTbHGaDQ3epxIh06yfQ3I4wvj4gbe&#10;SMWsep+yOL0sGAiWxGl4mYlz+W+9nkbs6hcAAAD//wMAUEsDBBQABgAIAAAAIQCNfGAU4QAAAAoB&#10;AAAPAAAAZHJzL2Rvd25yZXYueG1sTI/LTsMwEEX3SPyDNUjsWqeQPhIyqSoEKyREGhYsncRNrMbj&#10;ELtt+HuGVVmO5ujec7PtZHtx1qM3jhAW8wiEpto1hlqEz/J1tgHhg6JG9Y40wo/2sM1vbzKVNu5C&#10;hT7vQys4hHyqELoQhlRKX3faKj93gyb+HdxoVeBzbGUzqguH214+RNFKWmWIGzo16OdO18f9ySLs&#10;vqh4Md/v1UdxKExZJhG9rY6I93fT7glE0FO4wvCnz+qQs1PlTtR40SPMNgsmEeJ1zJsYSOJlAqJC&#10;WD8mS5B5Jv9PyH8BAAD//wMAUEsBAi0AFAAGAAgAAAAhALaDOJL+AAAA4QEAABMAAAAAAAAAAAAA&#10;AAAAAAAAAFtDb250ZW50X1R5cGVzXS54bWxQSwECLQAUAAYACAAAACEAOP0h/9YAAACUAQAACwAA&#10;AAAAAAAAAAAAAAAvAQAAX3JlbHMvLnJlbHNQSwECLQAUAAYACAAAACEAMFoFiK0CAACqBQAADgAA&#10;AAAAAAAAAAAAAAAuAgAAZHJzL2Uyb0RvYy54bWxQSwECLQAUAAYACAAAACEAjXxgFOEAAAAKAQAA&#10;DwAAAAAAAAAAAAAAAAAHBQAAZHJzL2Rvd25yZXYueG1sUEsFBgAAAAAEAAQA8wAAABUGAAAAAA==&#10;" filled="f" stroked="f">
                <v:textbox inset="0,0,0,0">
                  <w:txbxContent>
                    <w:p w:rsidR="00D35F18" w:rsidRDefault="00D35F18" w:rsidP="00B92BB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837D7D" w:rsidRPr="00837D7D" w:rsidRDefault="00837D7D" w:rsidP="00837D7D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r w:rsidRPr="00837D7D">
                        <w:rPr>
                          <w:sz w:val="28"/>
                        </w:rPr>
                        <w:t xml:space="preserve">О проведении публичных  слушаний </w:t>
                      </w:r>
                      <w:bookmarkEnd w:id="1"/>
                      <w:r w:rsidRPr="00837D7D">
                        <w:rPr>
                          <w:sz w:val="28"/>
                        </w:rPr>
                        <w:t xml:space="preserve">по вопросу предоставления </w:t>
                      </w:r>
                    </w:p>
                    <w:p w:rsidR="00B247DA" w:rsidRPr="00B92BBC" w:rsidRDefault="00837D7D" w:rsidP="00837D7D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837D7D">
                        <w:rPr>
                          <w:sz w:val="28"/>
                        </w:rPr>
                        <w:t xml:space="preserve">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54:33:040604:23) с местоположением: установлено относительно ориентира, расположенного в границах участка. Ориентир: НСО, г. Искитим, </w:t>
                      </w:r>
                      <w:proofErr w:type="spellStart"/>
                      <w:r w:rsidRPr="00837D7D">
                        <w:rPr>
                          <w:sz w:val="28"/>
                        </w:rPr>
                        <w:t>мр</w:t>
                      </w:r>
                      <w:proofErr w:type="spellEnd"/>
                      <w:r w:rsidRPr="00837D7D">
                        <w:rPr>
                          <w:sz w:val="28"/>
                        </w:rPr>
                        <w:t xml:space="preserve">. Южный, 71А. Почтовый адрес ориентира: обл. </w:t>
                      </w:r>
                      <w:proofErr w:type="gramStart"/>
                      <w:r w:rsidRPr="00837D7D">
                        <w:rPr>
                          <w:sz w:val="28"/>
                        </w:rPr>
                        <w:t>Новосибирская</w:t>
                      </w:r>
                      <w:proofErr w:type="gramEnd"/>
                      <w:r w:rsidRPr="00837D7D">
                        <w:rPr>
                          <w:sz w:val="28"/>
                        </w:rPr>
                        <w:t>, г. Искитим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837D7D">
                              <w:rPr>
                                <w:sz w:val="24"/>
                                <w:u w:val="single"/>
                              </w:rPr>
                              <w:t>24</w:t>
                            </w:r>
                            <w:r w:rsidR="0003335A">
                              <w:rPr>
                                <w:sz w:val="24"/>
                                <w:u w:val="single"/>
                              </w:rPr>
                              <w:t>.0</w:t>
                            </w:r>
                            <w:r w:rsidR="00837D7D">
                              <w:rPr>
                                <w:sz w:val="24"/>
                                <w:u w:val="single"/>
                              </w:rPr>
                              <w:t>2</w:t>
                            </w:r>
                            <w:r w:rsidR="005C6284">
                              <w:rPr>
                                <w:sz w:val="24"/>
                                <w:u w:val="single"/>
                              </w:rPr>
                              <w:t>.2022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837D7D">
                              <w:rPr>
                                <w:sz w:val="24"/>
                                <w:u w:val="single"/>
                              </w:rPr>
                              <w:t xml:space="preserve">  2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837D7D">
                        <w:rPr>
                          <w:sz w:val="24"/>
                          <w:u w:val="single"/>
                        </w:rPr>
                        <w:t>24</w:t>
                      </w:r>
                      <w:r w:rsidR="0003335A">
                        <w:rPr>
                          <w:sz w:val="24"/>
                          <w:u w:val="single"/>
                        </w:rPr>
                        <w:t>.0</w:t>
                      </w:r>
                      <w:r w:rsidR="00837D7D">
                        <w:rPr>
                          <w:sz w:val="24"/>
                          <w:u w:val="single"/>
                        </w:rPr>
                        <w:t>2</w:t>
                      </w:r>
                      <w:r w:rsidR="005C6284">
                        <w:rPr>
                          <w:sz w:val="24"/>
                          <w:u w:val="single"/>
                        </w:rPr>
                        <w:t>.2022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837D7D">
                        <w:rPr>
                          <w:sz w:val="24"/>
                          <w:u w:val="single"/>
                        </w:rPr>
                        <w:t xml:space="preserve">  2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  <w:proofErr w:type="gramStart"/>
      <w:r w:rsidRPr="00837D7D">
        <w:rPr>
          <w:sz w:val="28"/>
        </w:rPr>
        <w:t xml:space="preserve"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 решением Совета депутатов города Искитима от 31.05.2017 № 84 «Об утверждении Положения о порядке организации и проведения публичных слушаний в городе </w:t>
      </w:r>
      <w:proofErr w:type="spellStart"/>
      <w:r w:rsidRPr="00837D7D">
        <w:rPr>
          <w:sz w:val="28"/>
        </w:rPr>
        <w:t>Искитиме</w:t>
      </w:r>
      <w:proofErr w:type="spellEnd"/>
      <w:r w:rsidRPr="00837D7D">
        <w:rPr>
          <w:sz w:val="28"/>
        </w:rPr>
        <w:t xml:space="preserve"> Новосибирской области» (в редакции решений Совета депутатов г. Искитима от 24.10.2018 № 205, от 28.11.2018</w:t>
      </w:r>
      <w:proofErr w:type="gramEnd"/>
      <w:r w:rsidRPr="00837D7D">
        <w:rPr>
          <w:sz w:val="28"/>
        </w:rPr>
        <w:t xml:space="preserve"> № </w:t>
      </w:r>
      <w:proofErr w:type="gramStart"/>
      <w:r w:rsidRPr="00837D7D">
        <w:rPr>
          <w:sz w:val="28"/>
        </w:rPr>
        <w:t xml:space="preserve">210, от 16.09.2020 № 359), решением Совета депутатов города Искитима от 23.06.2020 № 351 «Об утверждении Порядка организации и проведения публичных слушаний в городе </w:t>
      </w:r>
      <w:proofErr w:type="spellStart"/>
      <w:r w:rsidRPr="00837D7D">
        <w:rPr>
          <w:sz w:val="28"/>
        </w:rPr>
        <w:t>Искитиме</w:t>
      </w:r>
      <w:proofErr w:type="spellEnd"/>
      <w:r w:rsidRPr="00837D7D">
        <w:rPr>
          <w:sz w:val="28"/>
        </w:rPr>
        <w:t xml:space="preserve"> Новосибирской области по проекту решения о</w:t>
      </w:r>
      <w:proofErr w:type="gramEnd"/>
      <w:r w:rsidRPr="00837D7D">
        <w:rPr>
          <w:sz w:val="28"/>
        </w:rPr>
        <w:t xml:space="preserve"> </w:t>
      </w:r>
      <w:proofErr w:type="gramStart"/>
      <w:r w:rsidRPr="00837D7D">
        <w:rPr>
          <w:sz w:val="28"/>
        </w:rPr>
        <w:t xml:space="preserve">предоставлении разрешения на условно разрешенный вид использования земельного участка или объекта капитального </w:t>
      </w:r>
      <w:proofErr w:type="spellStart"/>
      <w:r w:rsidRPr="00837D7D">
        <w:rPr>
          <w:sz w:val="28"/>
        </w:rPr>
        <w:t>строиетльства</w:t>
      </w:r>
      <w:proofErr w:type="spellEnd"/>
      <w:r w:rsidRPr="00837D7D">
        <w:rPr>
          <w:sz w:val="28"/>
        </w:rPr>
        <w:t>, по проекту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строительства», постановлением администрации города Искитима Новосибирской области от 02.06.2017 № 857 "Об утверждении административного регламента предоставления муниципальной услуги по предоставлению разрешения на отклонение от предельных параметров разрешенного строительства" (в ред. постановлений администрации</w:t>
      </w:r>
      <w:proofErr w:type="gramEnd"/>
      <w:r w:rsidRPr="00837D7D">
        <w:rPr>
          <w:sz w:val="28"/>
        </w:rPr>
        <w:t xml:space="preserve"> г. Искитима от 14.08.2017 № 1204, от 07.12.2017 № 1894, от 09.07.2018 № 1082, от 23.11.2018 № 1850, от 29.10.2019 № 1486, </w:t>
      </w:r>
      <w:proofErr w:type="gramStart"/>
      <w:r w:rsidRPr="00837D7D">
        <w:rPr>
          <w:sz w:val="28"/>
        </w:rPr>
        <w:t>от</w:t>
      </w:r>
      <w:proofErr w:type="gramEnd"/>
      <w:r w:rsidRPr="00837D7D">
        <w:rPr>
          <w:sz w:val="28"/>
        </w:rPr>
        <w:t xml:space="preserve"> 09.12.2020 № 1480, </w:t>
      </w:r>
      <w:proofErr w:type="gramStart"/>
      <w:r w:rsidRPr="00837D7D">
        <w:rPr>
          <w:sz w:val="28"/>
        </w:rPr>
        <w:t>от</w:t>
      </w:r>
      <w:proofErr w:type="gramEnd"/>
      <w:r w:rsidRPr="00837D7D">
        <w:rPr>
          <w:sz w:val="28"/>
        </w:rPr>
        <w:t xml:space="preserve"> 15.12.2021 № 1772), с целью привлечения жителей города Искитима к </w:t>
      </w:r>
      <w:r w:rsidRPr="00837D7D">
        <w:rPr>
          <w:sz w:val="28"/>
        </w:rPr>
        <w:lastRenderedPageBreak/>
        <w:t>обсуждению вопросов о предоставлении разрешения на отклонение от предельных параметров разрешенного строительства, реконструкции объектов капитального строительства,</w: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</w:p>
    <w:p w:rsidR="00837D7D" w:rsidRPr="00837D7D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>ПОСТАНОВЛЯЮ:</w: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</w:p>
    <w:p w:rsidR="00837D7D" w:rsidRPr="00837D7D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>1.</w:t>
      </w:r>
      <w:r w:rsidRPr="00837D7D">
        <w:rPr>
          <w:sz w:val="28"/>
        </w:rPr>
        <w:tab/>
        <w:t xml:space="preserve"> Назначить публичные слушания на 09 марта 2022 года в 10-00 часов по адресу: Новосибирская обл., г. Искитим, ул. Пушкина, 39А/1 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на земельном участке (кадастровый номер 54:33:040604:23) с местоположением: установлено относительно ориентира, расположенного в границах участка Ориентир: НСО, г. Искитим, </w:t>
      </w:r>
      <w:proofErr w:type="spellStart"/>
      <w:r w:rsidRPr="00837D7D">
        <w:rPr>
          <w:sz w:val="28"/>
        </w:rPr>
        <w:t>мр</w:t>
      </w:r>
      <w:proofErr w:type="spellEnd"/>
      <w:r w:rsidRPr="00837D7D">
        <w:rPr>
          <w:sz w:val="28"/>
        </w:rPr>
        <w:t xml:space="preserve">. Южный, 71А. Почтовый адрес ориентира: обл. </w:t>
      </w:r>
      <w:proofErr w:type="gramStart"/>
      <w:r w:rsidRPr="00837D7D">
        <w:rPr>
          <w:sz w:val="28"/>
        </w:rPr>
        <w:t>Новосибирская</w:t>
      </w:r>
      <w:proofErr w:type="gramEnd"/>
      <w:r w:rsidRPr="00837D7D">
        <w:rPr>
          <w:sz w:val="28"/>
        </w:rPr>
        <w:t>, г. Искитим  в части уменьшения минимального размера земельного участка, установленного градостроительным регламентом зоны специализированной общественной застройки  (Ос) с 0,04 га на 0,033 га. Испрашиваемый вид использования – магазины (4.4) (приложение).</w: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 xml:space="preserve">2. Комиссии по градостроительству, землепользованию и застройки города Искитима организовать и провести публичные слушания по вопросу, </w:t>
      </w:r>
      <w:proofErr w:type="gramStart"/>
      <w:r w:rsidRPr="00837D7D">
        <w:rPr>
          <w:sz w:val="28"/>
        </w:rPr>
        <w:t>указанным</w:t>
      </w:r>
      <w:proofErr w:type="gramEnd"/>
      <w:r w:rsidRPr="00837D7D">
        <w:rPr>
          <w:sz w:val="28"/>
        </w:rPr>
        <w:t xml:space="preserve"> в п. 1. настоящего постановления.</w: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837D7D" w:rsidRPr="00837D7D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>4. Управлению делами (О.А Смирнова) опубликовать настоящее постановление в газете «</w:t>
      </w:r>
      <w:proofErr w:type="spellStart"/>
      <w:r w:rsidRPr="00837D7D">
        <w:rPr>
          <w:sz w:val="28"/>
        </w:rPr>
        <w:t>Искитимские</w:t>
      </w:r>
      <w:proofErr w:type="spellEnd"/>
      <w:r w:rsidRPr="00837D7D">
        <w:rPr>
          <w:sz w:val="28"/>
        </w:rPr>
        <w:t xml:space="preserve"> ведомости» и на официальном сайте администрации г. Искитима.</w:t>
      </w:r>
    </w:p>
    <w:p w:rsidR="00B247DA" w:rsidRPr="00B247DA" w:rsidRDefault="00837D7D" w:rsidP="00837D7D">
      <w:pPr>
        <w:ind w:firstLine="720"/>
        <w:jc w:val="both"/>
        <w:rPr>
          <w:sz w:val="28"/>
        </w:rPr>
      </w:pPr>
      <w:r w:rsidRPr="00837D7D">
        <w:rPr>
          <w:sz w:val="28"/>
        </w:rPr>
        <w:t xml:space="preserve">5. </w:t>
      </w:r>
      <w:proofErr w:type="gramStart"/>
      <w:r w:rsidRPr="00837D7D">
        <w:rPr>
          <w:sz w:val="28"/>
        </w:rPr>
        <w:t>Контроль за</w:t>
      </w:r>
      <w:proofErr w:type="gramEnd"/>
      <w:r w:rsidRPr="00837D7D">
        <w:rPr>
          <w:sz w:val="28"/>
        </w:rPr>
        <w:t xml:space="preserve"> исполнением настоящего постановления возложить на первого заместителя главы администрации С.И. </w:t>
      </w:r>
      <w:proofErr w:type="spellStart"/>
      <w:r w:rsidRPr="00837D7D">
        <w:rPr>
          <w:sz w:val="28"/>
        </w:rPr>
        <w:t>Шимкива</w:t>
      </w:r>
      <w:proofErr w:type="spellEnd"/>
      <w:r w:rsidRPr="00837D7D">
        <w:rPr>
          <w:sz w:val="28"/>
        </w:rPr>
        <w:t>.</w:t>
      </w:r>
    </w:p>
    <w:p w:rsidR="00B247DA" w:rsidRPr="001670E9" w:rsidRDefault="00B247DA" w:rsidP="00B247DA">
      <w:pPr>
        <w:jc w:val="both"/>
        <w:rPr>
          <w:sz w:val="28"/>
        </w:rPr>
      </w:pPr>
    </w:p>
    <w:p w:rsidR="00D514EC" w:rsidRDefault="00D514EC" w:rsidP="00D514EC">
      <w:pPr>
        <w:jc w:val="both"/>
        <w:rPr>
          <w:sz w:val="28"/>
        </w:rPr>
      </w:pPr>
    </w:p>
    <w:p w:rsidR="00837D7D" w:rsidRPr="001670E9" w:rsidRDefault="00837D7D" w:rsidP="00D514EC">
      <w:pPr>
        <w:jc w:val="both"/>
        <w:rPr>
          <w:sz w:val="28"/>
        </w:rPr>
      </w:pPr>
    </w:p>
    <w:p w:rsidR="00D35F18" w:rsidRDefault="001670E9" w:rsidP="001670E9">
      <w:pPr>
        <w:rPr>
          <w:sz w:val="28"/>
        </w:rPr>
      </w:pPr>
      <w:r>
        <w:rPr>
          <w:sz w:val="28"/>
        </w:rPr>
        <w:t>Глава города</w:t>
      </w:r>
      <w:r w:rsidR="00697BC3" w:rsidRPr="00697BC3">
        <w:rPr>
          <w:sz w:val="28"/>
        </w:rPr>
        <w:t xml:space="preserve"> </w:t>
      </w:r>
      <w:r w:rsidR="00B247DA">
        <w:rPr>
          <w:sz w:val="28"/>
        </w:rPr>
        <w:t xml:space="preserve">                 </w:t>
      </w:r>
      <w:r>
        <w:rPr>
          <w:sz w:val="28"/>
        </w:rPr>
        <w:t xml:space="preserve">        </w:t>
      </w:r>
      <w:r w:rsidR="00697BC3">
        <w:rPr>
          <w:sz w:val="28"/>
        </w:rPr>
        <w:t xml:space="preserve">                    </w:t>
      </w:r>
      <w:r>
        <w:rPr>
          <w:sz w:val="28"/>
        </w:rPr>
        <w:t xml:space="preserve">                        </w:t>
      </w:r>
      <w:r w:rsidR="00ED13D8">
        <w:rPr>
          <w:sz w:val="28"/>
        </w:rPr>
        <w:t xml:space="preserve">        </w:t>
      </w:r>
      <w:r w:rsidR="00697BC3">
        <w:rPr>
          <w:sz w:val="28"/>
        </w:rPr>
        <w:t xml:space="preserve">       </w:t>
      </w:r>
      <w:r w:rsidR="00B247DA">
        <w:rPr>
          <w:sz w:val="28"/>
        </w:rPr>
        <w:t xml:space="preserve">   </w:t>
      </w:r>
      <w:r w:rsidR="00697BC3">
        <w:rPr>
          <w:sz w:val="28"/>
        </w:rPr>
        <w:t xml:space="preserve">  </w:t>
      </w:r>
      <w:r w:rsidR="0042767A">
        <w:rPr>
          <w:sz w:val="28"/>
        </w:rPr>
        <w:t>С.В.</w:t>
      </w:r>
      <w:r w:rsidR="00697BC3">
        <w:rPr>
          <w:sz w:val="28"/>
        </w:rPr>
        <w:t xml:space="preserve"> </w:t>
      </w:r>
      <w:proofErr w:type="spellStart"/>
      <w:r w:rsidR="0042767A">
        <w:rPr>
          <w:sz w:val="28"/>
        </w:rPr>
        <w:t>Завражин</w:t>
      </w:r>
      <w:proofErr w:type="spellEnd"/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p w:rsidR="00D61390" w:rsidRDefault="00D61390" w:rsidP="001670E9">
      <w:pPr>
        <w:rPr>
          <w:sz w:val="28"/>
        </w:rPr>
      </w:pPr>
    </w:p>
    <w:sectPr w:rsidR="00D61390" w:rsidSect="00682468">
      <w:headerReference w:type="even" r:id="rId8"/>
      <w:headerReference w:type="default" r:id="rId9"/>
      <w:pgSz w:w="11906" w:h="16838" w:code="9"/>
      <w:pgMar w:top="1134" w:right="607" w:bottom="1134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C5D" w:rsidRDefault="00590C5D">
      <w:r>
        <w:separator/>
      </w:r>
    </w:p>
  </w:endnote>
  <w:endnote w:type="continuationSeparator" w:id="0">
    <w:p w:rsidR="00590C5D" w:rsidRDefault="00590C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C5D" w:rsidRDefault="00590C5D">
      <w:r>
        <w:separator/>
      </w:r>
    </w:p>
  </w:footnote>
  <w:footnote w:type="continuationSeparator" w:id="0">
    <w:p w:rsidR="00590C5D" w:rsidRDefault="00590C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A4E8A"/>
    <w:rsid w:val="000C2669"/>
    <w:rsid w:val="001670E9"/>
    <w:rsid w:val="00180758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B11F2"/>
    <w:rsid w:val="004B6B5D"/>
    <w:rsid w:val="004D47EF"/>
    <w:rsid w:val="00590C5D"/>
    <w:rsid w:val="0059545A"/>
    <w:rsid w:val="005C6284"/>
    <w:rsid w:val="00682468"/>
    <w:rsid w:val="0068672F"/>
    <w:rsid w:val="00697BC3"/>
    <w:rsid w:val="006D63DD"/>
    <w:rsid w:val="006E6D6E"/>
    <w:rsid w:val="00735DDD"/>
    <w:rsid w:val="007A5439"/>
    <w:rsid w:val="007D5E82"/>
    <w:rsid w:val="00837D7D"/>
    <w:rsid w:val="008E604A"/>
    <w:rsid w:val="008E72AD"/>
    <w:rsid w:val="0098435C"/>
    <w:rsid w:val="00992F53"/>
    <w:rsid w:val="009C462C"/>
    <w:rsid w:val="009C6CB5"/>
    <w:rsid w:val="00A67263"/>
    <w:rsid w:val="00A77C6E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E2590A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0</TotalTime>
  <Pages>2</Pages>
  <Words>419</Words>
  <Characters>3058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2020-12-08T02:14:00Z</cp:lastPrinted>
  <dcterms:created xsi:type="dcterms:W3CDTF">2022-02-24T03:01:00Z</dcterms:created>
  <dcterms:modified xsi:type="dcterms:W3CDTF">2022-02-24T03:01:00Z</dcterms:modified>
</cp:coreProperties>
</file>