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3EB" w:rsidRPr="001E1C28" w:rsidRDefault="00CD73EB" w:rsidP="008F122F">
      <w:pPr>
        <w:pStyle w:val="ConsPlusNormal"/>
        <w:ind w:left="5812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  <w:r w:rsidRPr="001E1C28">
        <w:rPr>
          <w:rFonts w:ascii="Times New Roman" w:hAnsi="Times New Roman" w:cs="Times New Roman"/>
          <w:color w:val="000000" w:themeColor="text1"/>
          <w:sz w:val="24"/>
          <w:szCs w:val="24"/>
        </w:rPr>
        <w:t>Утверждена</w:t>
      </w:r>
    </w:p>
    <w:p w:rsidR="008F122F" w:rsidRDefault="008F122F" w:rsidP="008F122F">
      <w:pPr>
        <w:pStyle w:val="ConsPlusNormal"/>
        <w:ind w:left="5812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="00CD73EB" w:rsidRPr="001E1C28">
        <w:rPr>
          <w:rFonts w:ascii="Times New Roman" w:hAnsi="Times New Roman" w:cs="Times New Roman"/>
          <w:color w:val="000000" w:themeColor="text1"/>
          <w:sz w:val="24"/>
          <w:szCs w:val="24"/>
        </w:rPr>
        <w:t>остановлением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D73EB" w:rsidRPr="001E1C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администрации </w:t>
      </w:r>
    </w:p>
    <w:p w:rsidR="008F122F" w:rsidRDefault="00CD73EB" w:rsidP="008F122F">
      <w:pPr>
        <w:pStyle w:val="ConsPlusNormal"/>
        <w:ind w:left="581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E1C28">
        <w:rPr>
          <w:rFonts w:ascii="Times New Roman" w:hAnsi="Times New Roman" w:cs="Times New Roman"/>
          <w:color w:val="000000" w:themeColor="text1"/>
          <w:sz w:val="24"/>
          <w:szCs w:val="24"/>
        </w:rPr>
        <w:t>города Искитима</w:t>
      </w:r>
      <w:r w:rsidR="008F12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E1C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Новосибирской </w:t>
      </w:r>
    </w:p>
    <w:p w:rsidR="00CD73EB" w:rsidRPr="001E1C28" w:rsidRDefault="00CD73EB" w:rsidP="008F122F">
      <w:pPr>
        <w:pStyle w:val="ConsPlusNormal"/>
        <w:ind w:left="581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E1C28">
        <w:rPr>
          <w:rFonts w:ascii="Times New Roman" w:hAnsi="Times New Roman" w:cs="Times New Roman"/>
          <w:color w:val="000000" w:themeColor="text1"/>
          <w:sz w:val="24"/>
          <w:szCs w:val="24"/>
        </w:rPr>
        <w:t>области</w:t>
      </w:r>
      <w:r w:rsidR="008F12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E1C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</w:t>
      </w:r>
      <w:r w:rsidR="008F12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25.10.2022 </w:t>
      </w:r>
      <w:r w:rsidRPr="001E1C28">
        <w:rPr>
          <w:rFonts w:ascii="Times New Roman" w:hAnsi="Times New Roman" w:cs="Times New Roman"/>
          <w:color w:val="000000" w:themeColor="text1"/>
          <w:sz w:val="24"/>
          <w:szCs w:val="24"/>
        </w:rPr>
        <w:t>№</w:t>
      </w:r>
      <w:r w:rsidR="008F12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1877</w:t>
      </w:r>
    </w:p>
    <w:p w:rsidR="00CD73EB" w:rsidRPr="008F122F" w:rsidRDefault="00CD73EB" w:rsidP="00CD73E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D73EB" w:rsidRPr="008F122F" w:rsidRDefault="00CD73EB" w:rsidP="008F122F">
      <w:pPr>
        <w:pStyle w:val="ConsPlusTitle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bookmarkStart w:id="1" w:name="P37"/>
      <w:bookmarkEnd w:id="1"/>
      <w:r w:rsidRPr="008F122F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МУНИЦИПАЛЬНАЯ ПРОГРАММА</w:t>
      </w:r>
    </w:p>
    <w:p w:rsidR="00CD73EB" w:rsidRPr="008F122F" w:rsidRDefault="00CD73EB" w:rsidP="008F122F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8F122F">
        <w:rPr>
          <w:color w:val="000000" w:themeColor="text1"/>
          <w:sz w:val="28"/>
          <w:szCs w:val="28"/>
        </w:rPr>
        <w:t>«Организация досуга, отдыха и оздоровления детей, а также иных категорий граждан на территории города Искитима Новосибирской области»</w:t>
      </w:r>
    </w:p>
    <w:p w:rsidR="002353BA" w:rsidRPr="008F122F" w:rsidRDefault="002353BA" w:rsidP="008F122F">
      <w:pPr>
        <w:jc w:val="center"/>
        <w:rPr>
          <w:color w:val="000000" w:themeColor="text1"/>
          <w:sz w:val="28"/>
          <w:szCs w:val="28"/>
        </w:rPr>
      </w:pPr>
    </w:p>
    <w:p w:rsidR="005C73BF" w:rsidRPr="008F122F" w:rsidRDefault="00605B87" w:rsidP="008F122F">
      <w:pPr>
        <w:pStyle w:val="ae"/>
        <w:numPr>
          <w:ilvl w:val="0"/>
          <w:numId w:val="5"/>
        </w:numPr>
        <w:autoSpaceDE w:val="0"/>
        <w:autoSpaceDN w:val="0"/>
        <w:adjustRightInd w:val="0"/>
        <w:ind w:left="0" w:firstLine="0"/>
        <w:jc w:val="center"/>
        <w:rPr>
          <w:color w:val="000000" w:themeColor="text1"/>
          <w:sz w:val="28"/>
          <w:szCs w:val="28"/>
        </w:rPr>
      </w:pPr>
      <w:r w:rsidRPr="008F122F">
        <w:rPr>
          <w:color w:val="000000" w:themeColor="text1"/>
          <w:sz w:val="28"/>
          <w:szCs w:val="28"/>
        </w:rPr>
        <w:t>П</w:t>
      </w:r>
      <w:r w:rsidR="00077815" w:rsidRPr="008F122F">
        <w:rPr>
          <w:color w:val="000000" w:themeColor="text1"/>
          <w:sz w:val="28"/>
          <w:szCs w:val="28"/>
        </w:rPr>
        <w:t>аспорт м</w:t>
      </w:r>
      <w:r w:rsidR="005C73BF" w:rsidRPr="008F122F">
        <w:rPr>
          <w:color w:val="000000" w:themeColor="text1"/>
          <w:sz w:val="28"/>
          <w:szCs w:val="28"/>
        </w:rPr>
        <w:t>униципальной программы</w:t>
      </w:r>
    </w:p>
    <w:p w:rsidR="00AB72CD" w:rsidRPr="008F122F" w:rsidRDefault="00DE421A" w:rsidP="008F122F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8F122F">
        <w:rPr>
          <w:color w:val="000000" w:themeColor="text1"/>
          <w:sz w:val="28"/>
          <w:szCs w:val="28"/>
        </w:rPr>
        <w:t>«</w:t>
      </w:r>
      <w:r w:rsidR="008C0356" w:rsidRPr="008F122F">
        <w:rPr>
          <w:color w:val="000000" w:themeColor="text1"/>
          <w:sz w:val="28"/>
          <w:szCs w:val="28"/>
        </w:rPr>
        <w:t>Организация досуга, отдыха и оздоровления детей, а также иных категорий граждан на территории города Искитима Новосибирской области</w:t>
      </w:r>
      <w:r w:rsidRPr="008F122F">
        <w:rPr>
          <w:color w:val="000000" w:themeColor="text1"/>
          <w:sz w:val="28"/>
          <w:szCs w:val="28"/>
        </w:rPr>
        <w:t>»</w:t>
      </w:r>
    </w:p>
    <w:p w:rsidR="00F56E04" w:rsidRPr="00AB72CD" w:rsidRDefault="00F56E04" w:rsidP="00CD73E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0774" w:type="dxa"/>
        <w:jc w:val="right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5954"/>
      </w:tblGrid>
      <w:tr w:rsidR="00A97570" w:rsidRPr="008F122F" w:rsidTr="008F122F">
        <w:trPr>
          <w:cantSplit/>
          <w:trHeight w:val="240"/>
          <w:jc w:val="right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4AAB" w:rsidRPr="008F122F" w:rsidRDefault="00A97570" w:rsidP="00C528E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Наименование разделов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4AAB" w:rsidRPr="008F122F" w:rsidRDefault="00A97570" w:rsidP="00C33B5B">
            <w:pPr>
              <w:rPr>
                <w:sz w:val="28"/>
                <w:szCs w:val="28"/>
              </w:rPr>
            </w:pPr>
            <w:r w:rsidRPr="008F122F">
              <w:rPr>
                <w:sz w:val="28"/>
                <w:szCs w:val="28"/>
              </w:rPr>
              <w:t>Краткое содержание</w:t>
            </w:r>
          </w:p>
        </w:tc>
      </w:tr>
      <w:tr w:rsidR="00B63F1A" w:rsidRPr="008F122F" w:rsidTr="008F122F">
        <w:trPr>
          <w:cantSplit/>
          <w:trHeight w:val="240"/>
          <w:jc w:val="right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3F1A" w:rsidRPr="008F122F" w:rsidRDefault="00B63F1A" w:rsidP="00F6417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3F1A" w:rsidRPr="008F122F" w:rsidRDefault="00B63F1A" w:rsidP="00F6417D">
            <w:pPr>
              <w:rPr>
                <w:color w:val="000000" w:themeColor="text1"/>
                <w:sz w:val="28"/>
                <w:szCs w:val="28"/>
              </w:rPr>
            </w:pPr>
            <w:r w:rsidRPr="008F122F">
              <w:rPr>
                <w:color w:val="000000" w:themeColor="text1"/>
                <w:sz w:val="28"/>
                <w:szCs w:val="28"/>
              </w:rPr>
              <w:t>«Организация досуга, отдыха и оздоровления детей, а также иных категорий граждан на территории города Искитима Новосибирской области»</w:t>
            </w:r>
          </w:p>
        </w:tc>
      </w:tr>
      <w:tr w:rsidR="00B63F1A" w:rsidRPr="008F122F" w:rsidTr="008F122F">
        <w:trPr>
          <w:cantSplit/>
          <w:trHeight w:val="240"/>
          <w:jc w:val="right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F1A" w:rsidRPr="008F122F" w:rsidRDefault="00B63F1A" w:rsidP="00874A2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Заказчик муниципальной программы                        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F1A" w:rsidRPr="008F122F" w:rsidRDefault="00B63F1A" w:rsidP="00874A2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Администрация города Искитима Новосибирской области</w:t>
            </w:r>
          </w:p>
        </w:tc>
      </w:tr>
      <w:tr w:rsidR="00B63F1A" w:rsidRPr="008F122F" w:rsidTr="008F122F">
        <w:trPr>
          <w:cantSplit/>
          <w:trHeight w:val="240"/>
          <w:jc w:val="right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F1A" w:rsidRPr="008F122F" w:rsidRDefault="00B63F1A" w:rsidP="001B4C9C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Разработчик муниципальной программы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F1A" w:rsidRPr="008F122F" w:rsidRDefault="00B63F1A" w:rsidP="00265F9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Муниципальное автономное учреждение «Центр отдыха и оздоровления «Лесная сказка» города Искитима Новосибирской области</w:t>
            </w:r>
          </w:p>
        </w:tc>
      </w:tr>
      <w:tr w:rsidR="00B63F1A" w:rsidRPr="008F122F" w:rsidTr="008F122F">
        <w:trPr>
          <w:cantSplit/>
          <w:trHeight w:val="240"/>
          <w:jc w:val="right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F1A" w:rsidRPr="008F122F" w:rsidRDefault="00B63F1A" w:rsidP="001B4C9C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Исполнители муниципальной программы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F1A" w:rsidRPr="008F122F" w:rsidRDefault="00B63F1A" w:rsidP="00265F97">
            <w:pPr>
              <w:pStyle w:val="ConsPlusNormal"/>
              <w:jc w:val="both"/>
              <w:rPr>
                <w:color w:val="000000" w:themeColor="text1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Муниципальное автономное учреждение «Центр отдыха и оздоровления «Лесная сказка» города Искитима Новосибирской области (далее - МАУ «</w:t>
            </w:r>
            <w:proofErr w:type="spellStart"/>
            <w:r w:rsidRPr="008F12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ЦОиО</w:t>
            </w:r>
            <w:proofErr w:type="spellEnd"/>
            <w:r w:rsidRPr="008F12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«Лесная сказка»), координатор муниципальной программы - отдел социально обслуживания администрации города Искитима Новосибирской области</w:t>
            </w:r>
          </w:p>
        </w:tc>
      </w:tr>
      <w:tr w:rsidR="00B63F1A" w:rsidRPr="008F122F" w:rsidTr="008F122F">
        <w:trPr>
          <w:cantSplit/>
          <w:trHeight w:val="240"/>
          <w:jc w:val="right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F1A" w:rsidRPr="008F122F" w:rsidRDefault="00B63F1A" w:rsidP="001B4C9C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Перечень подпрограмм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F1A" w:rsidRPr="008F122F" w:rsidRDefault="00B63F1A" w:rsidP="001B4C9C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Подпрограммы не выделяются</w:t>
            </w:r>
          </w:p>
        </w:tc>
      </w:tr>
      <w:tr w:rsidR="00B63F1A" w:rsidRPr="008F122F" w:rsidTr="008F122F">
        <w:trPr>
          <w:cantSplit/>
          <w:trHeight w:val="240"/>
          <w:jc w:val="right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F1A" w:rsidRPr="008F122F" w:rsidRDefault="00B63F1A" w:rsidP="0036129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 xml:space="preserve">Цель и задачи муниципальной программы 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C3C" w:rsidRPr="008F122F" w:rsidRDefault="00B63F1A" w:rsidP="0045554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 xml:space="preserve">Цель: </w:t>
            </w:r>
            <w:r w:rsidR="004F5C3C" w:rsidRPr="008F122F">
              <w:rPr>
                <w:rFonts w:ascii="Times New Roman" w:hAnsi="Times New Roman" w:cs="Times New Roman"/>
                <w:sz w:val="28"/>
                <w:szCs w:val="28"/>
              </w:rPr>
              <w:t>Создание оптимальных условий для обеспечения полноценного отдыха</w:t>
            </w:r>
            <w:r w:rsidR="00563951" w:rsidRPr="008F122F">
              <w:rPr>
                <w:rFonts w:ascii="Times New Roman" w:hAnsi="Times New Roman" w:cs="Times New Roman"/>
                <w:sz w:val="28"/>
                <w:szCs w:val="28"/>
              </w:rPr>
              <w:t xml:space="preserve"> и оздоровления</w:t>
            </w:r>
            <w:r w:rsidR="004E2D06" w:rsidRPr="008F122F">
              <w:rPr>
                <w:rFonts w:ascii="Times New Roman" w:hAnsi="Times New Roman" w:cs="Times New Roman"/>
                <w:sz w:val="28"/>
                <w:szCs w:val="28"/>
              </w:rPr>
              <w:t xml:space="preserve"> детей,</w:t>
            </w:r>
            <w:r w:rsidR="00C57AC8" w:rsidRPr="008F12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E2D06" w:rsidRPr="008F12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 также иных категорий граждан</w:t>
            </w:r>
          </w:p>
          <w:p w:rsidR="00B63F1A" w:rsidRPr="008F122F" w:rsidRDefault="00B63F1A" w:rsidP="00605B87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Задачи программы:</w:t>
            </w:r>
          </w:p>
          <w:p w:rsidR="00D36113" w:rsidRPr="008F122F" w:rsidRDefault="00EC25CF" w:rsidP="0045554D">
            <w:pPr>
              <w:pStyle w:val="ConsPlusCell"/>
              <w:widowControl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организации отдыха и оздоровления детей, в том числе </w:t>
            </w:r>
            <w:r w:rsidR="004834E7" w:rsidRPr="008F122F">
              <w:rPr>
                <w:rFonts w:ascii="Times New Roman" w:hAnsi="Times New Roman" w:cs="Times New Roman"/>
                <w:sz w:val="28"/>
                <w:szCs w:val="28"/>
              </w:rPr>
              <w:t xml:space="preserve">детей </w:t>
            </w: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находящихся в трудной жизненной ситуации</w:t>
            </w:r>
            <w:r w:rsidR="00563951" w:rsidRPr="008F122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36113" w:rsidRPr="008F122F" w:rsidRDefault="0045554D" w:rsidP="0045554D">
            <w:pPr>
              <w:pStyle w:val="ConsPlusCell"/>
              <w:widowControl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D36113" w:rsidRPr="008F122F">
              <w:rPr>
                <w:rFonts w:ascii="Times New Roman" w:hAnsi="Times New Roman" w:cs="Times New Roman"/>
                <w:sz w:val="28"/>
                <w:szCs w:val="28"/>
              </w:rPr>
              <w:t xml:space="preserve">рганизации </w:t>
            </w: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 xml:space="preserve">досуга и </w:t>
            </w:r>
            <w:r w:rsidR="00D36113" w:rsidRPr="008F122F">
              <w:rPr>
                <w:rFonts w:ascii="Times New Roman" w:hAnsi="Times New Roman" w:cs="Times New Roman"/>
                <w:sz w:val="28"/>
                <w:szCs w:val="28"/>
              </w:rPr>
              <w:t xml:space="preserve">отдыха для </w:t>
            </w:r>
            <w:r w:rsidRPr="008F12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иных категорий граждан</w:t>
            </w:r>
            <w:r w:rsidR="00D36113" w:rsidRPr="008F12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B63F1A" w:rsidRPr="008F122F" w:rsidRDefault="00B63F1A" w:rsidP="0045554D">
            <w:pPr>
              <w:pStyle w:val="ConsPlusCell"/>
              <w:widowControl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Сохранение и развитие материально-технической базы.</w:t>
            </w:r>
          </w:p>
        </w:tc>
      </w:tr>
      <w:tr w:rsidR="00B63F1A" w:rsidRPr="008F122F" w:rsidTr="008F122F">
        <w:trPr>
          <w:cantSplit/>
          <w:trHeight w:val="240"/>
          <w:jc w:val="right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F1A" w:rsidRPr="008F122F" w:rsidRDefault="00B63F1A" w:rsidP="00CC060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Целевые индикаторы и показатели муниципальной программы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F1A" w:rsidRPr="008F122F" w:rsidRDefault="00B63F1A" w:rsidP="002403BB">
            <w:pPr>
              <w:pStyle w:val="p17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8F122F">
              <w:rPr>
                <w:sz w:val="28"/>
                <w:szCs w:val="28"/>
              </w:rPr>
              <w:t xml:space="preserve">Количество детей, </w:t>
            </w:r>
            <w:r w:rsidR="0045554D" w:rsidRPr="008F122F">
              <w:rPr>
                <w:sz w:val="28"/>
                <w:szCs w:val="28"/>
              </w:rPr>
              <w:t xml:space="preserve">охваченных </w:t>
            </w:r>
            <w:r w:rsidRPr="008F122F">
              <w:rPr>
                <w:sz w:val="28"/>
                <w:szCs w:val="28"/>
              </w:rPr>
              <w:t>организованны</w:t>
            </w:r>
            <w:r w:rsidR="0045554D" w:rsidRPr="008F122F">
              <w:rPr>
                <w:sz w:val="28"/>
                <w:szCs w:val="28"/>
              </w:rPr>
              <w:t>ми</w:t>
            </w:r>
            <w:r w:rsidRPr="008F122F">
              <w:rPr>
                <w:sz w:val="28"/>
                <w:szCs w:val="28"/>
              </w:rPr>
              <w:t xml:space="preserve"> форм</w:t>
            </w:r>
            <w:r w:rsidR="0045554D" w:rsidRPr="008F122F">
              <w:rPr>
                <w:sz w:val="28"/>
                <w:szCs w:val="28"/>
              </w:rPr>
              <w:t>ами</w:t>
            </w:r>
            <w:r w:rsidRPr="008F122F">
              <w:rPr>
                <w:sz w:val="28"/>
                <w:szCs w:val="28"/>
              </w:rPr>
              <w:t xml:space="preserve"> отдыха и оздоровления в каникулярное время, чел.;</w:t>
            </w:r>
          </w:p>
          <w:p w:rsidR="00A9430E" w:rsidRPr="008F122F" w:rsidRDefault="00174562" w:rsidP="00182CE7">
            <w:pPr>
              <w:pStyle w:val="p17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8F122F">
              <w:rPr>
                <w:color w:val="000000"/>
                <w:sz w:val="28"/>
                <w:szCs w:val="28"/>
              </w:rPr>
              <w:t>Количество детей, находящихся в трудной жизненной</w:t>
            </w:r>
            <w:r w:rsidR="00C57AC8" w:rsidRPr="008F122F">
              <w:rPr>
                <w:color w:val="000000"/>
                <w:sz w:val="28"/>
                <w:szCs w:val="28"/>
              </w:rPr>
              <w:t xml:space="preserve"> </w:t>
            </w:r>
            <w:r w:rsidRPr="008F122F">
              <w:rPr>
                <w:color w:val="000000"/>
                <w:sz w:val="28"/>
                <w:szCs w:val="28"/>
              </w:rPr>
              <w:t>ситуации, охваченных организованными формами отдыха и оздоровления в каникулярное время, чел</w:t>
            </w:r>
            <w:r w:rsidR="00796BC1" w:rsidRPr="008F122F">
              <w:rPr>
                <w:color w:val="000000"/>
                <w:sz w:val="28"/>
                <w:szCs w:val="28"/>
              </w:rPr>
              <w:t>.;</w:t>
            </w:r>
          </w:p>
          <w:p w:rsidR="00B63F1A" w:rsidRPr="008F122F" w:rsidRDefault="00B63F1A" w:rsidP="002403BB">
            <w:pPr>
              <w:pStyle w:val="p17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8F122F">
              <w:rPr>
                <w:sz w:val="28"/>
                <w:szCs w:val="28"/>
              </w:rPr>
              <w:t>Количество взрослых граждан (старше 18), вовлеченных в организованные формы досуга, отдыха и оздоровления, чел.;</w:t>
            </w:r>
          </w:p>
          <w:p w:rsidR="00B63F1A" w:rsidRPr="008F122F" w:rsidRDefault="00B63F1A" w:rsidP="002403BB">
            <w:pPr>
              <w:pStyle w:val="p17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8F122F">
              <w:rPr>
                <w:sz w:val="28"/>
                <w:szCs w:val="28"/>
              </w:rPr>
              <w:t>Количество объектов МАУ «</w:t>
            </w:r>
            <w:proofErr w:type="spellStart"/>
            <w:r w:rsidRPr="008F122F">
              <w:rPr>
                <w:sz w:val="28"/>
                <w:szCs w:val="28"/>
              </w:rPr>
              <w:t>ЦОиО</w:t>
            </w:r>
            <w:proofErr w:type="spellEnd"/>
            <w:r w:rsidRPr="008F122F">
              <w:rPr>
                <w:sz w:val="28"/>
                <w:szCs w:val="28"/>
              </w:rPr>
              <w:t xml:space="preserve"> «Лесная сказка», в которых </w:t>
            </w:r>
            <w:proofErr w:type="gramStart"/>
            <w:r w:rsidRPr="008F122F">
              <w:rPr>
                <w:sz w:val="28"/>
                <w:szCs w:val="28"/>
              </w:rPr>
              <w:t>укреплена и модернизирована</w:t>
            </w:r>
            <w:proofErr w:type="gramEnd"/>
            <w:r w:rsidRPr="008F122F">
              <w:rPr>
                <w:sz w:val="28"/>
                <w:szCs w:val="28"/>
              </w:rPr>
              <w:t xml:space="preserve"> материально-техническая база, ед. в год.</w:t>
            </w:r>
          </w:p>
        </w:tc>
      </w:tr>
      <w:tr w:rsidR="00B63F1A" w:rsidRPr="008F122F" w:rsidTr="008F122F">
        <w:trPr>
          <w:cantSplit/>
          <w:trHeight w:val="240"/>
          <w:jc w:val="right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F1A" w:rsidRPr="008F122F" w:rsidRDefault="00B63F1A" w:rsidP="00874A2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Сроки и этапы реализации муниципальной программы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F1A" w:rsidRPr="008F122F" w:rsidRDefault="00B63F1A" w:rsidP="0091697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Реализация Программы рассчитана на период с 2023 по 2027 годы. Этапы Программы не выделяются</w:t>
            </w:r>
          </w:p>
        </w:tc>
      </w:tr>
      <w:tr w:rsidR="00B63F1A" w:rsidRPr="008F122F" w:rsidTr="008F122F">
        <w:trPr>
          <w:cantSplit/>
          <w:trHeight w:val="240"/>
          <w:jc w:val="right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F1A" w:rsidRPr="008F122F" w:rsidRDefault="00B63F1A" w:rsidP="00584FA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Ресурсное обеспечение муниципальной программы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F1A" w:rsidRPr="008F122F" w:rsidRDefault="00B63F1A" w:rsidP="00C47CE6">
            <w:pPr>
              <w:jc w:val="both"/>
              <w:rPr>
                <w:sz w:val="28"/>
                <w:szCs w:val="28"/>
              </w:rPr>
            </w:pPr>
            <w:r w:rsidRPr="008F122F">
              <w:rPr>
                <w:sz w:val="28"/>
                <w:szCs w:val="28"/>
              </w:rPr>
              <w:t xml:space="preserve">Общий объем финансирования мероприятий Программы на 2023-2027 годы составляет </w:t>
            </w:r>
            <w:r w:rsidR="00143F7D" w:rsidRPr="008F122F">
              <w:rPr>
                <w:sz w:val="28"/>
                <w:szCs w:val="28"/>
              </w:rPr>
              <w:t>70 300,00</w:t>
            </w:r>
            <w:r w:rsidRPr="008F122F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B63F1A" w:rsidRPr="008F122F" w:rsidRDefault="00B63F1A" w:rsidP="00C47CE6">
            <w:pPr>
              <w:widowControl w:val="0"/>
              <w:tabs>
                <w:tab w:val="left" w:pos="0"/>
                <w:tab w:val="left" w:pos="11199"/>
              </w:tabs>
              <w:adjustRightInd w:val="0"/>
              <w:ind w:hanging="70"/>
              <w:rPr>
                <w:sz w:val="28"/>
                <w:szCs w:val="28"/>
              </w:rPr>
            </w:pPr>
            <w:r w:rsidRPr="008F122F">
              <w:rPr>
                <w:sz w:val="28"/>
                <w:szCs w:val="28"/>
              </w:rPr>
              <w:t xml:space="preserve"> из местного бюджета:</w:t>
            </w:r>
          </w:p>
          <w:p w:rsidR="00B63F1A" w:rsidRPr="008F122F" w:rsidRDefault="00B63F1A" w:rsidP="00CD52B0">
            <w:pPr>
              <w:rPr>
                <w:sz w:val="28"/>
                <w:szCs w:val="28"/>
              </w:rPr>
            </w:pPr>
            <w:r w:rsidRPr="008F122F">
              <w:rPr>
                <w:sz w:val="28"/>
                <w:szCs w:val="28"/>
              </w:rPr>
              <w:t>2023 год – 1</w:t>
            </w:r>
            <w:r w:rsidR="00143F7D" w:rsidRPr="008F122F">
              <w:rPr>
                <w:sz w:val="28"/>
                <w:szCs w:val="28"/>
              </w:rPr>
              <w:t>7 260,0</w:t>
            </w:r>
            <w:r w:rsidRPr="008F122F">
              <w:rPr>
                <w:sz w:val="28"/>
                <w:szCs w:val="28"/>
              </w:rPr>
              <w:t>;</w:t>
            </w:r>
          </w:p>
          <w:p w:rsidR="00B63F1A" w:rsidRPr="008F122F" w:rsidRDefault="00B63F1A" w:rsidP="00CD52B0">
            <w:pPr>
              <w:rPr>
                <w:sz w:val="28"/>
                <w:szCs w:val="28"/>
              </w:rPr>
            </w:pPr>
            <w:r w:rsidRPr="008F122F">
              <w:rPr>
                <w:sz w:val="28"/>
                <w:szCs w:val="28"/>
              </w:rPr>
              <w:t xml:space="preserve">2024 год – </w:t>
            </w:r>
            <w:r w:rsidR="00EE6065" w:rsidRPr="008F122F">
              <w:rPr>
                <w:sz w:val="28"/>
                <w:szCs w:val="28"/>
              </w:rPr>
              <w:t>1</w:t>
            </w:r>
            <w:r w:rsidR="00143F7D" w:rsidRPr="008F122F">
              <w:rPr>
                <w:sz w:val="28"/>
                <w:szCs w:val="28"/>
              </w:rPr>
              <w:t>3 260,0</w:t>
            </w:r>
            <w:r w:rsidRPr="008F122F">
              <w:rPr>
                <w:sz w:val="28"/>
                <w:szCs w:val="28"/>
              </w:rPr>
              <w:t>;</w:t>
            </w:r>
          </w:p>
          <w:p w:rsidR="00B63F1A" w:rsidRPr="008F122F" w:rsidRDefault="00B63F1A" w:rsidP="00CD52B0">
            <w:pPr>
              <w:rPr>
                <w:sz w:val="28"/>
                <w:szCs w:val="28"/>
              </w:rPr>
            </w:pPr>
            <w:r w:rsidRPr="008F122F">
              <w:rPr>
                <w:sz w:val="28"/>
                <w:szCs w:val="28"/>
              </w:rPr>
              <w:t xml:space="preserve">2025 год – </w:t>
            </w:r>
            <w:r w:rsidR="00143F7D" w:rsidRPr="008F122F">
              <w:rPr>
                <w:sz w:val="28"/>
                <w:szCs w:val="28"/>
              </w:rPr>
              <w:t>13 260,0</w:t>
            </w:r>
            <w:r w:rsidRPr="008F122F">
              <w:rPr>
                <w:sz w:val="28"/>
                <w:szCs w:val="28"/>
              </w:rPr>
              <w:t>;</w:t>
            </w:r>
          </w:p>
          <w:p w:rsidR="00B63F1A" w:rsidRPr="008F122F" w:rsidRDefault="00B63F1A" w:rsidP="00CD52B0">
            <w:pPr>
              <w:rPr>
                <w:sz w:val="28"/>
                <w:szCs w:val="28"/>
              </w:rPr>
            </w:pPr>
            <w:r w:rsidRPr="008F122F">
              <w:rPr>
                <w:sz w:val="28"/>
                <w:szCs w:val="28"/>
              </w:rPr>
              <w:t xml:space="preserve">2026 год – </w:t>
            </w:r>
            <w:r w:rsidR="00143F7D" w:rsidRPr="008F122F">
              <w:rPr>
                <w:sz w:val="28"/>
                <w:szCs w:val="28"/>
              </w:rPr>
              <w:t>13 260,0</w:t>
            </w:r>
            <w:r w:rsidRPr="008F122F">
              <w:rPr>
                <w:sz w:val="28"/>
                <w:szCs w:val="28"/>
              </w:rPr>
              <w:t>;</w:t>
            </w:r>
          </w:p>
          <w:p w:rsidR="00B63F1A" w:rsidRPr="008F122F" w:rsidRDefault="00B63F1A" w:rsidP="005E7335">
            <w:pPr>
              <w:rPr>
                <w:sz w:val="28"/>
                <w:szCs w:val="28"/>
              </w:rPr>
            </w:pPr>
            <w:r w:rsidRPr="008F122F">
              <w:rPr>
                <w:sz w:val="28"/>
                <w:szCs w:val="28"/>
              </w:rPr>
              <w:t xml:space="preserve">2027 год – </w:t>
            </w:r>
            <w:r w:rsidR="00143F7D" w:rsidRPr="008F122F">
              <w:rPr>
                <w:sz w:val="28"/>
                <w:szCs w:val="28"/>
              </w:rPr>
              <w:t>13 260,0</w:t>
            </w:r>
            <w:r w:rsidRPr="008F122F">
              <w:rPr>
                <w:sz w:val="28"/>
                <w:szCs w:val="28"/>
              </w:rPr>
              <w:t>.</w:t>
            </w:r>
          </w:p>
          <w:p w:rsidR="00B63F1A" w:rsidRPr="008F122F" w:rsidRDefault="00B63F1A" w:rsidP="00C47CE6">
            <w:pPr>
              <w:jc w:val="both"/>
              <w:rPr>
                <w:sz w:val="28"/>
                <w:szCs w:val="28"/>
              </w:rPr>
            </w:pPr>
            <w:r w:rsidRPr="008F122F">
              <w:rPr>
                <w:sz w:val="28"/>
                <w:szCs w:val="28"/>
              </w:rPr>
              <w:t>Объемы финансирования подлежат ежегодному уточнению исходя из возможностей бюджета города Искитима Новосибирской области.</w:t>
            </w:r>
          </w:p>
          <w:p w:rsidR="00B63F1A" w:rsidRPr="008F122F" w:rsidRDefault="00B63F1A" w:rsidP="00C47CE6">
            <w:pPr>
              <w:widowControl w:val="0"/>
              <w:tabs>
                <w:tab w:val="left" w:pos="0"/>
                <w:tab w:val="left" w:pos="11199"/>
              </w:tabs>
              <w:adjustRightInd w:val="0"/>
              <w:jc w:val="both"/>
              <w:rPr>
                <w:sz w:val="28"/>
                <w:szCs w:val="28"/>
              </w:rPr>
            </w:pPr>
            <w:r w:rsidRPr="008F122F">
              <w:rPr>
                <w:sz w:val="28"/>
                <w:szCs w:val="28"/>
              </w:rPr>
              <w:t>из областного бюджета:</w:t>
            </w:r>
          </w:p>
          <w:p w:rsidR="00B63F1A" w:rsidRPr="008F122F" w:rsidRDefault="00B63F1A" w:rsidP="00C47CE6">
            <w:pPr>
              <w:widowControl w:val="0"/>
              <w:tabs>
                <w:tab w:val="left" w:pos="0"/>
                <w:tab w:val="left" w:pos="11199"/>
              </w:tabs>
              <w:adjustRightInd w:val="0"/>
              <w:jc w:val="both"/>
              <w:rPr>
                <w:sz w:val="28"/>
                <w:szCs w:val="28"/>
              </w:rPr>
            </w:pPr>
            <w:r w:rsidRPr="008F122F">
              <w:rPr>
                <w:sz w:val="28"/>
                <w:szCs w:val="28"/>
              </w:rPr>
              <w:t>2023 г. –  0,0 тыс. руб.;</w:t>
            </w:r>
          </w:p>
          <w:p w:rsidR="00B63F1A" w:rsidRPr="008F122F" w:rsidRDefault="00B63F1A" w:rsidP="00C47CE6">
            <w:pPr>
              <w:widowControl w:val="0"/>
              <w:tabs>
                <w:tab w:val="left" w:pos="0"/>
                <w:tab w:val="left" w:pos="11199"/>
              </w:tabs>
              <w:adjustRightInd w:val="0"/>
              <w:jc w:val="both"/>
              <w:rPr>
                <w:sz w:val="28"/>
                <w:szCs w:val="28"/>
              </w:rPr>
            </w:pPr>
            <w:r w:rsidRPr="008F122F">
              <w:rPr>
                <w:sz w:val="28"/>
                <w:szCs w:val="28"/>
              </w:rPr>
              <w:t>2024 г. –  0,0 тыс. руб.;</w:t>
            </w:r>
          </w:p>
          <w:p w:rsidR="00B63F1A" w:rsidRPr="008F122F" w:rsidRDefault="00B63F1A" w:rsidP="00C47CE6">
            <w:pPr>
              <w:widowControl w:val="0"/>
              <w:tabs>
                <w:tab w:val="left" w:pos="0"/>
                <w:tab w:val="left" w:pos="11199"/>
              </w:tabs>
              <w:adjustRightInd w:val="0"/>
              <w:jc w:val="both"/>
              <w:rPr>
                <w:sz w:val="28"/>
                <w:szCs w:val="28"/>
              </w:rPr>
            </w:pPr>
            <w:r w:rsidRPr="008F122F">
              <w:rPr>
                <w:sz w:val="28"/>
                <w:szCs w:val="28"/>
              </w:rPr>
              <w:t>2025 г. –  0,0 тыс. руб.;</w:t>
            </w:r>
          </w:p>
          <w:p w:rsidR="00B63F1A" w:rsidRPr="008F122F" w:rsidRDefault="00B63F1A" w:rsidP="00C47CE6">
            <w:pPr>
              <w:widowControl w:val="0"/>
              <w:tabs>
                <w:tab w:val="left" w:pos="0"/>
                <w:tab w:val="left" w:pos="11199"/>
              </w:tabs>
              <w:adjustRightInd w:val="0"/>
              <w:jc w:val="both"/>
              <w:rPr>
                <w:sz w:val="28"/>
                <w:szCs w:val="28"/>
              </w:rPr>
            </w:pPr>
            <w:r w:rsidRPr="008F122F">
              <w:rPr>
                <w:sz w:val="28"/>
                <w:szCs w:val="28"/>
              </w:rPr>
              <w:t xml:space="preserve">2026 г. –  0,0 тыс. руб.; </w:t>
            </w:r>
          </w:p>
          <w:p w:rsidR="00B63F1A" w:rsidRPr="008F122F" w:rsidRDefault="00B63F1A" w:rsidP="00C47CE6">
            <w:pPr>
              <w:widowControl w:val="0"/>
              <w:tabs>
                <w:tab w:val="left" w:pos="0"/>
                <w:tab w:val="left" w:pos="11199"/>
              </w:tabs>
              <w:adjustRightInd w:val="0"/>
              <w:jc w:val="both"/>
              <w:rPr>
                <w:sz w:val="28"/>
                <w:szCs w:val="28"/>
              </w:rPr>
            </w:pPr>
            <w:r w:rsidRPr="008F122F">
              <w:rPr>
                <w:sz w:val="28"/>
                <w:szCs w:val="28"/>
              </w:rPr>
              <w:t>2027 г. –  0,0 тыс. руб.</w:t>
            </w:r>
          </w:p>
          <w:p w:rsidR="00B63F1A" w:rsidRPr="008F122F" w:rsidRDefault="00B63F1A" w:rsidP="00BD542C">
            <w:pPr>
              <w:jc w:val="both"/>
              <w:rPr>
                <w:sz w:val="28"/>
                <w:szCs w:val="28"/>
              </w:rPr>
            </w:pPr>
            <w:r w:rsidRPr="008F122F">
              <w:rPr>
                <w:sz w:val="28"/>
                <w:szCs w:val="28"/>
              </w:rPr>
              <w:t xml:space="preserve">Ресурсное обеспечение муниципальной программы </w:t>
            </w:r>
            <w:proofErr w:type="gramStart"/>
            <w:r w:rsidRPr="008F122F">
              <w:rPr>
                <w:sz w:val="28"/>
                <w:szCs w:val="28"/>
              </w:rPr>
              <w:t>носит прогнозный характер и подлежит</w:t>
            </w:r>
            <w:proofErr w:type="gramEnd"/>
            <w:r w:rsidRPr="008F122F">
              <w:rPr>
                <w:sz w:val="28"/>
                <w:szCs w:val="28"/>
              </w:rPr>
              <w:t xml:space="preserve"> ежегодному уточнению при формировании проектов соответствующих бюджетов на очередной финансовый год и плановый период.</w:t>
            </w:r>
          </w:p>
        </w:tc>
      </w:tr>
      <w:tr w:rsidR="00B63F1A" w:rsidRPr="008F122F" w:rsidTr="008F122F">
        <w:trPr>
          <w:cantSplit/>
          <w:trHeight w:val="480"/>
          <w:jc w:val="right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F1A" w:rsidRPr="008F122F" w:rsidRDefault="00B63F1A" w:rsidP="0008081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 результаты реализации  </w:t>
            </w:r>
            <w:r w:rsidRPr="008F122F">
              <w:rPr>
                <w:rFonts w:ascii="Times New Roman" w:hAnsi="Times New Roman" w:cs="Times New Roman"/>
                <w:sz w:val="28"/>
                <w:szCs w:val="28"/>
              </w:rPr>
              <w:br/>
              <w:t>муниципальной программы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F1A" w:rsidRPr="008F122F" w:rsidRDefault="00E50B95" w:rsidP="002403BB">
            <w:pPr>
              <w:pStyle w:val="p17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ind w:left="72" w:firstLine="0"/>
              <w:jc w:val="both"/>
              <w:rPr>
                <w:sz w:val="28"/>
                <w:szCs w:val="28"/>
              </w:rPr>
            </w:pPr>
            <w:r w:rsidRPr="008F122F">
              <w:rPr>
                <w:sz w:val="28"/>
                <w:szCs w:val="28"/>
              </w:rPr>
              <w:t>Сохранение</w:t>
            </w:r>
            <w:r w:rsidR="00C57AC8" w:rsidRPr="008F122F">
              <w:rPr>
                <w:sz w:val="28"/>
                <w:szCs w:val="28"/>
              </w:rPr>
              <w:t xml:space="preserve"> </w:t>
            </w:r>
            <w:r w:rsidRPr="008F122F">
              <w:rPr>
                <w:sz w:val="28"/>
                <w:szCs w:val="28"/>
              </w:rPr>
              <w:t>к</w:t>
            </w:r>
            <w:r w:rsidR="00B63F1A" w:rsidRPr="008F122F">
              <w:rPr>
                <w:sz w:val="28"/>
                <w:szCs w:val="28"/>
              </w:rPr>
              <w:t>оличеств</w:t>
            </w:r>
            <w:r w:rsidRPr="008F122F">
              <w:rPr>
                <w:sz w:val="28"/>
                <w:szCs w:val="28"/>
              </w:rPr>
              <w:t>а</w:t>
            </w:r>
            <w:r w:rsidR="00B63F1A" w:rsidRPr="008F122F">
              <w:rPr>
                <w:sz w:val="28"/>
                <w:szCs w:val="28"/>
              </w:rPr>
              <w:t xml:space="preserve"> детей, вовлеченных в организованные формы досуга, отдыха и оздоровления в каникулярное время, не менее </w:t>
            </w:r>
            <w:r w:rsidRPr="008F122F">
              <w:rPr>
                <w:sz w:val="28"/>
                <w:szCs w:val="28"/>
              </w:rPr>
              <w:t>3</w:t>
            </w:r>
            <w:r w:rsidR="00F67183" w:rsidRPr="008F122F">
              <w:rPr>
                <w:sz w:val="28"/>
                <w:szCs w:val="28"/>
              </w:rPr>
              <w:t>0</w:t>
            </w:r>
            <w:r w:rsidR="00B63F1A" w:rsidRPr="008F122F">
              <w:rPr>
                <w:sz w:val="28"/>
                <w:szCs w:val="28"/>
              </w:rPr>
              <w:t>0 человек в год;</w:t>
            </w:r>
          </w:p>
          <w:p w:rsidR="00E50B95" w:rsidRPr="008F122F" w:rsidRDefault="00E50B95" w:rsidP="002403BB">
            <w:pPr>
              <w:pStyle w:val="p17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ind w:left="72" w:firstLine="0"/>
              <w:jc w:val="both"/>
              <w:rPr>
                <w:sz w:val="28"/>
                <w:szCs w:val="28"/>
              </w:rPr>
            </w:pPr>
            <w:r w:rsidRPr="008F122F">
              <w:rPr>
                <w:sz w:val="28"/>
                <w:szCs w:val="28"/>
              </w:rPr>
              <w:t>Сохранение количества детей</w:t>
            </w:r>
            <w:r w:rsidR="00137D07" w:rsidRPr="008F122F">
              <w:rPr>
                <w:sz w:val="28"/>
                <w:szCs w:val="28"/>
              </w:rPr>
              <w:t>,</w:t>
            </w:r>
            <w:r w:rsidRPr="008F122F">
              <w:rPr>
                <w:sz w:val="28"/>
                <w:szCs w:val="28"/>
              </w:rPr>
              <w:t xml:space="preserve"> находящихся в трудной жизненной ситуации</w:t>
            </w:r>
            <w:r w:rsidR="00137D07" w:rsidRPr="008F122F">
              <w:rPr>
                <w:sz w:val="28"/>
                <w:szCs w:val="28"/>
              </w:rPr>
              <w:t>,</w:t>
            </w:r>
            <w:r w:rsidRPr="008F122F">
              <w:rPr>
                <w:sz w:val="28"/>
                <w:szCs w:val="28"/>
              </w:rPr>
              <w:t xml:space="preserve"> вовлеченных в организованные формы досуга, отдыха и оздоровления не менее 300 человек в год;  </w:t>
            </w:r>
          </w:p>
          <w:p w:rsidR="00B63F1A" w:rsidRPr="008F122F" w:rsidRDefault="00E50B95" w:rsidP="002403BB">
            <w:pPr>
              <w:pStyle w:val="p17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ind w:left="72" w:firstLine="0"/>
              <w:jc w:val="both"/>
              <w:rPr>
                <w:sz w:val="28"/>
                <w:szCs w:val="28"/>
              </w:rPr>
            </w:pPr>
            <w:r w:rsidRPr="008F122F">
              <w:rPr>
                <w:sz w:val="28"/>
                <w:szCs w:val="28"/>
              </w:rPr>
              <w:t>Увеличение к</w:t>
            </w:r>
            <w:r w:rsidR="00B63F1A" w:rsidRPr="008F122F">
              <w:rPr>
                <w:sz w:val="28"/>
                <w:szCs w:val="28"/>
              </w:rPr>
              <w:t>оличеств</w:t>
            </w:r>
            <w:r w:rsidRPr="008F122F">
              <w:rPr>
                <w:sz w:val="28"/>
                <w:szCs w:val="28"/>
              </w:rPr>
              <w:t>а</w:t>
            </w:r>
            <w:r w:rsidR="00B63F1A" w:rsidRPr="008F122F">
              <w:rPr>
                <w:sz w:val="28"/>
                <w:szCs w:val="28"/>
              </w:rPr>
              <w:t xml:space="preserve"> граждан (старше 18)</w:t>
            </w:r>
            <w:r w:rsidRPr="008F122F">
              <w:rPr>
                <w:sz w:val="28"/>
                <w:szCs w:val="28"/>
              </w:rPr>
              <w:t>иной категории</w:t>
            </w:r>
            <w:r w:rsidR="00B63F1A" w:rsidRPr="008F122F">
              <w:rPr>
                <w:sz w:val="28"/>
                <w:szCs w:val="28"/>
              </w:rPr>
              <w:t>, вовлеченных в организо</w:t>
            </w:r>
            <w:r w:rsidRPr="008F122F">
              <w:rPr>
                <w:sz w:val="28"/>
                <w:szCs w:val="28"/>
              </w:rPr>
              <w:t>ванные формы досуга, отдыха, не менее</w:t>
            </w:r>
            <w:r w:rsidR="00B63F1A" w:rsidRPr="008F122F">
              <w:rPr>
                <w:sz w:val="28"/>
                <w:szCs w:val="28"/>
              </w:rPr>
              <w:t xml:space="preserve"> 500 чел.</w:t>
            </w:r>
            <w:r w:rsidRPr="008F122F">
              <w:rPr>
                <w:sz w:val="28"/>
                <w:szCs w:val="28"/>
              </w:rPr>
              <w:t xml:space="preserve"> к 2027 году</w:t>
            </w:r>
            <w:r w:rsidR="00B63F1A" w:rsidRPr="008F122F">
              <w:rPr>
                <w:sz w:val="28"/>
                <w:szCs w:val="28"/>
              </w:rPr>
              <w:t>;</w:t>
            </w:r>
          </w:p>
          <w:p w:rsidR="00B63F1A" w:rsidRPr="008F122F" w:rsidRDefault="00B63F1A" w:rsidP="002403BB">
            <w:pPr>
              <w:pStyle w:val="p12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ind w:left="72" w:firstLine="0"/>
              <w:jc w:val="both"/>
              <w:rPr>
                <w:sz w:val="28"/>
                <w:szCs w:val="28"/>
              </w:rPr>
            </w:pPr>
            <w:r w:rsidRPr="008F122F">
              <w:rPr>
                <w:sz w:val="28"/>
                <w:szCs w:val="28"/>
              </w:rPr>
              <w:t>Количество объектов МАУ «</w:t>
            </w:r>
            <w:proofErr w:type="spellStart"/>
            <w:r w:rsidRPr="008F122F">
              <w:rPr>
                <w:sz w:val="28"/>
                <w:szCs w:val="28"/>
              </w:rPr>
              <w:t>ЦОиО</w:t>
            </w:r>
            <w:proofErr w:type="spellEnd"/>
            <w:r w:rsidRPr="008F122F">
              <w:rPr>
                <w:sz w:val="28"/>
                <w:szCs w:val="28"/>
              </w:rPr>
              <w:t xml:space="preserve"> «Лесная сказка», в которых </w:t>
            </w:r>
            <w:proofErr w:type="gramStart"/>
            <w:r w:rsidRPr="008F122F">
              <w:rPr>
                <w:sz w:val="28"/>
                <w:szCs w:val="28"/>
              </w:rPr>
              <w:t>укреплена и модернизирована</w:t>
            </w:r>
            <w:proofErr w:type="gramEnd"/>
            <w:r w:rsidRPr="008F122F">
              <w:rPr>
                <w:sz w:val="28"/>
                <w:szCs w:val="28"/>
              </w:rPr>
              <w:t xml:space="preserve"> материально-техническая база, не менее 1 ед. в год.</w:t>
            </w:r>
          </w:p>
        </w:tc>
      </w:tr>
      <w:tr w:rsidR="00B63F1A" w:rsidRPr="008F122F" w:rsidTr="008F122F">
        <w:trPr>
          <w:cantSplit/>
          <w:trHeight w:val="480"/>
          <w:jc w:val="right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F1A" w:rsidRPr="008F122F" w:rsidRDefault="00B63F1A" w:rsidP="00874A2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Электронный адрес размещения муниципальной программы в сети Интернет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F1A" w:rsidRPr="008F122F" w:rsidRDefault="00B63F1A" w:rsidP="00F843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Официальный сайт администрации города Искитима Новосибирской области</w:t>
            </w:r>
          </w:p>
          <w:p w:rsidR="00B63F1A" w:rsidRPr="008F122F" w:rsidRDefault="00B63F1A" w:rsidP="00F8439A">
            <w:pPr>
              <w:pStyle w:val="p12"/>
              <w:shd w:val="clear" w:color="auto" w:fill="FFFFFF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8F122F">
              <w:rPr>
                <w:sz w:val="28"/>
                <w:szCs w:val="28"/>
              </w:rPr>
              <w:t>https://iskitim.nso.ru/page/35800</w:t>
            </w:r>
          </w:p>
        </w:tc>
      </w:tr>
    </w:tbl>
    <w:p w:rsidR="00BD7BCA" w:rsidRPr="00636798" w:rsidRDefault="00BD7BCA" w:rsidP="00BD7BCA">
      <w:pPr>
        <w:pStyle w:val="1"/>
        <w:rPr>
          <w:b w:val="0"/>
          <w:szCs w:val="24"/>
        </w:rPr>
      </w:pPr>
    </w:p>
    <w:p w:rsidR="006D0D0A" w:rsidRPr="008F122F" w:rsidRDefault="006D0D0A" w:rsidP="006D0D0A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8F122F">
        <w:rPr>
          <w:rFonts w:ascii="Times New Roman" w:hAnsi="Times New Roman" w:cs="Times New Roman"/>
          <w:b w:val="0"/>
          <w:sz w:val="28"/>
          <w:szCs w:val="28"/>
        </w:rPr>
        <w:t>2. Обоснование необходимости разработки</w:t>
      </w:r>
    </w:p>
    <w:p w:rsidR="006D0D0A" w:rsidRPr="008F122F" w:rsidRDefault="006D0D0A" w:rsidP="006D0D0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F122F">
        <w:rPr>
          <w:rFonts w:ascii="Times New Roman" w:hAnsi="Times New Roman" w:cs="Times New Roman"/>
          <w:b w:val="0"/>
          <w:sz w:val="28"/>
          <w:szCs w:val="28"/>
        </w:rPr>
        <w:t>муниципальной программы</w:t>
      </w:r>
    </w:p>
    <w:p w:rsidR="006D0D0A" w:rsidRPr="006D0D0A" w:rsidRDefault="006D0D0A" w:rsidP="002C0535">
      <w:pPr>
        <w:rPr>
          <w:sz w:val="24"/>
          <w:szCs w:val="24"/>
        </w:rPr>
      </w:pPr>
    </w:p>
    <w:p w:rsidR="006D0D0A" w:rsidRPr="008F122F" w:rsidRDefault="006D0D0A" w:rsidP="002C0535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F122F">
        <w:rPr>
          <w:rFonts w:ascii="Times New Roman" w:hAnsi="Times New Roman" w:cs="Times New Roman"/>
          <w:sz w:val="28"/>
          <w:szCs w:val="28"/>
        </w:rPr>
        <w:t xml:space="preserve">Муниципальная программа разработана в соответствии с Федеральным </w:t>
      </w:r>
      <w:hyperlink r:id="rId9">
        <w:r w:rsidRPr="008F122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F122F">
        <w:rPr>
          <w:rFonts w:ascii="Times New Roman" w:hAnsi="Times New Roman" w:cs="Times New Roman"/>
          <w:sz w:val="28"/>
          <w:szCs w:val="28"/>
        </w:rPr>
        <w:t xml:space="preserve"> от 24.07.1998 </w:t>
      </w:r>
      <w:r w:rsidR="00F75DEF" w:rsidRPr="008F122F">
        <w:rPr>
          <w:rFonts w:ascii="Times New Roman" w:hAnsi="Times New Roman" w:cs="Times New Roman"/>
          <w:sz w:val="28"/>
          <w:szCs w:val="28"/>
        </w:rPr>
        <w:t>№</w:t>
      </w:r>
      <w:r w:rsidRPr="008F122F">
        <w:rPr>
          <w:rFonts w:ascii="Times New Roman" w:hAnsi="Times New Roman" w:cs="Times New Roman"/>
          <w:sz w:val="28"/>
          <w:szCs w:val="28"/>
        </w:rPr>
        <w:t xml:space="preserve"> 124-ФЗ </w:t>
      </w:r>
      <w:r w:rsidR="00F75DEF" w:rsidRPr="008F122F">
        <w:rPr>
          <w:rFonts w:ascii="Times New Roman" w:hAnsi="Times New Roman" w:cs="Times New Roman"/>
          <w:sz w:val="28"/>
          <w:szCs w:val="28"/>
        </w:rPr>
        <w:t>«</w:t>
      </w:r>
      <w:r w:rsidRPr="008F122F">
        <w:rPr>
          <w:rFonts w:ascii="Times New Roman" w:hAnsi="Times New Roman" w:cs="Times New Roman"/>
          <w:sz w:val="28"/>
          <w:szCs w:val="28"/>
        </w:rPr>
        <w:t>Об основных гарантиях прав ребенка в Российской Федерации</w:t>
      </w:r>
      <w:r w:rsidR="00047007" w:rsidRPr="008F122F">
        <w:rPr>
          <w:rFonts w:ascii="Times New Roman" w:hAnsi="Times New Roman" w:cs="Times New Roman"/>
          <w:sz w:val="28"/>
          <w:szCs w:val="28"/>
        </w:rPr>
        <w:t>»</w:t>
      </w:r>
      <w:r w:rsidRPr="008F122F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>
        <w:r w:rsidRPr="008F122F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8F122F">
        <w:rPr>
          <w:rFonts w:ascii="Times New Roman" w:hAnsi="Times New Roman" w:cs="Times New Roman"/>
          <w:sz w:val="28"/>
          <w:szCs w:val="28"/>
        </w:rPr>
        <w:t xml:space="preserve"> Правительства Новосибирской области от </w:t>
      </w:r>
      <w:r w:rsidR="00047007" w:rsidRPr="008F122F">
        <w:rPr>
          <w:rFonts w:ascii="Times New Roman" w:hAnsi="Times New Roman" w:cs="Times New Roman"/>
          <w:sz w:val="28"/>
          <w:szCs w:val="28"/>
        </w:rPr>
        <w:t>28.03.2017 № 123-п «</w:t>
      </w:r>
      <w:r w:rsidRPr="008F122F">
        <w:rPr>
          <w:rFonts w:ascii="Times New Roman" w:hAnsi="Times New Roman" w:cs="Times New Roman"/>
          <w:sz w:val="28"/>
          <w:szCs w:val="28"/>
        </w:rPr>
        <w:t>Об организации и обеспечении отдыха и оздоровления детей на территории Новосибирской области</w:t>
      </w:r>
      <w:r w:rsidR="00047007" w:rsidRPr="008F122F">
        <w:rPr>
          <w:rFonts w:ascii="Times New Roman" w:hAnsi="Times New Roman" w:cs="Times New Roman"/>
          <w:sz w:val="28"/>
          <w:szCs w:val="28"/>
        </w:rPr>
        <w:t>.</w:t>
      </w:r>
    </w:p>
    <w:p w:rsidR="006D0D0A" w:rsidRPr="008F122F" w:rsidRDefault="006D0D0A" w:rsidP="002C05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122F">
        <w:rPr>
          <w:rFonts w:ascii="Times New Roman" w:hAnsi="Times New Roman" w:cs="Times New Roman"/>
          <w:sz w:val="28"/>
          <w:szCs w:val="28"/>
        </w:rPr>
        <w:t xml:space="preserve">МАУ </w:t>
      </w:r>
      <w:r w:rsidR="00E951F8" w:rsidRPr="008F122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E951F8" w:rsidRPr="008F122F">
        <w:rPr>
          <w:rFonts w:ascii="Times New Roman" w:hAnsi="Times New Roman" w:cs="Times New Roman"/>
          <w:sz w:val="28"/>
          <w:szCs w:val="28"/>
        </w:rPr>
        <w:t>ЦОиО</w:t>
      </w:r>
      <w:proofErr w:type="spellEnd"/>
      <w:r w:rsidR="00E951F8" w:rsidRPr="008F122F">
        <w:rPr>
          <w:rFonts w:ascii="Times New Roman" w:hAnsi="Times New Roman" w:cs="Times New Roman"/>
          <w:sz w:val="28"/>
          <w:szCs w:val="28"/>
        </w:rPr>
        <w:t xml:space="preserve"> «</w:t>
      </w:r>
      <w:r w:rsidRPr="008F122F">
        <w:rPr>
          <w:rFonts w:ascii="Times New Roman" w:hAnsi="Times New Roman" w:cs="Times New Roman"/>
          <w:sz w:val="28"/>
          <w:szCs w:val="28"/>
        </w:rPr>
        <w:t>Лесная сказка</w:t>
      </w:r>
      <w:r w:rsidR="00E951F8" w:rsidRPr="008F122F">
        <w:rPr>
          <w:rFonts w:ascii="Times New Roman" w:hAnsi="Times New Roman" w:cs="Times New Roman"/>
          <w:sz w:val="28"/>
          <w:szCs w:val="28"/>
        </w:rPr>
        <w:t>»</w:t>
      </w:r>
      <w:r w:rsidRPr="008F122F">
        <w:rPr>
          <w:rFonts w:ascii="Times New Roman" w:hAnsi="Times New Roman" w:cs="Times New Roman"/>
          <w:sz w:val="28"/>
          <w:szCs w:val="28"/>
        </w:rPr>
        <w:t xml:space="preserve"> (далее - учреждение) предназначено для организации дифференцированного досуга, отдыха и оздоровления детей, а также иной категории граждан, к данной категории относятся люди, достигшие возраста 18 лет и до пенсионного возраста. </w:t>
      </w:r>
      <w:r w:rsidR="00C27C97" w:rsidRPr="008F122F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В каникулярное время учреждение организует досуг и оздоровление детей,  4 сезона по 150 человек.</w:t>
      </w:r>
      <w:r w:rsidR="00C57AC8" w:rsidRPr="008F122F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</w:t>
      </w:r>
      <w:r w:rsidRPr="008F122F">
        <w:rPr>
          <w:rFonts w:ascii="Times New Roman" w:hAnsi="Times New Roman" w:cs="Times New Roman"/>
          <w:sz w:val="28"/>
          <w:szCs w:val="28"/>
        </w:rPr>
        <w:t>В 20</w:t>
      </w:r>
      <w:r w:rsidR="00E41290" w:rsidRPr="008F122F">
        <w:rPr>
          <w:rFonts w:ascii="Times New Roman" w:hAnsi="Times New Roman" w:cs="Times New Roman"/>
          <w:sz w:val="28"/>
          <w:szCs w:val="28"/>
        </w:rPr>
        <w:t>22</w:t>
      </w:r>
      <w:r w:rsidRPr="008F122F">
        <w:rPr>
          <w:rFonts w:ascii="Times New Roman" w:hAnsi="Times New Roman" w:cs="Times New Roman"/>
          <w:sz w:val="28"/>
          <w:szCs w:val="28"/>
        </w:rPr>
        <w:t xml:space="preserve"> году количество граждан, охваченных услугами оздоровления, составило </w:t>
      </w:r>
      <w:r w:rsidR="00FF251E" w:rsidRPr="008F122F">
        <w:rPr>
          <w:rFonts w:ascii="Times New Roman" w:hAnsi="Times New Roman" w:cs="Times New Roman"/>
          <w:sz w:val="28"/>
          <w:szCs w:val="28"/>
        </w:rPr>
        <w:t>62</w:t>
      </w:r>
      <w:r w:rsidR="00E951F8" w:rsidRPr="008F122F">
        <w:rPr>
          <w:rFonts w:ascii="Times New Roman" w:hAnsi="Times New Roman" w:cs="Times New Roman"/>
          <w:sz w:val="28"/>
          <w:szCs w:val="28"/>
        </w:rPr>
        <w:t>8</w:t>
      </w:r>
      <w:r w:rsidR="00B2302D" w:rsidRPr="008F122F">
        <w:rPr>
          <w:rFonts w:ascii="Times New Roman" w:hAnsi="Times New Roman" w:cs="Times New Roman"/>
          <w:sz w:val="28"/>
          <w:szCs w:val="28"/>
        </w:rPr>
        <w:t>ч</w:t>
      </w:r>
      <w:r w:rsidRPr="008F122F">
        <w:rPr>
          <w:rFonts w:ascii="Times New Roman" w:hAnsi="Times New Roman" w:cs="Times New Roman"/>
          <w:sz w:val="28"/>
          <w:szCs w:val="28"/>
        </w:rPr>
        <w:t xml:space="preserve">ел. (каникулярное время </w:t>
      </w:r>
      <w:r w:rsidR="00796BC1" w:rsidRPr="008F122F">
        <w:rPr>
          <w:rFonts w:ascii="Times New Roman" w:hAnsi="Times New Roman" w:cs="Times New Roman"/>
          <w:sz w:val="28"/>
          <w:szCs w:val="28"/>
        </w:rPr>
        <w:t>–</w:t>
      </w:r>
      <w:r w:rsidR="00012546" w:rsidRPr="008F122F">
        <w:rPr>
          <w:rFonts w:ascii="Times New Roman" w:hAnsi="Times New Roman" w:cs="Times New Roman"/>
          <w:sz w:val="28"/>
          <w:szCs w:val="28"/>
        </w:rPr>
        <w:t>22</w:t>
      </w:r>
      <w:r w:rsidR="00C076EC" w:rsidRPr="008F122F">
        <w:rPr>
          <w:rFonts w:ascii="Times New Roman" w:hAnsi="Times New Roman" w:cs="Times New Roman"/>
          <w:sz w:val="28"/>
          <w:szCs w:val="28"/>
        </w:rPr>
        <w:t>8</w:t>
      </w:r>
      <w:r w:rsidR="00640B50" w:rsidRPr="008F122F">
        <w:rPr>
          <w:rFonts w:ascii="Times New Roman" w:hAnsi="Times New Roman" w:cs="Times New Roman"/>
          <w:sz w:val="28"/>
          <w:szCs w:val="28"/>
        </w:rPr>
        <w:t>детей</w:t>
      </w:r>
      <w:r w:rsidRPr="008F122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8F122F">
        <w:rPr>
          <w:rFonts w:ascii="Times New Roman" w:hAnsi="Times New Roman" w:cs="Times New Roman"/>
          <w:sz w:val="28"/>
          <w:szCs w:val="28"/>
        </w:rPr>
        <w:t>неканикулярное</w:t>
      </w:r>
      <w:proofErr w:type="spellEnd"/>
      <w:r w:rsidR="00C57AC8" w:rsidRPr="008F122F">
        <w:rPr>
          <w:rFonts w:ascii="Times New Roman" w:hAnsi="Times New Roman" w:cs="Times New Roman"/>
          <w:sz w:val="28"/>
          <w:szCs w:val="28"/>
        </w:rPr>
        <w:t xml:space="preserve"> </w:t>
      </w:r>
      <w:r w:rsidR="00640B50" w:rsidRPr="008F122F">
        <w:rPr>
          <w:rFonts w:ascii="Times New Roman" w:hAnsi="Times New Roman" w:cs="Times New Roman"/>
          <w:sz w:val="28"/>
          <w:szCs w:val="28"/>
        </w:rPr>
        <w:t>–</w:t>
      </w:r>
      <w:r w:rsidR="00C57AC8" w:rsidRPr="008F122F">
        <w:rPr>
          <w:rFonts w:ascii="Times New Roman" w:hAnsi="Times New Roman" w:cs="Times New Roman"/>
          <w:sz w:val="28"/>
          <w:szCs w:val="28"/>
        </w:rPr>
        <w:t xml:space="preserve"> </w:t>
      </w:r>
      <w:r w:rsidR="00FF251E" w:rsidRPr="008F122F">
        <w:rPr>
          <w:rFonts w:ascii="Times New Roman" w:hAnsi="Times New Roman" w:cs="Times New Roman"/>
          <w:sz w:val="28"/>
          <w:szCs w:val="28"/>
        </w:rPr>
        <w:t>400</w:t>
      </w:r>
      <w:r w:rsidR="00C57AC8" w:rsidRPr="008F122F">
        <w:rPr>
          <w:rFonts w:ascii="Times New Roman" w:hAnsi="Times New Roman" w:cs="Times New Roman"/>
          <w:sz w:val="28"/>
          <w:szCs w:val="28"/>
        </w:rPr>
        <w:t xml:space="preserve"> </w:t>
      </w:r>
      <w:r w:rsidR="00640B50" w:rsidRPr="008F122F">
        <w:rPr>
          <w:rFonts w:ascii="Times New Roman" w:hAnsi="Times New Roman" w:cs="Times New Roman"/>
          <w:sz w:val="28"/>
          <w:szCs w:val="28"/>
        </w:rPr>
        <w:t>иная категория граждан)</w:t>
      </w:r>
      <w:r w:rsidRPr="008F122F">
        <w:rPr>
          <w:rFonts w:ascii="Times New Roman" w:hAnsi="Times New Roman" w:cs="Times New Roman"/>
          <w:sz w:val="28"/>
          <w:szCs w:val="28"/>
        </w:rPr>
        <w:t xml:space="preserve">. Из них </w:t>
      </w:r>
      <w:r w:rsidR="00E41290" w:rsidRPr="008F122F">
        <w:rPr>
          <w:rFonts w:ascii="Times New Roman" w:hAnsi="Times New Roman" w:cs="Times New Roman"/>
          <w:sz w:val="28"/>
          <w:szCs w:val="28"/>
        </w:rPr>
        <w:t>77</w:t>
      </w:r>
      <w:r w:rsidRPr="008F122F">
        <w:rPr>
          <w:rFonts w:ascii="Times New Roman" w:hAnsi="Times New Roman" w:cs="Times New Roman"/>
          <w:sz w:val="28"/>
          <w:szCs w:val="28"/>
        </w:rPr>
        <w:t xml:space="preserve"> человек - это дети, находящиеся в трудной жизненной ситуации.</w:t>
      </w:r>
      <w:r w:rsidR="00C57AC8" w:rsidRPr="008F122F">
        <w:rPr>
          <w:rFonts w:ascii="Times New Roman" w:hAnsi="Times New Roman" w:cs="Times New Roman"/>
          <w:sz w:val="28"/>
          <w:szCs w:val="28"/>
        </w:rPr>
        <w:t xml:space="preserve"> </w:t>
      </w:r>
      <w:r w:rsidR="00796BC1" w:rsidRPr="008F122F">
        <w:rPr>
          <w:rFonts w:ascii="Times New Roman" w:hAnsi="Times New Roman" w:cs="Times New Roman"/>
          <w:sz w:val="28"/>
          <w:szCs w:val="28"/>
        </w:rPr>
        <w:t>В</w:t>
      </w:r>
      <w:r w:rsidR="00DB0091" w:rsidRPr="008F122F">
        <w:rPr>
          <w:rFonts w:ascii="Times New Roman" w:hAnsi="Times New Roman" w:cs="Times New Roman"/>
          <w:sz w:val="28"/>
          <w:szCs w:val="28"/>
        </w:rPr>
        <w:t xml:space="preserve"> 2022 год</w:t>
      </w:r>
      <w:r w:rsidR="00796BC1" w:rsidRPr="008F122F">
        <w:rPr>
          <w:rFonts w:ascii="Times New Roman" w:hAnsi="Times New Roman" w:cs="Times New Roman"/>
          <w:sz w:val="28"/>
          <w:szCs w:val="28"/>
        </w:rPr>
        <w:t>у</w:t>
      </w:r>
      <w:r w:rsidR="00DB0091" w:rsidRPr="008F122F">
        <w:rPr>
          <w:rFonts w:ascii="Times New Roman" w:hAnsi="Times New Roman" w:cs="Times New Roman"/>
          <w:sz w:val="28"/>
          <w:szCs w:val="28"/>
        </w:rPr>
        <w:t xml:space="preserve"> учреждение не </w:t>
      </w:r>
      <w:r w:rsidR="00796BC1" w:rsidRPr="008F122F">
        <w:rPr>
          <w:rFonts w:ascii="Times New Roman" w:hAnsi="Times New Roman" w:cs="Times New Roman"/>
          <w:sz w:val="28"/>
          <w:szCs w:val="28"/>
        </w:rPr>
        <w:t xml:space="preserve">в полном </w:t>
      </w:r>
      <w:r w:rsidR="003922E8" w:rsidRPr="008F122F">
        <w:rPr>
          <w:rFonts w:ascii="Times New Roman" w:hAnsi="Times New Roman" w:cs="Times New Roman"/>
          <w:sz w:val="28"/>
          <w:szCs w:val="28"/>
        </w:rPr>
        <w:t xml:space="preserve">объеме обеспечило отдых и оздоровление детей и граждан, </w:t>
      </w:r>
      <w:r w:rsidR="00796BC1" w:rsidRPr="008F122F">
        <w:rPr>
          <w:rFonts w:ascii="Times New Roman" w:hAnsi="Times New Roman" w:cs="Times New Roman"/>
          <w:sz w:val="28"/>
          <w:szCs w:val="28"/>
        </w:rPr>
        <w:t xml:space="preserve">в связи с проведением капитального ремонта работ наружных сетей </w:t>
      </w:r>
      <w:proofErr w:type="gramStart"/>
      <w:r w:rsidR="00796BC1" w:rsidRPr="008F122F">
        <w:rPr>
          <w:rFonts w:ascii="Times New Roman" w:hAnsi="Times New Roman" w:cs="Times New Roman"/>
          <w:sz w:val="28"/>
          <w:szCs w:val="28"/>
        </w:rPr>
        <w:t>тепло</w:t>
      </w:r>
      <w:r w:rsidR="00F71D2C" w:rsidRPr="008F122F">
        <w:rPr>
          <w:rFonts w:ascii="Times New Roman" w:hAnsi="Times New Roman" w:cs="Times New Roman"/>
          <w:sz w:val="28"/>
          <w:szCs w:val="28"/>
        </w:rPr>
        <w:t>-</w:t>
      </w:r>
      <w:r w:rsidR="00796BC1" w:rsidRPr="008F122F">
        <w:rPr>
          <w:rFonts w:ascii="Times New Roman" w:hAnsi="Times New Roman" w:cs="Times New Roman"/>
          <w:sz w:val="28"/>
          <w:szCs w:val="28"/>
        </w:rPr>
        <w:t>водоснабжения</w:t>
      </w:r>
      <w:proofErr w:type="gramEnd"/>
      <w:r w:rsidR="00137D07" w:rsidRPr="008F122F">
        <w:rPr>
          <w:rFonts w:ascii="Times New Roman" w:hAnsi="Times New Roman" w:cs="Times New Roman"/>
          <w:sz w:val="28"/>
          <w:szCs w:val="28"/>
        </w:rPr>
        <w:t>.</w:t>
      </w:r>
    </w:p>
    <w:p w:rsidR="006D0D0A" w:rsidRPr="008F122F" w:rsidRDefault="006D0D0A" w:rsidP="002C05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122F">
        <w:rPr>
          <w:rFonts w:ascii="Times New Roman" w:hAnsi="Times New Roman" w:cs="Times New Roman"/>
          <w:sz w:val="28"/>
          <w:szCs w:val="28"/>
        </w:rPr>
        <w:t xml:space="preserve">Работа в учреждении </w:t>
      </w:r>
      <w:proofErr w:type="gramStart"/>
      <w:r w:rsidRPr="008F122F">
        <w:rPr>
          <w:rFonts w:ascii="Times New Roman" w:hAnsi="Times New Roman" w:cs="Times New Roman"/>
          <w:sz w:val="28"/>
          <w:szCs w:val="28"/>
        </w:rPr>
        <w:t>ведется на основании программ и охватывает</w:t>
      </w:r>
      <w:proofErr w:type="gramEnd"/>
      <w:r w:rsidRPr="008F122F">
        <w:rPr>
          <w:rFonts w:ascii="Times New Roman" w:hAnsi="Times New Roman" w:cs="Times New Roman"/>
          <w:sz w:val="28"/>
          <w:szCs w:val="28"/>
        </w:rPr>
        <w:t xml:space="preserve"> широкий круг мероприятий, проводимых на протяжении </w:t>
      </w:r>
      <w:r w:rsidR="002426C8" w:rsidRPr="008F122F">
        <w:rPr>
          <w:rFonts w:ascii="Times New Roman" w:hAnsi="Times New Roman" w:cs="Times New Roman"/>
          <w:sz w:val="28"/>
          <w:szCs w:val="28"/>
        </w:rPr>
        <w:t>о</w:t>
      </w:r>
      <w:r w:rsidRPr="008F122F">
        <w:rPr>
          <w:rFonts w:ascii="Times New Roman" w:hAnsi="Times New Roman" w:cs="Times New Roman"/>
          <w:sz w:val="28"/>
          <w:szCs w:val="28"/>
        </w:rPr>
        <w:t xml:space="preserve">здоровительных сезонов. Каждый год оздоровительный лагерь укомплектовывается квалифицированными кадрами. Учреждение имеет большой опыт работы с детьми, в том числе детьми, находящимися в трудной жизненной ситуации, а также иными категориями граждан, получающими услуги по отдыху и оздоровлению. </w:t>
      </w:r>
      <w:r w:rsidR="002426C8" w:rsidRPr="008F122F">
        <w:rPr>
          <w:rFonts w:ascii="Times New Roman" w:hAnsi="Times New Roman" w:cs="Times New Roman"/>
          <w:sz w:val="28"/>
          <w:szCs w:val="28"/>
        </w:rPr>
        <w:t xml:space="preserve">За период </w:t>
      </w:r>
      <w:r w:rsidR="002426C8" w:rsidRPr="008F122F">
        <w:rPr>
          <w:rFonts w:ascii="Times New Roman" w:hAnsi="Times New Roman" w:cs="Times New Roman"/>
          <w:sz w:val="28"/>
          <w:szCs w:val="28"/>
        </w:rPr>
        <w:lastRenderedPageBreak/>
        <w:t>функционирования в МАУ «</w:t>
      </w:r>
      <w:proofErr w:type="spellStart"/>
      <w:r w:rsidR="002426C8" w:rsidRPr="008F122F">
        <w:rPr>
          <w:rFonts w:ascii="Times New Roman" w:hAnsi="Times New Roman" w:cs="Times New Roman"/>
          <w:sz w:val="28"/>
          <w:szCs w:val="28"/>
        </w:rPr>
        <w:t>ЦОиО</w:t>
      </w:r>
      <w:proofErr w:type="spellEnd"/>
      <w:r w:rsidR="002426C8" w:rsidRPr="008F122F">
        <w:rPr>
          <w:rFonts w:ascii="Times New Roman" w:hAnsi="Times New Roman" w:cs="Times New Roman"/>
          <w:sz w:val="28"/>
          <w:szCs w:val="28"/>
        </w:rPr>
        <w:t xml:space="preserve"> «</w:t>
      </w:r>
      <w:r w:rsidRPr="008F122F">
        <w:rPr>
          <w:rFonts w:ascii="Times New Roman" w:hAnsi="Times New Roman" w:cs="Times New Roman"/>
          <w:sz w:val="28"/>
          <w:szCs w:val="28"/>
        </w:rPr>
        <w:t>Лесная сказка</w:t>
      </w:r>
      <w:r w:rsidR="002426C8" w:rsidRPr="008F122F">
        <w:rPr>
          <w:rFonts w:ascii="Times New Roman" w:hAnsi="Times New Roman" w:cs="Times New Roman"/>
          <w:sz w:val="28"/>
          <w:szCs w:val="28"/>
        </w:rPr>
        <w:t>»</w:t>
      </w:r>
      <w:r w:rsidRPr="008F122F">
        <w:rPr>
          <w:rFonts w:ascii="Times New Roman" w:hAnsi="Times New Roman" w:cs="Times New Roman"/>
          <w:sz w:val="28"/>
          <w:szCs w:val="28"/>
        </w:rPr>
        <w:t xml:space="preserve"> успешно проводятся детские летние оздоровительные кампании, в которых уже сформировались свои традиционные направления деятельности, такие как: культурно-досуговое, спортивное, эстетическое, декоративно-прикладное, оздоровительное, игровое, социально-трудовое.</w:t>
      </w:r>
    </w:p>
    <w:p w:rsidR="002426C8" w:rsidRPr="008F122F" w:rsidRDefault="006D0D0A" w:rsidP="004E377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F122F">
        <w:rPr>
          <w:rFonts w:ascii="Times New Roman" w:hAnsi="Times New Roman" w:cs="Times New Roman"/>
          <w:sz w:val="28"/>
          <w:szCs w:val="28"/>
        </w:rPr>
        <w:t>Вместе с тем пол</w:t>
      </w:r>
      <w:r w:rsidR="0045228D" w:rsidRPr="008F122F">
        <w:rPr>
          <w:rFonts w:ascii="Times New Roman" w:hAnsi="Times New Roman" w:cs="Times New Roman"/>
          <w:sz w:val="28"/>
          <w:szCs w:val="28"/>
        </w:rPr>
        <w:t xml:space="preserve">ноценный отдых и оздоровление </w:t>
      </w:r>
      <w:r w:rsidRPr="008F122F">
        <w:rPr>
          <w:rFonts w:ascii="Times New Roman" w:hAnsi="Times New Roman" w:cs="Times New Roman"/>
          <w:sz w:val="28"/>
          <w:szCs w:val="28"/>
        </w:rPr>
        <w:t xml:space="preserve">возможны </w:t>
      </w:r>
      <w:r w:rsidR="0045228D" w:rsidRPr="008F122F">
        <w:rPr>
          <w:rFonts w:ascii="Times New Roman" w:hAnsi="Times New Roman" w:cs="Times New Roman"/>
          <w:sz w:val="28"/>
          <w:szCs w:val="28"/>
        </w:rPr>
        <w:t>при</w:t>
      </w:r>
      <w:r w:rsidRPr="008F122F">
        <w:rPr>
          <w:rFonts w:ascii="Times New Roman" w:hAnsi="Times New Roman" w:cs="Times New Roman"/>
          <w:sz w:val="28"/>
          <w:szCs w:val="28"/>
        </w:rPr>
        <w:t xml:space="preserve"> качественной подготовк</w:t>
      </w:r>
      <w:r w:rsidR="0045228D" w:rsidRPr="008F122F">
        <w:rPr>
          <w:rFonts w:ascii="Times New Roman" w:hAnsi="Times New Roman" w:cs="Times New Roman"/>
          <w:sz w:val="28"/>
          <w:szCs w:val="28"/>
        </w:rPr>
        <w:t>е</w:t>
      </w:r>
      <w:r w:rsidRPr="008F122F">
        <w:rPr>
          <w:rFonts w:ascii="Times New Roman" w:hAnsi="Times New Roman" w:cs="Times New Roman"/>
          <w:sz w:val="28"/>
          <w:szCs w:val="28"/>
        </w:rPr>
        <w:t xml:space="preserve"> и содержани</w:t>
      </w:r>
      <w:r w:rsidR="0045228D" w:rsidRPr="008F122F">
        <w:rPr>
          <w:rFonts w:ascii="Times New Roman" w:hAnsi="Times New Roman" w:cs="Times New Roman"/>
          <w:sz w:val="28"/>
          <w:szCs w:val="28"/>
        </w:rPr>
        <w:t>и</w:t>
      </w:r>
      <w:r w:rsidRPr="008F122F">
        <w:rPr>
          <w:rFonts w:ascii="Times New Roman" w:hAnsi="Times New Roman" w:cs="Times New Roman"/>
          <w:sz w:val="28"/>
          <w:szCs w:val="28"/>
        </w:rPr>
        <w:t xml:space="preserve"> материально-технической базы учреждения. </w:t>
      </w:r>
      <w:r w:rsidR="002426C8" w:rsidRPr="008F122F">
        <w:rPr>
          <w:rFonts w:ascii="Times New Roman" w:hAnsi="Times New Roman" w:cs="Times New Roman"/>
          <w:sz w:val="28"/>
          <w:szCs w:val="28"/>
        </w:rPr>
        <w:t>С 2018 -</w:t>
      </w:r>
      <w:r w:rsidR="0045228D" w:rsidRPr="008F122F">
        <w:rPr>
          <w:rFonts w:ascii="Times New Roman" w:hAnsi="Times New Roman" w:cs="Times New Roman"/>
          <w:sz w:val="28"/>
          <w:szCs w:val="28"/>
        </w:rPr>
        <w:t xml:space="preserve"> 2022 год в учреждении осуществл</w:t>
      </w:r>
      <w:r w:rsidR="002426C8" w:rsidRPr="008F122F">
        <w:rPr>
          <w:rFonts w:ascii="Times New Roman" w:hAnsi="Times New Roman" w:cs="Times New Roman"/>
          <w:sz w:val="28"/>
          <w:szCs w:val="28"/>
        </w:rPr>
        <w:t>ен</w:t>
      </w:r>
      <w:r w:rsidR="00C57AC8" w:rsidRPr="008F122F">
        <w:rPr>
          <w:rFonts w:ascii="Times New Roman" w:hAnsi="Times New Roman" w:cs="Times New Roman"/>
          <w:sz w:val="28"/>
          <w:szCs w:val="28"/>
        </w:rPr>
        <w:t xml:space="preserve"> </w:t>
      </w:r>
      <w:r w:rsidRPr="008F122F">
        <w:rPr>
          <w:rFonts w:ascii="Times New Roman" w:hAnsi="Times New Roman" w:cs="Times New Roman"/>
          <w:sz w:val="28"/>
          <w:szCs w:val="28"/>
        </w:rPr>
        <w:t>косметический ремонт корпусов, произв</w:t>
      </w:r>
      <w:r w:rsidR="002426C8" w:rsidRPr="008F122F">
        <w:rPr>
          <w:rFonts w:ascii="Times New Roman" w:hAnsi="Times New Roman" w:cs="Times New Roman"/>
          <w:sz w:val="28"/>
          <w:szCs w:val="28"/>
        </w:rPr>
        <w:t>еден</w:t>
      </w:r>
      <w:r w:rsidRPr="008F122F">
        <w:rPr>
          <w:rFonts w:ascii="Times New Roman" w:hAnsi="Times New Roman" w:cs="Times New Roman"/>
          <w:sz w:val="28"/>
          <w:szCs w:val="28"/>
        </w:rPr>
        <w:t xml:space="preserve"> капитальный ремонт столовой.</w:t>
      </w:r>
      <w:r w:rsidR="007F5069" w:rsidRPr="008F122F">
        <w:rPr>
          <w:rFonts w:ascii="Times New Roman" w:hAnsi="Times New Roman" w:cs="Times New Roman"/>
          <w:sz w:val="28"/>
          <w:szCs w:val="28"/>
        </w:rPr>
        <w:t xml:space="preserve"> Во втором полугодии 2022 года </w:t>
      </w:r>
      <w:r w:rsidR="00F63DBF" w:rsidRPr="008F122F">
        <w:rPr>
          <w:rFonts w:ascii="Times New Roman" w:hAnsi="Times New Roman" w:cs="Times New Roman"/>
          <w:sz w:val="28"/>
          <w:szCs w:val="28"/>
        </w:rPr>
        <w:t xml:space="preserve">проведен </w:t>
      </w:r>
      <w:r w:rsidR="007F5069" w:rsidRPr="008F122F">
        <w:rPr>
          <w:rFonts w:ascii="Times New Roman" w:hAnsi="Times New Roman" w:cs="Times New Roman"/>
          <w:sz w:val="28"/>
          <w:szCs w:val="28"/>
        </w:rPr>
        <w:t xml:space="preserve">капитальный ремонт наружных сетей </w:t>
      </w:r>
      <w:r w:rsidR="00A66191" w:rsidRPr="008F122F">
        <w:rPr>
          <w:rFonts w:ascii="Times New Roman" w:hAnsi="Times New Roman" w:cs="Times New Roman"/>
          <w:sz w:val="28"/>
          <w:szCs w:val="28"/>
        </w:rPr>
        <w:t>тепло водоснабжения</w:t>
      </w:r>
      <w:r w:rsidR="007F5069" w:rsidRPr="008F122F">
        <w:rPr>
          <w:rFonts w:ascii="Times New Roman" w:hAnsi="Times New Roman" w:cs="Times New Roman"/>
          <w:sz w:val="28"/>
          <w:szCs w:val="28"/>
        </w:rPr>
        <w:t>.</w:t>
      </w:r>
    </w:p>
    <w:p w:rsidR="002426C8" w:rsidRPr="008F122F" w:rsidRDefault="00A66191" w:rsidP="004E377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F122F">
        <w:rPr>
          <w:rFonts w:ascii="Times New Roman" w:hAnsi="Times New Roman" w:cs="Times New Roman"/>
          <w:sz w:val="28"/>
          <w:szCs w:val="28"/>
        </w:rPr>
        <w:t>Н</w:t>
      </w:r>
      <w:r w:rsidR="002426C8" w:rsidRPr="008F122F">
        <w:rPr>
          <w:rFonts w:ascii="Times New Roman" w:hAnsi="Times New Roman" w:cs="Times New Roman"/>
          <w:sz w:val="28"/>
          <w:szCs w:val="28"/>
        </w:rPr>
        <w:t>а обновление</w:t>
      </w:r>
      <w:r w:rsidRPr="008F122F">
        <w:rPr>
          <w:rFonts w:ascii="Times New Roman" w:hAnsi="Times New Roman" w:cs="Times New Roman"/>
          <w:sz w:val="28"/>
          <w:szCs w:val="28"/>
        </w:rPr>
        <w:t>, сохранение, модернизацию, развитие материально-технической базы, а также на создание условий для эффективной организации отдыха и оздоровления в соответствии с современными требованиями противопожарной и санитарно-эпидемиологической безопасности учреждения выделенных денежных средств</w:t>
      </w:r>
      <w:r w:rsidR="00C57AC8" w:rsidRPr="008F122F">
        <w:rPr>
          <w:rFonts w:ascii="Times New Roman" w:hAnsi="Times New Roman" w:cs="Times New Roman"/>
          <w:sz w:val="28"/>
          <w:szCs w:val="28"/>
        </w:rPr>
        <w:t xml:space="preserve"> </w:t>
      </w:r>
      <w:r w:rsidRPr="008F122F">
        <w:rPr>
          <w:rFonts w:ascii="Times New Roman" w:hAnsi="Times New Roman" w:cs="Times New Roman"/>
          <w:sz w:val="28"/>
          <w:szCs w:val="28"/>
        </w:rPr>
        <w:t>недостаточно.</w:t>
      </w:r>
    </w:p>
    <w:p w:rsidR="006D0D0A" w:rsidRPr="008F122F" w:rsidRDefault="006D0D0A" w:rsidP="004E377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F122F">
        <w:rPr>
          <w:rFonts w:ascii="Times New Roman" w:hAnsi="Times New Roman" w:cs="Times New Roman"/>
          <w:sz w:val="28"/>
          <w:szCs w:val="28"/>
        </w:rPr>
        <w:t>Дисбаланс между требованиями надзорных органов</w:t>
      </w:r>
      <w:r w:rsidR="0045228D" w:rsidRPr="008F122F">
        <w:rPr>
          <w:rFonts w:ascii="Times New Roman" w:hAnsi="Times New Roman" w:cs="Times New Roman"/>
          <w:sz w:val="28"/>
          <w:szCs w:val="28"/>
        </w:rPr>
        <w:t>,</w:t>
      </w:r>
      <w:r w:rsidRPr="008F122F">
        <w:rPr>
          <w:rFonts w:ascii="Times New Roman" w:hAnsi="Times New Roman" w:cs="Times New Roman"/>
          <w:sz w:val="28"/>
          <w:szCs w:val="28"/>
        </w:rPr>
        <w:t xml:space="preserve"> техническими и финансовыми возможностями их исполнения (</w:t>
      </w:r>
      <w:r w:rsidR="0045228D" w:rsidRPr="008F122F">
        <w:rPr>
          <w:rFonts w:ascii="Times New Roman" w:hAnsi="Times New Roman" w:cs="Times New Roman"/>
          <w:sz w:val="28"/>
          <w:szCs w:val="28"/>
        </w:rPr>
        <w:t>изношенное</w:t>
      </w:r>
      <w:r w:rsidRPr="008F122F">
        <w:rPr>
          <w:rFonts w:ascii="Times New Roman" w:hAnsi="Times New Roman" w:cs="Times New Roman"/>
          <w:sz w:val="28"/>
          <w:szCs w:val="28"/>
        </w:rPr>
        <w:t xml:space="preserve"> оборудование, здания, мебель и возрастающие </w:t>
      </w:r>
      <w:r w:rsidR="0045228D" w:rsidRPr="008F122F">
        <w:rPr>
          <w:rFonts w:ascii="Times New Roman" w:hAnsi="Times New Roman" w:cs="Times New Roman"/>
          <w:sz w:val="28"/>
          <w:szCs w:val="28"/>
        </w:rPr>
        <w:t xml:space="preserve">новые </w:t>
      </w:r>
      <w:r w:rsidRPr="008F122F">
        <w:rPr>
          <w:rFonts w:ascii="Times New Roman" w:hAnsi="Times New Roman" w:cs="Times New Roman"/>
          <w:sz w:val="28"/>
          <w:szCs w:val="28"/>
        </w:rPr>
        <w:t>требования к технологическому оборудованию, зданиям) приводит к техническому и моральному износу большей части материально-технической базы учреждения.</w:t>
      </w:r>
    </w:p>
    <w:p w:rsidR="006D0D0A" w:rsidRPr="008F122F" w:rsidRDefault="006D0D0A" w:rsidP="002C05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F122F">
        <w:rPr>
          <w:rFonts w:ascii="Times New Roman" w:hAnsi="Times New Roman" w:cs="Times New Roman"/>
          <w:sz w:val="28"/>
          <w:szCs w:val="28"/>
        </w:rPr>
        <w:t xml:space="preserve">Материально-техническая база учреждения требует улучшения как с точки зрения обеспечения безопасности объектов, так и создания </w:t>
      </w:r>
      <w:r w:rsidR="00D92297" w:rsidRPr="008F122F">
        <w:rPr>
          <w:rFonts w:ascii="Times New Roman" w:hAnsi="Times New Roman" w:cs="Times New Roman"/>
          <w:sz w:val="28"/>
          <w:szCs w:val="28"/>
        </w:rPr>
        <w:t>необходимым</w:t>
      </w:r>
      <w:r w:rsidRPr="008F122F">
        <w:rPr>
          <w:rFonts w:ascii="Times New Roman" w:hAnsi="Times New Roman" w:cs="Times New Roman"/>
          <w:sz w:val="28"/>
          <w:szCs w:val="28"/>
        </w:rPr>
        <w:t xml:space="preserve"> современным требованиям бытовых и санитарно-гигиенических условий, условий для занятий спортом, интересного досуга и развлечений детей, а также иных категорий граждан. Организация процесса развития учреждения в рамках Программы будет способствовать повышению эффективности дифференцированного досуга, отдыха и оздоровления детей, а также иных категорий граждан, повышению эффективности функционирования </w:t>
      </w:r>
      <w:proofErr w:type="spellStart"/>
      <w:r w:rsidRPr="008F122F">
        <w:rPr>
          <w:rFonts w:ascii="Times New Roman" w:hAnsi="Times New Roman" w:cs="Times New Roman"/>
          <w:sz w:val="28"/>
          <w:szCs w:val="28"/>
        </w:rPr>
        <w:t>ЦОиО</w:t>
      </w:r>
      <w:proofErr w:type="gramStart"/>
      <w:r w:rsidR="00D96C86" w:rsidRPr="008F122F">
        <w:rPr>
          <w:rFonts w:ascii="Times New Roman" w:hAnsi="Times New Roman" w:cs="Times New Roman"/>
          <w:sz w:val="28"/>
          <w:szCs w:val="28"/>
        </w:rPr>
        <w:t>«</w:t>
      </w:r>
      <w:r w:rsidRPr="008F122F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8F122F">
        <w:rPr>
          <w:rFonts w:ascii="Times New Roman" w:hAnsi="Times New Roman" w:cs="Times New Roman"/>
          <w:sz w:val="28"/>
          <w:szCs w:val="28"/>
        </w:rPr>
        <w:t>есная</w:t>
      </w:r>
      <w:proofErr w:type="spellEnd"/>
      <w:r w:rsidRPr="008F122F">
        <w:rPr>
          <w:rFonts w:ascii="Times New Roman" w:hAnsi="Times New Roman" w:cs="Times New Roman"/>
          <w:sz w:val="28"/>
          <w:szCs w:val="28"/>
        </w:rPr>
        <w:t xml:space="preserve"> сказка</w:t>
      </w:r>
      <w:r w:rsidR="00D96C86" w:rsidRPr="008F122F">
        <w:rPr>
          <w:rFonts w:ascii="Times New Roman" w:hAnsi="Times New Roman" w:cs="Times New Roman"/>
          <w:sz w:val="28"/>
          <w:szCs w:val="28"/>
        </w:rPr>
        <w:t>»</w:t>
      </w:r>
      <w:r w:rsidRPr="008F122F">
        <w:rPr>
          <w:rFonts w:ascii="Times New Roman" w:hAnsi="Times New Roman" w:cs="Times New Roman"/>
          <w:sz w:val="28"/>
          <w:szCs w:val="28"/>
        </w:rPr>
        <w:t>.</w:t>
      </w:r>
    </w:p>
    <w:p w:rsidR="006D0D0A" w:rsidRPr="008F122F" w:rsidRDefault="006D0D0A" w:rsidP="002C05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122F">
        <w:rPr>
          <w:rFonts w:ascii="Times New Roman" w:hAnsi="Times New Roman" w:cs="Times New Roman"/>
          <w:sz w:val="28"/>
          <w:szCs w:val="28"/>
        </w:rPr>
        <w:t xml:space="preserve">Главным результатом реализации Программы станет </w:t>
      </w:r>
      <w:r w:rsidR="00555788" w:rsidRPr="008F122F">
        <w:rPr>
          <w:rFonts w:ascii="Times New Roman" w:hAnsi="Times New Roman" w:cs="Times New Roman"/>
          <w:sz w:val="28"/>
          <w:szCs w:val="28"/>
        </w:rPr>
        <w:t xml:space="preserve">создание оптимальных условий для обеспечения полноценного отдыха и оздоровления детей, </w:t>
      </w:r>
      <w:r w:rsidR="00555788" w:rsidRPr="008F122F">
        <w:rPr>
          <w:rFonts w:ascii="Times New Roman" w:hAnsi="Times New Roman" w:cs="Times New Roman"/>
          <w:color w:val="000000" w:themeColor="text1"/>
          <w:sz w:val="28"/>
          <w:szCs w:val="28"/>
        </w:rPr>
        <w:t>а также иных категорий граждан</w:t>
      </w:r>
      <w:r w:rsidR="00DB0091" w:rsidRPr="008F122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C57AC8" w:rsidRPr="008F12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F122F">
        <w:rPr>
          <w:rFonts w:ascii="Times New Roman" w:hAnsi="Times New Roman" w:cs="Times New Roman"/>
          <w:sz w:val="28"/>
          <w:szCs w:val="28"/>
        </w:rPr>
        <w:t>усиление социальной защищенности детей, находящихся в трудной жизненной ситуации.</w:t>
      </w:r>
    </w:p>
    <w:p w:rsidR="006D0D0A" w:rsidRPr="008F122F" w:rsidRDefault="006D0D0A" w:rsidP="006D0D0A">
      <w:pPr>
        <w:rPr>
          <w:sz w:val="28"/>
          <w:szCs w:val="28"/>
        </w:rPr>
      </w:pPr>
    </w:p>
    <w:p w:rsidR="006D0D0A" w:rsidRPr="008F122F" w:rsidRDefault="006D0D0A" w:rsidP="006D0D0A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8F122F">
        <w:rPr>
          <w:rFonts w:ascii="Times New Roman" w:hAnsi="Times New Roman" w:cs="Times New Roman"/>
          <w:b w:val="0"/>
          <w:sz w:val="28"/>
          <w:szCs w:val="28"/>
        </w:rPr>
        <w:t>3. Цели и задачи, важнейшие целевые</w:t>
      </w:r>
    </w:p>
    <w:p w:rsidR="006D0D0A" w:rsidRPr="008F122F" w:rsidRDefault="006D0D0A" w:rsidP="006D0D0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F122F">
        <w:rPr>
          <w:rFonts w:ascii="Times New Roman" w:hAnsi="Times New Roman" w:cs="Times New Roman"/>
          <w:b w:val="0"/>
          <w:sz w:val="28"/>
          <w:szCs w:val="28"/>
        </w:rPr>
        <w:t>индикаторы муниципальной программы</w:t>
      </w:r>
    </w:p>
    <w:p w:rsidR="00C0391A" w:rsidRPr="00F75DEF" w:rsidRDefault="00C0391A" w:rsidP="009721B3">
      <w:pPr>
        <w:ind w:firstLine="567"/>
        <w:jc w:val="both"/>
        <w:rPr>
          <w:sz w:val="24"/>
          <w:szCs w:val="24"/>
        </w:rPr>
      </w:pPr>
    </w:p>
    <w:p w:rsidR="00DB0091" w:rsidRPr="008F122F" w:rsidRDefault="006D0D0A" w:rsidP="008F122F">
      <w:pPr>
        <w:pStyle w:val="ConsPlusCell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122F">
        <w:rPr>
          <w:rFonts w:ascii="Times New Roman" w:hAnsi="Times New Roman" w:cs="Times New Roman"/>
          <w:sz w:val="28"/>
          <w:szCs w:val="28"/>
        </w:rPr>
        <w:t>Цель:</w:t>
      </w:r>
      <w:r w:rsidR="00C57AC8" w:rsidRPr="008F122F">
        <w:rPr>
          <w:rFonts w:ascii="Times New Roman" w:hAnsi="Times New Roman" w:cs="Times New Roman"/>
          <w:sz w:val="28"/>
          <w:szCs w:val="28"/>
        </w:rPr>
        <w:t xml:space="preserve"> </w:t>
      </w:r>
      <w:r w:rsidR="00DB0091" w:rsidRPr="008F122F">
        <w:rPr>
          <w:rFonts w:ascii="Times New Roman" w:hAnsi="Times New Roman" w:cs="Times New Roman"/>
          <w:sz w:val="28"/>
          <w:szCs w:val="28"/>
        </w:rPr>
        <w:t>Создание оптимальных условий для обеспечения полноценного отдыха и оздоровления детей,</w:t>
      </w:r>
      <w:r w:rsidR="00C57AC8" w:rsidRPr="008F122F">
        <w:rPr>
          <w:rFonts w:ascii="Times New Roman" w:hAnsi="Times New Roman" w:cs="Times New Roman"/>
          <w:sz w:val="28"/>
          <w:szCs w:val="28"/>
        </w:rPr>
        <w:t xml:space="preserve"> </w:t>
      </w:r>
      <w:r w:rsidR="00DB0091" w:rsidRPr="008F122F">
        <w:rPr>
          <w:rFonts w:ascii="Times New Roman" w:hAnsi="Times New Roman" w:cs="Times New Roman"/>
          <w:color w:val="000000" w:themeColor="text1"/>
          <w:sz w:val="28"/>
          <w:szCs w:val="28"/>
        </w:rPr>
        <w:t>а также иных категорий граждан.</w:t>
      </w:r>
    </w:p>
    <w:p w:rsidR="006D0D0A" w:rsidRPr="008F122F" w:rsidRDefault="006D0D0A" w:rsidP="008F122F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22F">
        <w:rPr>
          <w:rFonts w:ascii="Times New Roman" w:hAnsi="Times New Roman" w:cs="Times New Roman"/>
          <w:sz w:val="28"/>
          <w:szCs w:val="28"/>
        </w:rPr>
        <w:t>Задачи:</w:t>
      </w:r>
    </w:p>
    <w:p w:rsidR="004834E7" w:rsidRPr="008F122F" w:rsidRDefault="004834E7" w:rsidP="008F122F">
      <w:pPr>
        <w:pStyle w:val="ConsPlusCell"/>
        <w:widowControl/>
        <w:numPr>
          <w:ilvl w:val="0"/>
          <w:numId w:val="14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8F122F">
        <w:rPr>
          <w:rFonts w:ascii="Times New Roman" w:hAnsi="Times New Roman" w:cs="Times New Roman"/>
          <w:sz w:val="28"/>
          <w:szCs w:val="28"/>
        </w:rPr>
        <w:t>Обеспечение организации отдыха и оздоровления детей, в том числе детей находящихся в трудной жизненной ситуации.</w:t>
      </w:r>
    </w:p>
    <w:p w:rsidR="004834E7" w:rsidRPr="008F122F" w:rsidRDefault="004834E7" w:rsidP="008F122F">
      <w:pPr>
        <w:pStyle w:val="ConsPlusCell"/>
        <w:widowControl/>
        <w:numPr>
          <w:ilvl w:val="0"/>
          <w:numId w:val="14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8F122F">
        <w:rPr>
          <w:rFonts w:ascii="Times New Roman" w:hAnsi="Times New Roman" w:cs="Times New Roman"/>
          <w:sz w:val="28"/>
          <w:szCs w:val="28"/>
        </w:rPr>
        <w:t xml:space="preserve">Организации досуга и отдыха для </w:t>
      </w:r>
      <w:r w:rsidRPr="008F122F">
        <w:rPr>
          <w:rFonts w:ascii="Times New Roman" w:hAnsi="Times New Roman" w:cs="Times New Roman"/>
          <w:color w:val="000000" w:themeColor="text1"/>
          <w:sz w:val="28"/>
          <w:szCs w:val="28"/>
        </w:rPr>
        <w:t>иных категорий граждан.</w:t>
      </w:r>
    </w:p>
    <w:p w:rsidR="004834E7" w:rsidRPr="008F122F" w:rsidRDefault="004834E7" w:rsidP="008F122F">
      <w:pPr>
        <w:pStyle w:val="ConsPlusNormal"/>
        <w:numPr>
          <w:ilvl w:val="0"/>
          <w:numId w:val="14"/>
        </w:numPr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22F">
        <w:rPr>
          <w:rFonts w:ascii="Times New Roman" w:hAnsi="Times New Roman" w:cs="Times New Roman"/>
          <w:sz w:val="28"/>
          <w:szCs w:val="28"/>
        </w:rPr>
        <w:t>Сохранение и развитие материально-технической базы.</w:t>
      </w:r>
    </w:p>
    <w:p w:rsidR="006D0D0A" w:rsidRPr="008F122F" w:rsidRDefault="006D0D0A" w:rsidP="008F122F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22F">
        <w:rPr>
          <w:rFonts w:ascii="Times New Roman" w:hAnsi="Times New Roman" w:cs="Times New Roman"/>
          <w:sz w:val="28"/>
          <w:szCs w:val="28"/>
        </w:rPr>
        <w:t>Целевые индикаторы:</w:t>
      </w:r>
    </w:p>
    <w:p w:rsidR="00EE6065" w:rsidRPr="008F122F" w:rsidRDefault="00EE6065" w:rsidP="008F122F">
      <w:pPr>
        <w:pStyle w:val="p17"/>
        <w:numPr>
          <w:ilvl w:val="0"/>
          <w:numId w:val="7"/>
        </w:numPr>
        <w:shd w:val="clear" w:color="auto" w:fill="FFFFFF"/>
        <w:tabs>
          <w:tab w:val="left" w:pos="709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F122F">
        <w:rPr>
          <w:sz w:val="28"/>
          <w:szCs w:val="28"/>
        </w:rPr>
        <w:lastRenderedPageBreak/>
        <w:t>Количество детей, охваченных организованными формами отдыха и оздоровления в каникулярное время, чел.;</w:t>
      </w:r>
    </w:p>
    <w:p w:rsidR="00EE6065" w:rsidRPr="008F122F" w:rsidRDefault="00EE6065" w:rsidP="008F122F">
      <w:pPr>
        <w:pStyle w:val="p17"/>
        <w:numPr>
          <w:ilvl w:val="0"/>
          <w:numId w:val="7"/>
        </w:numPr>
        <w:shd w:val="clear" w:color="auto" w:fill="FFFFFF"/>
        <w:tabs>
          <w:tab w:val="left" w:pos="709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F122F">
        <w:rPr>
          <w:color w:val="000000"/>
          <w:sz w:val="28"/>
          <w:szCs w:val="28"/>
        </w:rPr>
        <w:t>Количество детей, находящихся в трудной жизненной ситуации, охваченных организованными формами отдыха и оздоровления в каникулярное время, чел</w:t>
      </w:r>
      <w:r w:rsidR="00AE5AC9" w:rsidRPr="008F122F">
        <w:rPr>
          <w:color w:val="000000"/>
          <w:sz w:val="28"/>
          <w:szCs w:val="28"/>
        </w:rPr>
        <w:t>.;</w:t>
      </w:r>
    </w:p>
    <w:p w:rsidR="00EE6065" w:rsidRPr="008F122F" w:rsidRDefault="00EE6065" w:rsidP="008F122F">
      <w:pPr>
        <w:pStyle w:val="p17"/>
        <w:numPr>
          <w:ilvl w:val="0"/>
          <w:numId w:val="7"/>
        </w:numPr>
        <w:shd w:val="clear" w:color="auto" w:fill="FFFFFF"/>
        <w:tabs>
          <w:tab w:val="left" w:pos="709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F122F">
        <w:rPr>
          <w:sz w:val="28"/>
          <w:szCs w:val="28"/>
        </w:rPr>
        <w:t>Количество взрослых граждан (старше 18), вовлеченных в организованные формы досуга, отдыха и оздоровления, чел.;</w:t>
      </w:r>
    </w:p>
    <w:p w:rsidR="00B1624A" w:rsidRPr="008F122F" w:rsidRDefault="00EE6065" w:rsidP="008F122F">
      <w:pPr>
        <w:pStyle w:val="ConsPlusCell"/>
        <w:widowControl/>
        <w:numPr>
          <w:ilvl w:val="0"/>
          <w:numId w:val="7"/>
        </w:numPr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22F">
        <w:rPr>
          <w:rFonts w:ascii="Times New Roman" w:hAnsi="Times New Roman" w:cs="Times New Roman"/>
          <w:sz w:val="28"/>
          <w:szCs w:val="28"/>
        </w:rPr>
        <w:t>Количество объектов МАУ «</w:t>
      </w:r>
      <w:proofErr w:type="spellStart"/>
      <w:r w:rsidRPr="008F122F">
        <w:rPr>
          <w:rFonts w:ascii="Times New Roman" w:hAnsi="Times New Roman" w:cs="Times New Roman"/>
          <w:sz w:val="28"/>
          <w:szCs w:val="28"/>
        </w:rPr>
        <w:t>ЦОиО</w:t>
      </w:r>
      <w:proofErr w:type="spellEnd"/>
      <w:r w:rsidRPr="008F122F">
        <w:rPr>
          <w:rFonts w:ascii="Times New Roman" w:hAnsi="Times New Roman" w:cs="Times New Roman"/>
          <w:sz w:val="28"/>
          <w:szCs w:val="28"/>
        </w:rPr>
        <w:t xml:space="preserve"> «Лесная сказка», в которых </w:t>
      </w:r>
      <w:proofErr w:type="gramStart"/>
      <w:r w:rsidRPr="008F122F">
        <w:rPr>
          <w:rFonts w:ascii="Times New Roman" w:hAnsi="Times New Roman" w:cs="Times New Roman"/>
          <w:sz w:val="28"/>
          <w:szCs w:val="28"/>
        </w:rPr>
        <w:t>укреплена и модернизирована</w:t>
      </w:r>
      <w:proofErr w:type="gramEnd"/>
      <w:r w:rsidRPr="008F122F">
        <w:rPr>
          <w:rFonts w:ascii="Times New Roman" w:hAnsi="Times New Roman" w:cs="Times New Roman"/>
          <w:sz w:val="28"/>
          <w:szCs w:val="28"/>
        </w:rPr>
        <w:t xml:space="preserve"> материально-техническая база, ед. в год</w:t>
      </w:r>
      <w:r w:rsidR="00E951F8" w:rsidRPr="008F122F">
        <w:rPr>
          <w:rFonts w:ascii="Times New Roman" w:hAnsi="Times New Roman" w:cs="Times New Roman"/>
          <w:sz w:val="28"/>
          <w:szCs w:val="28"/>
        </w:rPr>
        <w:t>.</w:t>
      </w:r>
    </w:p>
    <w:p w:rsidR="00EE6065" w:rsidRDefault="00EE6065" w:rsidP="00102B26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102B26" w:rsidRPr="008F122F" w:rsidRDefault="00102B26" w:rsidP="00102B26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8F122F">
        <w:rPr>
          <w:rFonts w:ascii="Times New Roman" w:hAnsi="Times New Roman" w:cs="Times New Roman"/>
          <w:b w:val="0"/>
          <w:sz w:val="28"/>
          <w:szCs w:val="28"/>
        </w:rPr>
        <w:t>4. Основные мероприятия муниципальной программы</w:t>
      </w:r>
    </w:p>
    <w:p w:rsidR="00102B26" w:rsidRPr="00F75DEF" w:rsidRDefault="00102B26" w:rsidP="00102B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02B26" w:rsidRPr="008F122F" w:rsidRDefault="00102B26" w:rsidP="00102B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122F">
        <w:rPr>
          <w:rFonts w:ascii="Times New Roman" w:hAnsi="Times New Roman" w:cs="Times New Roman"/>
          <w:sz w:val="28"/>
          <w:szCs w:val="28"/>
        </w:rPr>
        <w:t xml:space="preserve">Основные мероприятия отражены в </w:t>
      </w:r>
      <w:hyperlink w:anchor="P216">
        <w:r w:rsidRPr="008F122F">
          <w:rPr>
            <w:rFonts w:ascii="Times New Roman" w:hAnsi="Times New Roman" w:cs="Times New Roman"/>
            <w:sz w:val="28"/>
            <w:szCs w:val="28"/>
          </w:rPr>
          <w:t>приложении 2</w:t>
        </w:r>
      </w:hyperlink>
      <w:r w:rsidRPr="008F122F">
        <w:rPr>
          <w:rFonts w:ascii="Times New Roman" w:hAnsi="Times New Roman" w:cs="Times New Roman"/>
          <w:sz w:val="28"/>
          <w:szCs w:val="28"/>
        </w:rPr>
        <w:t xml:space="preserve"> к настоящей муниципальной программе.</w:t>
      </w:r>
    </w:p>
    <w:p w:rsidR="00E2646C" w:rsidRPr="00F75DEF" w:rsidRDefault="00E2646C" w:rsidP="00E2646C">
      <w:pPr>
        <w:autoSpaceDE w:val="0"/>
        <w:autoSpaceDN w:val="0"/>
        <w:adjustRightInd w:val="0"/>
        <w:ind w:firstLine="720"/>
        <w:jc w:val="center"/>
        <w:rPr>
          <w:sz w:val="24"/>
          <w:szCs w:val="24"/>
        </w:rPr>
      </w:pPr>
    </w:p>
    <w:p w:rsidR="00A857BB" w:rsidRPr="008F122F" w:rsidRDefault="00A857BB" w:rsidP="00A857BB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8F122F">
        <w:rPr>
          <w:rFonts w:ascii="Times New Roman" w:hAnsi="Times New Roman" w:cs="Times New Roman"/>
          <w:b w:val="0"/>
          <w:sz w:val="28"/>
          <w:szCs w:val="28"/>
        </w:rPr>
        <w:t>5. Ресурсное обеспечение муниципальной программы</w:t>
      </w:r>
    </w:p>
    <w:p w:rsidR="00A857BB" w:rsidRPr="00F75DEF" w:rsidRDefault="00A857BB" w:rsidP="00A857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857BB" w:rsidRPr="008F122F" w:rsidRDefault="00A857BB" w:rsidP="00A857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122F">
        <w:rPr>
          <w:rFonts w:ascii="Times New Roman" w:hAnsi="Times New Roman" w:cs="Times New Roman"/>
          <w:sz w:val="28"/>
          <w:szCs w:val="28"/>
        </w:rPr>
        <w:t xml:space="preserve">Ресурсное обеспечение отражено в </w:t>
      </w:r>
      <w:hyperlink w:anchor="P282">
        <w:r w:rsidRPr="008F122F">
          <w:rPr>
            <w:rFonts w:ascii="Times New Roman" w:hAnsi="Times New Roman" w:cs="Times New Roman"/>
            <w:sz w:val="28"/>
            <w:szCs w:val="28"/>
          </w:rPr>
          <w:t>приложении 3</w:t>
        </w:r>
      </w:hyperlink>
      <w:r w:rsidRPr="008F122F">
        <w:rPr>
          <w:rFonts w:ascii="Times New Roman" w:hAnsi="Times New Roman" w:cs="Times New Roman"/>
          <w:sz w:val="28"/>
          <w:szCs w:val="28"/>
        </w:rPr>
        <w:t xml:space="preserve"> к настоящей муниципальной программе.</w:t>
      </w:r>
    </w:p>
    <w:p w:rsidR="00BA239D" w:rsidRPr="00F75DEF" w:rsidRDefault="00BA239D" w:rsidP="00BA239D">
      <w:pPr>
        <w:pStyle w:val="ae"/>
        <w:autoSpaceDE w:val="0"/>
        <w:autoSpaceDN w:val="0"/>
        <w:adjustRightInd w:val="0"/>
        <w:ind w:left="1426"/>
        <w:rPr>
          <w:sz w:val="24"/>
          <w:szCs w:val="24"/>
        </w:rPr>
      </w:pPr>
    </w:p>
    <w:p w:rsidR="00A16C79" w:rsidRPr="008F122F" w:rsidRDefault="00A16C79" w:rsidP="00A16C7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8F122F">
        <w:rPr>
          <w:rFonts w:ascii="Times New Roman" w:hAnsi="Times New Roman" w:cs="Times New Roman"/>
          <w:b w:val="0"/>
          <w:sz w:val="28"/>
          <w:szCs w:val="28"/>
        </w:rPr>
        <w:t>6. Ожидаемые результаты реализации муниципальной программы</w:t>
      </w:r>
    </w:p>
    <w:p w:rsidR="00A16C79" w:rsidRPr="00F75DEF" w:rsidRDefault="00A16C79" w:rsidP="00A16C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16C79" w:rsidRPr="008F122F" w:rsidRDefault="00A16C79" w:rsidP="008F12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22F">
        <w:rPr>
          <w:rFonts w:ascii="Times New Roman" w:hAnsi="Times New Roman" w:cs="Times New Roman"/>
          <w:sz w:val="28"/>
          <w:szCs w:val="28"/>
        </w:rPr>
        <w:t>К ожидаемым результатам реализации муниципальной программы следует отнести следующее:</w:t>
      </w:r>
    </w:p>
    <w:p w:rsidR="00E560A1" w:rsidRPr="008F122F" w:rsidRDefault="00E560A1" w:rsidP="008F122F">
      <w:pPr>
        <w:pStyle w:val="p17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F122F">
        <w:rPr>
          <w:sz w:val="28"/>
          <w:szCs w:val="28"/>
        </w:rPr>
        <w:t>Сохранение</w:t>
      </w:r>
      <w:r w:rsidR="00C57AC8" w:rsidRPr="008F122F">
        <w:rPr>
          <w:sz w:val="28"/>
          <w:szCs w:val="28"/>
        </w:rPr>
        <w:t xml:space="preserve"> </w:t>
      </w:r>
      <w:r w:rsidRPr="008F122F">
        <w:rPr>
          <w:sz w:val="28"/>
          <w:szCs w:val="28"/>
        </w:rPr>
        <w:t>количества детей, вовлеченных в организованные формы досуга, отдыха и оздоровления в каникулярное время, не менее 300 человек в год;</w:t>
      </w:r>
    </w:p>
    <w:p w:rsidR="00E560A1" w:rsidRPr="008F122F" w:rsidRDefault="00E560A1" w:rsidP="008F122F">
      <w:pPr>
        <w:pStyle w:val="p17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F122F">
        <w:rPr>
          <w:sz w:val="28"/>
          <w:szCs w:val="28"/>
        </w:rPr>
        <w:t>Сохранение количества детей</w:t>
      </w:r>
      <w:r w:rsidR="00AE5AC9" w:rsidRPr="008F122F">
        <w:rPr>
          <w:sz w:val="28"/>
          <w:szCs w:val="28"/>
        </w:rPr>
        <w:t>,</w:t>
      </w:r>
      <w:r w:rsidRPr="008F122F">
        <w:rPr>
          <w:sz w:val="28"/>
          <w:szCs w:val="28"/>
        </w:rPr>
        <w:t xml:space="preserve"> находящихся в трудной жизненной ситуации</w:t>
      </w:r>
      <w:r w:rsidR="00AE5AC9" w:rsidRPr="008F122F">
        <w:rPr>
          <w:sz w:val="28"/>
          <w:szCs w:val="28"/>
        </w:rPr>
        <w:t>,</w:t>
      </w:r>
      <w:r w:rsidRPr="008F122F">
        <w:rPr>
          <w:sz w:val="28"/>
          <w:szCs w:val="28"/>
        </w:rPr>
        <w:t xml:space="preserve"> вовлеченных в организованные формы досуга, отдыха и оздоровления не менее 300 человек в год;  </w:t>
      </w:r>
    </w:p>
    <w:p w:rsidR="00E560A1" w:rsidRPr="008F122F" w:rsidRDefault="00E560A1" w:rsidP="008F122F">
      <w:pPr>
        <w:pStyle w:val="p17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F122F">
        <w:rPr>
          <w:sz w:val="28"/>
          <w:szCs w:val="28"/>
        </w:rPr>
        <w:t>Увеличение количества граждан (старше 18)иной категории, вовлеченных в организованные формы досуга, отдыха, не менее 500 чел. к 2027 году;</w:t>
      </w:r>
    </w:p>
    <w:p w:rsidR="00EE6065" w:rsidRPr="008F122F" w:rsidRDefault="00E560A1" w:rsidP="008F122F">
      <w:pPr>
        <w:pStyle w:val="p17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firstLine="709"/>
        <w:outlineLvl w:val="1"/>
        <w:rPr>
          <w:sz w:val="28"/>
          <w:szCs w:val="28"/>
        </w:rPr>
      </w:pPr>
      <w:r w:rsidRPr="008F122F">
        <w:rPr>
          <w:sz w:val="28"/>
          <w:szCs w:val="28"/>
        </w:rPr>
        <w:t>Количество объектов МАУ «</w:t>
      </w:r>
      <w:proofErr w:type="spellStart"/>
      <w:r w:rsidRPr="008F122F">
        <w:rPr>
          <w:sz w:val="28"/>
          <w:szCs w:val="28"/>
        </w:rPr>
        <w:t>ЦОиО</w:t>
      </w:r>
      <w:proofErr w:type="spellEnd"/>
      <w:r w:rsidRPr="008F122F">
        <w:rPr>
          <w:sz w:val="28"/>
          <w:szCs w:val="28"/>
        </w:rPr>
        <w:t xml:space="preserve"> «Лесная сказка», в которых </w:t>
      </w:r>
      <w:proofErr w:type="gramStart"/>
      <w:r w:rsidRPr="008F122F">
        <w:rPr>
          <w:sz w:val="28"/>
          <w:szCs w:val="28"/>
        </w:rPr>
        <w:t>укреплена и модернизирована</w:t>
      </w:r>
      <w:proofErr w:type="gramEnd"/>
      <w:r w:rsidRPr="008F122F">
        <w:rPr>
          <w:sz w:val="28"/>
          <w:szCs w:val="28"/>
        </w:rPr>
        <w:t xml:space="preserve"> материально-техническая база, не менее 1 ед. в год.</w:t>
      </w:r>
    </w:p>
    <w:p w:rsidR="00E560A1" w:rsidRDefault="00E560A1" w:rsidP="00E560A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A16C79" w:rsidRPr="008F122F" w:rsidRDefault="00A16C79" w:rsidP="00A16C7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8F122F">
        <w:rPr>
          <w:rFonts w:ascii="Times New Roman" w:hAnsi="Times New Roman" w:cs="Times New Roman"/>
          <w:b w:val="0"/>
          <w:sz w:val="28"/>
          <w:szCs w:val="28"/>
        </w:rPr>
        <w:t xml:space="preserve">7. Система </w:t>
      </w:r>
      <w:proofErr w:type="gramStart"/>
      <w:r w:rsidRPr="008F122F">
        <w:rPr>
          <w:rFonts w:ascii="Times New Roman" w:hAnsi="Times New Roman" w:cs="Times New Roman"/>
          <w:b w:val="0"/>
          <w:sz w:val="28"/>
          <w:szCs w:val="28"/>
        </w:rPr>
        <w:t>контроля за</w:t>
      </w:r>
      <w:proofErr w:type="gramEnd"/>
      <w:r w:rsidRPr="008F122F">
        <w:rPr>
          <w:rFonts w:ascii="Times New Roman" w:hAnsi="Times New Roman" w:cs="Times New Roman"/>
          <w:b w:val="0"/>
          <w:sz w:val="28"/>
          <w:szCs w:val="28"/>
        </w:rPr>
        <w:t xml:space="preserve"> реализацией муниципальной программы</w:t>
      </w:r>
    </w:p>
    <w:p w:rsidR="00A16C79" w:rsidRPr="00D92297" w:rsidRDefault="00A16C79" w:rsidP="00A16C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04490C" w:rsidRPr="008F122F" w:rsidRDefault="0004490C" w:rsidP="0004490C">
      <w:pPr>
        <w:ind w:firstLine="709"/>
        <w:jc w:val="both"/>
        <w:rPr>
          <w:sz w:val="28"/>
          <w:szCs w:val="28"/>
        </w:rPr>
      </w:pPr>
      <w:proofErr w:type="gramStart"/>
      <w:r w:rsidRPr="008F122F">
        <w:rPr>
          <w:sz w:val="28"/>
          <w:szCs w:val="28"/>
        </w:rPr>
        <w:t>Контроль за</w:t>
      </w:r>
      <w:proofErr w:type="gramEnd"/>
      <w:r w:rsidRPr="008F122F">
        <w:rPr>
          <w:sz w:val="28"/>
          <w:szCs w:val="28"/>
        </w:rPr>
        <w:t xml:space="preserve"> ходом и исполнением </w:t>
      </w:r>
      <w:r w:rsidR="00643502" w:rsidRPr="008F122F">
        <w:rPr>
          <w:sz w:val="28"/>
          <w:szCs w:val="28"/>
        </w:rPr>
        <w:t>п</w:t>
      </w:r>
      <w:r w:rsidRPr="008F122F">
        <w:rPr>
          <w:sz w:val="28"/>
          <w:szCs w:val="28"/>
        </w:rPr>
        <w:t xml:space="preserve">рограммы осуществляется в соответствии с разделом VIII Порядка принятия решений о разработке муниципальных программ города Искитима Новосибирской области, их формирования и реализации, утвержденного постановлением администрации города Искитима Новосибирской области от 13.04.2018 № 534 (далее </w:t>
      </w:r>
      <w:r w:rsidR="00643502" w:rsidRPr="008F122F">
        <w:rPr>
          <w:sz w:val="28"/>
          <w:szCs w:val="28"/>
        </w:rPr>
        <w:t xml:space="preserve">- </w:t>
      </w:r>
      <w:r w:rsidRPr="008F122F">
        <w:rPr>
          <w:sz w:val="28"/>
          <w:szCs w:val="28"/>
        </w:rPr>
        <w:t>Порядок).</w:t>
      </w:r>
    </w:p>
    <w:p w:rsidR="0004490C" w:rsidRPr="008F122F" w:rsidRDefault="0004490C" w:rsidP="0004490C">
      <w:pPr>
        <w:ind w:firstLine="709"/>
        <w:jc w:val="both"/>
        <w:rPr>
          <w:sz w:val="28"/>
          <w:szCs w:val="28"/>
        </w:rPr>
      </w:pPr>
      <w:r w:rsidRPr="008F122F">
        <w:rPr>
          <w:sz w:val="28"/>
          <w:szCs w:val="28"/>
        </w:rPr>
        <w:t xml:space="preserve">Общее руководство и </w:t>
      </w:r>
      <w:proofErr w:type="gramStart"/>
      <w:r w:rsidRPr="008F122F">
        <w:rPr>
          <w:sz w:val="28"/>
          <w:szCs w:val="28"/>
        </w:rPr>
        <w:t>контроль за</w:t>
      </w:r>
      <w:proofErr w:type="gramEnd"/>
      <w:r w:rsidRPr="008F122F">
        <w:rPr>
          <w:sz w:val="28"/>
          <w:szCs w:val="28"/>
        </w:rPr>
        <w:t xml:space="preserve"> ходом реализации программы осуществляет администрация города Искитима Новосибирской области (далее-Заказчик). Формы и методы управления реализацией программы определяются Заказчиком. Ответственным исполнителем за реализацию программы является МАУ «</w:t>
      </w:r>
      <w:proofErr w:type="spellStart"/>
      <w:r w:rsidRPr="008F122F">
        <w:rPr>
          <w:sz w:val="28"/>
          <w:szCs w:val="28"/>
        </w:rPr>
        <w:t>ЦОиО</w:t>
      </w:r>
      <w:proofErr w:type="spellEnd"/>
      <w:r w:rsidRPr="008F122F">
        <w:rPr>
          <w:sz w:val="28"/>
          <w:szCs w:val="28"/>
        </w:rPr>
        <w:t xml:space="preserve"> «Лесная сказка»</w:t>
      </w:r>
      <w:r w:rsidR="00643502" w:rsidRPr="008F122F">
        <w:rPr>
          <w:sz w:val="28"/>
          <w:szCs w:val="28"/>
        </w:rPr>
        <w:t xml:space="preserve"> (далее - разработчик)</w:t>
      </w:r>
      <w:r w:rsidRPr="008F122F">
        <w:rPr>
          <w:sz w:val="28"/>
          <w:szCs w:val="28"/>
        </w:rPr>
        <w:t>.</w:t>
      </w:r>
    </w:p>
    <w:p w:rsidR="0004490C" w:rsidRPr="008F122F" w:rsidRDefault="0004490C" w:rsidP="0004490C">
      <w:pPr>
        <w:ind w:firstLine="709"/>
        <w:jc w:val="both"/>
        <w:rPr>
          <w:sz w:val="28"/>
          <w:szCs w:val="28"/>
        </w:rPr>
      </w:pPr>
      <w:r w:rsidRPr="008F122F">
        <w:rPr>
          <w:sz w:val="28"/>
          <w:szCs w:val="28"/>
        </w:rPr>
        <w:lastRenderedPageBreak/>
        <w:t>Разработчик представляет в управление экономического развития</w:t>
      </w:r>
      <w:r w:rsidR="00643502" w:rsidRPr="008F122F">
        <w:rPr>
          <w:sz w:val="28"/>
          <w:szCs w:val="28"/>
        </w:rPr>
        <w:t xml:space="preserve"> администрации города Искитима</w:t>
      </w:r>
      <w:r w:rsidRPr="008F122F">
        <w:rPr>
          <w:sz w:val="28"/>
          <w:szCs w:val="28"/>
        </w:rPr>
        <w:t>:</w:t>
      </w:r>
    </w:p>
    <w:p w:rsidR="0004490C" w:rsidRPr="008F122F" w:rsidRDefault="0004490C" w:rsidP="0004490C">
      <w:pPr>
        <w:ind w:firstLine="709"/>
        <w:jc w:val="both"/>
        <w:rPr>
          <w:sz w:val="28"/>
          <w:szCs w:val="28"/>
        </w:rPr>
      </w:pPr>
      <w:r w:rsidRPr="008F122F">
        <w:rPr>
          <w:sz w:val="28"/>
          <w:szCs w:val="28"/>
        </w:rPr>
        <w:t xml:space="preserve"> -ежеквартально, в срок до 10-го числа месяца, следующего за </w:t>
      </w:r>
      <w:proofErr w:type="gramStart"/>
      <w:r w:rsidRPr="008F122F">
        <w:rPr>
          <w:sz w:val="28"/>
          <w:szCs w:val="28"/>
        </w:rPr>
        <w:t>отчетным</w:t>
      </w:r>
      <w:proofErr w:type="gramEnd"/>
      <w:r w:rsidRPr="008F122F">
        <w:rPr>
          <w:sz w:val="28"/>
          <w:szCs w:val="28"/>
        </w:rPr>
        <w:t xml:space="preserve">, </w:t>
      </w:r>
      <w:hyperlink r:id="rId11" w:tooltip="consultantplus://offline/ref=A1457C6ADFA215AA2A0B4EDDA32A39F8530CE9EF435179347E6679DEA4DAF9A02F585BB8A247376581920C5CDD95EAB5EA97BF2D7C0557B0B5FA86A2O079J" w:history="1">
        <w:r w:rsidRPr="008F122F">
          <w:rPr>
            <w:rStyle w:val="ab"/>
            <w:color w:val="auto"/>
            <w:sz w:val="28"/>
            <w:szCs w:val="28"/>
            <w:u w:val="none"/>
          </w:rPr>
          <w:t>информацию</w:t>
        </w:r>
      </w:hyperlink>
      <w:r w:rsidRPr="008F122F">
        <w:rPr>
          <w:sz w:val="28"/>
          <w:szCs w:val="28"/>
        </w:rPr>
        <w:t xml:space="preserve"> о ходе реализации программы согласно приложению 6 к Порядку</w:t>
      </w:r>
      <w:r w:rsidR="00643502" w:rsidRPr="008F122F">
        <w:rPr>
          <w:sz w:val="28"/>
          <w:szCs w:val="28"/>
        </w:rPr>
        <w:t>;</w:t>
      </w:r>
    </w:p>
    <w:p w:rsidR="0004490C" w:rsidRPr="008F122F" w:rsidRDefault="0004490C" w:rsidP="0004490C">
      <w:pPr>
        <w:ind w:firstLine="709"/>
        <w:jc w:val="both"/>
        <w:rPr>
          <w:sz w:val="28"/>
          <w:szCs w:val="28"/>
        </w:rPr>
      </w:pPr>
      <w:proofErr w:type="gramStart"/>
      <w:r w:rsidRPr="008F122F">
        <w:rPr>
          <w:sz w:val="28"/>
          <w:szCs w:val="28"/>
        </w:rPr>
        <w:t>-ежегодно, в срок до 20-го февраля</w:t>
      </w:r>
      <w:r w:rsidR="00643502" w:rsidRPr="008F122F">
        <w:rPr>
          <w:sz w:val="28"/>
          <w:szCs w:val="28"/>
        </w:rPr>
        <w:t>,</w:t>
      </w:r>
      <w:r w:rsidRPr="008F122F">
        <w:rPr>
          <w:sz w:val="28"/>
          <w:szCs w:val="28"/>
        </w:rPr>
        <w:t xml:space="preserve"> года, следующего за отчетным, </w:t>
      </w:r>
      <w:hyperlink r:id="rId12" w:tooltip="consultantplus://offline/ref=A1457C6ADFA215AA2A0B4EDDA32A39F8530CE9EF435179347E6679DEA4DAF9A02F585BB8A247376581920B59DD95EAB5EA97BF2D7C0557B0B5FA86A2O079J" w:history="1">
        <w:r w:rsidRPr="008F122F">
          <w:rPr>
            <w:rStyle w:val="ab"/>
            <w:color w:val="auto"/>
            <w:sz w:val="28"/>
            <w:szCs w:val="28"/>
            <w:u w:val="none"/>
          </w:rPr>
          <w:t>отчет</w:t>
        </w:r>
      </w:hyperlink>
      <w:r w:rsidRPr="008F122F">
        <w:rPr>
          <w:sz w:val="28"/>
          <w:szCs w:val="28"/>
        </w:rPr>
        <w:t xml:space="preserve"> о выполнении программы за период с начала ее реализации согласно форме 1 приложения 7 к Порядку и результаты оценки эффективности реализации программы согласно </w:t>
      </w:r>
      <w:hyperlink r:id="rId13" w:tooltip="consultantplus://offline/ref=A1457C6ADFA215AA2A0B4EDDA32A39F8530CE9EF435179347E6679DEA4DAF9A02F585BB8A247376581920B5CD995EAB5EA97BF2D7C0557B0B5FA86A2O079J" w:history="1">
        <w:r w:rsidRPr="008F122F">
          <w:rPr>
            <w:rStyle w:val="ab"/>
            <w:color w:val="auto"/>
            <w:sz w:val="28"/>
            <w:szCs w:val="28"/>
            <w:u w:val="none"/>
          </w:rPr>
          <w:t>форме 2</w:t>
        </w:r>
      </w:hyperlink>
      <w:r w:rsidR="00C57AC8" w:rsidRPr="008F122F">
        <w:rPr>
          <w:sz w:val="28"/>
          <w:szCs w:val="28"/>
        </w:rPr>
        <w:t xml:space="preserve"> </w:t>
      </w:r>
      <w:r w:rsidRPr="008F122F">
        <w:rPr>
          <w:sz w:val="28"/>
          <w:szCs w:val="28"/>
        </w:rPr>
        <w:t>приложения 7 к Порядку с приведением расчетов и приложением пояснительной записки, содержащей сведения о фактических значениях целевых показателей, качественных и количественных результатах выполнения мероприятий</w:t>
      </w:r>
      <w:proofErr w:type="gramEnd"/>
      <w:r w:rsidRPr="008F122F">
        <w:rPr>
          <w:sz w:val="28"/>
          <w:szCs w:val="28"/>
        </w:rPr>
        <w:t xml:space="preserve"> программы, анализ эффективности использования бюджетных средств, а также анализ возникающих проблем и предложений по их устранению.</w:t>
      </w:r>
    </w:p>
    <w:p w:rsidR="0004490C" w:rsidRPr="008F122F" w:rsidRDefault="0004490C" w:rsidP="0004490C">
      <w:pPr>
        <w:ind w:firstLine="709"/>
        <w:jc w:val="both"/>
        <w:rPr>
          <w:sz w:val="28"/>
          <w:szCs w:val="28"/>
        </w:rPr>
      </w:pPr>
      <w:r w:rsidRPr="008F122F">
        <w:rPr>
          <w:sz w:val="28"/>
          <w:szCs w:val="28"/>
        </w:rPr>
        <w:t>Расчет оценки эффективности реализации программы производится в соответствии с Порядком проведения оценки эффективности реализации муниципальных программ города Искитима Новосибирской области, утвержденным постановлением администрации г. Искитима Новосибирской области от 13.04.2018 № 534. </w:t>
      </w:r>
    </w:p>
    <w:p w:rsidR="00A16C79" w:rsidRPr="0004490C" w:rsidRDefault="00A16C79" w:rsidP="00A16C79">
      <w:pPr>
        <w:pStyle w:val="ConsPlusNormal"/>
        <w:ind w:firstLine="540"/>
        <w:jc w:val="both"/>
      </w:pPr>
    </w:p>
    <w:p w:rsidR="00FD73E4" w:rsidRPr="0004490C" w:rsidRDefault="00FD73E4" w:rsidP="00770926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24667E" w:rsidRPr="0004490C" w:rsidRDefault="0024667E" w:rsidP="00770926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24667E" w:rsidRPr="0004490C" w:rsidRDefault="0024667E" w:rsidP="00770926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24667E" w:rsidRPr="00F75DEF" w:rsidRDefault="0024667E" w:rsidP="00770926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24667E" w:rsidRPr="00F75DEF" w:rsidRDefault="0024667E" w:rsidP="00770926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24667E" w:rsidRPr="00F75DEF" w:rsidRDefault="0024667E" w:rsidP="00770926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24667E" w:rsidRPr="00F75DEF" w:rsidRDefault="0024667E" w:rsidP="00770926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24667E" w:rsidRPr="00F75DEF" w:rsidRDefault="0024667E" w:rsidP="00770926">
      <w:pPr>
        <w:autoSpaceDE w:val="0"/>
        <w:autoSpaceDN w:val="0"/>
        <w:adjustRightInd w:val="0"/>
        <w:jc w:val="right"/>
        <w:rPr>
          <w:sz w:val="24"/>
          <w:szCs w:val="24"/>
        </w:rPr>
        <w:sectPr w:rsidR="0024667E" w:rsidRPr="00F75DEF" w:rsidSect="0024667E">
          <w:headerReference w:type="even" r:id="rId14"/>
          <w:pgSz w:w="11906" w:h="16838" w:code="9"/>
          <w:pgMar w:top="1134" w:right="607" w:bottom="709" w:left="1418" w:header="720" w:footer="720" w:gutter="0"/>
          <w:cols w:space="720"/>
          <w:titlePg/>
          <w:docGrid w:linePitch="212"/>
        </w:sectPr>
      </w:pPr>
    </w:p>
    <w:p w:rsidR="00770926" w:rsidRPr="00F75DEF" w:rsidRDefault="00770926" w:rsidP="00770926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F75DEF">
        <w:rPr>
          <w:sz w:val="24"/>
          <w:szCs w:val="24"/>
        </w:rPr>
        <w:lastRenderedPageBreak/>
        <w:t>Приложение 1</w:t>
      </w:r>
    </w:p>
    <w:p w:rsidR="00770926" w:rsidRPr="00F75DEF" w:rsidRDefault="00770926" w:rsidP="00770926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F75DEF">
        <w:rPr>
          <w:sz w:val="24"/>
          <w:szCs w:val="24"/>
        </w:rPr>
        <w:t>к муниципальной программе</w:t>
      </w:r>
    </w:p>
    <w:p w:rsidR="00770926" w:rsidRPr="00F75DEF" w:rsidRDefault="00770926" w:rsidP="00770926">
      <w:pPr>
        <w:autoSpaceDE w:val="0"/>
        <w:autoSpaceDN w:val="0"/>
        <w:adjustRightInd w:val="0"/>
        <w:ind w:firstLine="851"/>
        <w:jc w:val="right"/>
        <w:rPr>
          <w:sz w:val="24"/>
          <w:szCs w:val="24"/>
        </w:rPr>
      </w:pPr>
      <w:r w:rsidRPr="00F75DEF">
        <w:rPr>
          <w:sz w:val="24"/>
          <w:szCs w:val="24"/>
        </w:rPr>
        <w:t xml:space="preserve">«Организация досуга, отдыха и оздоровления детей, </w:t>
      </w:r>
    </w:p>
    <w:p w:rsidR="00770926" w:rsidRPr="00F75DEF" w:rsidRDefault="00770926" w:rsidP="00770926">
      <w:pPr>
        <w:autoSpaceDE w:val="0"/>
        <w:autoSpaceDN w:val="0"/>
        <w:adjustRightInd w:val="0"/>
        <w:ind w:firstLine="851"/>
        <w:jc w:val="right"/>
        <w:rPr>
          <w:sz w:val="24"/>
          <w:szCs w:val="24"/>
        </w:rPr>
      </w:pPr>
      <w:r w:rsidRPr="00F75DEF">
        <w:rPr>
          <w:sz w:val="24"/>
          <w:szCs w:val="24"/>
        </w:rPr>
        <w:t xml:space="preserve">а также иных категорий граждан </w:t>
      </w:r>
      <w:proofErr w:type="gramStart"/>
      <w:r w:rsidRPr="00F75DEF">
        <w:rPr>
          <w:sz w:val="24"/>
          <w:szCs w:val="24"/>
        </w:rPr>
        <w:t>на</w:t>
      </w:r>
      <w:proofErr w:type="gramEnd"/>
    </w:p>
    <w:p w:rsidR="002E201C" w:rsidRPr="00F75DEF" w:rsidRDefault="00770926" w:rsidP="00770926">
      <w:pPr>
        <w:autoSpaceDE w:val="0"/>
        <w:autoSpaceDN w:val="0"/>
        <w:adjustRightInd w:val="0"/>
        <w:ind w:firstLine="851"/>
        <w:jc w:val="right"/>
        <w:rPr>
          <w:sz w:val="24"/>
          <w:szCs w:val="24"/>
        </w:rPr>
      </w:pPr>
      <w:r w:rsidRPr="00F75DEF">
        <w:rPr>
          <w:sz w:val="24"/>
          <w:szCs w:val="24"/>
        </w:rPr>
        <w:t>территории города Искитима Новосибирской области»</w:t>
      </w:r>
    </w:p>
    <w:p w:rsidR="00770926" w:rsidRPr="00F75DEF" w:rsidRDefault="00770926" w:rsidP="007709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70926" w:rsidRPr="008F122F" w:rsidRDefault="00770926" w:rsidP="0077092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F122F">
        <w:rPr>
          <w:rFonts w:ascii="Times New Roman" w:hAnsi="Times New Roman" w:cs="Times New Roman"/>
          <w:b w:val="0"/>
          <w:sz w:val="28"/>
          <w:szCs w:val="28"/>
        </w:rPr>
        <w:t>Цели, задачи и целевые индикаторы муниципальной программы</w:t>
      </w:r>
    </w:p>
    <w:p w:rsidR="00770926" w:rsidRPr="008F122F" w:rsidRDefault="00770926" w:rsidP="00770926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 w:rsidRPr="008F122F">
        <w:rPr>
          <w:sz w:val="28"/>
          <w:szCs w:val="28"/>
        </w:rPr>
        <w:t>«Организация досуга, отдыха и оздоровления детей,</w:t>
      </w:r>
      <w:r w:rsidR="00C57AC8" w:rsidRPr="008F122F">
        <w:rPr>
          <w:sz w:val="28"/>
          <w:szCs w:val="28"/>
        </w:rPr>
        <w:t xml:space="preserve"> </w:t>
      </w:r>
      <w:r w:rsidRPr="008F122F">
        <w:rPr>
          <w:sz w:val="28"/>
          <w:szCs w:val="28"/>
        </w:rPr>
        <w:t>а также иных категорий граждан на</w:t>
      </w:r>
      <w:r w:rsidR="00C57AC8" w:rsidRPr="008F122F">
        <w:rPr>
          <w:sz w:val="28"/>
          <w:szCs w:val="28"/>
        </w:rPr>
        <w:t xml:space="preserve"> </w:t>
      </w:r>
      <w:r w:rsidRPr="008F122F">
        <w:rPr>
          <w:sz w:val="28"/>
          <w:szCs w:val="28"/>
        </w:rPr>
        <w:t>территории города Искитима Новосибирской области»</w:t>
      </w:r>
    </w:p>
    <w:p w:rsidR="0024667E" w:rsidRPr="008F122F" w:rsidRDefault="0024667E" w:rsidP="00883021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23"/>
        <w:gridCol w:w="3260"/>
        <w:gridCol w:w="850"/>
        <w:gridCol w:w="1134"/>
        <w:gridCol w:w="992"/>
        <w:gridCol w:w="992"/>
        <w:gridCol w:w="993"/>
        <w:gridCol w:w="992"/>
        <w:gridCol w:w="993"/>
        <w:gridCol w:w="1417"/>
      </w:tblGrid>
      <w:tr w:rsidR="00F75DEF" w:rsidRPr="008F122F" w:rsidTr="000D7E0B">
        <w:tc>
          <w:tcPr>
            <w:tcW w:w="3323" w:type="dxa"/>
            <w:vMerge w:val="restart"/>
            <w:vAlign w:val="center"/>
          </w:tcPr>
          <w:p w:rsidR="00EE2EF3" w:rsidRPr="008F122F" w:rsidRDefault="00EE2EF3" w:rsidP="00631B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Цель/задачи, требующие решения для достижения цели</w:t>
            </w:r>
          </w:p>
        </w:tc>
        <w:tc>
          <w:tcPr>
            <w:tcW w:w="3260" w:type="dxa"/>
            <w:vMerge w:val="restart"/>
            <w:vAlign w:val="center"/>
          </w:tcPr>
          <w:p w:rsidR="00EE2EF3" w:rsidRPr="008F122F" w:rsidRDefault="00EE2EF3" w:rsidP="00631B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индикатора</w:t>
            </w:r>
          </w:p>
        </w:tc>
        <w:tc>
          <w:tcPr>
            <w:tcW w:w="850" w:type="dxa"/>
            <w:vMerge w:val="restart"/>
            <w:vAlign w:val="center"/>
          </w:tcPr>
          <w:p w:rsidR="00EE2EF3" w:rsidRPr="008F122F" w:rsidRDefault="00EE2EF3" w:rsidP="00631B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Ед. измерения</w:t>
            </w:r>
          </w:p>
        </w:tc>
        <w:tc>
          <w:tcPr>
            <w:tcW w:w="6096" w:type="dxa"/>
            <w:gridSpan w:val="6"/>
            <w:vAlign w:val="center"/>
          </w:tcPr>
          <w:p w:rsidR="00EE2EF3" w:rsidRPr="008F122F" w:rsidRDefault="00EE2EF3" w:rsidP="00631B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Значение целевого индикатора</w:t>
            </w:r>
          </w:p>
        </w:tc>
        <w:tc>
          <w:tcPr>
            <w:tcW w:w="1417" w:type="dxa"/>
            <w:vAlign w:val="center"/>
          </w:tcPr>
          <w:p w:rsidR="00EE2EF3" w:rsidRPr="008F122F" w:rsidRDefault="00EE2EF3" w:rsidP="00631B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F75DEF" w:rsidRPr="008F122F" w:rsidTr="000D7E0B">
        <w:tc>
          <w:tcPr>
            <w:tcW w:w="3323" w:type="dxa"/>
            <w:vMerge/>
          </w:tcPr>
          <w:p w:rsidR="00EE2EF3" w:rsidRPr="008F122F" w:rsidRDefault="00EE2EF3" w:rsidP="00631B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vMerge/>
          </w:tcPr>
          <w:p w:rsidR="00EE2EF3" w:rsidRPr="008F122F" w:rsidRDefault="00EE2EF3" w:rsidP="00631B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EE2EF3" w:rsidRPr="008F122F" w:rsidRDefault="00EE2EF3" w:rsidP="00631B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  <w:gridSpan w:val="6"/>
            <w:vAlign w:val="center"/>
          </w:tcPr>
          <w:p w:rsidR="00EE2EF3" w:rsidRPr="008F122F" w:rsidRDefault="00EE2EF3" w:rsidP="00631B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в том числе по годам</w:t>
            </w:r>
          </w:p>
        </w:tc>
        <w:tc>
          <w:tcPr>
            <w:tcW w:w="1417" w:type="dxa"/>
            <w:vMerge w:val="restart"/>
            <w:vAlign w:val="center"/>
          </w:tcPr>
          <w:p w:rsidR="00EE2EF3" w:rsidRPr="008F122F" w:rsidRDefault="00EE2EF3" w:rsidP="00631B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5DEF" w:rsidRPr="008F122F" w:rsidTr="000D7E0B">
        <w:tc>
          <w:tcPr>
            <w:tcW w:w="3323" w:type="dxa"/>
            <w:vMerge/>
          </w:tcPr>
          <w:p w:rsidR="00EE2EF3" w:rsidRPr="008F122F" w:rsidRDefault="00EE2EF3" w:rsidP="00631B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vMerge/>
          </w:tcPr>
          <w:p w:rsidR="00EE2EF3" w:rsidRPr="008F122F" w:rsidRDefault="00EE2EF3" w:rsidP="00631B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EE2EF3" w:rsidRPr="008F122F" w:rsidRDefault="00EE2EF3" w:rsidP="00631B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E2EF3" w:rsidRPr="008F122F" w:rsidRDefault="00EE2EF3" w:rsidP="00EE2E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2022 год (факт)</w:t>
            </w:r>
          </w:p>
        </w:tc>
        <w:tc>
          <w:tcPr>
            <w:tcW w:w="992" w:type="dxa"/>
            <w:vAlign w:val="center"/>
          </w:tcPr>
          <w:p w:rsidR="00EE2EF3" w:rsidRPr="008F122F" w:rsidRDefault="00EE2EF3" w:rsidP="00EE2E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992" w:type="dxa"/>
            <w:vAlign w:val="center"/>
          </w:tcPr>
          <w:p w:rsidR="00EE2EF3" w:rsidRPr="008F122F" w:rsidRDefault="00EE2EF3" w:rsidP="00EE2E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  <w:tc>
          <w:tcPr>
            <w:tcW w:w="993" w:type="dxa"/>
            <w:vAlign w:val="center"/>
          </w:tcPr>
          <w:p w:rsidR="00EE2EF3" w:rsidRPr="008F122F" w:rsidRDefault="00EE2EF3" w:rsidP="00EE2E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</w:p>
        </w:tc>
        <w:tc>
          <w:tcPr>
            <w:tcW w:w="992" w:type="dxa"/>
            <w:vAlign w:val="center"/>
          </w:tcPr>
          <w:p w:rsidR="00EE2EF3" w:rsidRPr="008F122F" w:rsidRDefault="00EE2EF3" w:rsidP="00EE2E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2026 год</w:t>
            </w:r>
          </w:p>
        </w:tc>
        <w:tc>
          <w:tcPr>
            <w:tcW w:w="993" w:type="dxa"/>
            <w:vAlign w:val="center"/>
          </w:tcPr>
          <w:p w:rsidR="00EE2EF3" w:rsidRPr="008F122F" w:rsidRDefault="00EE2EF3" w:rsidP="00EE2E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2027 год</w:t>
            </w:r>
          </w:p>
        </w:tc>
        <w:tc>
          <w:tcPr>
            <w:tcW w:w="1417" w:type="dxa"/>
            <w:vMerge/>
          </w:tcPr>
          <w:p w:rsidR="00EE2EF3" w:rsidRPr="008F122F" w:rsidRDefault="00EE2EF3" w:rsidP="00631B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5DEF" w:rsidRPr="008F122F" w:rsidTr="000D7E0B">
        <w:tc>
          <w:tcPr>
            <w:tcW w:w="3323" w:type="dxa"/>
            <w:vAlign w:val="center"/>
          </w:tcPr>
          <w:p w:rsidR="00EE2EF3" w:rsidRPr="008F122F" w:rsidRDefault="00EE2EF3" w:rsidP="00631B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  <w:vAlign w:val="center"/>
          </w:tcPr>
          <w:p w:rsidR="00EE2EF3" w:rsidRPr="008F122F" w:rsidRDefault="00EE2EF3" w:rsidP="00631B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:rsidR="00EE2EF3" w:rsidRPr="008F122F" w:rsidRDefault="00EE2EF3" w:rsidP="00631B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vAlign w:val="center"/>
          </w:tcPr>
          <w:p w:rsidR="00EE2EF3" w:rsidRPr="008F122F" w:rsidRDefault="00EE2EF3" w:rsidP="00631B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vAlign w:val="center"/>
          </w:tcPr>
          <w:p w:rsidR="00EE2EF3" w:rsidRPr="008F122F" w:rsidRDefault="00EE2EF3" w:rsidP="00631B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vAlign w:val="center"/>
          </w:tcPr>
          <w:p w:rsidR="00EE2EF3" w:rsidRPr="008F122F" w:rsidRDefault="00EE2EF3" w:rsidP="00631B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3" w:type="dxa"/>
            <w:vAlign w:val="center"/>
          </w:tcPr>
          <w:p w:rsidR="00EE2EF3" w:rsidRPr="008F122F" w:rsidRDefault="00EE2EF3" w:rsidP="00631B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  <w:vAlign w:val="center"/>
          </w:tcPr>
          <w:p w:rsidR="00EE2EF3" w:rsidRPr="008F122F" w:rsidRDefault="00EE2EF3" w:rsidP="00631B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3" w:type="dxa"/>
            <w:vAlign w:val="center"/>
          </w:tcPr>
          <w:p w:rsidR="00EE2EF3" w:rsidRPr="008F122F" w:rsidRDefault="00EE2EF3" w:rsidP="00631B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17" w:type="dxa"/>
            <w:vAlign w:val="center"/>
          </w:tcPr>
          <w:p w:rsidR="00EE2EF3" w:rsidRPr="008F122F" w:rsidRDefault="00EE2EF3" w:rsidP="00631B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F75DEF" w:rsidRPr="008F122F" w:rsidTr="000D7E0B">
        <w:tc>
          <w:tcPr>
            <w:tcW w:w="14946" w:type="dxa"/>
            <w:gridSpan w:val="10"/>
          </w:tcPr>
          <w:p w:rsidR="00EE2EF3" w:rsidRPr="008F122F" w:rsidRDefault="00D661B6" w:rsidP="00631B1B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 xml:space="preserve">Цель: </w:t>
            </w:r>
            <w:r w:rsidR="00EE6065" w:rsidRPr="008F122F">
              <w:rPr>
                <w:rFonts w:ascii="Times New Roman" w:hAnsi="Times New Roman" w:cs="Times New Roman"/>
                <w:sz w:val="28"/>
                <w:szCs w:val="28"/>
              </w:rPr>
              <w:t>Создание оптимальных условий для обеспечения полноценного отдыха и оздоровления детей,</w:t>
            </w:r>
            <w:r w:rsidR="00C57AC8" w:rsidRPr="008F12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6065" w:rsidRPr="008F12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 также иных категорий граждан</w:t>
            </w:r>
          </w:p>
        </w:tc>
      </w:tr>
      <w:tr w:rsidR="00671B09" w:rsidRPr="008F122F" w:rsidTr="000D7E0B">
        <w:tc>
          <w:tcPr>
            <w:tcW w:w="3323" w:type="dxa"/>
            <w:vMerge w:val="restart"/>
          </w:tcPr>
          <w:p w:rsidR="00671B09" w:rsidRPr="008F122F" w:rsidRDefault="00671B09" w:rsidP="00631B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Задача 1. Обеспечение организации отдыха и оздоровления детей, в том числе детей находящихся в трудной жизненной ситуации</w:t>
            </w:r>
          </w:p>
        </w:tc>
        <w:tc>
          <w:tcPr>
            <w:tcW w:w="3260" w:type="dxa"/>
          </w:tcPr>
          <w:p w:rsidR="00671B09" w:rsidRPr="008F122F" w:rsidRDefault="00671B09" w:rsidP="00631B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Количество детей, охваченных организованными формами отдыха и оздоровления в каникулярное время</w:t>
            </w:r>
          </w:p>
        </w:tc>
        <w:tc>
          <w:tcPr>
            <w:tcW w:w="850" w:type="dxa"/>
          </w:tcPr>
          <w:p w:rsidR="00671B09" w:rsidRPr="008F122F" w:rsidRDefault="00671B09" w:rsidP="00631B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 xml:space="preserve">Чел. </w:t>
            </w:r>
          </w:p>
        </w:tc>
        <w:tc>
          <w:tcPr>
            <w:tcW w:w="1134" w:type="dxa"/>
          </w:tcPr>
          <w:p w:rsidR="00671B09" w:rsidRPr="008F122F" w:rsidRDefault="00671B09" w:rsidP="00FF25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992" w:type="dxa"/>
          </w:tcPr>
          <w:p w:rsidR="00671B09" w:rsidRPr="008F122F" w:rsidRDefault="00671B09" w:rsidP="001F008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992" w:type="dxa"/>
          </w:tcPr>
          <w:p w:rsidR="00671B09" w:rsidRPr="008F122F" w:rsidRDefault="00671B09" w:rsidP="001F008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993" w:type="dxa"/>
          </w:tcPr>
          <w:p w:rsidR="00671B09" w:rsidRPr="008F122F" w:rsidRDefault="00671B09" w:rsidP="001F008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992" w:type="dxa"/>
          </w:tcPr>
          <w:p w:rsidR="00671B09" w:rsidRPr="008F122F" w:rsidRDefault="00671B09" w:rsidP="001F008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993" w:type="dxa"/>
          </w:tcPr>
          <w:p w:rsidR="00671B09" w:rsidRPr="008F122F" w:rsidRDefault="00671B09" w:rsidP="001F008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17" w:type="dxa"/>
          </w:tcPr>
          <w:p w:rsidR="00671B09" w:rsidRPr="008F122F" w:rsidRDefault="00671B09" w:rsidP="00631B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1B09" w:rsidRPr="008F122F" w:rsidTr="000D7E0B">
        <w:tc>
          <w:tcPr>
            <w:tcW w:w="3323" w:type="dxa"/>
            <w:vMerge/>
          </w:tcPr>
          <w:p w:rsidR="00671B09" w:rsidRPr="008F122F" w:rsidRDefault="00671B09" w:rsidP="00631B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671B09" w:rsidRPr="008F122F" w:rsidRDefault="00671B09" w:rsidP="000D7E0B">
            <w:pPr>
              <w:pStyle w:val="p17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8F122F">
              <w:rPr>
                <w:color w:val="000000"/>
                <w:sz w:val="28"/>
                <w:szCs w:val="28"/>
              </w:rPr>
              <w:t xml:space="preserve">Количество детей, </w:t>
            </w:r>
            <w:r w:rsidRPr="008F122F">
              <w:rPr>
                <w:color w:val="000000"/>
                <w:sz w:val="28"/>
                <w:szCs w:val="28"/>
              </w:rPr>
              <w:lastRenderedPageBreak/>
              <w:t>находящихся в трудной жизненной</w:t>
            </w:r>
            <w:r w:rsidR="00C57AC8" w:rsidRPr="008F122F">
              <w:rPr>
                <w:color w:val="000000"/>
                <w:sz w:val="28"/>
                <w:szCs w:val="28"/>
              </w:rPr>
              <w:t xml:space="preserve"> </w:t>
            </w:r>
            <w:r w:rsidRPr="008F122F">
              <w:rPr>
                <w:color w:val="000000"/>
                <w:sz w:val="28"/>
                <w:szCs w:val="28"/>
              </w:rPr>
              <w:t>ситуации, охваченных организованными формами отдыха и оздоровления в каникулярное время</w:t>
            </w:r>
          </w:p>
          <w:p w:rsidR="00671B09" w:rsidRPr="008F122F" w:rsidRDefault="00671B09" w:rsidP="00631B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671B09" w:rsidRPr="008F122F" w:rsidRDefault="00671B09" w:rsidP="00631B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Чел.</w:t>
            </w:r>
          </w:p>
        </w:tc>
        <w:tc>
          <w:tcPr>
            <w:tcW w:w="1134" w:type="dxa"/>
          </w:tcPr>
          <w:p w:rsidR="00671B09" w:rsidRPr="008F122F" w:rsidRDefault="00671B09" w:rsidP="00FF25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992" w:type="dxa"/>
          </w:tcPr>
          <w:p w:rsidR="00671B09" w:rsidRPr="008F122F" w:rsidRDefault="00671B09" w:rsidP="00631B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992" w:type="dxa"/>
          </w:tcPr>
          <w:p w:rsidR="00671B09" w:rsidRPr="008F122F" w:rsidRDefault="00671B09" w:rsidP="00631B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993" w:type="dxa"/>
          </w:tcPr>
          <w:p w:rsidR="00671B09" w:rsidRPr="008F122F" w:rsidRDefault="00671B09" w:rsidP="00631B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992" w:type="dxa"/>
          </w:tcPr>
          <w:p w:rsidR="00671B09" w:rsidRPr="008F122F" w:rsidRDefault="00671B09" w:rsidP="00631B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993" w:type="dxa"/>
          </w:tcPr>
          <w:p w:rsidR="00671B09" w:rsidRPr="008F122F" w:rsidRDefault="00671B09" w:rsidP="00631B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17" w:type="dxa"/>
          </w:tcPr>
          <w:p w:rsidR="00671B09" w:rsidRPr="008F122F" w:rsidRDefault="00671B09" w:rsidP="00631B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1B09" w:rsidRPr="008F122F" w:rsidTr="000D7E0B">
        <w:tc>
          <w:tcPr>
            <w:tcW w:w="3323" w:type="dxa"/>
            <w:vMerge/>
          </w:tcPr>
          <w:p w:rsidR="00671B09" w:rsidRPr="008F122F" w:rsidRDefault="00671B09" w:rsidP="00631B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671B09" w:rsidRPr="008F122F" w:rsidRDefault="00671B09" w:rsidP="00631B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671B09" w:rsidRPr="008F122F" w:rsidRDefault="00671B09" w:rsidP="00631B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71B09" w:rsidRPr="008F122F" w:rsidRDefault="00671B09" w:rsidP="00631B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71B09" w:rsidRPr="008F122F" w:rsidRDefault="00671B09" w:rsidP="006B68C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71B09" w:rsidRPr="008F122F" w:rsidRDefault="00671B09" w:rsidP="00EE606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671B09" w:rsidRPr="008F122F" w:rsidRDefault="00671B09" w:rsidP="00EE606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71B09" w:rsidRPr="008F122F" w:rsidRDefault="00671B09" w:rsidP="00EE606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671B09" w:rsidRPr="008F122F" w:rsidRDefault="00671B09" w:rsidP="00EE606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71B09" w:rsidRPr="008F122F" w:rsidRDefault="00671B09" w:rsidP="00631B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35C2" w:rsidRPr="008F122F" w:rsidTr="000D7E0B">
        <w:tc>
          <w:tcPr>
            <w:tcW w:w="3323" w:type="dxa"/>
          </w:tcPr>
          <w:p w:rsidR="00A135C2" w:rsidRPr="008F122F" w:rsidRDefault="00D661B6" w:rsidP="00671B0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 xml:space="preserve">Задача </w:t>
            </w:r>
            <w:r w:rsidR="00671B09" w:rsidRPr="008F122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A135C2" w:rsidRPr="008F122F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Организации досуга и отдыха для </w:t>
            </w:r>
            <w:r w:rsidR="00A135C2" w:rsidRPr="008F12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иных категорий граждан</w:t>
            </w:r>
          </w:p>
        </w:tc>
        <w:tc>
          <w:tcPr>
            <w:tcW w:w="3260" w:type="dxa"/>
          </w:tcPr>
          <w:p w:rsidR="00A135C2" w:rsidRPr="008F122F" w:rsidRDefault="00A135C2" w:rsidP="002D56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Количество взрослых граждан (старше 18), вовлеченных в организованные формы досуга, отдыха и оздоровления</w:t>
            </w:r>
          </w:p>
        </w:tc>
        <w:tc>
          <w:tcPr>
            <w:tcW w:w="850" w:type="dxa"/>
          </w:tcPr>
          <w:p w:rsidR="00A135C2" w:rsidRPr="008F122F" w:rsidRDefault="00A135C2" w:rsidP="00631B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1134" w:type="dxa"/>
          </w:tcPr>
          <w:p w:rsidR="00A135C2" w:rsidRPr="008F122F" w:rsidRDefault="00A135C2" w:rsidP="00631B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992" w:type="dxa"/>
          </w:tcPr>
          <w:p w:rsidR="00A135C2" w:rsidRPr="008F122F" w:rsidRDefault="004F620A" w:rsidP="00631B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420</w:t>
            </w:r>
          </w:p>
        </w:tc>
        <w:tc>
          <w:tcPr>
            <w:tcW w:w="992" w:type="dxa"/>
          </w:tcPr>
          <w:p w:rsidR="00A135C2" w:rsidRPr="008F122F" w:rsidRDefault="004F620A">
            <w:pPr>
              <w:rPr>
                <w:sz w:val="28"/>
                <w:szCs w:val="28"/>
              </w:rPr>
            </w:pPr>
            <w:r w:rsidRPr="008F122F">
              <w:rPr>
                <w:sz w:val="28"/>
                <w:szCs w:val="28"/>
              </w:rPr>
              <w:t>440</w:t>
            </w:r>
          </w:p>
        </w:tc>
        <w:tc>
          <w:tcPr>
            <w:tcW w:w="993" w:type="dxa"/>
          </w:tcPr>
          <w:p w:rsidR="00A135C2" w:rsidRPr="008F122F" w:rsidRDefault="004F620A">
            <w:pPr>
              <w:rPr>
                <w:sz w:val="28"/>
                <w:szCs w:val="28"/>
              </w:rPr>
            </w:pPr>
            <w:r w:rsidRPr="008F122F">
              <w:rPr>
                <w:sz w:val="28"/>
                <w:szCs w:val="28"/>
              </w:rPr>
              <w:t>460</w:t>
            </w:r>
          </w:p>
        </w:tc>
        <w:tc>
          <w:tcPr>
            <w:tcW w:w="992" w:type="dxa"/>
          </w:tcPr>
          <w:p w:rsidR="00A135C2" w:rsidRPr="008F122F" w:rsidRDefault="004F620A">
            <w:pPr>
              <w:rPr>
                <w:sz w:val="28"/>
                <w:szCs w:val="28"/>
              </w:rPr>
            </w:pPr>
            <w:r w:rsidRPr="008F122F">
              <w:rPr>
                <w:sz w:val="28"/>
                <w:szCs w:val="28"/>
              </w:rPr>
              <w:t>480</w:t>
            </w:r>
          </w:p>
        </w:tc>
        <w:tc>
          <w:tcPr>
            <w:tcW w:w="993" w:type="dxa"/>
          </w:tcPr>
          <w:p w:rsidR="00A135C2" w:rsidRPr="008F122F" w:rsidRDefault="00A135C2">
            <w:pPr>
              <w:rPr>
                <w:sz w:val="28"/>
                <w:szCs w:val="28"/>
              </w:rPr>
            </w:pPr>
            <w:r w:rsidRPr="008F122F">
              <w:rPr>
                <w:sz w:val="28"/>
                <w:szCs w:val="28"/>
              </w:rPr>
              <w:t>500</w:t>
            </w:r>
          </w:p>
        </w:tc>
        <w:tc>
          <w:tcPr>
            <w:tcW w:w="1417" w:type="dxa"/>
          </w:tcPr>
          <w:p w:rsidR="00A135C2" w:rsidRPr="008F122F" w:rsidRDefault="00A135C2" w:rsidP="00631B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35C2" w:rsidRPr="008F122F" w:rsidTr="000D7E0B">
        <w:tc>
          <w:tcPr>
            <w:tcW w:w="3323" w:type="dxa"/>
          </w:tcPr>
          <w:p w:rsidR="00A135C2" w:rsidRPr="008F122F" w:rsidRDefault="00D661B6" w:rsidP="00A353D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 xml:space="preserve">Задача </w:t>
            </w:r>
            <w:r w:rsidR="00671B09" w:rsidRPr="008F122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A135C2" w:rsidRPr="008F122F">
              <w:rPr>
                <w:rFonts w:ascii="Times New Roman" w:hAnsi="Times New Roman" w:cs="Times New Roman"/>
                <w:sz w:val="28"/>
                <w:szCs w:val="28"/>
              </w:rPr>
              <w:t>Сохранение и развитие материально-технической базы</w:t>
            </w:r>
          </w:p>
          <w:p w:rsidR="00A135C2" w:rsidRPr="008F122F" w:rsidRDefault="00A135C2" w:rsidP="00A353D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A135C2" w:rsidRPr="008F122F" w:rsidRDefault="00A135C2" w:rsidP="00631B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A135C2" w:rsidRPr="008F122F" w:rsidRDefault="00A135C2" w:rsidP="00BD73E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Количество объектов МАУ «</w:t>
            </w:r>
            <w:proofErr w:type="spellStart"/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ЦОиО</w:t>
            </w:r>
            <w:proofErr w:type="spellEnd"/>
            <w:r w:rsidRPr="008F122F">
              <w:rPr>
                <w:rFonts w:ascii="Times New Roman" w:hAnsi="Times New Roman" w:cs="Times New Roman"/>
                <w:sz w:val="28"/>
                <w:szCs w:val="28"/>
              </w:rPr>
              <w:t xml:space="preserve"> «Лесная сказка», в которых </w:t>
            </w:r>
            <w:proofErr w:type="gramStart"/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укреплена и модернизирована</w:t>
            </w:r>
            <w:proofErr w:type="gramEnd"/>
            <w:r w:rsidRPr="008F122F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материально-техническая база</w:t>
            </w:r>
          </w:p>
        </w:tc>
        <w:tc>
          <w:tcPr>
            <w:tcW w:w="850" w:type="dxa"/>
          </w:tcPr>
          <w:p w:rsidR="00A135C2" w:rsidRPr="008F122F" w:rsidRDefault="00A135C2" w:rsidP="00631B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  <w:r w:rsidR="002D5688" w:rsidRPr="008F122F">
              <w:rPr>
                <w:rFonts w:ascii="Times New Roman" w:hAnsi="Times New Roman" w:cs="Times New Roman"/>
                <w:sz w:val="28"/>
                <w:szCs w:val="28"/>
              </w:rPr>
              <w:t xml:space="preserve"> в год</w:t>
            </w:r>
          </w:p>
        </w:tc>
        <w:tc>
          <w:tcPr>
            <w:tcW w:w="1134" w:type="dxa"/>
          </w:tcPr>
          <w:p w:rsidR="00A135C2" w:rsidRPr="008F122F" w:rsidRDefault="00A135C2" w:rsidP="00631B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A135C2" w:rsidRPr="008F122F" w:rsidRDefault="00A135C2" w:rsidP="00631B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A135C2" w:rsidRPr="008F122F" w:rsidRDefault="00A135C2" w:rsidP="00631B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A135C2" w:rsidRPr="008F122F" w:rsidRDefault="00A135C2" w:rsidP="00631B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A135C2" w:rsidRPr="008F122F" w:rsidRDefault="00A135C2" w:rsidP="00631B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A135C2" w:rsidRPr="008F122F" w:rsidRDefault="00A135C2" w:rsidP="00631B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A135C2" w:rsidRPr="008F122F" w:rsidRDefault="00A135C2" w:rsidP="00631B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4667E" w:rsidRPr="00F75DEF" w:rsidRDefault="0024667E" w:rsidP="00883021">
      <w:pPr>
        <w:autoSpaceDE w:val="0"/>
        <w:autoSpaceDN w:val="0"/>
        <w:adjustRightInd w:val="0"/>
        <w:ind w:firstLine="851"/>
        <w:jc w:val="both"/>
        <w:rPr>
          <w:sz w:val="24"/>
          <w:szCs w:val="24"/>
          <w:highlight w:val="yellow"/>
        </w:rPr>
      </w:pPr>
    </w:p>
    <w:p w:rsidR="009A303D" w:rsidRPr="00F75DEF" w:rsidRDefault="009A303D" w:rsidP="009A303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A303D" w:rsidRPr="00F75DEF" w:rsidRDefault="009A303D" w:rsidP="009A303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  <w:sectPr w:rsidR="009A303D" w:rsidRPr="00F75DEF" w:rsidSect="009A303D">
          <w:pgSz w:w="16838" w:h="11906" w:orient="landscape" w:code="9"/>
          <w:pgMar w:top="1418" w:right="1134" w:bottom="607" w:left="709" w:header="720" w:footer="720" w:gutter="0"/>
          <w:cols w:space="720"/>
          <w:titlePg/>
          <w:docGrid w:linePitch="212"/>
        </w:sectPr>
      </w:pPr>
    </w:p>
    <w:p w:rsidR="009A303D" w:rsidRPr="00F75DEF" w:rsidRDefault="009A303D" w:rsidP="009A303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F75DEF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9A303D" w:rsidRPr="00F75DEF" w:rsidRDefault="009A303D" w:rsidP="009A303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75DEF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9A303D" w:rsidRPr="00F75DEF" w:rsidRDefault="009A303D" w:rsidP="009A303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75DEF">
        <w:rPr>
          <w:rFonts w:ascii="Times New Roman" w:hAnsi="Times New Roman" w:cs="Times New Roman"/>
          <w:sz w:val="24"/>
          <w:szCs w:val="24"/>
        </w:rPr>
        <w:t>"Организация досуга, отдыха</w:t>
      </w:r>
    </w:p>
    <w:p w:rsidR="009A303D" w:rsidRPr="00F75DEF" w:rsidRDefault="009A303D" w:rsidP="009A303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75DEF">
        <w:rPr>
          <w:rFonts w:ascii="Times New Roman" w:hAnsi="Times New Roman" w:cs="Times New Roman"/>
          <w:sz w:val="24"/>
          <w:szCs w:val="24"/>
        </w:rPr>
        <w:t>и оздоровления детей, а также</w:t>
      </w:r>
    </w:p>
    <w:p w:rsidR="009A303D" w:rsidRPr="00F75DEF" w:rsidRDefault="009A303D" w:rsidP="009A303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75DEF">
        <w:rPr>
          <w:rFonts w:ascii="Times New Roman" w:hAnsi="Times New Roman" w:cs="Times New Roman"/>
          <w:sz w:val="24"/>
          <w:szCs w:val="24"/>
        </w:rPr>
        <w:t>иных категорий граждан</w:t>
      </w:r>
    </w:p>
    <w:p w:rsidR="009A303D" w:rsidRPr="00F75DEF" w:rsidRDefault="009A303D" w:rsidP="009A303D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F75DEF">
        <w:rPr>
          <w:sz w:val="24"/>
          <w:szCs w:val="24"/>
        </w:rPr>
        <w:t xml:space="preserve"> на территории города Искитима</w:t>
      </w:r>
    </w:p>
    <w:p w:rsidR="009A303D" w:rsidRPr="00F75DEF" w:rsidRDefault="009A303D" w:rsidP="009A303D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F75DEF">
        <w:rPr>
          <w:sz w:val="24"/>
          <w:szCs w:val="24"/>
        </w:rPr>
        <w:t>Новосибирской области"</w:t>
      </w:r>
    </w:p>
    <w:p w:rsidR="009A303D" w:rsidRPr="00F75DEF" w:rsidRDefault="009A303D" w:rsidP="009A30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A303D" w:rsidRPr="008F122F" w:rsidRDefault="009A303D" w:rsidP="009A303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2" w:name="P216"/>
      <w:bookmarkEnd w:id="2"/>
      <w:r w:rsidRPr="008F122F">
        <w:rPr>
          <w:rFonts w:ascii="Times New Roman" w:hAnsi="Times New Roman" w:cs="Times New Roman"/>
          <w:b w:val="0"/>
          <w:sz w:val="28"/>
          <w:szCs w:val="28"/>
        </w:rPr>
        <w:t>Основные мероприятия муниципальной программы</w:t>
      </w:r>
    </w:p>
    <w:p w:rsidR="009A303D" w:rsidRPr="008F122F" w:rsidRDefault="009A303D" w:rsidP="009A303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F122F">
        <w:rPr>
          <w:sz w:val="28"/>
          <w:szCs w:val="28"/>
        </w:rPr>
        <w:t>«Организация досуга, отдыха и оздоровления детей, а также иных категорий граждан на территории города Искитима Новосибирской области»</w:t>
      </w:r>
    </w:p>
    <w:p w:rsidR="009A303D" w:rsidRPr="008F122F" w:rsidRDefault="009A303D" w:rsidP="009A303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31"/>
        <w:gridCol w:w="1700"/>
        <w:gridCol w:w="963"/>
        <w:gridCol w:w="3174"/>
      </w:tblGrid>
      <w:tr w:rsidR="00F75DEF" w:rsidRPr="008F122F" w:rsidTr="008F122F">
        <w:trPr>
          <w:jc w:val="center"/>
        </w:trPr>
        <w:tc>
          <w:tcPr>
            <w:tcW w:w="3231" w:type="dxa"/>
            <w:vAlign w:val="center"/>
          </w:tcPr>
          <w:p w:rsidR="009A303D" w:rsidRPr="008F122F" w:rsidRDefault="009A303D" w:rsidP="005452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Наименование основного мероприятия</w:t>
            </w:r>
          </w:p>
        </w:tc>
        <w:tc>
          <w:tcPr>
            <w:tcW w:w="1700" w:type="dxa"/>
            <w:vAlign w:val="center"/>
          </w:tcPr>
          <w:p w:rsidR="009A303D" w:rsidRPr="008F122F" w:rsidRDefault="009A303D" w:rsidP="005452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Заказчик (заказчик-координатор), ответственный за привлечение средств, исполнители программных мероприятий</w:t>
            </w:r>
          </w:p>
        </w:tc>
        <w:tc>
          <w:tcPr>
            <w:tcW w:w="963" w:type="dxa"/>
            <w:vAlign w:val="center"/>
          </w:tcPr>
          <w:p w:rsidR="009A303D" w:rsidRPr="008F122F" w:rsidRDefault="009A303D" w:rsidP="005452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Срок реализации</w:t>
            </w:r>
          </w:p>
        </w:tc>
        <w:tc>
          <w:tcPr>
            <w:tcW w:w="3174" w:type="dxa"/>
            <w:vAlign w:val="center"/>
          </w:tcPr>
          <w:p w:rsidR="009A303D" w:rsidRPr="008F122F" w:rsidRDefault="009A303D" w:rsidP="005452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Ожидаемый результат (краткое описание)</w:t>
            </w:r>
          </w:p>
        </w:tc>
      </w:tr>
      <w:tr w:rsidR="00F75DEF" w:rsidRPr="008F122F" w:rsidTr="008F122F">
        <w:trPr>
          <w:jc w:val="center"/>
        </w:trPr>
        <w:tc>
          <w:tcPr>
            <w:tcW w:w="3231" w:type="dxa"/>
            <w:vAlign w:val="center"/>
          </w:tcPr>
          <w:p w:rsidR="009A303D" w:rsidRPr="008F122F" w:rsidRDefault="009A303D" w:rsidP="005452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vAlign w:val="center"/>
          </w:tcPr>
          <w:p w:rsidR="009A303D" w:rsidRPr="008F122F" w:rsidRDefault="009A303D" w:rsidP="005452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3" w:type="dxa"/>
            <w:vAlign w:val="center"/>
          </w:tcPr>
          <w:p w:rsidR="009A303D" w:rsidRPr="008F122F" w:rsidRDefault="009A303D" w:rsidP="005452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74" w:type="dxa"/>
            <w:vAlign w:val="center"/>
          </w:tcPr>
          <w:p w:rsidR="009A303D" w:rsidRPr="008F122F" w:rsidRDefault="009A303D" w:rsidP="005452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75DEF" w:rsidRPr="008F122F" w:rsidTr="008F122F">
        <w:trPr>
          <w:jc w:val="center"/>
        </w:trPr>
        <w:tc>
          <w:tcPr>
            <w:tcW w:w="9068" w:type="dxa"/>
            <w:gridSpan w:val="4"/>
            <w:vAlign w:val="center"/>
          </w:tcPr>
          <w:p w:rsidR="009A303D" w:rsidRPr="008F122F" w:rsidRDefault="009A303D" w:rsidP="0054522E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Цель.</w:t>
            </w:r>
          </w:p>
          <w:p w:rsidR="009A303D" w:rsidRPr="008F122F" w:rsidRDefault="00D52F20" w:rsidP="005452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Создание оптимальных условий для обеспечения полноценного отдыха и оздоровления детей,</w:t>
            </w:r>
            <w:r w:rsidR="00C57AC8" w:rsidRPr="008F12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12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 также иных категорий граждан</w:t>
            </w:r>
          </w:p>
        </w:tc>
      </w:tr>
      <w:tr w:rsidR="00F75DEF" w:rsidRPr="008F122F" w:rsidTr="008F122F">
        <w:trPr>
          <w:jc w:val="center"/>
        </w:trPr>
        <w:tc>
          <w:tcPr>
            <w:tcW w:w="9068" w:type="dxa"/>
            <w:gridSpan w:val="4"/>
            <w:vAlign w:val="center"/>
          </w:tcPr>
          <w:p w:rsidR="009A303D" w:rsidRPr="008F122F" w:rsidRDefault="009A303D" w:rsidP="0054522E">
            <w:pPr>
              <w:pStyle w:val="ConsPlusNormal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Задача 1.</w:t>
            </w:r>
          </w:p>
          <w:p w:rsidR="009A303D" w:rsidRPr="008F122F" w:rsidRDefault="00671B09" w:rsidP="005452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Обеспечение организации отдыха и оздоровления детей, в том числе детей находящихся в трудной жизненной ситуации</w:t>
            </w:r>
          </w:p>
        </w:tc>
      </w:tr>
      <w:tr w:rsidR="00F75DEF" w:rsidRPr="008F122F" w:rsidTr="008F122F">
        <w:trPr>
          <w:jc w:val="center"/>
        </w:trPr>
        <w:tc>
          <w:tcPr>
            <w:tcW w:w="3231" w:type="dxa"/>
            <w:vAlign w:val="center"/>
          </w:tcPr>
          <w:p w:rsidR="009A303D" w:rsidRPr="008F122F" w:rsidRDefault="009A303D" w:rsidP="00E50B9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 xml:space="preserve">1.1. Проведение мероприятий, направленных на организацию отдыха и оздоровления </w:t>
            </w:r>
            <w:r w:rsidR="00E50B95" w:rsidRPr="008F122F">
              <w:rPr>
                <w:rFonts w:ascii="Times New Roman" w:hAnsi="Times New Roman" w:cs="Times New Roman"/>
                <w:sz w:val="28"/>
                <w:szCs w:val="28"/>
              </w:rPr>
              <w:t>детей</w:t>
            </w:r>
          </w:p>
        </w:tc>
        <w:tc>
          <w:tcPr>
            <w:tcW w:w="1700" w:type="dxa"/>
            <w:vAlign w:val="center"/>
          </w:tcPr>
          <w:p w:rsidR="009A303D" w:rsidRPr="008F122F" w:rsidRDefault="009A303D" w:rsidP="005C67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 xml:space="preserve">МАУ </w:t>
            </w:r>
            <w:r w:rsidR="00EC7949" w:rsidRPr="008F122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ЦОиО</w:t>
            </w:r>
            <w:proofErr w:type="spellEnd"/>
            <w:r w:rsidR="00C57AC8" w:rsidRPr="008F12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C6792" w:rsidRPr="008F122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Лесная сказка</w:t>
            </w:r>
            <w:r w:rsidR="005C6792" w:rsidRPr="008F122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63" w:type="dxa"/>
            <w:vAlign w:val="center"/>
          </w:tcPr>
          <w:p w:rsidR="009A303D" w:rsidRPr="008F122F" w:rsidRDefault="009A303D" w:rsidP="00B943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94330" w:rsidRPr="008F122F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B94330" w:rsidRPr="008F122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  <w:tc>
          <w:tcPr>
            <w:tcW w:w="3174" w:type="dxa"/>
            <w:vAlign w:val="center"/>
          </w:tcPr>
          <w:p w:rsidR="009A303D" w:rsidRPr="008F122F" w:rsidRDefault="009A303D" w:rsidP="00E50B9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 xml:space="preserve">Вовлечение </w:t>
            </w:r>
            <w:r w:rsidR="00E50B95" w:rsidRPr="008F122F">
              <w:rPr>
                <w:rFonts w:ascii="Times New Roman" w:hAnsi="Times New Roman" w:cs="Times New Roman"/>
                <w:sz w:val="28"/>
                <w:szCs w:val="28"/>
              </w:rPr>
              <w:t>детей</w:t>
            </w: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 xml:space="preserve"> в организованные формы досуга, отдыха и оздоровления</w:t>
            </w:r>
          </w:p>
        </w:tc>
      </w:tr>
      <w:tr w:rsidR="00F75DEF" w:rsidRPr="008F122F" w:rsidTr="008F122F">
        <w:trPr>
          <w:jc w:val="center"/>
        </w:trPr>
        <w:tc>
          <w:tcPr>
            <w:tcW w:w="3231" w:type="dxa"/>
            <w:vAlign w:val="center"/>
          </w:tcPr>
          <w:p w:rsidR="00B94330" w:rsidRPr="008F122F" w:rsidRDefault="00B94330" w:rsidP="005452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 xml:space="preserve">1.2. Выполнение муниципального задания на оказание муниципальных услуг (выполнение работ) муниципальным учреждением города </w:t>
            </w:r>
            <w:r w:rsidRPr="008F12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Искитима Новосибирской области</w:t>
            </w:r>
          </w:p>
        </w:tc>
        <w:tc>
          <w:tcPr>
            <w:tcW w:w="1700" w:type="dxa"/>
            <w:vAlign w:val="center"/>
          </w:tcPr>
          <w:p w:rsidR="00B94330" w:rsidRPr="008F122F" w:rsidRDefault="005C6792" w:rsidP="005452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МАУ «</w:t>
            </w:r>
            <w:proofErr w:type="spellStart"/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ЦОиО</w:t>
            </w:r>
            <w:proofErr w:type="spellEnd"/>
            <w:r w:rsidR="00C57AC8" w:rsidRPr="008F12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«Лесная сказка»</w:t>
            </w:r>
          </w:p>
        </w:tc>
        <w:tc>
          <w:tcPr>
            <w:tcW w:w="963" w:type="dxa"/>
            <w:vAlign w:val="center"/>
          </w:tcPr>
          <w:p w:rsidR="00B94330" w:rsidRPr="008F122F" w:rsidRDefault="00B94330" w:rsidP="00B94330">
            <w:pPr>
              <w:jc w:val="center"/>
              <w:rPr>
                <w:sz w:val="28"/>
                <w:szCs w:val="28"/>
              </w:rPr>
            </w:pPr>
            <w:r w:rsidRPr="008F122F">
              <w:rPr>
                <w:sz w:val="28"/>
                <w:szCs w:val="28"/>
              </w:rPr>
              <w:t>2023 - 2027 гг.</w:t>
            </w:r>
          </w:p>
        </w:tc>
        <w:tc>
          <w:tcPr>
            <w:tcW w:w="3174" w:type="dxa"/>
            <w:vAlign w:val="center"/>
          </w:tcPr>
          <w:p w:rsidR="00B94330" w:rsidRPr="008F122F" w:rsidRDefault="00EE6504" w:rsidP="005452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Вовлечение детей, находящихся в трудной жизненной ситуации в организованные формы досуга, отдыха и оздоровления</w:t>
            </w:r>
          </w:p>
        </w:tc>
      </w:tr>
      <w:tr w:rsidR="00D52F20" w:rsidRPr="008F122F" w:rsidTr="008F122F">
        <w:trPr>
          <w:jc w:val="center"/>
        </w:trPr>
        <w:tc>
          <w:tcPr>
            <w:tcW w:w="9068" w:type="dxa"/>
            <w:gridSpan w:val="4"/>
            <w:vAlign w:val="center"/>
          </w:tcPr>
          <w:p w:rsidR="00D52F20" w:rsidRPr="008F122F" w:rsidRDefault="00D52F20" w:rsidP="00D52F20">
            <w:pPr>
              <w:pStyle w:val="ConsPlusNormal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Задача </w:t>
            </w:r>
            <w:r w:rsidR="00671B09" w:rsidRPr="008F122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52F20" w:rsidRPr="008F122F" w:rsidRDefault="00671B09" w:rsidP="00D52F2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Организации досуга и отдыха для </w:t>
            </w:r>
            <w:r w:rsidRPr="008F12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иных категорий граждан</w:t>
            </w:r>
          </w:p>
        </w:tc>
      </w:tr>
      <w:tr w:rsidR="00717E1D" w:rsidRPr="008F122F" w:rsidTr="008F122F">
        <w:trPr>
          <w:jc w:val="center"/>
        </w:trPr>
        <w:tc>
          <w:tcPr>
            <w:tcW w:w="3231" w:type="dxa"/>
            <w:vAlign w:val="center"/>
          </w:tcPr>
          <w:p w:rsidR="00717E1D" w:rsidRPr="008F122F" w:rsidRDefault="00717E1D" w:rsidP="00717E1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 xml:space="preserve">1.3. Проведение мероприятий для иных категорий граждан </w:t>
            </w:r>
          </w:p>
        </w:tc>
        <w:tc>
          <w:tcPr>
            <w:tcW w:w="1700" w:type="dxa"/>
            <w:vAlign w:val="center"/>
          </w:tcPr>
          <w:p w:rsidR="00717E1D" w:rsidRPr="008F122F" w:rsidRDefault="00717E1D" w:rsidP="005452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МАУ «</w:t>
            </w:r>
            <w:proofErr w:type="spellStart"/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ЦОиО</w:t>
            </w:r>
            <w:proofErr w:type="spellEnd"/>
            <w:r w:rsidR="00C57AC8" w:rsidRPr="008F12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«Лесная сказка»</w:t>
            </w:r>
          </w:p>
        </w:tc>
        <w:tc>
          <w:tcPr>
            <w:tcW w:w="963" w:type="dxa"/>
            <w:vAlign w:val="center"/>
          </w:tcPr>
          <w:p w:rsidR="00717E1D" w:rsidRPr="008F122F" w:rsidRDefault="00717E1D" w:rsidP="00B94330">
            <w:pPr>
              <w:jc w:val="center"/>
              <w:rPr>
                <w:sz w:val="28"/>
                <w:szCs w:val="28"/>
              </w:rPr>
            </w:pPr>
            <w:r w:rsidRPr="008F122F">
              <w:rPr>
                <w:sz w:val="28"/>
                <w:szCs w:val="28"/>
              </w:rPr>
              <w:t>2023 - 2027 гг.</w:t>
            </w:r>
          </w:p>
        </w:tc>
        <w:tc>
          <w:tcPr>
            <w:tcW w:w="3174" w:type="dxa"/>
          </w:tcPr>
          <w:p w:rsidR="00717E1D" w:rsidRPr="008F122F" w:rsidRDefault="00717E1D" w:rsidP="00717E1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Вовлечение иной категории граждан, в организованные формы досуга</w:t>
            </w:r>
          </w:p>
        </w:tc>
      </w:tr>
      <w:tr w:rsidR="00717E1D" w:rsidRPr="008F122F" w:rsidTr="008F122F">
        <w:trPr>
          <w:jc w:val="center"/>
        </w:trPr>
        <w:tc>
          <w:tcPr>
            <w:tcW w:w="9068" w:type="dxa"/>
            <w:gridSpan w:val="4"/>
            <w:vAlign w:val="center"/>
          </w:tcPr>
          <w:p w:rsidR="00717E1D" w:rsidRPr="008F122F" w:rsidRDefault="00717E1D" w:rsidP="0054522E">
            <w:pPr>
              <w:pStyle w:val="ConsPlusNormal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Задача 4.</w:t>
            </w:r>
          </w:p>
          <w:p w:rsidR="00717E1D" w:rsidRPr="008F122F" w:rsidRDefault="00717E1D" w:rsidP="00EE65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Сохранение и развитие материально-технической базы</w:t>
            </w:r>
          </w:p>
        </w:tc>
      </w:tr>
      <w:tr w:rsidR="00717E1D" w:rsidRPr="008F122F" w:rsidTr="008F122F">
        <w:trPr>
          <w:jc w:val="center"/>
        </w:trPr>
        <w:tc>
          <w:tcPr>
            <w:tcW w:w="3231" w:type="dxa"/>
            <w:vAlign w:val="center"/>
          </w:tcPr>
          <w:p w:rsidR="00717E1D" w:rsidRPr="008F122F" w:rsidRDefault="00717E1D" w:rsidP="005452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2.1. Проведение косметического ремонта жилых корпусов</w:t>
            </w:r>
          </w:p>
        </w:tc>
        <w:tc>
          <w:tcPr>
            <w:tcW w:w="1700" w:type="dxa"/>
            <w:vAlign w:val="center"/>
          </w:tcPr>
          <w:p w:rsidR="00717E1D" w:rsidRPr="008F122F" w:rsidRDefault="00717E1D" w:rsidP="005452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МАУ «</w:t>
            </w:r>
            <w:proofErr w:type="spellStart"/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ЦОиО</w:t>
            </w:r>
            <w:proofErr w:type="spellEnd"/>
            <w:r w:rsidR="00C57AC8" w:rsidRPr="008F12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«Лесная сказка»</w:t>
            </w:r>
          </w:p>
        </w:tc>
        <w:tc>
          <w:tcPr>
            <w:tcW w:w="963" w:type="dxa"/>
            <w:vAlign w:val="center"/>
          </w:tcPr>
          <w:p w:rsidR="00717E1D" w:rsidRPr="008F122F" w:rsidRDefault="00717E1D" w:rsidP="00B943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2023 - 2027 гг.</w:t>
            </w:r>
          </w:p>
        </w:tc>
        <w:tc>
          <w:tcPr>
            <w:tcW w:w="3174" w:type="dxa"/>
            <w:vAlign w:val="center"/>
          </w:tcPr>
          <w:p w:rsidR="00717E1D" w:rsidRPr="008F122F" w:rsidRDefault="00717E1D" w:rsidP="005452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Улучшение и сохранение объектов материально-технической базы и содержания в надлежащем состоянии муниципального имущества зданий и сооружений МАУ «</w:t>
            </w:r>
            <w:proofErr w:type="spellStart"/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ЦОиО</w:t>
            </w:r>
            <w:proofErr w:type="spellEnd"/>
            <w:r w:rsidRPr="008F122F">
              <w:rPr>
                <w:rFonts w:ascii="Times New Roman" w:hAnsi="Times New Roman" w:cs="Times New Roman"/>
                <w:sz w:val="28"/>
                <w:szCs w:val="28"/>
              </w:rPr>
              <w:t xml:space="preserve"> «Лесная сказка»</w:t>
            </w:r>
          </w:p>
        </w:tc>
      </w:tr>
      <w:tr w:rsidR="00717E1D" w:rsidRPr="008F122F" w:rsidTr="008F122F">
        <w:trPr>
          <w:jc w:val="center"/>
        </w:trPr>
        <w:tc>
          <w:tcPr>
            <w:tcW w:w="3231" w:type="dxa"/>
            <w:vAlign w:val="center"/>
          </w:tcPr>
          <w:p w:rsidR="00717E1D" w:rsidRPr="008F122F" w:rsidRDefault="00717E1D" w:rsidP="005452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2.2. Приобретение материальных запасов</w:t>
            </w:r>
          </w:p>
        </w:tc>
        <w:tc>
          <w:tcPr>
            <w:tcW w:w="1700" w:type="dxa"/>
            <w:vAlign w:val="center"/>
          </w:tcPr>
          <w:p w:rsidR="00717E1D" w:rsidRPr="008F122F" w:rsidRDefault="00717E1D" w:rsidP="005452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МАУ «</w:t>
            </w:r>
            <w:proofErr w:type="spellStart"/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ЦОиО</w:t>
            </w:r>
            <w:proofErr w:type="spellEnd"/>
            <w:r w:rsidR="00C57AC8" w:rsidRPr="008F12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«Лесная сказка»</w:t>
            </w:r>
          </w:p>
        </w:tc>
        <w:tc>
          <w:tcPr>
            <w:tcW w:w="963" w:type="dxa"/>
            <w:vAlign w:val="center"/>
          </w:tcPr>
          <w:p w:rsidR="00717E1D" w:rsidRPr="008F122F" w:rsidRDefault="00717E1D" w:rsidP="00B943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2023 - 2027 гг.</w:t>
            </w:r>
          </w:p>
        </w:tc>
        <w:tc>
          <w:tcPr>
            <w:tcW w:w="3174" w:type="dxa"/>
            <w:vAlign w:val="center"/>
          </w:tcPr>
          <w:p w:rsidR="00717E1D" w:rsidRPr="008F122F" w:rsidRDefault="00717E1D" w:rsidP="005452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Улучшение бытовых условий для пребывания в МАУ «</w:t>
            </w:r>
            <w:proofErr w:type="spellStart"/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ЦОиО</w:t>
            </w:r>
            <w:proofErr w:type="spellEnd"/>
            <w:r w:rsidRPr="008F122F">
              <w:rPr>
                <w:rFonts w:ascii="Times New Roman" w:hAnsi="Times New Roman" w:cs="Times New Roman"/>
                <w:sz w:val="28"/>
                <w:szCs w:val="28"/>
              </w:rPr>
              <w:t xml:space="preserve"> «Лесная сказка»</w:t>
            </w:r>
          </w:p>
        </w:tc>
      </w:tr>
      <w:tr w:rsidR="00717E1D" w:rsidRPr="008F122F" w:rsidTr="008F122F">
        <w:trPr>
          <w:jc w:val="center"/>
        </w:trPr>
        <w:tc>
          <w:tcPr>
            <w:tcW w:w="3231" w:type="dxa"/>
            <w:vAlign w:val="center"/>
          </w:tcPr>
          <w:p w:rsidR="00717E1D" w:rsidRPr="008F122F" w:rsidRDefault="00717E1D" w:rsidP="005452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2.3. Текущее содержание имущества, обеспечение деятельности учреждения</w:t>
            </w:r>
          </w:p>
        </w:tc>
        <w:tc>
          <w:tcPr>
            <w:tcW w:w="1700" w:type="dxa"/>
            <w:vAlign w:val="center"/>
          </w:tcPr>
          <w:p w:rsidR="00717E1D" w:rsidRPr="008F122F" w:rsidRDefault="00717E1D" w:rsidP="005452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МАУ «</w:t>
            </w:r>
            <w:proofErr w:type="spellStart"/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ЦОиО</w:t>
            </w:r>
            <w:proofErr w:type="spellEnd"/>
            <w:r w:rsidR="00C57AC8" w:rsidRPr="008F12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«Лесная сказка»</w:t>
            </w:r>
          </w:p>
        </w:tc>
        <w:tc>
          <w:tcPr>
            <w:tcW w:w="963" w:type="dxa"/>
            <w:vAlign w:val="center"/>
          </w:tcPr>
          <w:p w:rsidR="00717E1D" w:rsidRPr="008F122F" w:rsidRDefault="00717E1D" w:rsidP="00B943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2023 - 2027 гг.</w:t>
            </w:r>
          </w:p>
        </w:tc>
        <w:tc>
          <w:tcPr>
            <w:tcW w:w="3174" w:type="dxa"/>
            <w:vAlign w:val="center"/>
          </w:tcPr>
          <w:p w:rsidR="00717E1D" w:rsidRPr="008F122F" w:rsidRDefault="00717E1D" w:rsidP="005452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Содержание в надлежащем состоянии муниципального имущества зданий и сооружений МАУ «</w:t>
            </w:r>
            <w:proofErr w:type="spellStart"/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ЦОиО</w:t>
            </w:r>
            <w:proofErr w:type="spellEnd"/>
            <w:r w:rsidRPr="008F122F">
              <w:rPr>
                <w:rFonts w:ascii="Times New Roman" w:hAnsi="Times New Roman" w:cs="Times New Roman"/>
                <w:sz w:val="28"/>
                <w:szCs w:val="28"/>
              </w:rPr>
              <w:t xml:space="preserve"> «Лесная сказка»</w:t>
            </w:r>
          </w:p>
        </w:tc>
      </w:tr>
      <w:tr w:rsidR="00717E1D" w:rsidRPr="008F122F" w:rsidTr="008F122F">
        <w:trPr>
          <w:jc w:val="center"/>
        </w:trPr>
        <w:tc>
          <w:tcPr>
            <w:tcW w:w="3231" w:type="dxa"/>
            <w:vAlign w:val="center"/>
          </w:tcPr>
          <w:p w:rsidR="00717E1D" w:rsidRPr="008F122F" w:rsidRDefault="00717E1D" w:rsidP="005452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 xml:space="preserve">2.4. Проведение </w:t>
            </w:r>
            <w:proofErr w:type="spellStart"/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акарицидных</w:t>
            </w:r>
            <w:proofErr w:type="spellEnd"/>
            <w:r w:rsidRPr="008F122F">
              <w:rPr>
                <w:rFonts w:ascii="Times New Roman" w:hAnsi="Times New Roman" w:cs="Times New Roman"/>
                <w:sz w:val="28"/>
                <w:szCs w:val="28"/>
              </w:rPr>
              <w:t xml:space="preserve"> обработок территории, дератизации и дезинсекции помещений</w:t>
            </w:r>
          </w:p>
        </w:tc>
        <w:tc>
          <w:tcPr>
            <w:tcW w:w="1700" w:type="dxa"/>
            <w:vAlign w:val="center"/>
          </w:tcPr>
          <w:p w:rsidR="00717E1D" w:rsidRPr="008F122F" w:rsidRDefault="00717E1D" w:rsidP="005452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МАУ «</w:t>
            </w:r>
            <w:proofErr w:type="spellStart"/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ЦОиО</w:t>
            </w:r>
            <w:proofErr w:type="gramStart"/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«Л</w:t>
            </w:r>
            <w:proofErr w:type="gramEnd"/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есная</w:t>
            </w:r>
            <w:proofErr w:type="spellEnd"/>
            <w:r w:rsidRPr="008F122F">
              <w:rPr>
                <w:rFonts w:ascii="Times New Roman" w:hAnsi="Times New Roman" w:cs="Times New Roman"/>
                <w:sz w:val="28"/>
                <w:szCs w:val="28"/>
              </w:rPr>
              <w:t xml:space="preserve"> сказка»</w:t>
            </w:r>
          </w:p>
        </w:tc>
        <w:tc>
          <w:tcPr>
            <w:tcW w:w="963" w:type="dxa"/>
            <w:vAlign w:val="center"/>
          </w:tcPr>
          <w:p w:rsidR="00717E1D" w:rsidRPr="008F122F" w:rsidRDefault="00717E1D" w:rsidP="00B943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2023 - 2027 гг.</w:t>
            </w:r>
          </w:p>
        </w:tc>
        <w:tc>
          <w:tcPr>
            <w:tcW w:w="3174" w:type="dxa"/>
            <w:vAlign w:val="center"/>
          </w:tcPr>
          <w:p w:rsidR="00717E1D" w:rsidRPr="008F122F" w:rsidRDefault="00717E1D" w:rsidP="005452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Соблюдение требований СанПиН на территории МАУ «</w:t>
            </w:r>
            <w:proofErr w:type="spellStart"/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ЦОиО</w:t>
            </w:r>
            <w:proofErr w:type="spellEnd"/>
            <w:r w:rsidRPr="008F122F">
              <w:rPr>
                <w:rFonts w:ascii="Times New Roman" w:hAnsi="Times New Roman" w:cs="Times New Roman"/>
                <w:sz w:val="28"/>
                <w:szCs w:val="28"/>
              </w:rPr>
              <w:t xml:space="preserve"> «Лесная сказка»</w:t>
            </w:r>
          </w:p>
        </w:tc>
      </w:tr>
      <w:tr w:rsidR="00717E1D" w:rsidRPr="008F122F" w:rsidTr="008F122F">
        <w:trPr>
          <w:jc w:val="center"/>
        </w:trPr>
        <w:tc>
          <w:tcPr>
            <w:tcW w:w="3231" w:type="dxa"/>
            <w:vAlign w:val="center"/>
          </w:tcPr>
          <w:p w:rsidR="00717E1D" w:rsidRPr="008F122F" w:rsidRDefault="00717E1D" w:rsidP="005452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2.5. Обслуживание тревожной кнопки "Мобильный телохранитель"</w:t>
            </w:r>
          </w:p>
        </w:tc>
        <w:tc>
          <w:tcPr>
            <w:tcW w:w="1700" w:type="dxa"/>
          </w:tcPr>
          <w:p w:rsidR="00717E1D" w:rsidRPr="008F122F" w:rsidRDefault="00717E1D">
            <w:pPr>
              <w:rPr>
                <w:sz w:val="28"/>
                <w:szCs w:val="28"/>
              </w:rPr>
            </w:pPr>
            <w:r w:rsidRPr="008F122F">
              <w:rPr>
                <w:sz w:val="28"/>
                <w:szCs w:val="28"/>
              </w:rPr>
              <w:t>МАУ «</w:t>
            </w:r>
            <w:proofErr w:type="spellStart"/>
            <w:r w:rsidRPr="008F122F">
              <w:rPr>
                <w:sz w:val="28"/>
                <w:szCs w:val="28"/>
              </w:rPr>
              <w:t>ЦОиО</w:t>
            </w:r>
            <w:proofErr w:type="spellEnd"/>
            <w:r w:rsidRPr="008F122F">
              <w:rPr>
                <w:sz w:val="28"/>
                <w:szCs w:val="28"/>
              </w:rPr>
              <w:t xml:space="preserve"> «Лесная сказка»</w:t>
            </w:r>
          </w:p>
        </w:tc>
        <w:tc>
          <w:tcPr>
            <w:tcW w:w="963" w:type="dxa"/>
            <w:vAlign w:val="center"/>
          </w:tcPr>
          <w:p w:rsidR="00717E1D" w:rsidRPr="008F122F" w:rsidRDefault="00717E1D" w:rsidP="00B943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2023 - 2027 гг.</w:t>
            </w:r>
          </w:p>
        </w:tc>
        <w:tc>
          <w:tcPr>
            <w:tcW w:w="3174" w:type="dxa"/>
            <w:vAlign w:val="center"/>
          </w:tcPr>
          <w:p w:rsidR="00717E1D" w:rsidRPr="008F122F" w:rsidRDefault="00717E1D" w:rsidP="005452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Повышение качества и надежности охраны объектов МАУ «</w:t>
            </w:r>
            <w:proofErr w:type="spellStart"/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ЦОиО</w:t>
            </w:r>
            <w:proofErr w:type="spellEnd"/>
            <w:r w:rsidRPr="008F122F">
              <w:rPr>
                <w:rFonts w:ascii="Times New Roman" w:hAnsi="Times New Roman" w:cs="Times New Roman"/>
                <w:sz w:val="28"/>
                <w:szCs w:val="28"/>
              </w:rPr>
              <w:t xml:space="preserve"> «Лесная сказка»</w:t>
            </w:r>
          </w:p>
        </w:tc>
      </w:tr>
      <w:tr w:rsidR="00717E1D" w:rsidRPr="008F122F" w:rsidTr="008F122F">
        <w:trPr>
          <w:jc w:val="center"/>
        </w:trPr>
        <w:tc>
          <w:tcPr>
            <w:tcW w:w="3231" w:type="dxa"/>
            <w:vAlign w:val="center"/>
          </w:tcPr>
          <w:p w:rsidR="00717E1D" w:rsidRPr="008F122F" w:rsidRDefault="00717E1D" w:rsidP="005452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 xml:space="preserve">2.6. Техническое </w:t>
            </w:r>
            <w:r w:rsidRPr="008F12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обслуживание системы видеонаблюдения</w:t>
            </w:r>
          </w:p>
        </w:tc>
        <w:tc>
          <w:tcPr>
            <w:tcW w:w="1700" w:type="dxa"/>
          </w:tcPr>
          <w:p w:rsidR="00717E1D" w:rsidRPr="008F122F" w:rsidRDefault="00717E1D">
            <w:pPr>
              <w:rPr>
                <w:sz w:val="28"/>
                <w:szCs w:val="28"/>
              </w:rPr>
            </w:pPr>
            <w:r w:rsidRPr="008F122F">
              <w:rPr>
                <w:sz w:val="28"/>
                <w:szCs w:val="28"/>
              </w:rPr>
              <w:lastRenderedPageBreak/>
              <w:t xml:space="preserve">МАУ </w:t>
            </w:r>
            <w:r w:rsidRPr="008F122F">
              <w:rPr>
                <w:sz w:val="28"/>
                <w:szCs w:val="28"/>
              </w:rPr>
              <w:lastRenderedPageBreak/>
              <w:t>«</w:t>
            </w:r>
            <w:proofErr w:type="spellStart"/>
            <w:r w:rsidRPr="008F122F">
              <w:rPr>
                <w:sz w:val="28"/>
                <w:szCs w:val="28"/>
              </w:rPr>
              <w:t>ЦОиО</w:t>
            </w:r>
            <w:proofErr w:type="spellEnd"/>
            <w:r w:rsidRPr="008F122F">
              <w:rPr>
                <w:sz w:val="28"/>
                <w:szCs w:val="28"/>
              </w:rPr>
              <w:t xml:space="preserve"> «Лесная сказка»</w:t>
            </w:r>
          </w:p>
        </w:tc>
        <w:tc>
          <w:tcPr>
            <w:tcW w:w="963" w:type="dxa"/>
            <w:vAlign w:val="center"/>
          </w:tcPr>
          <w:p w:rsidR="00717E1D" w:rsidRPr="008F122F" w:rsidRDefault="00717E1D" w:rsidP="00B943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2023 - </w:t>
            </w:r>
            <w:r w:rsidRPr="008F12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2027 гг.</w:t>
            </w:r>
          </w:p>
        </w:tc>
        <w:tc>
          <w:tcPr>
            <w:tcW w:w="3174" w:type="dxa"/>
            <w:vAlign w:val="center"/>
          </w:tcPr>
          <w:p w:rsidR="00717E1D" w:rsidRPr="008F122F" w:rsidRDefault="00717E1D" w:rsidP="005452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Содержание в </w:t>
            </w:r>
            <w:r w:rsidRPr="008F12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надлежащем состоянии муниципального имущества зданий и сооружений МАУ «</w:t>
            </w:r>
            <w:proofErr w:type="spellStart"/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ЦОиО</w:t>
            </w:r>
            <w:proofErr w:type="spellEnd"/>
            <w:r w:rsidRPr="008F122F">
              <w:rPr>
                <w:rFonts w:ascii="Times New Roman" w:hAnsi="Times New Roman" w:cs="Times New Roman"/>
                <w:sz w:val="28"/>
                <w:szCs w:val="28"/>
              </w:rPr>
              <w:t xml:space="preserve"> «Лесная сказка»</w:t>
            </w:r>
          </w:p>
        </w:tc>
      </w:tr>
    </w:tbl>
    <w:p w:rsidR="009A303D" w:rsidRPr="00F75DEF" w:rsidRDefault="009A303D" w:rsidP="009A30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A303D" w:rsidRPr="00F75DEF" w:rsidRDefault="009A303D" w:rsidP="009A303D">
      <w:pPr>
        <w:pStyle w:val="ConsPlusNormal"/>
        <w:ind w:firstLine="540"/>
        <w:jc w:val="both"/>
        <w:sectPr w:rsidR="009A303D" w:rsidRPr="00F75DEF" w:rsidSect="009A303D">
          <w:pgSz w:w="11906" w:h="16838" w:code="9"/>
          <w:pgMar w:top="1134" w:right="607" w:bottom="709" w:left="1418" w:header="720" w:footer="720" w:gutter="0"/>
          <w:cols w:space="720"/>
          <w:titlePg/>
          <w:docGrid w:linePitch="212"/>
        </w:sectPr>
      </w:pPr>
    </w:p>
    <w:p w:rsidR="00A857BB" w:rsidRPr="00F75DEF" w:rsidRDefault="00A857BB" w:rsidP="00A857B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F75DEF"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:rsidR="00A857BB" w:rsidRPr="00F75DEF" w:rsidRDefault="00A857BB" w:rsidP="00A857B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75DEF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816300" w:rsidRPr="00F75DEF" w:rsidRDefault="00816300" w:rsidP="00816300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F75DEF">
        <w:rPr>
          <w:sz w:val="24"/>
          <w:szCs w:val="24"/>
        </w:rPr>
        <w:t xml:space="preserve">                                                                                               «Организация досуга, отдыха и                                                         оздоровления детей, а также </w:t>
      </w:r>
    </w:p>
    <w:p w:rsidR="00816300" w:rsidRPr="00F75DEF" w:rsidRDefault="00816300" w:rsidP="00816300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F75DEF">
        <w:rPr>
          <w:sz w:val="24"/>
          <w:szCs w:val="24"/>
        </w:rPr>
        <w:t xml:space="preserve">иных категорий граждан </w:t>
      </w:r>
    </w:p>
    <w:p w:rsidR="00816300" w:rsidRPr="00F75DEF" w:rsidRDefault="00816300" w:rsidP="00816300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F75DEF">
        <w:rPr>
          <w:sz w:val="24"/>
          <w:szCs w:val="24"/>
        </w:rPr>
        <w:t>на территории города Искитима</w:t>
      </w:r>
    </w:p>
    <w:p w:rsidR="00816300" w:rsidRPr="00F75DEF" w:rsidRDefault="00816300" w:rsidP="00816300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F75DEF">
        <w:rPr>
          <w:sz w:val="24"/>
          <w:szCs w:val="24"/>
        </w:rPr>
        <w:t>Новосибирской области»</w:t>
      </w:r>
    </w:p>
    <w:p w:rsidR="00816300" w:rsidRPr="00F75DEF" w:rsidRDefault="00816300" w:rsidP="00816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857BB" w:rsidRPr="00F75DEF" w:rsidRDefault="00A857BB" w:rsidP="00A857BB">
      <w:pPr>
        <w:pStyle w:val="ConsPlusNormal"/>
        <w:ind w:firstLine="540"/>
        <w:jc w:val="both"/>
      </w:pPr>
    </w:p>
    <w:p w:rsidR="00A857BB" w:rsidRPr="008F122F" w:rsidRDefault="00A857BB" w:rsidP="00A857B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3" w:name="P282"/>
      <w:bookmarkEnd w:id="3"/>
      <w:r w:rsidRPr="008F122F">
        <w:rPr>
          <w:rFonts w:ascii="Times New Roman" w:hAnsi="Times New Roman" w:cs="Times New Roman"/>
          <w:b w:val="0"/>
          <w:sz w:val="28"/>
          <w:szCs w:val="28"/>
        </w:rPr>
        <w:t>СВОДНЫЕ ФИНАНСОВЫЕ ЗАТРАТЫ</w:t>
      </w:r>
    </w:p>
    <w:p w:rsidR="00816300" w:rsidRPr="008F122F" w:rsidRDefault="00A857BB" w:rsidP="008F122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F122F">
        <w:rPr>
          <w:sz w:val="28"/>
          <w:szCs w:val="28"/>
        </w:rPr>
        <w:t>муниципальной программы</w:t>
      </w:r>
      <w:r w:rsidR="00C57AC8" w:rsidRPr="008F122F">
        <w:rPr>
          <w:sz w:val="28"/>
          <w:szCs w:val="28"/>
        </w:rPr>
        <w:t xml:space="preserve"> </w:t>
      </w:r>
      <w:r w:rsidR="00816300" w:rsidRPr="008F122F">
        <w:rPr>
          <w:sz w:val="28"/>
          <w:szCs w:val="28"/>
        </w:rPr>
        <w:t>«Организация досуга, отдыха и оздоровления детей, а также иных категорий граждан на территории города Искитима Новосибирской области»</w:t>
      </w:r>
    </w:p>
    <w:p w:rsidR="00A857BB" w:rsidRPr="00F75DEF" w:rsidRDefault="00A857BB" w:rsidP="00816300">
      <w:pPr>
        <w:pStyle w:val="ConsPlusTitle"/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98"/>
        <w:gridCol w:w="1020"/>
        <w:gridCol w:w="1020"/>
        <w:gridCol w:w="1020"/>
        <w:gridCol w:w="1020"/>
        <w:gridCol w:w="1020"/>
        <w:gridCol w:w="1020"/>
        <w:gridCol w:w="1483"/>
      </w:tblGrid>
      <w:tr w:rsidR="00F75DEF" w:rsidRPr="008F122F" w:rsidTr="008F122F">
        <w:trPr>
          <w:jc w:val="center"/>
        </w:trPr>
        <w:tc>
          <w:tcPr>
            <w:tcW w:w="2098" w:type="dxa"/>
            <w:vMerge w:val="restart"/>
          </w:tcPr>
          <w:p w:rsidR="00A857BB" w:rsidRPr="008F122F" w:rsidRDefault="00A857BB" w:rsidP="004912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Источники и объемы расходов по программе</w:t>
            </w:r>
          </w:p>
        </w:tc>
        <w:tc>
          <w:tcPr>
            <w:tcW w:w="6120" w:type="dxa"/>
            <w:gridSpan w:val="6"/>
          </w:tcPr>
          <w:p w:rsidR="00A857BB" w:rsidRPr="008F122F" w:rsidRDefault="00A857BB" w:rsidP="005C67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Финансовые затраты (в ценах 20</w:t>
            </w:r>
            <w:r w:rsidR="00CA2420" w:rsidRPr="008F122F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 xml:space="preserve"> г.), тыс. руб.</w:t>
            </w:r>
          </w:p>
        </w:tc>
        <w:tc>
          <w:tcPr>
            <w:tcW w:w="1483" w:type="dxa"/>
          </w:tcPr>
          <w:p w:rsidR="00A857BB" w:rsidRPr="008F122F" w:rsidRDefault="00A857BB" w:rsidP="004912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F75DEF" w:rsidRPr="008F122F" w:rsidTr="008F122F">
        <w:trPr>
          <w:jc w:val="center"/>
        </w:trPr>
        <w:tc>
          <w:tcPr>
            <w:tcW w:w="2098" w:type="dxa"/>
            <w:vMerge/>
          </w:tcPr>
          <w:p w:rsidR="00A857BB" w:rsidRPr="008F122F" w:rsidRDefault="00A857BB" w:rsidP="004912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vMerge w:val="restart"/>
          </w:tcPr>
          <w:p w:rsidR="00A857BB" w:rsidRPr="008F122F" w:rsidRDefault="00A857BB" w:rsidP="004912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5100" w:type="dxa"/>
            <w:gridSpan w:val="5"/>
          </w:tcPr>
          <w:p w:rsidR="00A857BB" w:rsidRPr="008F122F" w:rsidRDefault="00A857BB" w:rsidP="004912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в том числе по годам реализации программы</w:t>
            </w:r>
          </w:p>
        </w:tc>
        <w:tc>
          <w:tcPr>
            <w:tcW w:w="1483" w:type="dxa"/>
          </w:tcPr>
          <w:p w:rsidR="00A857BB" w:rsidRPr="008F122F" w:rsidRDefault="00A857BB" w:rsidP="004912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5DEF" w:rsidRPr="008F122F" w:rsidTr="008F122F">
        <w:trPr>
          <w:jc w:val="center"/>
        </w:trPr>
        <w:tc>
          <w:tcPr>
            <w:tcW w:w="2098" w:type="dxa"/>
            <w:vMerge/>
          </w:tcPr>
          <w:p w:rsidR="00A857BB" w:rsidRPr="008F122F" w:rsidRDefault="00A857BB" w:rsidP="004912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vMerge/>
          </w:tcPr>
          <w:p w:rsidR="00A857BB" w:rsidRPr="008F122F" w:rsidRDefault="00A857BB" w:rsidP="004912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A857BB" w:rsidRPr="008F122F" w:rsidRDefault="00A857BB" w:rsidP="00CA242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CA2420" w:rsidRPr="008F122F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020" w:type="dxa"/>
          </w:tcPr>
          <w:p w:rsidR="00A857BB" w:rsidRPr="008F122F" w:rsidRDefault="00A857BB" w:rsidP="00CA242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CA2420" w:rsidRPr="008F122F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020" w:type="dxa"/>
          </w:tcPr>
          <w:p w:rsidR="00A857BB" w:rsidRPr="008F122F" w:rsidRDefault="00A857BB" w:rsidP="00CA242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A2420" w:rsidRPr="008F122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020" w:type="dxa"/>
          </w:tcPr>
          <w:p w:rsidR="00A857BB" w:rsidRPr="008F122F" w:rsidRDefault="00A857BB" w:rsidP="00CA242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A2420" w:rsidRPr="008F122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020" w:type="dxa"/>
          </w:tcPr>
          <w:p w:rsidR="00A857BB" w:rsidRPr="008F122F" w:rsidRDefault="00A857BB" w:rsidP="00CA242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A2420" w:rsidRPr="008F122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83" w:type="dxa"/>
          </w:tcPr>
          <w:p w:rsidR="00A857BB" w:rsidRPr="008F122F" w:rsidRDefault="00A857BB" w:rsidP="004912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5DEF" w:rsidRPr="008F122F" w:rsidTr="008F122F">
        <w:trPr>
          <w:jc w:val="center"/>
        </w:trPr>
        <w:tc>
          <w:tcPr>
            <w:tcW w:w="2098" w:type="dxa"/>
          </w:tcPr>
          <w:p w:rsidR="00A857BB" w:rsidRPr="008F122F" w:rsidRDefault="00A857BB" w:rsidP="004912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0" w:type="dxa"/>
          </w:tcPr>
          <w:p w:rsidR="00A857BB" w:rsidRPr="008F122F" w:rsidRDefault="00A857BB" w:rsidP="004912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20" w:type="dxa"/>
          </w:tcPr>
          <w:p w:rsidR="00A857BB" w:rsidRPr="008F122F" w:rsidRDefault="00A857BB" w:rsidP="004912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20" w:type="dxa"/>
          </w:tcPr>
          <w:p w:rsidR="00A857BB" w:rsidRPr="008F122F" w:rsidRDefault="00A857BB" w:rsidP="004912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20" w:type="dxa"/>
          </w:tcPr>
          <w:p w:rsidR="00A857BB" w:rsidRPr="008F122F" w:rsidRDefault="00A857BB" w:rsidP="004912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20" w:type="dxa"/>
          </w:tcPr>
          <w:p w:rsidR="00A857BB" w:rsidRPr="008F122F" w:rsidRDefault="00A857BB" w:rsidP="004912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20" w:type="dxa"/>
          </w:tcPr>
          <w:p w:rsidR="00A857BB" w:rsidRPr="008F122F" w:rsidRDefault="00A857BB" w:rsidP="004912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83" w:type="dxa"/>
          </w:tcPr>
          <w:p w:rsidR="00A857BB" w:rsidRPr="008F122F" w:rsidRDefault="00A857BB" w:rsidP="004912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EE6065" w:rsidRPr="008F122F" w:rsidTr="008F122F">
        <w:trPr>
          <w:jc w:val="center"/>
        </w:trPr>
        <w:tc>
          <w:tcPr>
            <w:tcW w:w="2098" w:type="dxa"/>
          </w:tcPr>
          <w:p w:rsidR="00EE6065" w:rsidRPr="008F122F" w:rsidRDefault="00EE6065" w:rsidP="004912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Всего финансовых затрат, в том числе за счет:</w:t>
            </w:r>
          </w:p>
        </w:tc>
        <w:tc>
          <w:tcPr>
            <w:tcW w:w="1020" w:type="dxa"/>
          </w:tcPr>
          <w:p w:rsidR="00EE6065" w:rsidRPr="008F122F" w:rsidRDefault="00C57AC8" w:rsidP="00EE606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70 300,0</w:t>
            </w:r>
          </w:p>
        </w:tc>
        <w:tc>
          <w:tcPr>
            <w:tcW w:w="1020" w:type="dxa"/>
          </w:tcPr>
          <w:p w:rsidR="00EE6065" w:rsidRPr="008F122F" w:rsidRDefault="00C57AC8" w:rsidP="00EE6065">
            <w:pPr>
              <w:rPr>
                <w:sz w:val="28"/>
                <w:szCs w:val="28"/>
              </w:rPr>
            </w:pPr>
            <w:r w:rsidRPr="008F122F">
              <w:rPr>
                <w:sz w:val="28"/>
                <w:szCs w:val="28"/>
              </w:rPr>
              <w:t>17 260,0</w:t>
            </w:r>
          </w:p>
        </w:tc>
        <w:tc>
          <w:tcPr>
            <w:tcW w:w="1020" w:type="dxa"/>
          </w:tcPr>
          <w:p w:rsidR="00EE6065" w:rsidRPr="008F122F" w:rsidRDefault="00C57AC8">
            <w:pPr>
              <w:rPr>
                <w:sz w:val="28"/>
                <w:szCs w:val="28"/>
              </w:rPr>
            </w:pPr>
            <w:r w:rsidRPr="008F122F">
              <w:rPr>
                <w:sz w:val="28"/>
                <w:szCs w:val="28"/>
              </w:rPr>
              <w:t>13 260,0</w:t>
            </w:r>
          </w:p>
        </w:tc>
        <w:tc>
          <w:tcPr>
            <w:tcW w:w="1020" w:type="dxa"/>
          </w:tcPr>
          <w:p w:rsidR="00EE6065" w:rsidRPr="008F122F" w:rsidRDefault="00C57AC8">
            <w:pPr>
              <w:rPr>
                <w:sz w:val="28"/>
                <w:szCs w:val="28"/>
              </w:rPr>
            </w:pPr>
            <w:r w:rsidRPr="008F122F">
              <w:rPr>
                <w:sz w:val="28"/>
                <w:szCs w:val="28"/>
              </w:rPr>
              <w:t>13 260,0</w:t>
            </w:r>
          </w:p>
        </w:tc>
        <w:tc>
          <w:tcPr>
            <w:tcW w:w="1020" w:type="dxa"/>
          </w:tcPr>
          <w:p w:rsidR="00EE6065" w:rsidRPr="008F122F" w:rsidRDefault="00C57AC8">
            <w:pPr>
              <w:rPr>
                <w:sz w:val="28"/>
                <w:szCs w:val="28"/>
              </w:rPr>
            </w:pPr>
            <w:r w:rsidRPr="008F122F">
              <w:rPr>
                <w:sz w:val="28"/>
                <w:szCs w:val="28"/>
              </w:rPr>
              <w:t>13 260,0</w:t>
            </w:r>
          </w:p>
        </w:tc>
        <w:tc>
          <w:tcPr>
            <w:tcW w:w="1020" w:type="dxa"/>
          </w:tcPr>
          <w:p w:rsidR="00EE6065" w:rsidRPr="008F122F" w:rsidRDefault="00C57AC8">
            <w:pPr>
              <w:rPr>
                <w:sz w:val="28"/>
                <w:szCs w:val="28"/>
              </w:rPr>
            </w:pPr>
            <w:r w:rsidRPr="008F122F">
              <w:rPr>
                <w:sz w:val="28"/>
                <w:szCs w:val="28"/>
              </w:rPr>
              <w:t>13 260,0</w:t>
            </w:r>
          </w:p>
        </w:tc>
        <w:tc>
          <w:tcPr>
            <w:tcW w:w="1483" w:type="dxa"/>
          </w:tcPr>
          <w:p w:rsidR="00EE6065" w:rsidRPr="008F122F" w:rsidRDefault="00EE6065" w:rsidP="004912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792" w:rsidRPr="008F122F" w:rsidTr="008F122F">
        <w:trPr>
          <w:jc w:val="center"/>
        </w:trPr>
        <w:tc>
          <w:tcPr>
            <w:tcW w:w="2098" w:type="dxa"/>
          </w:tcPr>
          <w:p w:rsidR="005C6792" w:rsidRPr="008F122F" w:rsidRDefault="005C6792" w:rsidP="004912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средств областного бюджета НСО &lt;*&gt;</w:t>
            </w:r>
          </w:p>
        </w:tc>
        <w:tc>
          <w:tcPr>
            <w:tcW w:w="1020" w:type="dxa"/>
          </w:tcPr>
          <w:p w:rsidR="005C6792" w:rsidRPr="008F122F" w:rsidRDefault="005C6792" w:rsidP="005C6792">
            <w:pPr>
              <w:jc w:val="center"/>
              <w:rPr>
                <w:sz w:val="28"/>
                <w:szCs w:val="28"/>
              </w:rPr>
            </w:pPr>
            <w:r w:rsidRPr="008F122F">
              <w:rPr>
                <w:sz w:val="28"/>
                <w:szCs w:val="28"/>
              </w:rPr>
              <w:t>0,0</w:t>
            </w:r>
          </w:p>
        </w:tc>
        <w:tc>
          <w:tcPr>
            <w:tcW w:w="1020" w:type="dxa"/>
          </w:tcPr>
          <w:p w:rsidR="005C6792" w:rsidRPr="008F122F" w:rsidRDefault="005C6792" w:rsidP="005C6792">
            <w:pPr>
              <w:jc w:val="center"/>
              <w:rPr>
                <w:sz w:val="28"/>
                <w:szCs w:val="28"/>
              </w:rPr>
            </w:pPr>
            <w:r w:rsidRPr="008F122F">
              <w:rPr>
                <w:sz w:val="28"/>
                <w:szCs w:val="28"/>
              </w:rPr>
              <w:t>0,0</w:t>
            </w:r>
          </w:p>
        </w:tc>
        <w:tc>
          <w:tcPr>
            <w:tcW w:w="1020" w:type="dxa"/>
          </w:tcPr>
          <w:p w:rsidR="005C6792" w:rsidRPr="008F122F" w:rsidRDefault="005C6792" w:rsidP="005C6792">
            <w:pPr>
              <w:jc w:val="center"/>
              <w:rPr>
                <w:sz w:val="28"/>
                <w:szCs w:val="28"/>
              </w:rPr>
            </w:pPr>
            <w:r w:rsidRPr="008F122F">
              <w:rPr>
                <w:sz w:val="28"/>
                <w:szCs w:val="28"/>
              </w:rPr>
              <w:t>0,0</w:t>
            </w:r>
          </w:p>
        </w:tc>
        <w:tc>
          <w:tcPr>
            <w:tcW w:w="1020" w:type="dxa"/>
          </w:tcPr>
          <w:p w:rsidR="005C6792" w:rsidRPr="008F122F" w:rsidRDefault="005C6792" w:rsidP="005C6792">
            <w:pPr>
              <w:jc w:val="center"/>
              <w:rPr>
                <w:sz w:val="28"/>
                <w:szCs w:val="28"/>
              </w:rPr>
            </w:pPr>
            <w:r w:rsidRPr="008F122F">
              <w:rPr>
                <w:sz w:val="28"/>
                <w:szCs w:val="28"/>
              </w:rPr>
              <w:t>0,0</w:t>
            </w:r>
          </w:p>
        </w:tc>
        <w:tc>
          <w:tcPr>
            <w:tcW w:w="1020" w:type="dxa"/>
          </w:tcPr>
          <w:p w:rsidR="005C6792" w:rsidRPr="008F122F" w:rsidRDefault="005C6792" w:rsidP="005C6792">
            <w:pPr>
              <w:jc w:val="center"/>
              <w:rPr>
                <w:sz w:val="28"/>
                <w:szCs w:val="28"/>
              </w:rPr>
            </w:pPr>
            <w:r w:rsidRPr="008F122F">
              <w:rPr>
                <w:sz w:val="28"/>
                <w:szCs w:val="28"/>
              </w:rPr>
              <w:t>0,0</w:t>
            </w:r>
          </w:p>
        </w:tc>
        <w:tc>
          <w:tcPr>
            <w:tcW w:w="1020" w:type="dxa"/>
          </w:tcPr>
          <w:p w:rsidR="005C6792" w:rsidRPr="008F122F" w:rsidRDefault="005C6792" w:rsidP="005C6792">
            <w:pPr>
              <w:jc w:val="center"/>
              <w:rPr>
                <w:sz w:val="28"/>
                <w:szCs w:val="28"/>
              </w:rPr>
            </w:pPr>
            <w:r w:rsidRPr="008F122F">
              <w:rPr>
                <w:sz w:val="28"/>
                <w:szCs w:val="28"/>
              </w:rPr>
              <w:t>0,0</w:t>
            </w:r>
          </w:p>
        </w:tc>
        <w:tc>
          <w:tcPr>
            <w:tcW w:w="1483" w:type="dxa"/>
          </w:tcPr>
          <w:p w:rsidR="005C6792" w:rsidRPr="008F122F" w:rsidRDefault="005C6792" w:rsidP="004912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7AC8" w:rsidRPr="008F122F" w:rsidTr="008F122F">
        <w:trPr>
          <w:jc w:val="center"/>
        </w:trPr>
        <w:tc>
          <w:tcPr>
            <w:tcW w:w="2098" w:type="dxa"/>
          </w:tcPr>
          <w:p w:rsidR="00C57AC8" w:rsidRPr="008F122F" w:rsidRDefault="00C57AC8" w:rsidP="004912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средств местного бюджета &lt;*&gt;</w:t>
            </w:r>
          </w:p>
        </w:tc>
        <w:tc>
          <w:tcPr>
            <w:tcW w:w="1020" w:type="dxa"/>
          </w:tcPr>
          <w:p w:rsidR="00C57AC8" w:rsidRPr="008F122F" w:rsidRDefault="00C57AC8" w:rsidP="001577F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70 300,0</w:t>
            </w:r>
          </w:p>
        </w:tc>
        <w:tc>
          <w:tcPr>
            <w:tcW w:w="1020" w:type="dxa"/>
          </w:tcPr>
          <w:p w:rsidR="00C57AC8" w:rsidRPr="008F122F" w:rsidRDefault="00C57AC8" w:rsidP="001577FF">
            <w:pPr>
              <w:rPr>
                <w:sz w:val="28"/>
                <w:szCs w:val="28"/>
              </w:rPr>
            </w:pPr>
            <w:r w:rsidRPr="008F122F">
              <w:rPr>
                <w:sz w:val="28"/>
                <w:szCs w:val="28"/>
              </w:rPr>
              <w:t>17 260,0</w:t>
            </w:r>
          </w:p>
        </w:tc>
        <w:tc>
          <w:tcPr>
            <w:tcW w:w="1020" w:type="dxa"/>
          </w:tcPr>
          <w:p w:rsidR="00C57AC8" w:rsidRPr="008F122F" w:rsidRDefault="00C57AC8" w:rsidP="001577FF">
            <w:pPr>
              <w:rPr>
                <w:sz w:val="28"/>
                <w:szCs w:val="28"/>
              </w:rPr>
            </w:pPr>
            <w:r w:rsidRPr="008F122F">
              <w:rPr>
                <w:sz w:val="28"/>
                <w:szCs w:val="28"/>
              </w:rPr>
              <w:t>13 260,0</w:t>
            </w:r>
          </w:p>
        </w:tc>
        <w:tc>
          <w:tcPr>
            <w:tcW w:w="1020" w:type="dxa"/>
          </w:tcPr>
          <w:p w:rsidR="00C57AC8" w:rsidRPr="008F122F" w:rsidRDefault="00C57AC8" w:rsidP="001577FF">
            <w:pPr>
              <w:rPr>
                <w:sz w:val="28"/>
                <w:szCs w:val="28"/>
              </w:rPr>
            </w:pPr>
            <w:r w:rsidRPr="008F122F">
              <w:rPr>
                <w:sz w:val="28"/>
                <w:szCs w:val="28"/>
              </w:rPr>
              <w:t>13 260,0</w:t>
            </w:r>
          </w:p>
        </w:tc>
        <w:tc>
          <w:tcPr>
            <w:tcW w:w="1020" w:type="dxa"/>
          </w:tcPr>
          <w:p w:rsidR="00C57AC8" w:rsidRPr="008F122F" w:rsidRDefault="00C57AC8" w:rsidP="001577FF">
            <w:pPr>
              <w:rPr>
                <w:sz w:val="28"/>
                <w:szCs w:val="28"/>
              </w:rPr>
            </w:pPr>
            <w:r w:rsidRPr="008F122F">
              <w:rPr>
                <w:sz w:val="28"/>
                <w:szCs w:val="28"/>
              </w:rPr>
              <w:t>13 260,0</w:t>
            </w:r>
          </w:p>
        </w:tc>
        <w:tc>
          <w:tcPr>
            <w:tcW w:w="1020" w:type="dxa"/>
          </w:tcPr>
          <w:p w:rsidR="00C57AC8" w:rsidRPr="008F122F" w:rsidRDefault="00C57AC8" w:rsidP="001577FF">
            <w:pPr>
              <w:rPr>
                <w:sz w:val="28"/>
                <w:szCs w:val="28"/>
              </w:rPr>
            </w:pPr>
            <w:r w:rsidRPr="008F122F">
              <w:rPr>
                <w:sz w:val="28"/>
                <w:szCs w:val="28"/>
              </w:rPr>
              <w:t>13 260,0</w:t>
            </w:r>
          </w:p>
        </w:tc>
        <w:tc>
          <w:tcPr>
            <w:tcW w:w="1483" w:type="dxa"/>
          </w:tcPr>
          <w:p w:rsidR="00C57AC8" w:rsidRPr="008F122F" w:rsidRDefault="00C57AC8" w:rsidP="004912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57BB" w:rsidRPr="008F122F" w:rsidTr="008F122F">
        <w:trPr>
          <w:jc w:val="center"/>
        </w:trPr>
        <w:tc>
          <w:tcPr>
            <w:tcW w:w="2098" w:type="dxa"/>
          </w:tcPr>
          <w:p w:rsidR="00A857BB" w:rsidRPr="008F122F" w:rsidRDefault="00A857BB" w:rsidP="004912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внебюджетных источников &lt;*&gt;</w:t>
            </w:r>
          </w:p>
        </w:tc>
        <w:tc>
          <w:tcPr>
            <w:tcW w:w="1020" w:type="dxa"/>
          </w:tcPr>
          <w:p w:rsidR="00A857BB" w:rsidRPr="008F122F" w:rsidRDefault="00A857BB" w:rsidP="004912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20" w:type="dxa"/>
          </w:tcPr>
          <w:p w:rsidR="00A857BB" w:rsidRPr="008F122F" w:rsidRDefault="00A857BB" w:rsidP="004912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20" w:type="dxa"/>
          </w:tcPr>
          <w:p w:rsidR="00A857BB" w:rsidRPr="008F122F" w:rsidRDefault="00A857BB" w:rsidP="004912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20" w:type="dxa"/>
          </w:tcPr>
          <w:p w:rsidR="00A857BB" w:rsidRPr="008F122F" w:rsidRDefault="00A857BB" w:rsidP="004912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20" w:type="dxa"/>
          </w:tcPr>
          <w:p w:rsidR="00A857BB" w:rsidRPr="008F122F" w:rsidRDefault="00A857BB" w:rsidP="004912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20" w:type="dxa"/>
          </w:tcPr>
          <w:p w:rsidR="00A857BB" w:rsidRPr="008F122F" w:rsidRDefault="00A857BB" w:rsidP="004912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122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3" w:type="dxa"/>
          </w:tcPr>
          <w:p w:rsidR="00A857BB" w:rsidRPr="008F122F" w:rsidRDefault="00A857BB" w:rsidP="004912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C6792" w:rsidRPr="0069619A" w:rsidRDefault="005C6792" w:rsidP="005C67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619A">
        <w:rPr>
          <w:rFonts w:ascii="Times New Roman" w:hAnsi="Times New Roman" w:cs="Times New Roman"/>
          <w:sz w:val="28"/>
          <w:szCs w:val="28"/>
        </w:rPr>
        <w:t>&lt;*&gt; Указываются прогнозные значения.</w:t>
      </w:r>
    </w:p>
    <w:p w:rsidR="009A303D" w:rsidRPr="00F75DEF" w:rsidRDefault="009A303D" w:rsidP="00B612B1">
      <w:pPr>
        <w:autoSpaceDE w:val="0"/>
        <w:autoSpaceDN w:val="0"/>
        <w:adjustRightInd w:val="0"/>
        <w:ind w:firstLine="851"/>
        <w:jc w:val="both"/>
        <w:rPr>
          <w:sz w:val="24"/>
          <w:szCs w:val="24"/>
          <w:highlight w:val="yellow"/>
        </w:rPr>
      </w:pPr>
    </w:p>
    <w:sectPr w:rsidR="009A303D" w:rsidRPr="00F75DEF" w:rsidSect="00F54A6F">
      <w:pgSz w:w="11906" w:h="16838" w:code="9"/>
      <w:pgMar w:top="1134" w:right="607" w:bottom="851" w:left="1418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1713" w:rsidRDefault="00D41713">
      <w:r>
        <w:separator/>
      </w:r>
    </w:p>
  </w:endnote>
  <w:endnote w:type="continuationSeparator" w:id="0">
    <w:p w:rsidR="00D41713" w:rsidRDefault="00D41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1713" w:rsidRDefault="00D41713">
      <w:r>
        <w:separator/>
      </w:r>
    </w:p>
  </w:footnote>
  <w:footnote w:type="continuationSeparator" w:id="0">
    <w:p w:rsidR="00D41713" w:rsidRDefault="00D417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F18" w:rsidRDefault="002222C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35F1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35F18">
      <w:rPr>
        <w:rStyle w:val="a5"/>
        <w:noProof/>
      </w:rPr>
      <w:t>1</w:t>
    </w:r>
    <w:r>
      <w:rPr>
        <w:rStyle w:val="a5"/>
      </w:rPr>
      <w:fldChar w:fldCharType="end"/>
    </w:r>
  </w:p>
  <w:p w:rsidR="00D35F18" w:rsidRDefault="00D35F1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951E8"/>
    <w:multiLevelType w:val="hybridMultilevel"/>
    <w:tmpl w:val="4B4AA6AC"/>
    <w:lvl w:ilvl="0" w:tplc="152443F4">
      <w:start w:val="1"/>
      <w:numFmt w:val="decimal"/>
      <w:lvlText w:val="%1."/>
      <w:lvlJc w:val="left"/>
      <w:pPr>
        <w:ind w:left="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2" w:hanging="360"/>
      </w:pPr>
    </w:lvl>
    <w:lvl w:ilvl="2" w:tplc="0419001B" w:tentative="1">
      <w:start w:val="1"/>
      <w:numFmt w:val="lowerRoman"/>
      <w:lvlText w:val="%3."/>
      <w:lvlJc w:val="right"/>
      <w:pPr>
        <w:ind w:left="2352" w:hanging="180"/>
      </w:pPr>
    </w:lvl>
    <w:lvl w:ilvl="3" w:tplc="0419000F" w:tentative="1">
      <w:start w:val="1"/>
      <w:numFmt w:val="decimal"/>
      <w:lvlText w:val="%4."/>
      <w:lvlJc w:val="left"/>
      <w:pPr>
        <w:ind w:left="3072" w:hanging="360"/>
      </w:pPr>
    </w:lvl>
    <w:lvl w:ilvl="4" w:tplc="04190019" w:tentative="1">
      <w:start w:val="1"/>
      <w:numFmt w:val="lowerLetter"/>
      <w:lvlText w:val="%5."/>
      <w:lvlJc w:val="left"/>
      <w:pPr>
        <w:ind w:left="3792" w:hanging="360"/>
      </w:pPr>
    </w:lvl>
    <w:lvl w:ilvl="5" w:tplc="0419001B" w:tentative="1">
      <w:start w:val="1"/>
      <w:numFmt w:val="lowerRoman"/>
      <w:lvlText w:val="%6."/>
      <w:lvlJc w:val="right"/>
      <w:pPr>
        <w:ind w:left="4512" w:hanging="180"/>
      </w:pPr>
    </w:lvl>
    <w:lvl w:ilvl="6" w:tplc="0419000F" w:tentative="1">
      <w:start w:val="1"/>
      <w:numFmt w:val="decimal"/>
      <w:lvlText w:val="%7."/>
      <w:lvlJc w:val="left"/>
      <w:pPr>
        <w:ind w:left="5232" w:hanging="360"/>
      </w:pPr>
    </w:lvl>
    <w:lvl w:ilvl="7" w:tplc="04190019" w:tentative="1">
      <w:start w:val="1"/>
      <w:numFmt w:val="lowerLetter"/>
      <w:lvlText w:val="%8."/>
      <w:lvlJc w:val="left"/>
      <w:pPr>
        <w:ind w:left="5952" w:hanging="360"/>
      </w:pPr>
    </w:lvl>
    <w:lvl w:ilvl="8" w:tplc="0419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1">
    <w:nsid w:val="1A0616D9"/>
    <w:multiLevelType w:val="hybridMultilevel"/>
    <w:tmpl w:val="7E7854C0"/>
    <w:lvl w:ilvl="0" w:tplc="870E838E">
      <w:start w:val="1"/>
      <w:numFmt w:val="decimal"/>
      <w:lvlText w:val="%1."/>
      <w:lvlJc w:val="left"/>
      <w:pPr>
        <w:ind w:left="8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8" w:hanging="360"/>
      </w:pPr>
    </w:lvl>
    <w:lvl w:ilvl="2" w:tplc="0419001B" w:tentative="1">
      <w:start w:val="1"/>
      <w:numFmt w:val="lowerRoman"/>
      <w:lvlText w:val="%3."/>
      <w:lvlJc w:val="right"/>
      <w:pPr>
        <w:ind w:left="2328" w:hanging="180"/>
      </w:pPr>
    </w:lvl>
    <w:lvl w:ilvl="3" w:tplc="0419000F" w:tentative="1">
      <w:start w:val="1"/>
      <w:numFmt w:val="decimal"/>
      <w:lvlText w:val="%4."/>
      <w:lvlJc w:val="left"/>
      <w:pPr>
        <w:ind w:left="3048" w:hanging="360"/>
      </w:pPr>
    </w:lvl>
    <w:lvl w:ilvl="4" w:tplc="04190019" w:tentative="1">
      <w:start w:val="1"/>
      <w:numFmt w:val="lowerLetter"/>
      <w:lvlText w:val="%5."/>
      <w:lvlJc w:val="left"/>
      <w:pPr>
        <w:ind w:left="3768" w:hanging="360"/>
      </w:pPr>
    </w:lvl>
    <w:lvl w:ilvl="5" w:tplc="0419001B" w:tentative="1">
      <w:start w:val="1"/>
      <w:numFmt w:val="lowerRoman"/>
      <w:lvlText w:val="%6."/>
      <w:lvlJc w:val="right"/>
      <w:pPr>
        <w:ind w:left="4488" w:hanging="180"/>
      </w:pPr>
    </w:lvl>
    <w:lvl w:ilvl="6" w:tplc="0419000F" w:tentative="1">
      <w:start w:val="1"/>
      <w:numFmt w:val="decimal"/>
      <w:lvlText w:val="%7."/>
      <w:lvlJc w:val="left"/>
      <w:pPr>
        <w:ind w:left="5208" w:hanging="360"/>
      </w:pPr>
    </w:lvl>
    <w:lvl w:ilvl="7" w:tplc="04190019" w:tentative="1">
      <w:start w:val="1"/>
      <w:numFmt w:val="lowerLetter"/>
      <w:lvlText w:val="%8."/>
      <w:lvlJc w:val="left"/>
      <w:pPr>
        <w:ind w:left="5928" w:hanging="360"/>
      </w:pPr>
    </w:lvl>
    <w:lvl w:ilvl="8" w:tplc="0419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2">
    <w:nsid w:val="1FD15E40"/>
    <w:multiLevelType w:val="hybridMultilevel"/>
    <w:tmpl w:val="922050B8"/>
    <w:lvl w:ilvl="0" w:tplc="5282CB52">
      <w:start w:val="1"/>
      <w:numFmt w:val="decimal"/>
      <w:lvlText w:val="%1."/>
      <w:lvlJc w:val="left"/>
      <w:pPr>
        <w:ind w:left="8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2" w:hanging="360"/>
      </w:pPr>
    </w:lvl>
    <w:lvl w:ilvl="2" w:tplc="0419001B" w:tentative="1">
      <w:start w:val="1"/>
      <w:numFmt w:val="lowerRoman"/>
      <w:lvlText w:val="%3."/>
      <w:lvlJc w:val="right"/>
      <w:pPr>
        <w:ind w:left="2292" w:hanging="180"/>
      </w:pPr>
    </w:lvl>
    <w:lvl w:ilvl="3" w:tplc="0419000F" w:tentative="1">
      <w:start w:val="1"/>
      <w:numFmt w:val="decimal"/>
      <w:lvlText w:val="%4."/>
      <w:lvlJc w:val="left"/>
      <w:pPr>
        <w:ind w:left="3012" w:hanging="360"/>
      </w:pPr>
    </w:lvl>
    <w:lvl w:ilvl="4" w:tplc="04190019" w:tentative="1">
      <w:start w:val="1"/>
      <w:numFmt w:val="lowerLetter"/>
      <w:lvlText w:val="%5."/>
      <w:lvlJc w:val="left"/>
      <w:pPr>
        <w:ind w:left="3732" w:hanging="360"/>
      </w:pPr>
    </w:lvl>
    <w:lvl w:ilvl="5" w:tplc="0419001B" w:tentative="1">
      <w:start w:val="1"/>
      <w:numFmt w:val="lowerRoman"/>
      <w:lvlText w:val="%6."/>
      <w:lvlJc w:val="right"/>
      <w:pPr>
        <w:ind w:left="4452" w:hanging="180"/>
      </w:pPr>
    </w:lvl>
    <w:lvl w:ilvl="6" w:tplc="0419000F" w:tentative="1">
      <w:start w:val="1"/>
      <w:numFmt w:val="decimal"/>
      <w:lvlText w:val="%7."/>
      <w:lvlJc w:val="left"/>
      <w:pPr>
        <w:ind w:left="5172" w:hanging="360"/>
      </w:pPr>
    </w:lvl>
    <w:lvl w:ilvl="7" w:tplc="04190019" w:tentative="1">
      <w:start w:val="1"/>
      <w:numFmt w:val="lowerLetter"/>
      <w:lvlText w:val="%8."/>
      <w:lvlJc w:val="left"/>
      <w:pPr>
        <w:ind w:left="5892" w:hanging="360"/>
      </w:pPr>
    </w:lvl>
    <w:lvl w:ilvl="8" w:tplc="0419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3">
    <w:nsid w:val="25975490"/>
    <w:multiLevelType w:val="hybridMultilevel"/>
    <w:tmpl w:val="3872E3EE"/>
    <w:lvl w:ilvl="0" w:tplc="70421462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DB6191"/>
    <w:multiLevelType w:val="hybridMultilevel"/>
    <w:tmpl w:val="A8205B62"/>
    <w:lvl w:ilvl="0" w:tplc="13A4DB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3528A8"/>
    <w:multiLevelType w:val="hybridMultilevel"/>
    <w:tmpl w:val="F8DA5EBE"/>
    <w:lvl w:ilvl="0" w:tplc="9DA2DC4C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4885530D"/>
    <w:multiLevelType w:val="hybridMultilevel"/>
    <w:tmpl w:val="7882AE02"/>
    <w:lvl w:ilvl="0" w:tplc="354AA99C">
      <w:start w:val="1"/>
      <w:numFmt w:val="decimal"/>
      <w:lvlText w:val="%1."/>
      <w:lvlJc w:val="left"/>
      <w:pPr>
        <w:ind w:left="84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49092D2C"/>
    <w:multiLevelType w:val="hybridMultilevel"/>
    <w:tmpl w:val="F8DA5EBE"/>
    <w:lvl w:ilvl="0" w:tplc="9DA2DC4C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5287542E"/>
    <w:multiLevelType w:val="hybridMultilevel"/>
    <w:tmpl w:val="A8205B62"/>
    <w:lvl w:ilvl="0" w:tplc="13A4DB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859ED"/>
    <w:multiLevelType w:val="hybridMultilevel"/>
    <w:tmpl w:val="BC2EC24A"/>
    <w:lvl w:ilvl="0" w:tplc="CFBAC7BA">
      <w:start w:val="1"/>
      <w:numFmt w:val="decimal"/>
      <w:lvlText w:val="%1."/>
      <w:lvlJc w:val="left"/>
      <w:pPr>
        <w:ind w:left="8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2" w:hanging="360"/>
      </w:pPr>
    </w:lvl>
    <w:lvl w:ilvl="2" w:tplc="0419001B" w:tentative="1">
      <w:start w:val="1"/>
      <w:numFmt w:val="lowerRoman"/>
      <w:lvlText w:val="%3."/>
      <w:lvlJc w:val="right"/>
      <w:pPr>
        <w:ind w:left="2292" w:hanging="180"/>
      </w:pPr>
    </w:lvl>
    <w:lvl w:ilvl="3" w:tplc="0419000F" w:tentative="1">
      <w:start w:val="1"/>
      <w:numFmt w:val="decimal"/>
      <w:lvlText w:val="%4."/>
      <w:lvlJc w:val="left"/>
      <w:pPr>
        <w:ind w:left="3012" w:hanging="360"/>
      </w:pPr>
    </w:lvl>
    <w:lvl w:ilvl="4" w:tplc="04190019" w:tentative="1">
      <w:start w:val="1"/>
      <w:numFmt w:val="lowerLetter"/>
      <w:lvlText w:val="%5."/>
      <w:lvlJc w:val="left"/>
      <w:pPr>
        <w:ind w:left="3732" w:hanging="360"/>
      </w:pPr>
    </w:lvl>
    <w:lvl w:ilvl="5" w:tplc="0419001B" w:tentative="1">
      <w:start w:val="1"/>
      <w:numFmt w:val="lowerRoman"/>
      <w:lvlText w:val="%6."/>
      <w:lvlJc w:val="right"/>
      <w:pPr>
        <w:ind w:left="4452" w:hanging="180"/>
      </w:pPr>
    </w:lvl>
    <w:lvl w:ilvl="6" w:tplc="0419000F" w:tentative="1">
      <w:start w:val="1"/>
      <w:numFmt w:val="decimal"/>
      <w:lvlText w:val="%7."/>
      <w:lvlJc w:val="left"/>
      <w:pPr>
        <w:ind w:left="5172" w:hanging="360"/>
      </w:pPr>
    </w:lvl>
    <w:lvl w:ilvl="7" w:tplc="04190019" w:tentative="1">
      <w:start w:val="1"/>
      <w:numFmt w:val="lowerLetter"/>
      <w:lvlText w:val="%8."/>
      <w:lvlJc w:val="left"/>
      <w:pPr>
        <w:ind w:left="5892" w:hanging="360"/>
      </w:pPr>
    </w:lvl>
    <w:lvl w:ilvl="8" w:tplc="0419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10">
    <w:nsid w:val="5C637E9D"/>
    <w:multiLevelType w:val="hybridMultilevel"/>
    <w:tmpl w:val="F8DA5EBE"/>
    <w:lvl w:ilvl="0" w:tplc="9DA2DC4C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73F12EBA"/>
    <w:multiLevelType w:val="hybridMultilevel"/>
    <w:tmpl w:val="4F561F22"/>
    <w:lvl w:ilvl="0" w:tplc="9AF65DC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935596"/>
    <w:multiLevelType w:val="hybridMultilevel"/>
    <w:tmpl w:val="E7EE1B0E"/>
    <w:lvl w:ilvl="0" w:tplc="13A4DBEE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8CA3FF1"/>
    <w:multiLevelType w:val="hybridMultilevel"/>
    <w:tmpl w:val="2B664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3"/>
  </w:num>
  <w:num w:numId="4">
    <w:abstractNumId w:val="12"/>
  </w:num>
  <w:num w:numId="5">
    <w:abstractNumId w:val="13"/>
  </w:num>
  <w:num w:numId="6">
    <w:abstractNumId w:val="7"/>
  </w:num>
  <w:num w:numId="7">
    <w:abstractNumId w:val="1"/>
  </w:num>
  <w:num w:numId="8">
    <w:abstractNumId w:val="0"/>
  </w:num>
  <w:num w:numId="9">
    <w:abstractNumId w:val="10"/>
  </w:num>
  <w:num w:numId="10">
    <w:abstractNumId w:val="8"/>
  </w:num>
  <w:num w:numId="11">
    <w:abstractNumId w:val="5"/>
  </w:num>
  <w:num w:numId="12">
    <w:abstractNumId w:val="2"/>
  </w:num>
  <w:num w:numId="13">
    <w:abstractNumId w:val="9"/>
  </w:num>
  <w:num w:numId="14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8A9"/>
    <w:rsid w:val="000104F3"/>
    <w:rsid w:val="000111EB"/>
    <w:rsid w:val="00012546"/>
    <w:rsid w:val="00014745"/>
    <w:rsid w:val="000213C9"/>
    <w:rsid w:val="00022BA4"/>
    <w:rsid w:val="000236BC"/>
    <w:rsid w:val="000262AF"/>
    <w:rsid w:val="0002637B"/>
    <w:rsid w:val="000301D3"/>
    <w:rsid w:val="0003738F"/>
    <w:rsid w:val="00037639"/>
    <w:rsid w:val="000430AF"/>
    <w:rsid w:val="0004338D"/>
    <w:rsid w:val="00043C3F"/>
    <w:rsid w:val="0004490C"/>
    <w:rsid w:val="00046C15"/>
    <w:rsid w:val="00047007"/>
    <w:rsid w:val="00047418"/>
    <w:rsid w:val="00047E11"/>
    <w:rsid w:val="00054F81"/>
    <w:rsid w:val="0005666D"/>
    <w:rsid w:val="00056758"/>
    <w:rsid w:val="0006325C"/>
    <w:rsid w:val="00066E6C"/>
    <w:rsid w:val="00072AA0"/>
    <w:rsid w:val="000730B6"/>
    <w:rsid w:val="00077815"/>
    <w:rsid w:val="0008081E"/>
    <w:rsid w:val="00080A9D"/>
    <w:rsid w:val="00084586"/>
    <w:rsid w:val="00085E39"/>
    <w:rsid w:val="00085F69"/>
    <w:rsid w:val="00086D61"/>
    <w:rsid w:val="00091967"/>
    <w:rsid w:val="00092690"/>
    <w:rsid w:val="000940B4"/>
    <w:rsid w:val="0009596E"/>
    <w:rsid w:val="00096001"/>
    <w:rsid w:val="000A219E"/>
    <w:rsid w:val="000B2DC1"/>
    <w:rsid w:val="000B3C7A"/>
    <w:rsid w:val="000B6604"/>
    <w:rsid w:val="000B6875"/>
    <w:rsid w:val="000C2669"/>
    <w:rsid w:val="000C6521"/>
    <w:rsid w:val="000D50D1"/>
    <w:rsid w:val="000D5A51"/>
    <w:rsid w:val="000D6DFC"/>
    <w:rsid w:val="000D7E0B"/>
    <w:rsid w:val="000E0149"/>
    <w:rsid w:val="000E119B"/>
    <w:rsid w:val="000E40A3"/>
    <w:rsid w:val="000F10B0"/>
    <w:rsid w:val="000F18A4"/>
    <w:rsid w:val="000F3401"/>
    <w:rsid w:val="000F401E"/>
    <w:rsid w:val="000F5047"/>
    <w:rsid w:val="000F580C"/>
    <w:rsid w:val="000F58F6"/>
    <w:rsid w:val="000F6299"/>
    <w:rsid w:val="000F77E3"/>
    <w:rsid w:val="00100BBE"/>
    <w:rsid w:val="00100C67"/>
    <w:rsid w:val="00102129"/>
    <w:rsid w:val="00102B26"/>
    <w:rsid w:val="0011105E"/>
    <w:rsid w:val="001128D8"/>
    <w:rsid w:val="001162CB"/>
    <w:rsid w:val="00117A69"/>
    <w:rsid w:val="001213DE"/>
    <w:rsid w:val="001238DB"/>
    <w:rsid w:val="0012469A"/>
    <w:rsid w:val="00131648"/>
    <w:rsid w:val="00131D12"/>
    <w:rsid w:val="00133682"/>
    <w:rsid w:val="00137043"/>
    <w:rsid w:val="0013736E"/>
    <w:rsid w:val="00137D07"/>
    <w:rsid w:val="0014133E"/>
    <w:rsid w:val="001434C1"/>
    <w:rsid w:val="00143F7D"/>
    <w:rsid w:val="00144DD0"/>
    <w:rsid w:val="0014737D"/>
    <w:rsid w:val="00147AB7"/>
    <w:rsid w:val="00152A14"/>
    <w:rsid w:val="00152C15"/>
    <w:rsid w:val="0015647A"/>
    <w:rsid w:val="00161699"/>
    <w:rsid w:val="00162585"/>
    <w:rsid w:val="001628D6"/>
    <w:rsid w:val="001638CB"/>
    <w:rsid w:val="001658A2"/>
    <w:rsid w:val="00165ED2"/>
    <w:rsid w:val="001670E9"/>
    <w:rsid w:val="00171D3E"/>
    <w:rsid w:val="00171E47"/>
    <w:rsid w:val="00173FA2"/>
    <w:rsid w:val="00174291"/>
    <w:rsid w:val="00174562"/>
    <w:rsid w:val="001748A6"/>
    <w:rsid w:val="00175272"/>
    <w:rsid w:val="0017540A"/>
    <w:rsid w:val="001759FC"/>
    <w:rsid w:val="00176DC0"/>
    <w:rsid w:val="0018026E"/>
    <w:rsid w:val="00181ED9"/>
    <w:rsid w:val="00182CE7"/>
    <w:rsid w:val="00183D11"/>
    <w:rsid w:val="0018647E"/>
    <w:rsid w:val="001873B0"/>
    <w:rsid w:val="001917D0"/>
    <w:rsid w:val="001920B4"/>
    <w:rsid w:val="00196F38"/>
    <w:rsid w:val="001A1858"/>
    <w:rsid w:val="001A26AB"/>
    <w:rsid w:val="001A3F2D"/>
    <w:rsid w:val="001A43B2"/>
    <w:rsid w:val="001B2517"/>
    <w:rsid w:val="001B4330"/>
    <w:rsid w:val="001C1EAB"/>
    <w:rsid w:val="001C5E86"/>
    <w:rsid w:val="001C63D7"/>
    <w:rsid w:val="001C7F9C"/>
    <w:rsid w:val="001D155A"/>
    <w:rsid w:val="001D1DD2"/>
    <w:rsid w:val="001D4E43"/>
    <w:rsid w:val="001E0F07"/>
    <w:rsid w:val="001E1318"/>
    <w:rsid w:val="001E1C28"/>
    <w:rsid w:val="001E2493"/>
    <w:rsid w:val="001E3623"/>
    <w:rsid w:val="001F1E8E"/>
    <w:rsid w:val="001F1FAB"/>
    <w:rsid w:val="00200E82"/>
    <w:rsid w:val="0020290D"/>
    <w:rsid w:val="00202BDA"/>
    <w:rsid w:val="00206EDF"/>
    <w:rsid w:val="002070A6"/>
    <w:rsid w:val="00211F59"/>
    <w:rsid w:val="00216DB2"/>
    <w:rsid w:val="00221294"/>
    <w:rsid w:val="002222C3"/>
    <w:rsid w:val="00227018"/>
    <w:rsid w:val="00231563"/>
    <w:rsid w:val="00232337"/>
    <w:rsid w:val="00233B90"/>
    <w:rsid w:val="002353BA"/>
    <w:rsid w:val="00237523"/>
    <w:rsid w:val="002402B0"/>
    <w:rsid w:val="002403BB"/>
    <w:rsid w:val="002404B6"/>
    <w:rsid w:val="00242659"/>
    <w:rsid w:val="002426C8"/>
    <w:rsid w:val="00242EDC"/>
    <w:rsid w:val="0024457C"/>
    <w:rsid w:val="0024667E"/>
    <w:rsid w:val="00250E88"/>
    <w:rsid w:val="00251383"/>
    <w:rsid w:val="00251BA2"/>
    <w:rsid w:val="00253E82"/>
    <w:rsid w:val="002563D5"/>
    <w:rsid w:val="00257221"/>
    <w:rsid w:val="00264E32"/>
    <w:rsid w:val="00265F97"/>
    <w:rsid w:val="00266A29"/>
    <w:rsid w:val="0027071D"/>
    <w:rsid w:val="00271009"/>
    <w:rsid w:val="002734EB"/>
    <w:rsid w:val="00273BEB"/>
    <w:rsid w:val="00275103"/>
    <w:rsid w:val="00275579"/>
    <w:rsid w:val="00280517"/>
    <w:rsid w:val="00285FA1"/>
    <w:rsid w:val="002874D0"/>
    <w:rsid w:val="0029569F"/>
    <w:rsid w:val="002A06F5"/>
    <w:rsid w:val="002A5EEC"/>
    <w:rsid w:val="002A6906"/>
    <w:rsid w:val="002B22D4"/>
    <w:rsid w:val="002B4B79"/>
    <w:rsid w:val="002B4CE1"/>
    <w:rsid w:val="002B5AAB"/>
    <w:rsid w:val="002B71A4"/>
    <w:rsid w:val="002C0535"/>
    <w:rsid w:val="002D0938"/>
    <w:rsid w:val="002D10F8"/>
    <w:rsid w:val="002D1A65"/>
    <w:rsid w:val="002D1FED"/>
    <w:rsid w:val="002D5688"/>
    <w:rsid w:val="002D750B"/>
    <w:rsid w:val="002D75BA"/>
    <w:rsid w:val="002E0DB5"/>
    <w:rsid w:val="002E0F54"/>
    <w:rsid w:val="002E201C"/>
    <w:rsid w:val="002E4227"/>
    <w:rsid w:val="002E5C58"/>
    <w:rsid w:val="002F22F7"/>
    <w:rsid w:val="002F2C49"/>
    <w:rsid w:val="002F6662"/>
    <w:rsid w:val="002F6905"/>
    <w:rsid w:val="002F75D5"/>
    <w:rsid w:val="0030336D"/>
    <w:rsid w:val="003051DF"/>
    <w:rsid w:val="00333731"/>
    <w:rsid w:val="00335832"/>
    <w:rsid w:val="00343D0A"/>
    <w:rsid w:val="00346DF7"/>
    <w:rsid w:val="00350BCC"/>
    <w:rsid w:val="0035244E"/>
    <w:rsid w:val="0035467B"/>
    <w:rsid w:val="003571B0"/>
    <w:rsid w:val="0036106F"/>
    <w:rsid w:val="0036129F"/>
    <w:rsid w:val="003612ED"/>
    <w:rsid w:val="00366E25"/>
    <w:rsid w:val="00373DD7"/>
    <w:rsid w:val="00375490"/>
    <w:rsid w:val="00375C87"/>
    <w:rsid w:val="00380524"/>
    <w:rsid w:val="00386F21"/>
    <w:rsid w:val="003922E8"/>
    <w:rsid w:val="0039445F"/>
    <w:rsid w:val="00395C46"/>
    <w:rsid w:val="003A17A5"/>
    <w:rsid w:val="003A2351"/>
    <w:rsid w:val="003A4F83"/>
    <w:rsid w:val="003A697F"/>
    <w:rsid w:val="003B388C"/>
    <w:rsid w:val="003B3C3E"/>
    <w:rsid w:val="003B3DC6"/>
    <w:rsid w:val="003B56B6"/>
    <w:rsid w:val="003C07BC"/>
    <w:rsid w:val="003C13EB"/>
    <w:rsid w:val="003C1B91"/>
    <w:rsid w:val="003C3160"/>
    <w:rsid w:val="003C326F"/>
    <w:rsid w:val="003D24B3"/>
    <w:rsid w:val="003D3C48"/>
    <w:rsid w:val="003D696B"/>
    <w:rsid w:val="003E7B7F"/>
    <w:rsid w:val="003F0D07"/>
    <w:rsid w:val="003F2BCC"/>
    <w:rsid w:val="003F4466"/>
    <w:rsid w:val="003F7A2B"/>
    <w:rsid w:val="004020E1"/>
    <w:rsid w:val="00403160"/>
    <w:rsid w:val="00403C85"/>
    <w:rsid w:val="00414CF6"/>
    <w:rsid w:val="0042174F"/>
    <w:rsid w:val="0042217D"/>
    <w:rsid w:val="00422FEA"/>
    <w:rsid w:val="00427ABD"/>
    <w:rsid w:val="00434980"/>
    <w:rsid w:val="0043595B"/>
    <w:rsid w:val="00436EAD"/>
    <w:rsid w:val="00441BF3"/>
    <w:rsid w:val="00445BBC"/>
    <w:rsid w:val="00451732"/>
    <w:rsid w:val="0045228D"/>
    <w:rsid w:val="0045476C"/>
    <w:rsid w:val="00454E6B"/>
    <w:rsid w:val="0045554D"/>
    <w:rsid w:val="004559D2"/>
    <w:rsid w:val="00457156"/>
    <w:rsid w:val="00457601"/>
    <w:rsid w:val="00460693"/>
    <w:rsid w:val="0046352F"/>
    <w:rsid w:val="00465383"/>
    <w:rsid w:val="00465F02"/>
    <w:rsid w:val="00467237"/>
    <w:rsid w:val="00472E99"/>
    <w:rsid w:val="00474937"/>
    <w:rsid w:val="00474D54"/>
    <w:rsid w:val="00476A4C"/>
    <w:rsid w:val="004834E7"/>
    <w:rsid w:val="00494D7C"/>
    <w:rsid w:val="004A03D3"/>
    <w:rsid w:val="004A7BD6"/>
    <w:rsid w:val="004B035D"/>
    <w:rsid w:val="004B11F2"/>
    <w:rsid w:val="004B1E60"/>
    <w:rsid w:val="004B386A"/>
    <w:rsid w:val="004B44E3"/>
    <w:rsid w:val="004C0752"/>
    <w:rsid w:val="004C0F6B"/>
    <w:rsid w:val="004C1018"/>
    <w:rsid w:val="004D25AF"/>
    <w:rsid w:val="004D2EC7"/>
    <w:rsid w:val="004D3A32"/>
    <w:rsid w:val="004D452E"/>
    <w:rsid w:val="004D5113"/>
    <w:rsid w:val="004D6754"/>
    <w:rsid w:val="004E2D06"/>
    <w:rsid w:val="004E3772"/>
    <w:rsid w:val="004F10F6"/>
    <w:rsid w:val="004F1D98"/>
    <w:rsid w:val="004F3B99"/>
    <w:rsid w:val="004F52C8"/>
    <w:rsid w:val="004F5C3C"/>
    <w:rsid w:val="004F620A"/>
    <w:rsid w:val="004F62E4"/>
    <w:rsid w:val="004F6E0C"/>
    <w:rsid w:val="0050041C"/>
    <w:rsid w:val="00500FA1"/>
    <w:rsid w:val="005018A9"/>
    <w:rsid w:val="00501CD7"/>
    <w:rsid w:val="00506644"/>
    <w:rsid w:val="00507B47"/>
    <w:rsid w:val="00515152"/>
    <w:rsid w:val="00515FA0"/>
    <w:rsid w:val="00517701"/>
    <w:rsid w:val="00517E0E"/>
    <w:rsid w:val="005201CE"/>
    <w:rsid w:val="00520B6A"/>
    <w:rsid w:val="00523880"/>
    <w:rsid w:val="00525D3A"/>
    <w:rsid w:val="00534247"/>
    <w:rsid w:val="00534A55"/>
    <w:rsid w:val="0053691A"/>
    <w:rsid w:val="00537D9A"/>
    <w:rsid w:val="005419BD"/>
    <w:rsid w:val="00541B93"/>
    <w:rsid w:val="00544354"/>
    <w:rsid w:val="0054446B"/>
    <w:rsid w:val="00551767"/>
    <w:rsid w:val="00555788"/>
    <w:rsid w:val="00561DFC"/>
    <w:rsid w:val="00562213"/>
    <w:rsid w:val="00563951"/>
    <w:rsid w:val="00566004"/>
    <w:rsid w:val="00567089"/>
    <w:rsid w:val="005702AB"/>
    <w:rsid w:val="00572F23"/>
    <w:rsid w:val="0057648D"/>
    <w:rsid w:val="00577D42"/>
    <w:rsid w:val="005816F5"/>
    <w:rsid w:val="00584507"/>
    <w:rsid w:val="00584FA2"/>
    <w:rsid w:val="00585AEF"/>
    <w:rsid w:val="00585C6E"/>
    <w:rsid w:val="00586553"/>
    <w:rsid w:val="0058655E"/>
    <w:rsid w:val="00587E11"/>
    <w:rsid w:val="005915AA"/>
    <w:rsid w:val="00594BE3"/>
    <w:rsid w:val="00596439"/>
    <w:rsid w:val="005A6A72"/>
    <w:rsid w:val="005A72EB"/>
    <w:rsid w:val="005A7EEC"/>
    <w:rsid w:val="005B1A55"/>
    <w:rsid w:val="005C6792"/>
    <w:rsid w:val="005C73BF"/>
    <w:rsid w:val="005D6B73"/>
    <w:rsid w:val="005D76A3"/>
    <w:rsid w:val="005E21F0"/>
    <w:rsid w:val="005E4BE4"/>
    <w:rsid w:val="005E7335"/>
    <w:rsid w:val="005F05DC"/>
    <w:rsid w:val="005F32CB"/>
    <w:rsid w:val="005F3645"/>
    <w:rsid w:val="005F5AA2"/>
    <w:rsid w:val="00602BF2"/>
    <w:rsid w:val="0060346D"/>
    <w:rsid w:val="00605B87"/>
    <w:rsid w:val="00610211"/>
    <w:rsid w:val="006225F6"/>
    <w:rsid w:val="00623843"/>
    <w:rsid w:val="00632E1E"/>
    <w:rsid w:val="00633868"/>
    <w:rsid w:val="00636798"/>
    <w:rsid w:val="00636BF1"/>
    <w:rsid w:val="00636CEB"/>
    <w:rsid w:val="00640B50"/>
    <w:rsid w:val="00640C04"/>
    <w:rsid w:val="00643502"/>
    <w:rsid w:val="00643879"/>
    <w:rsid w:val="00643A8B"/>
    <w:rsid w:val="006477DF"/>
    <w:rsid w:val="00647B9A"/>
    <w:rsid w:val="006537D5"/>
    <w:rsid w:val="0065616D"/>
    <w:rsid w:val="00663B81"/>
    <w:rsid w:val="00663F40"/>
    <w:rsid w:val="00664E04"/>
    <w:rsid w:val="00665221"/>
    <w:rsid w:val="0066585B"/>
    <w:rsid w:val="0067030B"/>
    <w:rsid w:val="00670410"/>
    <w:rsid w:val="006708CB"/>
    <w:rsid w:val="00671B09"/>
    <w:rsid w:val="006758AC"/>
    <w:rsid w:val="00675FA5"/>
    <w:rsid w:val="00676AB7"/>
    <w:rsid w:val="006807A9"/>
    <w:rsid w:val="006813B3"/>
    <w:rsid w:val="0068157B"/>
    <w:rsid w:val="006836A7"/>
    <w:rsid w:val="006846E0"/>
    <w:rsid w:val="00687E32"/>
    <w:rsid w:val="0069753C"/>
    <w:rsid w:val="00697A49"/>
    <w:rsid w:val="00697AAA"/>
    <w:rsid w:val="006A3BA6"/>
    <w:rsid w:val="006A412D"/>
    <w:rsid w:val="006B3D96"/>
    <w:rsid w:val="006B4D84"/>
    <w:rsid w:val="006B687C"/>
    <w:rsid w:val="006B68C4"/>
    <w:rsid w:val="006C195E"/>
    <w:rsid w:val="006C23D6"/>
    <w:rsid w:val="006C27A8"/>
    <w:rsid w:val="006C65B0"/>
    <w:rsid w:val="006C6DE4"/>
    <w:rsid w:val="006C7FE4"/>
    <w:rsid w:val="006D0D0A"/>
    <w:rsid w:val="006D2117"/>
    <w:rsid w:val="006D49F3"/>
    <w:rsid w:val="006E6D6E"/>
    <w:rsid w:val="006E7864"/>
    <w:rsid w:val="006F1550"/>
    <w:rsid w:val="006F3058"/>
    <w:rsid w:val="006F48AC"/>
    <w:rsid w:val="006F5ED8"/>
    <w:rsid w:val="006F7507"/>
    <w:rsid w:val="006F7E97"/>
    <w:rsid w:val="00706200"/>
    <w:rsid w:val="00706A48"/>
    <w:rsid w:val="00707226"/>
    <w:rsid w:val="0071406B"/>
    <w:rsid w:val="00717E1D"/>
    <w:rsid w:val="00721DF1"/>
    <w:rsid w:val="00723CE5"/>
    <w:rsid w:val="00723EDA"/>
    <w:rsid w:val="00723FC2"/>
    <w:rsid w:val="0072751F"/>
    <w:rsid w:val="007305E4"/>
    <w:rsid w:val="00735DDD"/>
    <w:rsid w:val="00740EF2"/>
    <w:rsid w:val="0074377B"/>
    <w:rsid w:val="00745415"/>
    <w:rsid w:val="007506A5"/>
    <w:rsid w:val="00751572"/>
    <w:rsid w:val="00752236"/>
    <w:rsid w:val="00756EE8"/>
    <w:rsid w:val="007571A5"/>
    <w:rsid w:val="00761E56"/>
    <w:rsid w:val="007638F3"/>
    <w:rsid w:val="00764127"/>
    <w:rsid w:val="007647D2"/>
    <w:rsid w:val="00766F81"/>
    <w:rsid w:val="00770926"/>
    <w:rsid w:val="00771C72"/>
    <w:rsid w:val="00772C0B"/>
    <w:rsid w:val="0077413C"/>
    <w:rsid w:val="00774C49"/>
    <w:rsid w:val="00776709"/>
    <w:rsid w:val="00777600"/>
    <w:rsid w:val="00777F70"/>
    <w:rsid w:val="00785D5D"/>
    <w:rsid w:val="00791925"/>
    <w:rsid w:val="00792462"/>
    <w:rsid w:val="00792E80"/>
    <w:rsid w:val="00795D1A"/>
    <w:rsid w:val="00796BC1"/>
    <w:rsid w:val="007A3ABD"/>
    <w:rsid w:val="007A5439"/>
    <w:rsid w:val="007B0E29"/>
    <w:rsid w:val="007B1A4A"/>
    <w:rsid w:val="007B2C2A"/>
    <w:rsid w:val="007B2F24"/>
    <w:rsid w:val="007B43E6"/>
    <w:rsid w:val="007B68FF"/>
    <w:rsid w:val="007C20CA"/>
    <w:rsid w:val="007C4B50"/>
    <w:rsid w:val="007C5155"/>
    <w:rsid w:val="007C62A8"/>
    <w:rsid w:val="007C6D7D"/>
    <w:rsid w:val="007C7B34"/>
    <w:rsid w:val="007C7B6D"/>
    <w:rsid w:val="007D3A8F"/>
    <w:rsid w:val="007D77C8"/>
    <w:rsid w:val="007E1228"/>
    <w:rsid w:val="007E1AA0"/>
    <w:rsid w:val="007E3117"/>
    <w:rsid w:val="007E7F94"/>
    <w:rsid w:val="007F1F6D"/>
    <w:rsid w:val="007F3340"/>
    <w:rsid w:val="007F5069"/>
    <w:rsid w:val="007F624A"/>
    <w:rsid w:val="007F6B78"/>
    <w:rsid w:val="007F79A4"/>
    <w:rsid w:val="008014F1"/>
    <w:rsid w:val="0080152E"/>
    <w:rsid w:val="008035E3"/>
    <w:rsid w:val="0080484A"/>
    <w:rsid w:val="00807BD7"/>
    <w:rsid w:val="00812BFC"/>
    <w:rsid w:val="00816300"/>
    <w:rsid w:val="008217BB"/>
    <w:rsid w:val="00822C69"/>
    <w:rsid w:val="008272D7"/>
    <w:rsid w:val="008304C7"/>
    <w:rsid w:val="0083359A"/>
    <w:rsid w:val="00842AFE"/>
    <w:rsid w:val="00843A27"/>
    <w:rsid w:val="0084413A"/>
    <w:rsid w:val="008445FB"/>
    <w:rsid w:val="00847DC0"/>
    <w:rsid w:val="00847EC4"/>
    <w:rsid w:val="00857CE5"/>
    <w:rsid w:val="00860F96"/>
    <w:rsid w:val="00862A1D"/>
    <w:rsid w:val="00862DD9"/>
    <w:rsid w:val="00863662"/>
    <w:rsid w:val="0086565E"/>
    <w:rsid w:val="00872991"/>
    <w:rsid w:val="00874A25"/>
    <w:rsid w:val="0087549C"/>
    <w:rsid w:val="00875677"/>
    <w:rsid w:val="00875E19"/>
    <w:rsid w:val="00876664"/>
    <w:rsid w:val="00877DD6"/>
    <w:rsid w:val="00880FD2"/>
    <w:rsid w:val="008824ED"/>
    <w:rsid w:val="00882FD6"/>
    <w:rsid w:val="00883021"/>
    <w:rsid w:val="00884185"/>
    <w:rsid w:val="00885DC8"/>
    <w:rsid w:val="008870CB"/>
    <w:rsid w:val="00890BC1"/>
    <w:rsid w:val="00892063"/>
    <w:rsid w:val="00894D20"/>
    <w:rsid w:val="008952BB"/>
    <w:rsid w:val="0089539E"/>
    <w:rsid w:val="008966C4"/>
    <w:rsid w:val="008A022E"/>
    <w:rsid w:val="008A212E"/>
    <w:rsid w:val="008A5056"/>
    <w:rsid w:val="008A5DC9"/>
    <w:rsid w:val="008A7DCC"/>
    <w:rsid w:val="008B25E5"/>
    <w:rsid w:val="008B3301"/>
    <w:rsid w:val="008C0356"/>
    <w:rsid w:val="008C1108"/>
    <w:rsid w:val="008C4271"/>
    <w:rsid w:val="008C442F"/>
    <w:rsid w:val="008C4865"/>
    <w:rsid w:val="008D2498"/>
    <w:rsid w:val="008D5E0F"/>
    <w:rsid w:val="008D7E9D"/>
    <w:rsid w:val="008E06E9"/>
    <w:rsid w:val="008E4122"/>
    <w:rsid w:val="008E5D40"/>
    <w:rsid w:val="008E604A"/>
    <w:rsid w:val="008E72AD"/>
    <w:rsid w:val="008F0705"/>
    <w:rsid w:val="008F122F"/>
    <w:rsid w:val="008F1D7A"/>
    <w:rsid w:val="008F4D8D"/>
    <w:rsid w:val="008F4E5E"/>
    <w:rsid w:val="008F6667"/>
    <w:rsid w:val="00902AC4"/>
    <w:rsid w:val="00903C37"/>
    <w:rsid w:val="00910B34"/>
    <w:rsid w:val="0091148D"/>
    <w:rsid w:val="0091157C"/>
    <w:rsid w:val="00914EC3"/>
    <w:rsid w:val="00916972"/>
    <w:rsid w:val="00916ED5"/>
    <w:rsid w:val="0092136A"/>
    <w:rsid w:val="009301CC"/>
    <w:rsid w:val="009306AD"/>
    <w:rsid w:val="00931E59"/>
    <w:rsid w:val="009353BB"/>
    <w:rsid w:val="009361BF"/>
    <w:rsid w:val="00936D21"/>
    <w:rsid w:val="00941FC1"/>
    <w:rsid w:val="00944743"/>
    <w:rsid w:val="00944A49"/>
    <w:rsid w:val="00954159"/>
    <w:rsid w:val="00954D0E"/>
    <w:rsid w:val="009561E6"/>
    <w:rsid w:val="00956C8F"/>
    <w:rsid w:val="0095756A"/>
    <w:rsid w:val="00957C51"/>
    <w:rsid w:val="00963D46"/>
    <w:rsid w:val="009721B3"/>
    <w:rsid w:val="009746F3"/>
    <w:rsid w:val="00974A68"/>
    <w:rsid w:val="00975019"/>
    <w:rsid w:val="009766A0"/>
    <w:rsid w:val="00977347"/>
    <w:rsid w:val="0097758D"/>
    <w:rsid w:val="009813E0"/>
    <w:rsid w:val="00982D68"/>
    <w:rsid w:val="009A0131"/>
    <w:rsid w:val="009A0FF5"/>
    <w:rsid w:val="009A1EE4"/>
    <w:rsid w:val="009A303D"/>
    <w:rsid w:val="009A3400"/>
    <w:rsid w:val="009A4E9D"/>
    <w:rsid w:val="009A5C15"/>
    <w:rsid w:val="009B3227"/>
    <w:rsid w:val="009B352E"/>
    <w:rsid w:val="009B39FE"/>
    <w:rsid w:val="009C0AA1"/>
    <w:rsid w:val="009C0F24"/>
    <w:rsid w:val="009C1E72"/>
    <w:rsid w:val="009C2D7D"/>
    <w:rsid w:val="009C6E20"/>
    <w:rsid w:val="009D036B"/>
    <w:rsid w:val="009D1507"/>
    <w:rsid w:val="009D1C7B"/>
    <w:rsid w:val="009D5485"/>
    <w:rsid w:val="009E03B1"/>
    <w:rsid w:val="009E0A2C"/>
    <w:rsid w:val="009E1636"/>
    <w:rsid w:val="009E32D7"/>
    <w:rsid w:val="009E72D9"/>
    <w:rsid w:val="009F587D"/>
    <w:rsid w:val="00A01F57"/>
    <w:rsid w:val="00A0644C"/>
    <w:rsid w:val="00A0698A"/>
    <w:rsid w:val="00A135C2"/>
    <w:rsid w:val="00A13CA6"/>
    <w:rsid w:val="00A15076"/>
    <w:rsid w:val="00A15D60"/>
    <w:rsid w:val="00A16C79"/>
    <w:rsid w:val="00A218F7"/>
    <w:rsid w:val="00A21C3F"/>
    <w:rsid w:val="00A23482"/>
    <w:rsid w:val="00A30F8A"/>
    <w:rsid w:val="00A32828"/>
    <w:rsid w:val="00A353D8"/>
    <w:rsid w:val="00A361B8"/>
    <w:rsid w:val="00A36F0E"/>
    <w:rsid w:val="00A378DF"/>
    <w:rsid w:val="00A42E98"/>
    <w:rsid w:val="00A4368C"/>
    <w:rsid w:val="00A4526C"/>
    <w:rsid w:val="00A467AB"/>
    <w:rsid w:val="00A4777F"/>
    <w:rsid w:val="00A529E7"/>
    <w:rsid w:val="00A5476D"/>
    <w:rsid w:val="00A66191"/>
    <w:rsid w:val="00A70E3E"/>
    <w:rsid w:val="00A70FE5"/>
    <w:rsid w:val="00A7174A"/>
    <w:rsid w:val="00A732D3"/>
    <w:rsid w:val="00A7345D"/>
    <w:rsid w:val="00A73B4D"/>
    <w:rsid w:val="00A73DB3"/>
    <w:rsid w:val="00A74EB7"/>
    <w:rsid w:val="00A75781"/>
    <w:rsid w:val="00A857BB"/>
    <w:rsid w:val="00A903E7"/>
    <w:rsid w:val="00A9109B"/>
    <w:rsid w:val="00A919D9"/>
    <w:rsid w:val="00A921BC"/>
    <w:rsid w:val="00A9244F"/>
    <w:rsid w:val="00A9430E"/>
    <w:rsid w:val="00A9432B"/>
    <w:rsid w:val="00A95C6A"/>
    <w:rsid w:val="00A96CE1"/>
    <w:rsid w:val="00A96EB9"/>
    <w:rsid w:val="00A97570"/>
    <w:rsid w:val="00AA33D9"/>
    <w:rsid w:val="00AA5998"/>
    <w:rsid w:val="00AA5D56"/>
    <w:rsid w:val="00AA68DA"/>
    <w:rsid w:val="00AB1647"/>
    <w:rsid w:val="00AB3B42"/>
    <w:rsid w:val="00AB6D68"/>
    <w:rsid w:val="00AB72CD"/>
    <w:rsid w:val="00AC204E"/>
    <w:rsid w:val="00AC434B"/>
    <w:rsid w:val="00AC6277"/>
    <w:rsid w:val="00AD087C"/>
    <w:rsid w:val="00AD22E4"/>
    <w:rsid w:val="00AD651E"/>
    <w:rsid w:val="00AD7D65"/>
    <w:rsid w:val="00AE037E"/>
    <w:rsid w:val="00AE2AE3"/>
    <w:rsid w:val="00AE37C0"/>
    <w:rsid w:val="00AE4F28"/>
    <w:rsid w:val="00AE5AC9"/>
    <w:rsid w:val="00AE66F9"/>
    <w:rsid w:val="00AF0113"/>
    <w:rsid w:val="00AF1B3F"/>
    <w:rsid w:val="00AF49C3"/>
    <w:rsid w:val="00B0110D"/>
    <w:rsid w:val="00B07872"/>
    <w:rsid w:val="00B11141"/>
    <w:rsid w:val="00B12053"/>
    <w:rsid w:val="00B1624A"/>
    <w:rsid w:val="00B17B99"/>
    <w:rsid w:val="00B20089"/>
    <w:rsid w:val="00B2302D"/>
    <w:rsid w:val="00B2630A"/>
    <w:rsid w:val="00B27C8B"/>
    <w:rsid w:val="00B30DB6"/>
    <w:rsid w:val="00B3366D"/>
    <w:rsid w:val="00B363EB"/>
    <w:rsid w:val="00B42C0D"/>
    <w:rsid w:val="00B46146"/>
    <w:rsid w:val="00B5040D"/>
    <w:rsid w:val="00B54A32"/>
    <w:rsid w:val="00B56859"/>
    <w:rsid w:val="00B575B5"/>
    <w:rsid w:val="00B612B1"/>
    <w:rsid w:val="00B625F5"/>
    <w:rsid w:val="00B627AA"/>
    <w:rsid w:val="00B63F1A"/>
    <w:rsid w:val="00B64E83"/>
    <w:rsid w:val="00B65AD6"/>
    <w:rsid w:val="00B70A5F"/>
    <w:rsid w:val="00B7504A"/>
    <w:rsid w:val="00B76239"/>
    <w:rsid w:val="00B76F20"/>
    <w:rsid w:val="00B8482E"/>
    <w:rsid w:val="00B86877"/>
    <w:rsid w:val="00B94330"/>
    <w:rsid w:val="00B96876"/>
    <w:rsid w:val="00BA12F5"/>
    <w:rsid w:val="00BA1BA0"/>
    <w:rsid w:val="00BA209C"/>
    <w:rsid w:val="00BA239D"/>
    <w:rsid w:val="00BA39D4"/>
    <w:rsid w:val="00BA5697"/>
    <w:rsid w:val="00BA7323"/>
    <w:rsid w:val="00BB0440"/>
    <w:rsid w:val="00BB12A2"/>
    <w:rsid w:val="00BB3F94"/>
    <w:rsid w:val="00BB4828"/>
    <w:rsid w:val="00BB5FAA"/>
    <w:rsid w:val="00BC088A"/>
    <w:rsid w:val="00BD0BC2"/>
    <w:rsid w:val="00BD0FF0"/>
    <w:rsid w:val="00BD11F0"/>
    <w:rsid w:val="00BD542C"/>
    <w:rsid w:val="00BD5492"/>
    <w:rsid w:val="00BD705E"/>
    <w:rsid w:val="00BD73E5"/>
    <w:rsid w:val="00BD7BCA"/>
    <w:rsid w:val="00BE12C5"/>
    <w:rsid w:val="00BE4502"/>
    <w:rsid w:val="00BE7133"/>
    <w:rsid w:val="00BF1B7E"/>
    <w:rsid w:val="00BF3783"/>
    <w:rsid w:val="00BF59F8"/>
    <w:rsid w:val="00BF7345"/>
    <w:rsid w:val="00C029D7"/>
    <w:rsid w:val="00C03719"/>
    <w:rsid w:val="00C0391A"/>
    <w:rsid w:val="00C069CB"/>
    <w:rsid w:val="00C076EC"/>
    <w:rsid w:val="00C107E6"/>
    <w:rsid w:val="00C16635"/>
    <w:rsid w:val="00C25B77"/>
    <w:rsid w:val="00C27C97"/>
    <w:rsid w:val="00C3021F"/>
    <w:rsid w:val="00C302CF"/>
    <w:rsid w:val="00C33123"/>
    <w:rsid w:val="00C331B8"/>
    <w:rsid w:val="00C33B5B"/>
    <w:rsid w:val="00C34D66"/>
    <w:rsid w:val="00C35C80"/>
    <w:rsid w:val="00C377B9"/>
    <w:rsid w:val="00C41BDF"/>
    <w:rsid w:val="00C4264B"/>
    <w:rsid w:val="00C429E7"/>
    <w:rsid w:val="00C43376"/>
    <w:rsid w:val="00C447D4"/>
    <w:rsid w:val="00C44AAB"/>
    <w:rsid w:val="00C47CE6"/>
    <w:rsid w:val="00C47CF9"/>
    <w:rsid w:val="00C528EE"/>
    <w:rsid w:val="00C52DE4"/>
    <w:rsid w:val="00C55664"/>
    <w:rsid w:val="00C55B0D"/>
    <w:rsid w:val="00C56487"/>
    <w:rsid w:val="00C56EAE"/>
    <w:rsid w:val="00C57AC8"/>
    <w:rsid w:val="00C620FA"/>
    <w:rsid w:val="00C62C72"/>
    <w:rsid w:val="00C62CEE"/>
    <w:rsid w:val="00C64417"/>
    <w:rsid w:val="00C67432"/>
    <w:rsid w:val="00C67C3E"/>
    <w:rsid w:val="00C67E71"/>
    <w:rsid w:val="00C7687A"/>
    <w:rsid w:val="00C77BDC"/>
    <w:rsid w:val="00C77DEB"/>
    <w:rsid w:val="00C80903"/>
    <w:rsid w:val="00C81167"/>
    <w:rsid w:val="00C81C11"/>
    <w:rsid w:val="00C82155"/>
    <w:rsid w:val="00C825A9"/>
    <w:rsid w:val="00C84D67"/>
    <w:rsid w:val="00C909B4"/>
    <w:rsid w:val="00C9101D"/>
    <w:rsid w:val="00C93B69"/>
    <w:rsid w:val="00C9590D"/>
    <w:rsid w:val="00C965E3"/>
    <w:rsid w:val="00C969DB"/>
    <w:rsid w:val="00CA169F"/>
    <w:rsid w:val="00CA2420"/>
    <w:rsid w:val="00CA3636"/>
    <w:rsid w:val="00CA4EE5"/>
    <w:rsid w:val="00CB19E4"/>
    <w:rsid w:val="00CB5239"/>
    <w:rsid w:val="00CB56B1"/>
    <w:rsid w:val="00CC060A"/>
    <w:rsid w:val="00CC214B"/>
    <w:rsid w:val="00CC4F1C"/>
    <w:rsid w:val="00CC5692"/>
    <w:rsid w:val="00CD24DD"/>
    <w:rsid w:val="00CD52B0"/>
    <w:rsid w:val="00CD73EB"/>
    <w:rsid w:val="00CE258B"/>
    <w:rsid w:val="00CE767C"/>
    <w:rsid w:val="00CE78DB"/>
    <w:rsid w:val="00CF108C"/>
    <w:rsid w:val="00CF5AA8"/>
    <w:rsid w:val="00CF68C2"/>
    <w:rsid w:val="00CF7DD7"/>
    <w:rsid w:val="00D00741"/>
    <w:rsid w:val="00D03580"/>
    <w:rsid w:val="00D03B4C"/>
    <w:rsid w:val="00D04781"/>
    <w:rsid w:val="00D05C2F"/>
    <w:rsid w:val="00D07415"/>
    <w:rsid w:val="00D07B69"/>
    <w:rsid w:val="00D07B7E"/>
    <w:rsid w:val="00D118CB"/>
    <w:rsid w:val="00D13298"/>
    <w:rsid w:val="00D139CA"/>
    <w:rsid w:val="00D15A7F"/>
    <w:rsid w:val="00D15F60"/>
    <w:rsid w:val="00D17E14"/>
    <w:rsid w:val="00D21DAF"/>
    <w:rsid w:val="00D21DF2"/>
    <w:rsid w:val="00D23EB3"/>
    <w:rsid w:val="00D262D5"/>
    <w:rsid w:val="00D34174"/>
    <w:rsid w:val="00D341E4"/>
    <w:rsid w:val="00D35F18"/>
    <w:rsid w:val="00D36113"/>
    <w:rsid w:val="00D3705B"/>
    <w:rsid w:val="00D41713"/>
    <w:rsid w:val="00D514EC"/>
    <w:rsid w:val="00D52BCB"/>
    <w:rsid w:val="00D52F20"/>
    <w:rsid w:val="00D579BE"/>
    <w:rsid w:val="00D61FB4"/>
    <w:rsid w:val="00D62ECB"/>
    <w:rsid w:val="00D64F94"/>
    <w:rsid w:val="00D661B6"/>
    <w:rsid w:val="00D67815"/>
    <w:rsid w:val="00D70CBD"/>
    <w:rsid w:val="00D71518"/>
    <w:rsid w:val="00D736BF"/>
    <w:rsid w:val="00D825F5"/>
    <w:rsid w:val="00D82EE4"/>
    <w:rsid w:val="00D90243"/>
    <w:rsid w:val="00D90B82"/>
    <w:rsid w:val="00D92297"/>
    <w:rsid w:val="00D96569"/>
    <w:rsid w:val="00D96C86"/>
    <w:rsid w:val="00DA1FCB"/>
    <w:rsid w:val="00DA42D3"/>
    <w:rsid w:val="00DA7931"/>
    <w:rsid w:val="00DB0091"/>
    <w:rsid w:val="00DB3F57"/>
    <w:rsid w:val="00DB4F31"/>
    <w:rsid w:val="00DB5E58"/>
    <w:rsid w:val="00DB6849"/>
    <w:rsid w:val="00DC3657"/>
    <w:rsid w:val="00DC4AE8"/>
    <w:rsid w:val="00DC6DC9"/>
    <w:rsid w:val="00DC6F6B"/>
    <w:rsid w:val="00DD195B"/>
    <w:rsid w:val="00DD21EE"/>
    <w:rsid w:val="00DD2635"/>
    <w:rsid w:val="00DD5555"/>
    <w:rsid w:val="00DE1721"/>
    <w:rsid w:val="00DE26AB"/>
    <w:rsid w:val="00DE421A"/>
    <w:rsid w:val="00DE4D49"/>
    <w:rsid w:val="00DE7430"/>
    <w:rsid w:val="00DF0500"/>
    <w:rsid w:val="00DF0A29"/>
    <w:rsid w:val="00DF0C9D"/>
    <w:rsid w:val="00DF3B8B"/>
    <w:rsid w:val="00DF5B11"/>
    <w:rsid w:val="00DF6550"/>
    <w:rsid w:val="00DF673E"/>
    <w:rsid w:val="00E02C1D"/>
    <w:rsid w:val="00E0531B"/>
    <w:rsid w:val="00E07000"/>
    <w:rsid w:val="00E10E9D"/>
    <w:rsid w:val="00E15980"/>
    <w:rsid w:val="00E21276"/>
    <w:rsid w:val="00E2150A"/>
    <w:rsid w:val="00E22878"/>
    <w:rsid w:val="00E2646C"/>
    <w:rsid w:val="00E27D52"/>
    <w:rsid w:val="00E27F69"/>
    <w:rsid w:val="00E375D2"/>
    <w:rsid w:val="00E40687"/>
    <w:rsid w:val="00E41087"/>
    <w:rsid w:val="00E41290"/>
    <w:rsid w:val="00E423D3"/>
    <w:rsid w:val="00E45E9C"/>
    <w:rsid w:val="00E50B95"/>
    <w:rsid w:val="00E51BAD"/>
    <w:rsid w:val="00E5210D"/>
    <w:rsid w:val="00E547A6"/>
    <w:rsid w:val="00E560A1"/>
    <w:rsid w:val="00E60C72"/>
    <w:rsid w:val="00E67432"/>
    <w:rsid w:val="00E73CE9"/>
    <w:rsid w:val="00E80F3D"/>
    <w:rsid w:val="00E82556"/>
    <w:rsid w:val="00E84278"/>
    <w:rsid w:val="00E85827"/>
    <w:rsid w:val="00E913AF"/>
    <w:rsid w:val="00E92849"/>
    <w:rsid w:val="00E94669"/>
    <w:rsid w:val="00E951F8"/>
    <w:rsid w:val="00EA0571"/>
    <w:rsid w:val="00EA2806"/>
    <w:rsid w:val="00EA7305"/>
    <w:rsid w:val="00EB0FE5"/>
    <w:rsid w:val="00EB368B"/>
    <w:rsid w:val="00EB46C1"/>
    <w:rsid w:val="00EB572A"/>
    <w:rsid w:val="00EB66A4"/>
    <w:rsid w:val="00EC018E"/>
    <w:rsid w:val="00EC1B4C"/>
    <w:rsid w:val="00EC1F45"/>
    <w:rsid w:val="00EC25CF"/>
    <w:rsid w:val="00EC2D96"/>
    <w:rsid w:val="00EC484A"/>
    <w:rsid w:val="00EC6609"/>
    <w:rsid w:val="00EC7949"/>
    <w:rsid w:val="00ED0696"/>
    <w:rsid w:val="00ED40A6"/>
    <w:rsid w:val="00ED7E19"/>
    <w:rsid w:val="00EE1CD0"/>
    <w:rsid w:val="00EE2672"/>
    <w:rsid w:val="00EE2EF3"/>
    <w:rsid w:val="00EE5935"/>
    <w:rsid w:val="00EE6065"/>
    <w:rsid w:val="00EE6504"/>
    <w:rsid w:val="00EF0065"/>
    <w:rsid w:val="00EF2DDA"/>
    <w:rsid w:val="00EF2EDA"/>
    <w:rsid w:val="00EF7E8F"/>
    <w:rsid w:val="00F0173F"/>
    <w:rsid w:val="00F01784"/>
    <w:rsid w:val="00F03899"/>
    <w:rsid w:val="00F047B2"/>
    <w:rsid w:val="00F04BA2"/>
    <w:rsid w:val="00F052FB"/>
    <w:rsid w:val="00F0644E"/>
    <w:rsid w:val="00F10312"/>
    <w:rsid w:val="00F103DF"/>
    <w:rsid w:val="00F11CAB"/>
    <w:rsid w:val="00F12DB9"/>
    <w:rsid w:val="00F179BF"/>
    <w:rsid w:val="00F17DE7"/>
    <w:rsid w:val="00F218D2"/>
    <w:rsid w:val="00F22485"/>
    <w:rsid w:val="00F23F2E"/>
    <w:rsid w:val="00F23F7A"/>
    <w:rsid w:val="00F249D1"/>
    <w:rsid w:val="00F33B63"/>
    <w:rsid w:val="00F36CF3"/>
    <w:rsid w:val="00F3783E"/>
    <w:rsid w:val="00F37DA0"/>
    <w:rsid w:val="00F41468"/>
    <w:rsid w:val="00F47054"/>
    <w:rsid w:val="00F5058D"/>
    <w:rsid w:val="00F54A6F"/>
    <w:rsid w:val="00F56E04"/>
    <w:rsid w:val="00F633D4"/>
    <w:rsid w:val="00F63829"/>
    <w:rsid w:val="00F63DBF"/>
    <w:rsid w:val="00F64A54"/>
    <w:rsid w:val="00F65674"/>
    <w:rsid w:val="00F66EF1"/>
    <w:rsid w:val="00F67183"/>
    <w:rsid w:val="00F71D2C"/>
    <w:rsid w:val="00F72633"/>
    <w:rsid w:val="00F75C1C"/>
    <w:rsid w:val="00F75DEF"/>
    <w:rsid w:val="00F763AD"/>
    <w:rsid w:val="00F806F8"/>
    <w:rsid w:val="00F8439A"/>
    <w:rsid w:val="00F910D1"/>
    <w:rsid w:val="00F91830"/>
    <w:rsid w:val="00F944F2"/>
    <w:rsid w:val="00F9739C"/>
    <w:rsid w:val="00FA1596"/>
    <w:rsid w:val="00FA4A06"/>
    <w:rsid w:val="00FA7257"/>
    <w:rsid w:val="00FB209C"/>
    <w:rsid w:val="00FB264F"/>
    <w:rsid w:val="00FC3019"/>
    <w:rsid w:val="00FD4A27"/>
    <w:rsid w:val="00FD5768"/>
    <w:rsid w:val="00FD6BA3"/>
    <w:rsid w:val="00FD73E4"/>
    <w:rsid w:val="00FE78DE"/>
    <w:rsid w:val="00FF1440"/>
    <w:rsid w:val="00FF149A"/>
    <w:rsid w:val="00FF251E"/>
    <w:rsid w:val="00FF73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C9D"/>
  </w:style>
  <w:style w:type="paragraph" w:styleId="1">
    <w:name w:val="heading 1"/>
    <w:basedOn w:val="a"/>
    <w:next w:val="a"/>
    <w:link w:val="10"/>
    <w:qFormat/>
    <w:rsid w:val="002F6905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2F6905"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F6905"/>
    <w:pPr>
      <w:jc w:val="both"/>
    </w:pPr>
    <w:rPr>
      <w:sz w:val="24"/>
    </w:rPr>
  </w:style>
  <w:style w:type="paragraph" w:styleId="a4">
    <w:name w:val="header"/>
    <w:basedOn w:val="a"/>
    <w:rsid w:val="002F6905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2F6905"/>
  </w:style>
  <w:style w:type="paragraph" w:styleId="a6">
    <w:name w:val="footer"/>
    <w:basedOn w:val="a"/>
    <w:rsid w:val="002F6905"/>
    <w:pPr>
      <w:tabs>
        <w:tab w:val="center" w:pos="4153"/>
        <w:tab w:val="right" w:pos="8306"/>
      </w:tabs>
    </w:pPr>
  </w:style>
  <w:style w:type="paragraph" w:customStyle="1" w:styleId="ConsPlusCell">
    <w:name w:val="ConsPlusCell"/>
    <w:rsid w:val="00C44AA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C44A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7">
    <w:name w:val="Table Grid"/>
    <w:basedOn w:val="a1"/>
    <w:rsid w:val="00C44A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6D2117"/>
    <w:rPr>
      <w:rFonts w:ascii="Tahoma" w:hAnsi="Tahoma" w:cs="Tahoma"/>
      <w:sz w:val="16"/>
      <w:szCs w:val="16"/>
    </w:rPr>
  </w:style>
  <w:style w:type="character" w:styleId="a9">
    <w:name w:val="Strong"/>
    <w:qFormat/>
    <w:rsid w:val="00EB0FE5"/>
    <w:rPr>
      <w:b/>
      <w:bCs/>
    </w:rPr>
  </w:style>
  <w:style w:type="character" w:customStyle="1" w:styleId="10">
    <w:name w:val="Заголовок 1 Знак"/>
    <w:link w:val="1"/>
    <w:rsid w:val="00DA7931"/>
    <w:rPr>
      <w:b/>
      <w:sz w:val="24"/>
    </w:rPr>
  </w:style>
  <w:style w:type="paragraph" w:customStyle="1" w:styleId="p32">
    <w:name w:val="p32"/>
    <w:basedOn w:val="a"/>
    <w:rsid w:val="00C67C3E"/>
    <w:pPr>
      <w:spacing w:before="100" w:beforeAutospacing="1" w:after="100" w:afterAutospacing="1"/>
    </w:pPr>
    <w:rPr>
      <w:sz w:val="24"/>
      <w:szCs w:val="24"/>
    </w:rPr>
  </w:style>
  <w:style w:type="paragraph" w:customStyle="1" w:styleId="p33">
    <w:name w:val="p33"/>
    <w:basedOn w:val="a"/>
    <w:rsid w:val="00C67C3E"/>
    <w:pPr>
      <w:spacing w:before="100" w:beforeAutospacing="1" w:after="100" w:afterAutospacing="1"/>
    </w:pPr>
    <w:rPr>
      <w:sz w:val="24"/>
      <w:szCs w:val="24"/>
    </w:rPr>
  </w:style>
  <w:style w:type="paragraph" w:customStyle="1" w:styleId="p4">
    <w:name w:val="p4"/>
    <w:basedOn w:val="a"/>
    <w:rsid w:val="00C67C3E"/>
    <w:pPr>
      <w:spacing w:before="100" w:beforeAutospacing="1" w:after="100" w:afterAutospacing="1"/>
    </w:pPr>
    <w:rPr>
      <w:sz w:val="24"/>
      <w:szCs w:val="24"/>
    </w:rPr>
  </w:style>
  <w:style w:type="paragraph" w:customStyle="1" w:styleId="p9">
    <w:name w:val="p9"/>
    <w:basedOn w:val="a"/>
    <w:rsid w:val="00C67C3E"/>
    <w:pPr>
      <w:spacing w:before="100" w:beforeAutospacing="1" w:after="100" w:afterAutospacing="1"/>
    </w:pPr>
    <w:rPr>
      <w:sz w:val="24"/>
      <w:szCs w:val="24"/>
    </w:rPr>
  </w:style>
  <w:style w:type="paragraph" w:customStyle="1" w:styleId="p14">
    <w:name w:val="p14"/>
    <w:basedOn w:val="a"/>
    <w:rsid w:val="004D452E"/>
    <w:pPr>
      <w:spacing w:before="100" w:beforeAutospacing="1" w:after="100" w:afterAutospacing="1"/>
    </w:pPr>
    <w:rPr>
      <w:sz w:val="24"/>
      <w:szCs w:val="24"/>
    </w:rPr>
  </w:style>
  <w:style w:type="paragraph" w:customStyle="1" w:styleId="p15">
    <w:name w:val="p15"/>
    <w:basedOn w:val="a"/>
    <w:rsid w:val="00C33123"/>
    <w:pPr>
      <w:spacing w:before="100" w:beforeAutospacing="1" w:after="100" w:afterAutospacing="1"/>
    </w:pPr>
    <w:rPr>
      <w:sz w:val="24"/>
      <w:szCs w:val="24"/>
    </w:rPr>
  </w:style>
  <w:style w:type="paragraph" w:customStyle="1" w:styleId="p12">
    <w:name w:val="p12"/>
    <w:basedOn w:val="a"/>
    <w:rsid w:val="00C33123"/>
    <w:pPr>
      <w:spacing w:before="100" w:beforeAutospacing="1" w:after="100" w:afterAutospacing="1"/>
    </w:pPr>
    <w:rPr>
      <w:sz w:val="24"/>
      <w:szCs w:val="24"/>
    </w:rPr>
  </w:style>
  <w:style w:type="paragraph" w:customStyle="1" w:styleId="p11">
    <w:name w:val="p11"/>
    <w:basedOn w:val="a"/>
    <w:rsid w:val="00C33123"/>
    <w:pPr>
      <w:spacing w:before="100" w:beforeAutospacing="1" w:after="100" w:afterAutospacing="1"/>
    </w:pPr>
    <w:rPr>
      <w:sz w:val="24"/>
      <w:szCs w:val="24"/>
    </w:rPr>
  </w:style>
  <w:style w:type="paragraph" w:customStyle="1" w:styleId="p13">
    <w:name w:val="p13"/>
    <w:basedOn w:val="a"/>
    <w:rsid w:val="00C33123"/>
    <w:pPr>
      <w:spacing w:before="100" w:beforeAutospacing="1" w:after="100" w:afterAutospacing="1"/>
    </w:pPr>
    <w:rPr>
      <w:sz w:val="24"/>
      <w:szCs w:val="24"/>
    </w:rPr>
  </w:style>
  <w:style w:type="paragraph" w:styleId="aa">
    <w:name w:val="Normal (Web)"/>
    <w:basedOn w:val="a"/>
    <w:uiPriority w:val="99"/>
    <w:unhideWhenUsed/>
    <w:rsid w:val="00216DB2"/>
    <w:pPr>
      <w:spacing w:before="100" w:beforeAutospacing="1" w:after="100" w:afterAutospacing="1"/>
    </w:pPr>
    <w:rPr>
      <w:sz w:val="24"/>
      <w:szCs w:val="24"/>
    </w:rPr>
  </w:style>
  <w:style w:type="character" w:styleId="ab">
    <w:name w:val="Hyperlink"/>
    <w:uiPriority w:val="99"/>
    <w:unhideWhenUsed/>
    <w:rsid w:val="00216DB2"/>
    <w:rPr>
      <w:color w:val="0000FF"/>
      <w:u w:val="single"/>
    </w:rPr>
  </w:style>
  <w:style w:type="character" w:customStyle="1" w:styleId="s6">
    <w:name w:val="s6"/>
    <w:basedOn w:val="a0"/>
    <w:rsid w:val="0074377B"/>
  </w:style>
  <w:style w:type="paragraph" w:customStyle="1" w:styleId="p17">
    <w:name w:val="p17"/>
    <w:basedOn w:val="a"/>
    <w:rsid w:val="000B6875"/>
    <w:pPr>
      <w:spacing w:before="100" w:beforeAutospacing="1" w:after="100" w:afterAutospacing="1"/>
    </w:pPr>
    <w:rPr>
      <w:sz w:val="24"/>
      <w:szCs w:val="24"/>
    </w:rPr>
  </w:style>
  <w:style w:type="paragraph" w:customStyle="1" w:styleId="p18">
    <w:name w:val="p18"/>
    <w:basedOn w:val="a"/>
    <w:rsid w:val="000B6875"/>
    <w:pPr>
      <w:spacing w:before="100" w:beforeAutospacing="1" w:after="100" w:afterAutospacing="1"/>
    </w:pPr>
    <w:rPr>
      <w:sz w:val="24"/>
      <w:szCs w:val="24"/>
    </w:rPr>
  </w:style>
  <w:style w:type="paragraph" w:customStyle="1" w:styleId="p19">
    <w:name w:val="p19"/>
    <w:basedOn w:val="a"/>
    <w:rsid w:val="000B6875"/>
    <w:pPr>
      <w:spacing w:before="100" w:beforeAutospacing="1" w:after="100" w:afterAutospacing="1"/>
    </w:pPr>
    <w:rPr>
      <w:sz w:val="24"/>
      <w:szCs w:val="24"/>
    </w:rPr>
  </w:style>
  <w:style w:type="paragraph" w:customStyle="1" w:styleId="p22">
    <w:name w:val="p22"/>
    <w:basedOn w:val="a"/>
    <w:rsid w:val="00A529E7"/>
    <w:pPr>
      <w:spacing w:before="100" w:beforeAutospacing="1" w:after="100" w:afterAutospacing="1"/>
    </w:pPr>
    <w:rPr>
      <w:sz w:val="24"/>
      <w:szCs w:val="24"/>
    </w:rPr>
  </w:style>
  <w:style w:type="paragraph" w:customStyle="1" w:styleId="p23">
    <w:name w:val="p23"/>
    <w:basedOn w:val="a"/>
    <w:rsid w:val="00A529E7"/>
    <w:pPr>
      <w:spacing w:before="100" w:beforeAutospacing="1" w:after="100" w:afterAutospacing="1"/>
    </w:pPr>
    <w:rPr>
      <w:sz w:val="24"/>
      <w:szCs w:val="24"/>
    </w:rPr>
  </w:style>
  <w:style w:type="paragraph" w:styleId="ac">
    <w:name w:val="Plain Text"/>
    <w:basedOn w:val="a"/>
    <w:link w:val="ad"/>
    <w:rsid w:val="00E2150A"/>
    <w:pPr>
      <w:autoSpaceDE w:val="0"/>
      <w:autoSpaceDN w:val="0"/>
      <w:jc w:val="center"/>
    </w:pPr>
    <w:rPr>
      <w:rFonts w:ascii="Courier New" w:hAnsi="Courier New" w:cs="Courier New"/>
    </w:rPr>
  </w:style>
  <w:style w:type="character" w:customStyle="1" w:styleId="ad">
    <w:name w:val="Текст Знак"/>
    <w:basedOn w:val="a0"/>
    <w:link w:val="ac"/>
    <w:rsid w:val="00E2150A"/>
    <w:rPr>
      <w:rFonts w:ascii="Courier New" w:hAnsi="Courier New" w:cs="Courier New"/>
    </w:rPr>
  </w:style>
  <w:style w:type="paragraph" w:styleId="ae">
    <w:name w:val="List Paragraph"/>
    <w:basedOn w:val="a"/>
    <w:uiPriority w:val="34"/>
    <w:qFormat/>
    <w:rsid w:val="00D118CB"/>
    <w:pPr>
      <w:ind w:left="720"/>
      <w:contextualSpacing/>
    </w:pPr>
  </w:style>
  <w:style w:type="paragraph" w:customStyle="1" w:styleId="ConsPlusNormal">
    <w:name w:val="ConsPlusNormal"/>
    <w:rsid w:val="00CB56B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CD73EB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C9D"/>
  </w:style>
  <w:style w:type="paragraph" w:styleId="1">
    <w:name w:val="heading 1"/>
    <w:basedOn w:val="a"/>
    <w:next w:val="a"/>
    <w:link w:val="10"/>
    <w:qFormat/>
    <w:rsid w:val="002F6905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2F6905"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F6905"/>
    <w:pPr>
      <w:jc w:val="both"/>
    </w:pPr>
    <w:rPr>
      <w:sz w:val="24"/>
    </w:rPr>
  </w:style>
  <w:style w:type="paragraph" w:styleId="a4">
    <w:name w:val="header"/>
    <w:basedOn w:val="a"/>
    <w:rsid w:val="002F6905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2F6905"/>
  </w:style>
  <w:style w:type="paragraph" w:styleId="a6">
    <w:name w:val="footer"/>
    <w:basedOn w:val="a"/>
    <w:rsid w:val="002F6905"/>
    <w:pPr>
      <w:tabs>
        <w:tab w:val="center" w:pos="4153"/>
        <w:tab w:val="right" w:pos="8306"/>
      </w:tabs>
    </w:pPr>
  </w:style>
  <w:style w:type="paragraph" w:customStyle="1" w:styleId="ConsPlusCell">
    <w:name w:val="ConsPlusCell"/>
    <w:rsid w:val="00C44AA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C44A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7">
    <w:name w:val="Table Grid"/>
    <w:basedOn w:val="a1"/>
    <w:rsid w:val="00C44A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6D2117"/>
    <w:rPr>
      <w:rFonts w:ascii="Tahoma" w:hAnsi="Tahoma" w:cs="Tahoma"/>
      <w:sz w:val="16"/>
      <w:szCs w:val="16"/>
    </w:rPr>
  </w:style>
  <w:style w:type="character" w:styleId="a9">
    <w:name w:val="Strong"/>
    <w:qFormat/>
    <w:rsid w:val="00EB0FE5"/>
    <w:rPr>
      <w:b/>
      <w:bCs/>
    </w:rPr>
  </w:style>
  <w:style w:type="character" w:customStyle="1" w:styleId="10">
    <w:name w:val="Заголовок 1 Знак"/>
    <w:link w:val="1"/>
    <w:rsid w:val="00DA7931"/>
    <w:rPr>
      <w:b/>
      <w:sz w:val="24"/>
    </w:rPr>
  </w:style>
  <w:style w:type="paragraph" w:customStyle="1" w:styleId="p32">
    <w:name w:val="p32"/>
    <w:basedOn w:val="a"/>
    <w:rsid w:val="00C67C3E"/>
    <w:pPr>
      <w:spacing w:before="100" w:beforeAutospacing="1" w:after="100" w:afterAutospacing="1"/>
    </w:pPr>
    <w:rPr>
      <w:sz w:val="24"/>
      <w:szCs w:val="24"/>
    </w:rPr>
  </w:style>
  <w:style w:type="paragraph" w:customStyle="1" w:styleId="p33">
    <w:name w:val="p33"/>
    <w:basedOn w:val="a"/>
    <w:rsid w:val="00C67C3E"/>
    <w:pPr>
      <w:spacing w:before="100" w:beforeAutospacing="1" w:after="100" w:afterAutospacing="1"/>
    </w:pPr>
    <w:rPr>
      <w:sz w:val="24"/>
      <w:szCs w:val="24"/>
    </w:rPr>
  </w:style>
  <w:style w:type="paragraph" w:customStyle="1" w:styleId="p4">
    <w:name w:val="p4"/>
    <w:basedOn w:val="a"/>
    <w:rsid w:val="00C67C3E"/>
    <w:pPr>
      <w:spacing w:before="100" w:beforeAutospacing="1" w:after="100" w:afterAutospacing="1"/>
    </w:pPr>
    <w:rPr>
      <w:sz w:val="24"/>
      <w:szCs w:val="24"/>
    </w:rPr>
  </w:style>
  <w:style w:type="paragraph" w:customStyle="1" w:styleId="p9">
    <w:name w:val="p9"/>
    <w:basedOn w:val="a"/>
    <w:rsid w:val="00C67C3E"/>
    <w:pPr>
      <w:spacing w:before="100" w:beforeAutospacing="1" w:after="100" w:afterAutospacing="1"/>
    </w:pPr>
    <w:rPr>
      <w:sz w:val="24"/>
      <w:szCs w:val="24"/>
    </w:rPr>
  </w:style>
  <w:style w:type="paragraph" w:customStyle="1" w:styleId="p14">
    <w:name w:val="p14"/>
    <w:basedOn w:val="a"/>
    <w:rsid w:val="004D452E"/>
    <w:pPr>
      <w:spacing w:before="100" w:beforeAutospacing="1" w:after="100" w:afterAutospacing="1"/>
    </w:pPr>
    <w:rPr>
      <w:sz w:val="24"/>
      <w:szCs w:val="24"/>
    </w:rPr>
  </w:style>
  <w:style w:type="paragraph" w:customStyle="1" w:styleId="p15">
    <w:name w:val="p15"/>
    <w:basedOn w:val="a"/>
    <w:rsid w:val="00C33123"/>
    <w:pPr>
      <w:spacing w:before="100" w:beforeAutospacing="1" w:after="100" w:afterAutospacing="1"/>
    </w:pPr>
    <w:rPr>
      <w:sz w:val="24"/>
      <w:szCs w:val="24"/>
    </w:rPr>
  </w:style>
  <w:style w:type="paragraph" w:customStyle="1" w:styleId="p12">
    <w:name w:val="p12"/>
    <w:basedOn w:val="a"/>
    <w:rsid w:val="00C33123"/>
    <w:pPr>
      <w:spacing w:before="100" w:beforeAutospacing="1" w:after="100" w:afterAutospacing="1"/>
    </w:pPr>
    <w:rPr>
      <w:sz w:val="24"/>
      <w:szCs w:val="24"/>
    </w:rPr>
  </w:style>
  <w:style w:type="paragraph" w:customStyle="1" w:styleId="p11">
    <w:name w:val="p11"/>
    <w:basedOn w:val="a"/>
    <w:rsid w:val="00C33123"/>
    <w:pPr>
      <w:spacing w:before="100" w:beforeAutospacing="1" w:after="100" w:afterAutospacing="1"/>
    </w:pPr>
    <w:rPr>
      <w:sz w:val="24"/>
      <w:szCs w:val="24"/>
    </w:rPr>
  </w:style>
  <w:style w:type="paragraph" w:customStyle="1" w:styleId="p13">
    <w:name w:val="p13"/>
    <w:basedOn w:val="a"/>
    <w:rsid w:val="00C33123"/>
    <w:pPr>
      <w:spacing w:before="100" w:beforeAutospacing="1" w:after="100" w:afterAutospacing="1"/>
    </w:pPr>
    <w:rPr>
      <w:sz w:val="24"/>
      <w:szCs w:val="24"/>
    </w:rPr>
  </w:style>
  <w:style w:type="paragraph" w:styleId="aa">
    <w:name w:val="Normal (Web)"/>
    <w:basedOn w:val="a"/>
    <w:uiPriority w:val="99"/>
    <w:unhideWhenUsed/>
    <w:rsid w:val="00216DB2"/>
    <w:pPr>
      <w:spacing w:before="100" w:beforeAutospacing="1" w:after="100" w:afterAutospacing="1"/>
    </w:pPr>
    <w:rPr>
      <w:sz w:val="24"/>
      <w:szCs w:val="24"/>
    </w:rPr>
  </w:style>
  <w:style w:type="character" w:styleId="ab">
    <w:name w:val="Hyperlink"/>
    <w:uiPriority w:val="99"/>
    <w:unhideWhenUsed/>
    <w:rsid w:val="00216DB2"/>
    <w:rPr>
      <w:color w:val="0000FF"/>
      <w:u w:val="single"/>
    </w:rPr>
  </w:style>
  <w:style w:type="character" w:customStyle="1" w:styleId="s6">
    <w:name w:val="s6"/>
    <w:basedOn w:val="a0"/>
    <w:rsid w:val="0074377B"/>
  </w:style>
  <w:style w:type="paragraph" w:customStyle="1" w:styleId="p17">
    <w:name w:val="p17"/>
    <w:basedOn w:val="a"/>
    <w:rsid w:val="000B6875"/>
    <w:pPr>
      <w:spacing w:before="100" w:beforeAutospacing="1" w:after="100" w:afterAutospacing="1"/>
    </w:pPr>
    <w:rPr>
      <w:sz w:val="24"/>
      <w:szCs w:val="24"/>
    </w:rPr>
  </w:style>
  <w:style w:type="paragraph" w:customStyle="1" w:styleId="p18">
    <w:name w:val="p18"/>
    <w:basedOn w:val="a"/>
    <w:rsid w:val="000B6875"/>
    <w:pPr>
      <w:spacing w:before="100" w:beforeAutospacing="1" w:after="100" w:afterAutospacing="1"/>
    </w:pPr>
    <w:rPr>
      <w:sz w:val="24"/>
      <w:szCs w:val="24"/>
    </w:rPr>
  </w:style>
  <w:style w:type="paragraph" w:customStyle="1" w:styleId="p19">
    <w:name w:val="p19"/>
    <w:basedOn w:val="a"/>
    <w:rsid w:val="000B6875"/>
    <w:pPr>
      <w:spacing w:before="100" w:beforeAutospacing="1" w:after="100" w:afterAutospacing="1"/>
    </w:pPr>
    <w:rPr>
      <w:sz w:val="24"/>
      <w:szCs w:val="24"/>
    </w:rPr>
  </w:style>
  <w:style w:type="paragraph" w:customStyle="1" w:styleId="p22">
    <w:name w:val="p22"/>
    <w:basedOn w:val="a"/>
    <w:rsid w:val="00A529E7"/>
    <w:pPr>
      <w:spacing w:before="100" w:beforeAutospacing="1" w:after="100" w:afterAutospacing="1"/>
    </w:pPr>
    <w:rPr>
      <w:sz w:val="24"/>
      <w:szCs w:val="24"/>
    </w:rPr>
  </w:style>
  <w:style w:type="paragraph" w:customStyle="1" w:styleId="p23">
    <w:name w:val="p23"/>
    <w:basedOn w:val="a"/>
    <w:rsid w:val="00A529E7"/>
    <w:pPr>
      <w:spacing w:before="100" w:beforeAutospacing="1" w:after="100" w:afterAutospacing="1"/>
    </w:pPr>
    <w:rPr>
      <w:sz w:val="24"/>
      <w:szCs w:val="24"/>
    </w:rPr>
  </w:style>
  <w:style w:type="paragraph" w:styleId="ac">
    <w:name w:val="Plain Text"/>
    <w:basedOn w:val="a"/>
    <w:link w:val="ad"/>
    <w:rsid w:val="00E2150A"/>
    <w:pPr>
      <w:autoSpaceDE w:val="0"/>
      <w:autoSpaceDN w:val="0"/>
      <w:jc w:val="center"/>
    </w:pPr>
    <w:rPr>
      <w:rFonts w:ascii="Courier New" w:hAnsi="Courier New" w:cs="Courier New"/>
    </w:rPr>
  </w:style>
  <w:style w:type="character" w:customStyle="1" w:styleId="ad">
    <w:name w:val="Текст Знак"/>
    <w:basedOn w:val="a0"/>
    <w:link w:val="ac"/>
    <w:rsid w:val="00E2150A"/>
    <w:rPr>
      <w:rFonts w:ascii="Courier New" w:hAnsi="Courier New" w:cs="Courier New"/>
    </w:rPr>
  </w:style>
  <w:style w:type="paragraph" w:styleId="ae">
    <w:name w:val="List Paragraph"/>
    <w:basedOn w:val="a"/>
    <w:uiPriority w:val="34"/>
    <w:qFormat/>
    <w:rsid w:val="00D118CB"/>
    <w:pPr>
      <w:ind w:left="720"/>
      <w:contextualSpacing/>
    </w:pPr>
  </w:style>
  <w:style w:type="paragraph" w:customStyle="1" w:styleId="ConsPlusNormal">
    <w:name w:val="ConsPlusNormal"/>
    <w:rsid w:val="00CB56B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CD73EB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8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8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9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1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0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A1457C6ADFA215AA2A0B4EDDA32A39F8530CE9EF435179347E6679DEA4DAF9A02F585BB8A247376581920B5CD995EAB5EA97BF2D7C0557B0B5FA86A2O079J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1457C6ADFA215AA2A0B4EDDA32A39F8530CE9EF435179347E6679DEA4DAF9A02F585BB8A247376581920B59DD95EAB5EA97BF2D7C0557B0B5FA86A2O079J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1457C6ADFA215AA2A0B4EDDA32A39F8530CE9EF435179347E6679DEA4DAF9A02F585BB8A247376581920C5CDD95EAB5EA97BF2D7C0557B0B5FA86A2O079J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E02D47A1A503AF4C7A0B8CDC8CEE4EDC232D2EE5DC0FE91877E91C2BA6751BD749E62D085282A1CDAA8F49AABF6F824Ad6F7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02D47A1A503AF4C7A0B8CCA8F8210D5292575EED300E54D2CB64776F17C11801CA92C5416D4B2CDA18F4BA2A3d6FFI" TargetMode="Externa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1;&#1077;&#1074;&#1095;&#1077;&#1085;&#1082;&#1086;\Application%20Data\Microsoft\&#1064;&#1072;&#1073;&#1083;&#1086;&#1085;&#1099;\&#1075;&#1077;&#1088;&#1073;%20&#1055;&#1086;&#1089;&#1090;&#1072;&#1085;&#1086;&#1074;&#1083;&#1077;&#1085;&#1080;&#1077;%20&#1075;&#1083;&#1072;&#1074;&#1099;%20&#1075;&#1086;&#1088;&#1086;&#1076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57B692-3C58-434E-83F6-617B9B868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0</TotalTime>
  <Pages>12</Pages>
  <Words>2128</Words>
  <Characters>16074</Characters>
  <Application>Microsoft Office Word</Application>
  <DocSecurity>0</DocSecurity>
  <Lines>133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соответствии с ч</vt:lpstr>
    </vt:vector>
  </TitlesOfParts>
  <Company>Администрация г.Искитима</Company>
  <LinksUpToDate>false</LinksUpToDate>
  <CharactersWithSpaces>18166</CharactersWithSpaces>
  <SharedDoc>false</SharedDoc>
  <HLinks>
    <vt:vector size="6" baseType="variant">
      <vt:variant>
        <vt:i4>6881310</vt:i4>
      </vt:variant>
      <vt:variant>
        <vt:i4>0</vt:i4>
      </vt:variant>
      <vt:variant>
        <vt:i4>0</vt:i4>
      </vt:variant>
      <vt:variant>
        <vt:i4>5</vt:i4>
      </vt:variant>
      <vt:variant>
        <vt:lpwstr>http://pandia.ru/text/category/sportivnij_inventarmz/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с ч</dc:title>
  <dc:creator>Левченко</dc:creator>
  <cp:lastModifiedBy>User</cp:lastModifiedBy>
  <cp:revision>2</cp:revision>
  <cp:lastPrinted>2022-10-26T01:22:00Z</cp:lastPrinted>
  <dcterms:created xsi:type="dcterms:W3CDTF">2022-10-27T03:14:00Z</dcterms:created>
  <dcterms:modified xsi:type="dcterms:W3CDTF">2022-10-27T03:14:00Z</dcterms:modified>
</cp:coreProperties>
</file>