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97" w:rsidRPr="00AB2197" w:rsidRDefault="004D47EF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763C1AF" wp14:editId="090A2986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B2197" w:rsidP="00AB219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B2197">
                              <w:rPr>
                                <w:sz w:val="28"/>
                                <w:szCs w:val="28"/>
                              </w:rPr>
                              <w:t xml:space="preserve">Об утверждении муниципальной программы «Патриотическое воспитание граждан в городе </w:t>
                            </w:r>
                            <w:proofErr w:type="spellStart"/>
                            <w:r w:rsidRPr="00AB2197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AB2197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B2197" w:rsidP="00AB219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AB2197">
                        <w:rPr>
                          <w:sz w:val="28"/>
                          <w:szCs w:val="28"/>
                        </w:rPr>
                        <w:t xml:space="preserve">Об утверждении муниципальной программы </w:t>
                      </w:r>
                      <w:bookmarkEnd w:id="1"/>
                      <w:r w:rsidRPr="00AB2197">
                        <w:rPr>
                          <w:sz w:val="28"/>
                          <w:szCs w:val="28"/>
                        </w:rPr>
                        <w:t xml:space="preserve">«Патриотическое воспитание граждан в городе </w:t>
                      </w:r>
                      <w:proofErr w:type="spellStart"/>
                      <w:r w:rsidRPr="00AB2197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AB2197">
                        <w:rPr>
                          <w:sz w:val="28"/>
                          <w:szCs w:val="28"/>
                        </w:rPr>
                        <w:t xml:space="preserve"> Новосибирской области»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5E7B013" wp14:editId="045AC42A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29242B05" wp14:editId="6B931549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AB2197">
                              <w:rPr>
                                <w:sz w:val="24"/>
                                <w:u w:val="single"/>
                              </w:rPr>
                              <w:t>13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B2197">
                              <w:rPr>
                                <w:sz w:val="24"/>
                                <w:u w:val="single"/>
                              </w:rPr>
                              <w:t xml:space="preserve"> 1802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AB2197">
                        <w:rPr>
                          <w:sz w:val="24"/>
                          <w:u w:val="single"/>
                        </w:rPr>
                        <w:t>13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B2197">
                        <w:rPr>
                          <w:sz w:val="24"/>
                          <w:u w:val="single"/>
                        </w:rPr>
                        <w:t xml:space="preserve"> 1802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AB2197" w:rsidRPr="00AB219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постановлением администрации города Искитима от 13.04.2018 № 534 «Об утверждении Порядка принятия решения о разработке муниципальных программ города Искитима, их формирования и реализации» (в редакции постановления администрации г. Искитима от 07.06.2022 г. № 892), руководствуясь Уставом города Искитима Новосибирской области, администрация города Искитима Новосибирской области</w:t>
      </w:r>
      <w:proofErr w:type="gramEnd"/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ПОСТАНОВЛЯЕТ:  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Новосибирской области» (далее – Программа).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>2. Управлению финансов и налоговой политики администрации города Искитима Новосибирской области (Двойченко Е.А.) при подготовке проекта бюджета города Искитима на 2023 и последующие годы предусмотреть дополнительные бюджетные ассигнования на реализацию Программы.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 Признать утратившими силу постановления администрации города Искитима Новосибирской области: 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4.1. От 12.12.2017 № 1964 «Об утверждении муниципальной программы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Новосибирской области на 2018 – 2022 годы».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4.2. От 04.06.2019 № 768 «О внесении изменений в Муниципальную </w:t>
      </w:r>
      <w:r w:rsidRPr="00AB2197">
        <w:rPr>
          <w:rFonts w:ascii="Times New Roman" w:hAnsi="Times New Roman" w:cs="Times New Roman"/>
          <w:sz w:val="28"/>
          <w:szCs w:val="28"/>
        </w:rPr>
        <w:lastRenderedPageBreak/>
        <w:t xml:space="preserve">программу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»; Новосибирской области на 2018-2022 годы», утвержденную постановлением администрации города Искитима Новосибирской области от 12.12.2017 №1964». 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4.3. От 26.03.2020 № 399 «О внесении изменений в Муниципальную программу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12.12.2017 № 1964 (в ред. постановления администрации города Искитима Новосибирской области от 04.06.2019 № 768)».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4.4. От 04.08.2020 № 888 «О внесении изменений в Муниципальную программу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12.12.2017 № 1964 (в ред. постановления администрации города Искитима Новосибирской области от 26.03.2020 № 399)».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4.5. От 25.03.2021 № 397 «О внесении изменений в Муниципальную программу «Патриотическое воспитание граждан в городе </w:t>
      </w:r>
      <w:proofErr w:type="spellStart"/>
      <w:r w:rsidRPr="00AB2197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AB2197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12.12.2017 № 1964 (в ред. постановления администрации города Искитима Новосибирской области от 04.08.2020 № 888)».</w:t>
      </w:r>
    </w:p>
    <w:p w:rsidR="00AB2197" w:rsidRPr="00AB2197" w:rsidRDefault="00AB2197" w:rsidP="00AB21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 01.01.2023 года.</w:t>
      </w:r>
    </w:p>
    <w:p w:rsidR="000F4E34" w:rsidRDefault="00AB2197" w:rsidP="00AB2197">
      <w:pPr>
        <w:pStyle w:val="ConsPlusNormal"/>
        <w:ind w:firstLine="540"/>
        <w:jc w:val="both"/>
        <w:rPr>
          <w:sz w:val="28"/>
        </w:rPr>
      </w:pPr>
      <w:r w:rsidRPr="00AB2197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AB21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2197">
        <w:rPr>
          <w:rFonts w:ascii="Times New Roman" w:hAnsi="Times New Roman" w:cs="Times New Roman"/>
          <w:sz w:val="28"/>
          <w:szCs w:val="28"/>
        </w:rPr>
        <w:t xml:space="preserve"> исполнением результатов реализации Программы возложить на директора муниципального казенного учреждения «Управление образования и молодежной политики» города Искитима Новосибирской области Бесхлебного В.А.</w:t>
      </w:r>
    </w:p>
    <w:p w:rsidR="00CC37A0" w:rsidRDefault="00CC37A0" w:rsidP="00D514EC">
      <w:pPr>
        <w:jc w:val="both"/>
        <w:rPr>
          <w:sz w:val="28"/>
        </w:rPr>
      </w:pPr>
    </w:p>
    <w:p w:rsidR="00AB2197" w:rsidRDefault="00AB2197" w:rsidP="00D514EC">
      <w:pPr>
        <w:jc w:val="both"/>
        <w:rPr>
          <w:sz w:val="28"/>
        </w:rPr>
      </w:pPr>
    </w:p>
    <w:p w:rsidR="00AB2197" w:rsidRPr="001670E9" w:rsidRDefault="00AB2197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508" w:rsidRDefault="000F0508">
      <w:r>
        <w:separator/>
      </w:r>
    </w:p>
  </w:endnote>
  <w:endnote w:type="continuationSeparator" w:id="0">
    <w:p w:rsidR="000F0508" w:rsidRDefault="000F0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508" w:rsidRDefault="000F0508">
      <w:r>
        <w:separator/>
      </w:r>
    </w:p>
  </w:footnote>
  <w:footnote w:type="continuationSeparator" w:id="0">
    <w:p w:rsidR="000F0508" w:rsidRDefault="000F0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0508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5976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197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2</Pages>
  <Words>363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2022-10-13T05:47:00Z</cp:lastPrinted>
  <dcterms:created xsi:type="dcterms:W3CDTF">2022-10-14T08:16:00Z</dcterms:created>
  <dcterms:modified xsi:type="dcterms:W3CDTF">2022-10-14T08:16:00Z</dcterms:modified>
</cp:coreProperties>
</file>