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19" w:rsidRPr="006C6119" w:rsidRDefault="004D47EF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4437D61" wp14:editId="0C2DF1B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C6119" w:rsidRPr="006C6119" w:rsidRDefault="006C6119" w:rsidP="006C61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C6119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здания, по адресу: Новосибирская область, город Искитим, ул. Коммунистическая, д. 53</w:t>
                            </w:r>
                          </w:p>
                          <w:p w:rsidR="00D35F18" w:rsidRPr="00B92BBC" w:rsidRDefault="006C6119" w:rsidP="006C61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C6119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C6119" w:rsidRPr="006C6119" w:rsidRDefault="006C6119" w:rsidP="006C61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6C6119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 w:rsidRPr="006C6119">
                        <w:rPr>
                          <w:sz w:val="28"/>
                          <w:szCs w:val="28"/>
                        </w:rPr>
                        <w:t>, по адресу: Новосибирская область, город Искитим, ул. Коммунистическая, д. 53</w:t>
                      </w:r>
                    </w:p>
                    <w:p w:rsidR="00D35F18" w:rsidRPr="00B92BBC" w:rsidRDefault="006C6119" w:rsidP="006C61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C6119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99DEC04" wp14:editId="1A7431B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6A31DC7" wp14:editId="6ABA4A4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C6119">
                              <w:rPr>
                                <w:sz w:val="24"/>
                                <w:u w:val="single"/>
                              </w:rPr>
                              <w:t>06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C6119">
                              <w:rPr>
                                <w:sz w:val="24"/>
                                <w:u w:val="single"/>
                              </w:rPr>
                              <w:t xml:space="preserve"> 1752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C6119">
                        <w:rPr>
                          <w:sz w:val="24"/>
                          <w:u w:val="single"/>
                        </w:rPr>
                        <w:t>06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C6119">
                        <w:rPr>
                          <w:sz w:val="24"/>
                          <w:u w:val="single"/>
                        </w:rPr>
                        <w:t xml:space="preserve"> 1752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6C6119" w:rsidRPr="006C611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 (в ред. решений</w:t>
      </w:r>
      <w:proofErr w:type="gramEnd"/>
      <w:r w:rsidR="006C6119" w:rsidRPr="006C61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6119" w:rsidRPr="006C6119">
        <w:rPr>
          <w:rFonts w:ascii="Times New Roman" w:hAnsi="Times New Roman" w:cs="Times New Roman"/>
          <w:sz w:val="28"/>
          <w:szCs w:val="28"/>
        </w:rPr>
        <w:t>Совета депутатов от 29.06.2022 № 93), Положения о приватизации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  <w:proofErr w:type="gramEnd"/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Коммунистическая, д. 53 с земельным участком (приложение 1).</w:t>
      </w: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>2.2. организовать проведение аукциона в электронной форме по продаже нежилого здания с земельным участком указанного, в п. 1 настоящего постановления.</w:t>
      </w:r>
    </w:p>
    <w:p w:rsidR="006C6119" w:rsidRPr="006C6119" w:rsidRDefault="006C6119" w:rsidP="006C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6C6119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FA3221" w:rsidRDefault="006C6119" w:rsidP="006C6119">
      <w:pPr>
        <w:pStyle w:val="ConsPlusNormal"/>
        <w:ind w:firstLine="540"/>
        <w:jc w:val="both"/>
        <w:rPr>
          <w:sz w:val="28"/>
        </w:rPr>
      </w:pPr>
      <w:r w:rsidRPr="006C611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C61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611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6C6119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6C6119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A7A20" w:rsidRDefault="004A7A20" w:rsidP="00D514EC">
      <w:pPr>
        <w:jc w:val="both"/>
        <w:rPr>
          <w:sz w:val="28"/>
        </w:rPr>
      </w:pPr>
    </w:p>
    <w:p w:rsidR="000F4E34" w:rsidRPr="001670E9" w:rsidRDefault="000F4E3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8E" w:rsidRDefault="00CC2C8E">
      <w:r>
        <w:separator/>
      </w:r>
    </w:p>
  </w:endnote>
  <w:endnote w:type="continuationSeparator" w:id="0">
    <w:p w:rsidR="00CC2C8E" w:rsidRDefault="00CC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8E" w:rsidRDefault="00CC2C8E">
      <w:r>
        <w:separator/>
      </w:r>
    </w:p>
  </w:footnote>
  <w:footnote w:type="continuationSeparator" w:id="0">
    <w:p w:rsidR="00CC2C8E" w:rsidRDefault="00CC2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B1BB7"/>
    <w:rsid w:val="001C2623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C6119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2C8E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202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2022-10-07T04:04:00Z</cp:lastPrinted>
  <dcterms:created xsi:type="dcterms:W3CDTF">2022-10-11T04:22:00Z</dcterms:created>
  <dcterms:modified xsi:type="dcterms:W3CDTF">2022-10-11T04:22:00Z</dcterms:modified>
</cp:coreProperties>
</file>