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591" w:rsidRDefault="004D47EF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26D9CE3E" wp14:editId="0CC9D86C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20955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095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2591" w:rsidRPr="00D32591" w:rsidRDefault="00D32591" w:rsidP="00D325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32591"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постановление администрации города Искитима </w:t>
                            </w:r>
                          </w:p>
                          <w:p w:rsidR="00D35F18" w:rsidRPr="00B92BBC" w:rsidRDefault="00D32591" w:rsidP="00D3259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D32591">
                              <w:rPr>
                                <w:sz w:val="28"/>
                                <w:szCs w:val="28"/>
                              </w:rPr>
                              <w:t>Новосибирской области от 18.05.2018 № 749 «Об утверждении муниципальной программы «Муниципальная поддержка инвестиционной деятельности на территории города Искитима Новосибирской области на 2018-2022 годы» (в ред.  от 11.03.2022 № 300) и муниципальную программу «Муниципальная поддержка инвестиционной деятельности на территории города Искитима Новосибирской области на 2018-2022 годы», утвержденную постановлением администрации города Искитима Новосибирской области от 18.05.2018 № 749 (в ред. от 11.03.2022 № 300)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6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2591" w:rsidRPr="00D32591" w:rsidRDefault="00D32591" w:rsidP="00D325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D32591">
                        <w:rPr>
                          <w:sz w:val="28"/>
                          <w:szCs w:val="28"/>
                        </w:rPr>
                        <w:t xml:space="preserve">О внесении изменений в постановление администрации города Искитима </w:t>
                      </w:r>
                    </w:p>
                    <w:p w:rsidR="00D35F18" w:rsidRPr="00B92BBC" w:rsidRDefault="00D32591" w:rsidP="00D3259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D32591">
                        <w:rPr>
                          <w:sz w:val="28"/>
                          <w:szCs w:val="28"/>
                        </w:rPr>
                        <w:t xml:space="preserve">Новосибирской области от 18.05.2018 № 749 </w:t>
                      </w:r>
                      <w:bookmarkEnd w:id="1"/>
                      <w:r w:rsidRPr="00D32591">
                        <w:rPr>
                          <w:sz w:val="28"/>
                          <w:szCs w:val="28"/>
                        </w:rPr>
                        <w:t>«Об утверждении муниципальной программы «Муниципальная поддержка инвестиционной деятельности на территории города Искитима Новосибирской области на 2018-2022 годы» (в ред.  от 11.03.2022 № 300) и муниципальную программу «Муниципальная поддержка инвестиционной деятельности на территории города Искитима Новосибирской области на 2018-2022 годы», утвержденную постановлением администрации города Искитима Новосибирской области от 18.05.2018 № 749 (в ред. от 11.03.2022 № 300)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6806E0B" wp14:editId="780A686B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4254DB90" wp14:editId="4C78058B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D32591">
                              <w:rPr>
                                <w:sz w:val="24"/>
                                <w:u w:val="single"/>
                              </w:rPr>
                              <w:t>28.09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32591">
                              <w:rPr>
                                <w:sz w:val="24"/>
                                <w:u w:val="single"/>
                              </w:rPr>
                              <w:t xml:space="preserve"> 1669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D32591">
                        <w:rPr>
                          <w:sz w:val="24"/>
                          <w:u w:val="single"/>
                        </w:rPr>
                        <w:t>28.09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32591">
                        <w:rPr>
                          <w:sz w:val="24"/>
                          <w:u w:val="single"/>
                        </w:rPr>
                        <w:t xml:space="preserve"> 1669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D32591">
        <w:rPr>
          <w:rFonts w:ascii="Times New Roman" w:hAnsi="Times New Roman" w:cs="Times New Roman"/>
          <w:sz w:val="28"/>
          <w:szCs w:val="28"/>
        </w:rPr>
        <w:t>В</w:t>
      </w:r>
      <w:r w:rsidR="00D32591" w:rsidRPr="00D32591">
        <w:t xml:space="preserve"> </w:t>
      </w:r>
      <w:r w:rsidR="00D32591" w:rsidRPr="00D32591">
        <w:rPr>
          <w:rFonts w:ascii="Times New Roman" w:hAnsi="Times New Roman" w:cs="Times New Roman"/>
          <w:sz w:val="28"/>
          <w:szCs w:val="28"/>
        </w:rPr>
        <w:t>целях повышения инвестиционной привлекательности города Искитима Новосибирской области и создания условий для успешного привлечения инвестиций, формирования благоприятных условий для активизации инвестиционной и инновационной деятельности, а также повышения эффективности муниципального регулирования инвестиционных процессов на территории города, руководствуясь Уставом города Искитима Новосибирской области, ст. 179 Бюджетного кодекса Российской Федерации,  в соответствии с постановлением администрации города Искитима Новосибирской области от 13.04.2018 № 534</w:t>
      </w:r>
      <w:proofErr w:type="gramEnd"/>
      <w:r w:rsidR="00D32591" w:rsidRPr="00D32591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 муниципальных программ города Искитима Новосибирской области, их формирования и реализации» (в ред.  от 07.06.2022), администрация города Искитима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1. Внести изменения в постановление администрации города Искитима Новосибирской области от 18.05.2018 № 749 «Об утверждении муниципальной программы «Муниципальная поддержка инвестиционной деятельности на территории города Искитима Новосибирской области на 2018-2022 годы» (в ред. от 11.03.2022 № 300) изложив наименование постановления  в следующей редакции: «Об утверждении муниципальной программы «Развитие инвестиционной деятельности на территории города Искитима Новосибирской области».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lastRenderedPageBreak/>
        <w:t>2. Внести изменения в муниципальную программу «Муниципальная поддержка инвестиционной деятельности на территории города Искитима Новосибирской области на 2018-2022 годы», утвержденную постановлением администрации города Искитима Новосибирской области от 18.05.2018 № 749 (в ред. от 11.03.2022 № 300), изложив ее в прилагаемой редакции.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3. Внести изменения в Порядок организации и проведения конкурса инвестиционных проектов на представление муниципальной финансовой поддержки инвестиционной деятельности на территории города Искитима Новосибирской области, утвержденный постановлением администрации города Искитима Новосибирской области от 18.05.2018 № 749 (в ред. от 11.03.2022 № 300) следующее изменение: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 xml:space="preserve">3.1. в п.3 раздела I слова «Муниципальная поддержка инвестиционной деятельности на территории города Искитима Новосибирской области на 2018-2022 годы» </w:t>
      </w:r>
      <w:proofErr w:type="gramStart"/>
      <w:r w:rsidRPr="00D32591">
        <w:rPr>
          <w:rFonts w:ascii="Times New Roman" w:hAnsi="Times New Roman" w:cs="Times New Roman"/>
          <w:sz w:val="28"/>
          <w:szCs w:val="28"/>
        </w:rPr>
        <w:t>заменить на слова</w:t>
      </w:r>
      <w:proofErr w:type="gramEnd"/>
      <w:r w:rsidRPr="00D32591">
        <w:rPr>
          <w:rFonts w:ascii="Times New Roman" w:hAnsi="Times New Roman" w:cs="Times New Roman"/>
          <w:sz w:val="28"/>
          <w:szCs w:val="28"/>
        </w:rPr>
        <w:t xml:space="preserve"> «Развитие инвестиционной деятельности на территории города Искитима Новосибирской области».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4.Управлению финансов и налоговой политики администрации города Искитима (Двойченко Е.А.) осуществлять финансирование реализации программных мероприятий в пределах бюджетных ассигнований администрации города Искитима, утвержденных в бюджете города Искитима на соответствующий период.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5.Опубликовать настоящее постановление в газете «</w:t>
      </w:r>
      <w:proofErr w:type="spellStart"/>
      <w:r w:rsidRPr="00D32591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D32591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Искитима.</w:t>
      </w:r>
    </w:p>
    <w:p w:rsidR="00D32591" w:rsidRPr="00D32591" w:rsidRDefault="00D32591" w:rsidP="00D325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 xml:space="preserve">6.Постановление вступает в силу с 01.01.2023 года.  </w:t>
      </w:r>
    </w:p>
    <w:p w:rsidR="00FA3221" w:rsidRDefault="00D32591" w:rsidP="00D32591">
      <w:pPr>
        <w:pStyle w:val="ConsPlusNormal"/>
        <w:ind w:firstLine="540"/>
        <w:jc w:val="both"/>
        <w:rPr>
          <w:sz w:val="28"/>
        </w:rPr>
      </w:pPr>
      <w:r w:rsidRPr="00D32591">
        <w:rPr>
          <w:rFonts w:ascii="Times New Roman" w:hAnsi="Times New Roman" w:cs="Times New Roman"/>
          <w:sz w:val="28"/>
          <w:szCs w:val="28"/>
        </w:rPr>
        <w:t>7.</w:t>
      </w:r>
      <w:proofErr w:type="gramStart"/>
      <w:r w:rsidRPr="00D3259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32591">
        <w:rPr>
          <w:rFonts w:ascii="Times New Roman" w:hAnsi="Times New Roman" w:cs="Times New Roman"/>
          <w:sz w:val="28"/>
          <w:szCs w:val="28"/>
        </w:rPr>
        <w:t xml:space="preserve"> исполнением ожидаемых  результатов реализации программы возложить на заместителя главы администрации города Т.В. </w:t>
      </w:r>
      <w:proofErr w:type="spellStart"/>
      <w:r w:rsidRPr="00D32591">
        <w:rPr>
          <w:rFonts w:ascii="Times New Roman" w:hAnsi="Times New Roman" w:cs="Times New Roman"/>
          <w:sz w:val="28"/>
          <w:szCs w:val="28"/>
        </w:rPr>
        <w:t>Ружаковскую</w:t>
      </w:r>
      <w:proofErr w:type="spellEnd"/>
      <w:r w:rsidRPr="00D32591">
        <w:rPr>
          <w:rFonts w:ascii="Times New Roman" w:hAnsi="Times New Roman" w:cs="Times New Roman"/>
          <w:sz w:val="28"/>
          <w:szCs w:val="28"/>
        </w:rPr>
        <w:t>.</w:t>
      </w:r>
    </w:p>
    <w:p w:rsidR="004A7A20" w:rsidRDefault="004A7A20" w:rsidP="00D514EC">
      <w:pPr>
        <w:jc w:val="both"/>
        <w:rPr>
          <w:sz w:val="28"/>
        </w:rPr>
      </w:pPr>
    </w:p>
    <w:p w:rsidR="000F4E34" w:rsidRPr="001670E9" w:rsidRDefault="000F4E34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p w:rsidR="00D32591" w:rsidRDefault="00D32591" w:rsidP="00715F96">
      <w:pPr>
        <w:rPr>
          <w:sz w:val="28"/>
        </w:rPr>
      </w:pPr>
    </w:p>
    <w:sectPr w:rsidR="00D32591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3A6" w:rsidRDefault="002823A6">
      <w:r>
        <w:separator/>
      </w:r>
    </w:p>
  </w:endnote>
  <w:endnote w:type="continuationSeparator" w:id="0">
    <w:p w:rsidR="002823A6" w:rsidRDefault="0028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3A6" w:rsidRDefault="002823A6">
      <w:r>
        <w:separator/>
      </w:r>
    </w:p>
  </w:footnote>
  <w:footnote w:type="continuationSeparator" w:id="0">
    <w:p w:rsidR="002823A6" w:rsidRDefault="00282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B1BB7"/>
    <w:rsid w:val="001E2E99"/>
    <w:rsid w:val="001E6AE2"/>
    <w:rsid w:val="00230681"/>
    <w:rsid w:val="00244A9A"/>
    <w:rsid w:val="002734EB"/>
    <w:rsid w:val="002755C2"/>
    <w:rsid w:val="00280013"/>
    <w:rsid w:val="002823A6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67263"/>
    <w:rsid w:val="00AA6963"/>
    <w:rsid w:val="00AB2D01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D2CA7"/>
    <w:rsid w:val="00CD73B8"/>
    <w:rsid w:val="00CE3405"/>
    <w:rsid w:val="00D05C2F"/>
    <w:rsid w:val="00D32591"/>
    <w:rsid w:val="00D35F18"/>
    <w:rsid w:val="00D514EC"/>
    <w:rsid w:val="00D61BA5"/>
    <w:rsid w:val="00D70CBD"/>
    <w:rsid w:val="00D764E6"/>
    <w:rsid w:val="00D93BEB"/>
    <w:rsid w:val="00DA1587"/>
    <w:rsid w:val="00DB10E5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328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2022-03-11T08:35:00Z</cp:lastPrinted>
  <dcterms:created xsi:type="dcterms:W3CDTF">2022-10-17T07:51:00Z</dcterms:created>
  <dcterms:modified xsi:type="dcterms:W3CDTF">2022-10-17T07:51:00Z</dcterms:modified>
</cp:coreProperties>
</file>