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AD0" w:rsidRPr="008B2AD0" w:rsidRDefault="004D47EF" w:rsidP="008B2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72F3FAAC" wp14:editId="14E47F97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906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8FF" w:rsidRDefault="004928FF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8B2AD0" w:rsidRPr="008B2AD0" w:rsidRDefault="008B2AD0" w:rsidP="008B2AD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 Прогнозе </w:t>
                            </w:r>
                            <w:r w:rsidRPr="008B2AD0">
                              <w:rPr>
                                <w:sz w:val="28"/>
                                <w:szCs w:val="28"/>
                              </w:rPr>
                              <w:t>соци</w:t>
                            </w:r>
                            <w:r w:rsidR="00F079AF">
                              <w:rPr>
                                <w:sz w:val="28"/>
                                <w:szCs w:val="28"/>
                              </w:rPr>
                              <w:t xml:space="preserve">ально-экономического развития </w:t>
                            </w:r>
                            <w:r w:rsidRPr="008B2AD0">
                              <w:rPr>
                                <w:sz w:val="28"/>
                                <w:szCs w:val="28"/>
                              </w:rPr>
                              <w:t>города  Искитима</w:t>
                            </w:r>
                          </w:p>
                          <w:p w:rsidR="00D35F18" w:rsidRPr="00B92BBC" w:rsidRDefault="008B2AD0" w:rsidP="008B2AD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B2AD0">
                              <w:rPr>
                                <w:sz w:val="28"/>
                                <w:szCs w:val="28"/>
                              </w:rPr>
                              <w:t>Новосибирской области на 2023 год и плановый период 2024 и 2025 годов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8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JNsrg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" filled="f" stroked="f">
                <v:textbox inset="0,0,0,0">
                  <w:txbxContent>
                    <w:p w:rsidR="004928FF" w:rsidRDefault="004928FF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8B2AD0" w:rsidRPr="008B2AD0" w:rsidRDefault="008B2AD0" w:rsidP="008B2AD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sz w:val="28"/>
                          <w:szCs w:val="28"/>
                        </w:rPr>
                        <w:t xml:space="preserve">О Прогнозе </w:t>
                      </w:r>
                      <w:r w:rsidRPr="008B2AD0">
                        <w:rPr>
                          <w:sz w:val="28"/>
                          <w:szCs w:val="28"/>
                        </w:rPr>
                        <w:t>соци</w:t>
                      </w:r>
                      <w:r w:rsidR="00F079AF">
                        <w:rPr>
                          <w:sz w:val="28"/>
                          <w:szCs w:val="28"/>
                        </w:rPr>
                        <w:t xml:space="preserve">ально-экономического развития </w:t>
                      </w:r>
                      <w:bookmarkEnd w:id="1"/>
                      <w:r w:rsidRPr="008B2AD0">
                        <w:rPr>
                          <w:sz w:val="28"/>
                          <w:szCs w:val="28"/>
                        </w:rPr>
                        <w:t>города  Искитима</w:t>
                      </w:r>
                    </w:p>
                    <w:p w:rsidR="00D35F18" w:rsidRPr="00B92BBC" w:rsidRDefault="008B2AD0" w:rsidP="008B2AD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B2AD0">
                        <w:rPr>
                          <w:sz w:val="28"/>
                          <w:szCs w:val="28"/>
                        </w:rPr>
                        <w:t>Новосибирской области на 2023 год и плановый период 2024 и 2025 годов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1CFF74F0" wp14:editId="0F35CDB1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1E20C31D" wp14:editId="69E9F1C5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8B2AD0">
                              <w:rPr>
                                <w:sz w:val="24"/>
                                <w:u w:val="single"/>
                              </w:rPr>
                              <w:t>15.11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B2AD0">
                              <w:rPr>
                                <w:sz w:val="24"/>
                                <w:u w:val="single"/>
                              </w:rPr>
                              <w:t xml:space="preserve"> 2040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8B2AD0">
                        <w:rPr>
                          <w:sz w:val="24"/>
                          <w:u w:val="single"/>
                        </w:rPr>
                        <w:t>15.11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B2AD0">
                        <w:rPr>
                          <w:sz w:val="24"/>
                          <w:u w:val="single"/>
                        </w:rPr>
                        <w:t xml:space="preserve"> 2040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r w:rsidR="008B2AD0">
        <w:rPr>
          <w:rFonts w:ascii="Times New Roman" w:hAnsi="Times New Roman" w:cs="Times New Roman"/>
          <w:sz w:val="28"/>
          <w:szCs w:val="28"/>
        </w:rPr>
        <w:t xml:space="preserve">В </w:t>
      </w:r>
      <w:r w:rsidR="008B2AD0" w:rsidRPr="008B2AD0">
        <w:rPr>
          <w:rFonts w:ascii="Times New Roman" w:hAnsi="Times New Roman" w:cs="Times New Roman"/>
          <w:sz w:val="28"/>
          <w:szCs w:val="28"/>
        </w:rPr>
        <w:t xml:space="preserve">соответствии со статьей 173 Бюджетного кодекса Российской Федерации, Федеральным законом от 28.06.2014 № 172-ФЗ «О стратегическом планировании в Российской Федерации», постановлением администрации города Искитима Новосибирской области от 14.08.2015 № 1548 «Об утверждении положения о документах стратегического планирования города Искитима Новосибирской области», администрация города Искитима Новосибирской области </w:t>
      </w:r>
    </w:p>
    <w:p w:rsidR="008B2AD0" w:rsidRPr="008B2AD0" w:rsidRDefault="008B2AD0" w:rsidP="008B2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2AD0" w:rsidRPr="008B2AD0" w:rsidRDefault="008B2AD0" w:rsidP="008B2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AD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B2AD0" w:rsidRPr="008B2AD0" w:rsidRDefault="008B2AD0" w:rsidP="008B2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2AD0" w:rsidRPr="008B2AD0" w:rsidRDefault="008B2AD0" w:rsidP="008B2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AD0">
        <w:rPr>
          <w:rFonts w:ascii="Times New Roman" w:hAnsi="Times New Roman" w:cs="Times New Roman"/>
          <w:sz w:val="28"/>
          <w:szCs w:val="28"/>
        </w:rPr>
        <w:t>1.Одобрить прилагаемый Прогноз социально-экономического развития города Искитима Новосибирской области на 2023 год и плановый период 2024 и 2025 годов.</w:t>
      </w:r>
    </w:p>
    <w:p w:rsidR="000F4E34" w:rsidRDefault="008B2AD0" w:rsidP="008B2AD0">
      <w:pPr>
        <w:pStyle w:val="ConsPlusNormal"/>
        <w:ind w:firstLine="540"/>
        <w:jc w:val="both"/>
        <w:rPr>
          <w:sz w:val="28"/>
        </w:rPr>
      </w:pPr>
      <w:r w:rsidRPr="008B2AD0">
        <w:rPr>
          <w:rFonts w:ascii="Times New Roman" w:hAnsi="Times New Roman" w:cs="Times New Roman"/>
          <w:sz w:val="28"/>
          <w:szCs w:val="28"/>
        </w:rPr>
        <w:t>2.Опубликовать настоящее постановление в газете «</w:t>
      </w:r>
      <w:proofErr w:type="spellStart"/>
      <w:r w:rsidRPr="008B2AD0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8B2AD0">
        <w:rPr>
          <w:rFonts w:ascii="Times New Roman" w:hAnsi="Times New Roman" w:cs="Times New Roman"/>
          <w:sz w:val="28"/>
          <w:szCs w:val="28"/>
        </w:rPr>
        <w:t xml:space="preserve">  ведомости» и на официальном сайте администрации города Искитима Новосибирской области.</w:t>
      </w:r>
    </w:p>
    <w:p w:rsidR="00CC37A0" w:rsidRDefault="00CC37A0" w:rsidP="00D514EC">
      <w:pPr>
        <w:jc w:val="both"/>
        <w:rPr>
          <w:sz w:val="28"/>
        </w:rPr>
      </w:pPr>
    </w:p>
    <w:p w:rsidR="008B2AD0" w:rsidRDefault="008B2AD0" w:rsidP="00D514EC">
      <w:pPr>
        <w:jc w:val="both"/>
        <w:rPr>
          <w:sz w:val="28"/>
        </w:rPr>
      </w:pPr>
    </w:p>
    <w:p w:rsidR="008B2AD0" w:rsidRPr="001670E9" w:rsidRDefault="008B2AD0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50F" w:rsidRDefault="0099450F">
      <w:r>
        <w:separator/>
      </w:r>
    </w:p>
  </w:endnote>
  <w:endnote w:type="continuationSeparator" w:id="0">
    <w:p w:rsidR="0099450F" w:rsidRDefault="00994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50F" w:rsidRDefault="0099450F">
      <w:r>
        <w:separator/>
      </w:r>
    </w:p>
  </w:footnote>
  <w:footnote w:type="continuationSeparator" w:id="0">
    <w:p w:rsidR="0099450F" w:rsidRDefault="00994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F4E34"/>
    <w:rsid w:val="00125027"/>
    <w:rsid w:val="00143A16"/>
    <w:rsid w:val="00157FFE"/>
    <w:rsid w:val="001670E9"/>
    <w:rsid w:val="0018139F"/>
    <w:rsid w:val="001A6B6A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93F14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34D9"/>
    <w:rsid w:val="008B2AD0"/>
    <w:rsid w:val="008B51CB"/>
    <w:rsid w:val="008E604A"/>
    <w:rsid w:val="008E72AD"/>
    <w:rsid w:val="0090254F"/>
    <w:rsid w:val="00971032"/>
    <w:rsid w:val="009902EA"/>
    <w:rsid w:val="0099450F"/>
    <w:rsid w:val="00995D4D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C37A0"/>
    <w:rsid w:val="00CD2CA7"/>
    <w:rsid w:val="00CD73B8"/>
    <w:rsid w:val="00CE3405"/>
    <w:rsid w:val="00CF2169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079AF"/>
    <w:rsid w:val="00F55C35"/>
    <w:rsid w:val="00F55DFC"/>
    <w:rsid w:val="00F8575D"/>
    <w:rsid w:val="00FA32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1</Pages>
  <Words>87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2022-03-11T08:35:00Z</cp:lastPrinted>
  <dcterms:created xsi:type="dcterms:W3CDTF">2022-11-16T03:15:00Z</dcterms:created>
  <dcterms:modified xsi:type="dcterms:W3CDTF">2022-11-16T03:15:00Z</dcterms:modified>
</cp:coreProperties>
</file>