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7AB" w:rsidRDefault="004D47EF" w:rsidP="00A037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2EC9719" wp14:editId="496D459D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6002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A037AB" w:rsidP="00A037A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037AB">
                              <w:rPr>
                                <w:sz w:val="28"/>
                                <w:szCs w:val="28"/>
                              </w:rPr>
                              <w:t>Об утверждении ведомственного перечня отдельных видов товаров, работ, услуг, их потребительских свойств (в том числе качества) и иных характеристик (в том числе предельных цен товаров, работ, услуг) к ним, закупаемых муниципальным казенным учреждением «Управление жилищно-коммунального хозяйства» города Искитим Новосибирской области и подведомственными ему учреждениями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26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" filled="f" stroked="f">
                <v:textbox inset="0,0,0,0">
                  <w:txbxContent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A037AB" w:rsidP="00A037A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037AB">
                        <w:rPr>
                          <w:sz w:val="28"/>
                          <w:szCs w:val="28"/>
                        </w:rPr>
                        <w:t>Об утверждении ведомственного перечня отдельных видов товаров, работ, услуг, их потребительских свойств (в том числе качества) и иных характеристик (в том числе предельных цен товаров, работ, услуг) к ним, закупаемых муниципальным казенным учреждением «Управление жилищно-коммунального хозяйства» города Искитим Новосибирской области и подведомственными ему учреждениями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00148656" wp14:editId="2E7243BF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09DBA32" wp14:editId="6DFD0666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A037AB">
                              <w:rPr>
                                <w:sz w:val="24"/>
                                <w:u w:val="single"/>
                              </w:rPr>
                              <w:t>12.09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A037AB">
                              <w:rPr>
                                <w:sz w:val="24"/>
                                <w:u w:val="single"/>
                              </w:rPr>
                              <w:t xml:space="preserve"> 1549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A037AB">
                        <w:rPr>
                          <w:sz w:val="24"/>
                          <w:u w:val="single"/>
                        </w:rPr>
                        <w:t>12.09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A037AB">
                        <w:rPr>
                          <w:sz w:val="24"/>
                          <w:u w:val="single"/>
                        </w:rPr>
                        <w:t xml:space="preserve"> 1549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A037AB" w:rsidRPr="00A037AB">
        <w:rPr>
          <w:rFonts w:ascii="Times New Roman" w:hAnsi="Times New Roman" w:cs="Times New Roman"/>
          <w:sz w:val="28"/>
          <w:szCs w:val="28"/>
        </w:rPr>
        <w:t>В соответствии с пунктом 2 части 4 статьи 19 Федерального закона от 05.04.2013 № 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18.05.2015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 постановлением</w:t>
      </w:r>
      <w:proofErr w:type="gramEnd"/>
      <w:r w:rsidR="00A037AB" w:rsidRPr="00A037AB">
        <w:rPr>
          <w:rFonts w:ascii="Times New Roman" w:hAnsi="Times New Roman" w:cs="Times New Roman"/>
          <w:sz w:val="28"/>
          <w:szCs w:val="28"/>
        </w:rPr>
        <w:t xml:space="preserve"> администрации города Искитима от 05.10.2016 № 1722 «Об утверждении Правил определения требований к закупаемым администрацией города Искитима Новосибирской области и подведомственными муниципальными казенными и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услуг)» (в ред. от 09.11.2017 №1705), администрация города Искитима </w:t>
      </w:r>
    </w:p>
    <w:p w:rsidR="00A037AB" w:rsidRDefault="00A037AB" w:rsidP="00A037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37AB" w:rsidRDefault="00A037AB" w:rsidP="00A037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7A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037AB" w:rsidRPr="00A037AB" w:rsidRDefault="00A037AB" w:rsidP="00A037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37AB" w:rsidRPr="00A037AB" w:rsidRDefault="00A037AB" w:rsidP="00A037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7AB">
        <w:rPr>
          <w:rFonts w:ascii="Times New Roman" w:hAnsi="Times New Roman" w:cs="Times New Roman"/>
          <w:sz w:val="28"/>
          <w:szCs w:val="28"/>
        </w:rPr>
        <w:t>1.</w:t>
      </w:r>
      <w:r w:rsidRPr="00A037AB">
        <w:rPr>
          <w:rFonts w:ascii="Times New Roman" w:hAnsi="Times New Roman" w:cs="Times New Roman"/>
          <w:sz w:val="28"/>
          <w:szCs w:val="28"/>
        </w:rPr>
        <w:tab/>
        <w:t xml:space="preserve">Утвердить прилагаемый ведомственный перечень отдельных видов товаров, работ, услуг, их потребительских свойств (в том числе качества) и иных характеристик (в том числе предельных цен товаров, работ, услуг) к ним, закупаемых муниципальным казенным учреждением «Управление жилищно-коммунального хозяйства» города Искитима Новосибирской области и подведомственными ему муниципальными учреждениями. </w:t>
      </w:r>
    </w:p>
    <w:p w:rsidR="00A037AB" w:rsidRPr="00A037AB" w:rsidRDefault="00A037AB" w:rsidP="00A037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7A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037AB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города Искитима Новосибирской области от 31.03.2021 № 426 «Об утверждении ведомственного перечня отдельных видов товаров, работ, услуг, их </w:t>
      </w:r>
      <w:r w:rsidRPr="00A037AB">
        <w:rPr>
          <w:rFonts w:ascii="Times New Roman" w:hAnsi="Times New Roman" w:cs="Times New Roman"/>
          <w:sz w:val="28"/>
          <w:szCs w:val="28"/>
        </w:rPr>
        <w:lastRenderedPageBreak/>
        <w:t>потребительских свойств (в том числе качества), и иных характеристик (в том числе предельных цен товаров, работ, услуг) к ним закупаемых муниципальным казенным учреждением «Управление жилищно-коммунального хозяйства» города Искитим Новосибирской области и подведомственными ему учреждениями».</w:t>
      </w:r>
      <w:proofErr w:type="gramEnd"/>
    </w:p>
    <w:p w:rsidR="00A037AB" w:rsidRPr="00A037AB" w:rsidRDefault="00A037AB" w:rsidP="00A037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7AB">
        <w:rPr>
          <w:rFonts w:ascii="Times New Roman" w:hAnsi="Times New Roman" w:cs="Times New Roman"/>
          <w:sz w:val="28"/>
          <w:szCs w:val="28"/>
        </w:rPr>
        <w:t>3. Настоящее постановление разместить, на официальном сайте администрации г. Искитима и официальном Интернет-сайте Единой информационной системы в сфере закупок в информационно-телекоммуникационной сети «Интернет» (www.zakupki.gov.ru).</w:t>
      </w:r>
    </w:p>
    <w:p w:rsidR="00781F1F" w:rsidRDefault="00A037AB" w:rsidP="00A037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7AB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A037AB" w:rsidRDefault="00A037AB" w:rsidP="00A037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37AB" w:rsidRDefault="00A037AB" w:rsidP="00A037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37AB" w:rsidRPr="001670E9" w:rsidRDefault="00A037AB" w:rsidP="00A037AB">
      <w:pPr>
        <w:pStyle w:val="ConsPlusNormal"/>
        <w:ind w:firstLine="540"/>
        <w:jc w:val="both"/>
        <w:rPr>
          <w:sz w:val="28"/>
        </w:rPr>
      </w:pPr>
    </w:p>
    <w:p w:rsidR="00A037AB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</w:t>
      </w:r>
      <w:r w:rsidR="00B93EB0">
        <w:rPr>
          <w:sz w:val="28"/>
        </w:rPr>
        <w:t>ин</w:t>
      </w:r>
      <w:proofErr w:type="spellEnd"/>
      <w:r w:rsidR="00B93EB0">
        <w:rPr>
          <w:sz w:val="28"/>
        </w:rPr>
        <w:t xml:space="preserve"> </w:t>
      </w:r>
    </w:p>
    <w:p w:rsidR="00A037AB" w:rsidRDefault="00A037AB" w:rsidP="00A037AB">
      <w:pPr>
        <w:rPr>
          <w:sz w:val="28"/>
        </w:rPr>
      </w:pPr>
    </w:p>
    <w:sectPr w:rsidR="00A037AB" w:rsidSect="00B93EB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9F1" w:rsidRDefault="000C09F1">
      <w:r>
        <w:separator/>
      </w:r>
    </w:p>
  </w:endnote>
  <w:endnote w:type="continuationSeparator" w:id="0">
    <w:p w:rsidR="000C09F1" w:rsidRDefault="000C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9F1" w:rsidRDefault="000C09F1">
      <w:r>
        <w:separator/>
      </w:r>
    </w:p>
  </w:footnote>
  <w:footnote w:type="continuationSeparator" w:id="0">
    <w:p w:rsidR="000C09F1" w:rsidRDefault="000C0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7620"/>
    <w:rsid w:val="000C09F1"/>
    <w:rsid w:val="000C2669"/>
    <w:rsid w:val="000F4E3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037AB"/>
    <w:rsid w:val="00A67263"/>
    <w:rsid w:val="00AA6963"/>
    <w:rsid w:val="00AB2D01"/>
    <w:rsid w:val="00AC2FF7"/>
    <w:rsid w:val="00B03C81"/>
    <w:rsid w:val="00B16C85"/>
    <w:rsid w:val="00B17B99"/>
    <w:rsid w:val="00B3271F"/>
    <w:rsid w:val="00B611A0"/>
    <w:rsid w:val="00B835F8"/>
    <w:rsid w:val="00B84DA6"/>
    <w:rsid w:val="00B92BBC"/>
    <w:rsid w:val="00B93EB0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333D"/>
    <w:rsid w:val="00CC37A0"/>
    <w:rsid w:val="00CD2CA7"/>
    <w:rsid w:val="00CD73B8"/>
    <w:rsid w:val="00CE3405"/>
    <w:rsid w:val="00D05C2F"/>
    <w:rsid w:val="00D23CA3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92034-A547-4624-BDAE-26B8D4B0D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256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2022-12-08T08:50:00Z</cp:lastPrinted>
  <dcterms:created xsi:type="dcterms:W3CDTF">2022-12-08T09:49:00Z</dcterms:created>
  <dcterms:modified xsi:type="dcterms:W3CDTF">2022-12-08T09:49:00Z</dcterms:modified>
</cp:coreProperties>
</file>