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AD" w:rsidRPr="00207DAD" w:rsidRDefault="004D47EF" w:rsidP="00207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624B039" wp14:editId="78896FAB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87A70" w:rsidRDefault="00487A7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207DAD" w:rsidP="00207DA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07DAD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207DAD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207DAD">
                              <w:rPr>
                                <w:sz w:val="28"/>
                                <w:szCs w:val="28"/>
                              </w:rPr>
                              <w:t>кциона на право заключения договора аренды 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87A70" w:rsidRDefault="00487A7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207DAD" w:rsidP="00207DA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207DAD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207DAD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207DAD">
                        <w:rPr>
                          <w:sz w:val="28"/>
                          <w:szCs w:val="28"/>
                        </w:rPr>
                        <w:t xml:space="preserve">кциона на право заключения договора </w:t>
                      </w:r>
                      <w:bookmarkEnd w:id="1"/>
                      <w:r w:rsidRPr="00207DAD">
                        <w:rPr>
                          <w:sz w:val="28"/>
                          <w:szCs w:val="28"/>
                        </w:rPr>
                        <w:t>аренды 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B8DE1CA" wp14:editId="1D1BE72A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27FF57F" wp14:editId="11F9EEAB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07DAD">
                              <w:rPr>
                                <w:sz w:val="24"/>
                                <w:u w:val="single"/>
                              </w:rPr>
                              <w:t>09.08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07DAD">
                              <w:rPr>
                                <w:sz w:val="24"/>
                                <w:u w:val="single"/>
                              </w:rPr>
                              <w:t xml:space="preserve"> 129</w:t>
                            </w:r>
                            <w:r w:rsidR="00092833">
                              <w:rPr>
                                <w:sz w:val="24"/>
                                <w:u w:val="single"/>
                              </w:rPr>
                              <w:t>8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07DAD">
                        <w:rPr>
                          <w:sz w:val="24"/>
                          <w:u w:val="single"/>
                        </w:rPr>
                        <w:t>09.08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07DAD">
                        <w:rPr>
                          <w:sz w:val="24"/>
                          <w:u w:val="single"/>
                        </w:rPr>
                        <w:t xml:space="preserve"> 129</w:t>
                      </w:r>
                      <w:r w:rsidR="00092833">
                        <w:rPr>
                          <w:sz w:val="24"/>
                          <w:u w:val="single"/>
                        </w:rPr>
                        <w:t>8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207DAD" w:rsidRPr="00207DAD"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23.05.2022 № 121, администрация г. Искитима</w:t>
      </w:r>
    </w:p>
    <w:p w:rsidR="00207DAD" w:rsidRPr="00207DAD" w:rsidRDefault="00207DAD" w:rsidP="00207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7DAD" w:rsidRPr="00207DAD" w:rsidRDefault="00207DAD" w:rsidP="00207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A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07DAD" w:rsidRPr="00207DAD" w:rsidRDefault="00207DAD" w:rsidP="00207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7DAD" w:rsidRPr="00207DAD" w:rsidRDefault="00207DAD" w:rsidP="00207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AD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Российская Федерация, Новосибирская область, г. Искитим, ул. Томская, дом 3, кадастровый номер 54:33:050191:374, площадью 4311 </w:t>
      </w:r>
      <w:proofErr w:type="spellStart"/>
      <w:r w:rsidRPr="00207D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07DAD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Многоэтажная жилая застройка (высотная застройка) (2.6). </w:t>
      </w:r>
    </w:p>
    <w:p w:rsidR="00207DAD" w:rsidRPr="00207DAD" w:rsidRDefault="00207DAD" w:rsidP="00207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AD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486 700 (Четыреста восемьдесят шесть тысяч семьсот) рублей 00 коп</w:t>
      </w:r>
      <w:proofErr w:type="gramStart"/>
      <w:r w:rsidRPr="00207DA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7D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7D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07DAD">
        <w:rPr>
          <w:rFonts w:ascii="Times New Roman" w:hAnsi="Times New Roman" w:cs="Times New Roman"/>
          <w:sz w:val="28"/>
          <w:szCs w:val="28"/>
        </w:rPr>
        <w:t>огласно отчету  ООО «Оценка XXI ВЕК» № 083-22-Р  от  04.08.2022 г.,  шаг аукциона 3% -   14 601 (Четырнадцать тысяч шестьсот один) рубль 00 копеек, задаток за участие в аукционе 50% -  243 350 (Двести сорок три тысячи триста пятьдесят) рублей 00 копеек.</w:t>
      </w:r>
    </w:p>
    <w:p w:rsidR="00207DAD" w:rsidRPr="00207DAD" w:rsidRDefault="00207DAD" w:rsidP="00207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AD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207DA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207DAD">
        <w:rPr>
          <w:rFonts w:ascii="Times New Roman" w:hAnsi="Times New Roman" w:cs="Times New Roman"/>
          <w:sz w:val="28"/>
          <w:szCs w:val="28"/>
        </w:rPr>
        <w:t>кциона № 10-22 опубликовать в газете «</w:t>
      </w:r>
      <w:proofErr w:type="spellStart"/>
      <w:r w:rsidRPr="00207DAD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207DAD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207DAD" w:rsidRPr="00207DAD" w:rsidRDefault="00207DAD" w:rsidP="00207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AD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207DAD" w:rsidRDefault="00207DAD" w:rsidP="00207D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0C72" w:rsidRDefault="00207DAD" w:rsidP="00207DAD">
      <w:pPr>
        <w:pStyle w:val="ConsPlusNormal"/>
        <w:ind w:firstLine="540"/>
        <w:jc w:val="both"/>
        <w:rPr>
          <w:sz w:val="28"/>
        </w:rPr>
      </w:pPr>
      <w:r w:rsidRPr="00207DAD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207D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7DAD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207DAD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207DAD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487A70" w:rsidRDefault="00487A70" w:rsidP="00D514EC">
      <w:pPr>
        <w:jc w:val="both"/>
        <w:rPr>
          <w:sz w:val="28"/>
        </w:rPr>
      </w:pPr>
    </w:p>
    <w:p w:rsidR="00207DAD" w:rsidRDefault="00207DAD" w:rsidP="00D514EC">
      <w:pPr>
        <w:jc w:val="both"/>
        <w:rPr>
          <w:sz w:val="28"/>
        </w:rPr>
      </w:pPr>
    </w:p>
    <w:p w:rsidR="00092833" w:rsidRPr="001670E9" w:rsidRDefault="00092833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AC0" w:rsidRDefault="000E3AC0">
      <w:r>
        <w:separator/>
      </w:r>
    </w:p>
  </w:endnote>
  <w:endnote w:type="continuationSeparator" w:id="0">
    <w:p w:rsidR="000E3AC0" w:rsidRDefault="000E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AC0" w:rsidRDefault="000E3AC0">
      <w:r>
        <w:separator/>
      </w:r>
    </w:p>
  </w:footnote>
  <w:footnote w:type="continuationSeparator" w:id="0">
    <w:p w:rsidR="000E3AC0" w:rsidRDefault="000E3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E3AC0"/>
    <w:rsid w:val="00125027"/>
    <w:rsid w:val="00143A16"/>
    <w:rsid w:val="00157FFE"/>
    <w:rsid w:val="001670E9"/>
    <w:rsid w:val="00176855"/>
    <w:rsid w:val="0018139F"/>
    <w:rsid w:val="001B1BB7"/>
    <w:rsid w:val="001E2E99"/>
    <w:rsid w:val="001E6AE2"/>
    <w:rsid w:val="00207DAD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E0638"/>
    <w:rsid w:val="003E5214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55C35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2022-08-11T09:53:00Z</dcterms:created>
  <dcterms:modified xsi:type="dcterms:W3CDTF">2022-08-11T09:53:00Z</dcterms:modified>
</cp:coreProperties>
</file>