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627" w:rsidRPr="00A24627" w:rsidRDefault="004D47EF" w:rsidP="00A246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62634726" wp14:editId="15AD64CF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9525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A70" w:rsidRDefault="00487A70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24627" w:rsidRPr="00A24627" w:rsidRDefault="00A24627" w:rsidP="00A2462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A24627">
                              <w:rPr>
                                <w:sz w:val="28"/>
                                <w:szCs w:val="28"/>
                              </w:rPr>
                              <w:t>Об утверждении  условий  приватизации нежилого здания</w:t>
                            </w:r>
                            <w:bookmarkEnd w:id="0"/>
                            <w:r w:rsidRPr="00A24627">
                              <w:rPr>
                                <w:sz w:val="28"/>
                                <w:szCs w:val="28"/>
                              </w:rPr>
                              <w:t>, по адресу: Новосибирская область, город Искитим, ул. Коммунистическая, д. 53</w:t>
                            </w:r>
                          </w:p>
                          <w:p w:rsidR="00D35F18" w:rsidRPr="00B92BBC" w:rsidRDefault="00A24627" w:rsidP="00A2462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24627">
                              <w:rPr>
                                <w:sz w:val="28"/>
                                <w:szCs w:val="28"/>
                              </w:rPr>
                              <w:t xml:space="preserve"> с земельным участком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" filled="f" stroked="f">
                <v:textbox inset="0,0,0,0">
                  <w:txbxContent>
                    <w:p w:rsidR="00487A70" w:rsidRDefault="00487A70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A24627" w:rsidRPr="00A24627" w:rsidRDefault="00A24627" w:rsidP="00A2462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A24627">
                        <w:rPr>
                          <w:sz w:val="28"/>
                          <w:szCs w:val="28"/>
                        </w:rPr>
                        <w:t>Об утверждении  условий  приватизации нежилого здания</w:t>
                      </w:r>
                      <w:bookmarkEnd w:id="1"/>
                      <w:r w:rsidRPr="00A24627">
                        <w:rPr>
                          <w:sz w:val="28"/>
                          <w:szCs w:val="28"/>
                        </w:rPr>
                        <w:t>, по адресу: Новосибирская область, город Искитим, ул. Коммунистическая, д. 53</w:t>
                      </w:r>
                    </w:p>
                    <w:p w:rsidR="00D35F18" w:rsidRPr="00B92BBC" w:rsidRDefault="00A24627" w:rsidP="00A2462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A24627">
                        <w:rPr>
                          <w:sz w:val="28"/>
                          <w:szCs w:val="28"/>
                        </w:rPr>
                        <w:t xml:space="preserve"> с земельным участком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38011F8F" wp14:editId="1E2479EF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4D47EF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09A34BAC" wp14:editId="589ABF1A">
                                  <wp:extent cx="552450" cy="809625"/>
                                  <wp:effectExtent l="0" t="0" r="0" b="9525"/>
                                  <wp:docPr id="5" name="Рисунок 5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4D47EF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00139130" wp14:editId="09B57DFC">
                            <wp:extent cx="552450" cy="809625"/>
                            <wp:effectExtent l="0" t="0" r="0" b="9525"/>
                            <wp:docPr id="5" name="Рисунок 5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78667626" wp14:editId="0DCF9614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A24627">
                              <w:rPr>
                                <w:sz w:val="24"/>
                                <w:u w:val="single"/>
                              </w:rPr>
                              <w:t>0</w:t>
                            </w:r>
                            <w:r w:rsidR="00092833">
                              <w:rPr>
                                <w:sz w:val="24"/>
                                <w:u w:val="single"/>
                              </w:rPr>
                              <w:t>8</w:t>
                            </w:r>
                            <w:r w:rsidR="00A24627">
                              <w:rPr>
                                <w:sz w:val="24"/>
                                <w:u w:val="single"/>
                              </w:rPr>
                              <w:t>.08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A24627">
                              <w:rPr>
                                <w:sz w:val="24"/>
                                <w:u w:val="single"/>
                              </w:rPr>
                              <w:t xml:space="preserve"> 1291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A24627">
                        <w:rPr>
                          <w:sz w:val="24"/>
                          <w:u w:val="single"/>
                        </w:rPr>
                        <w:t>0</w:t>
                      </w:r>
                      <w:r w:rsidR="00092833">
                        <w:rPr>
                          <w:sz w:val="24"/>
                          <w:u w:val="single"/>
                        </w:rPr>
                        <w:t>8</w:t>
                      </w:r>
                      <w:r w:rsidR="00A24627">
                        <w:rPr>
                          <w:sz w:val="24"/>
                          <w:u w:val="single"/>
                        </w:rPr>
                        <w:t>.08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A24627">
                        <w:rPr>
                          <w:sz w:val="24"/>
                          <w:u w:val="single"/>
                        </w:rPr>
                        <w:t xml:space="preserve"> 1291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proofErr w:type="gramStart"/>
      <w:r w:rsidR="00A24627" w:rsidRPr="00A24627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21.12.2001г. № 178-ФЗ  «О приватизации государственного и муниципального имущества»,  постановлением Правительства РФ от 27.08.2012 № 860  «Об организации и проведении продажи государственного или муниципального имущества в электронной форме», на основании решения Совета депутатов г. Искитима от 24.11.2021 № 26 «Об утверждении прогнозного плана приватизации муниципального имущества города Искитима Новосибирской области на 2022 год», Положения о приватизации</w:t>
      </w:r>
      <w:proofErr w:type="gramEnd"/>
      <w:r w:rsidR="00A24627" w:rsidRPr="00A24627">
        <w:rPr>
          <w:rFonts w:ascii="Times New Roman" w:hAnsi="Times New Roman" w:cs="Times New Roman"/>
          <w:sz w:val="28"/>
          <w:szCs w:val="28"/>
        </w:rPr>
        <w:t xml:space="preserve"> муниципального имущества, находящегося в собственности города Искитима Новосибирской области,  утвержденного решением Совета депутатов от 30.10.2013  № 260, администрация города Искитима</w:t>
      </w:r>
    </w:p>
    <w:p w:rsidR="00A24627" w:rsidRPr="00A24627" w:rsidRDefault="00A24627" w:rsidP="00A246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4627" w:rsidRPr="00A24627" w:rsidRDefault="00A24627" w:rsidP="00A246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62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24627" w:rsidRPr="00A24627" w:rsidRDefault="00A24627" w:rsidP="00A246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4627" w:rsidRPr="00A24627" w:rsidRDefault="00A24627" w:rsidP="00A246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627">
        <w:rPr>
          <w:rFonts w:ascii="Times New Roman" w:hAnsi="Times New Roman" w:cs="Times New Roman"/>
          <w:sz w:val="28"/>
          <w:szCs w:val="28"/>
        </w:rPr>
        <w:t>1. Утвердить условия приватизации нежилого здания, по адресу: Новосибирская область, город Искитим, ул. Коммунистическая, д. 53 с земельным участком (приложение 1).</w:t>
      </w:r>
    </w:p>
    <w:p w:rsidR="00A24627" w:rsidRPr="00A24627" w:rsidRDefault="00A24627" w:rsidP="00A246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627">
        <w:rPr>
          <w:rFonts w:ascii="Times New Roman" w:hAnsi="Times New Roman" w:cs="Times New Roman"/>
          <w:sz w:val="28"/>
          <w:szCs w:val="28"/>
        </w:rPr>
        <w:t xml:space="preserve"> 2. Управлению имущества и земельных отношений администрации г. Искитима  (А.И. Бондарева):</w:t>
      </w:r>
    </w:p>
    <w:p w:rsidR="00A24627" w:rsidRPr="00A24627" w:rsidRDefault="00A24627" w:rsidP="00A246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627">
        <w:rPr>
          <w:rFonts w:ascii="Times New Roman" w:hAnsi="Times New Roman" w:cs="Times New Roman"/>
          <w:sz w:val="28"/>
          <w:szCs w:val="28"/>
        </w:rPr>
        <w:t>2.1. опубликовать информационное сообщение о продаже нежилого здания с земельным участком (приложение 2) на сайте www.torgi.gov.ru;</w:t>
      </w:r>
    </w:p>
    <w:p w:rsidR="00A24627" w:rsidRPr="00A24627" w:rsidRDefault="00A24627" w:rsidP="00A246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627">
        <w:rPr>
          <w:rFonts w:ascii="Times New Roman" w:hAnsi="Times New Roman" w:cs="Times New Roman"/>
          <w:sz w:val="28"/>
          <w:szCs w:val="28"/>
        </w:rPr>
        <w:t>2.2. организовать проведение аукциона в электронной форме по продаже нежилого здания с земельным участком указанного, в п. 1 настоящего постановления.</w:t>
      </w:r>
    </w:p>
    <w:p w:rsidR="00A24627" w:rsidRPr="00A24627" w:rsidRDefault="00A24627" w:rsidP="00A246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627">
        <w:rPr>
          <w:rFonts w:ascii="Times New Roman" w:hAnsi="Times New Roman" w:cs="Times New Roman"/>
          <w:sz w:val="28"/>
          <w:szCs w:val="28"/>
        </w:rPr>
        <w:t xml:space="preserve">3. Управлению делами администрации г. Искитима (О.А. Смирнова) опубликовать информационное сообщение о продаже нежилого здания с земельным участком (приложение 2) на официальном сайте администрации </w:t>
      </w:r>
      <w:r w:rsidRPr="00A24627">
        <w:rPr>
          <w:rFonts w:ascii="Times New Roman" w:hAnsi="Times New Roman" w:cs="Times New Roman"/>
          <w:sz w:val="28"/>
          <w:szCs w:val="28"/>
        </w:rPr>
        <w:lastRenderedPageBreak/>
        <w:t>города Искитима.</w:t>
      </w:r>
    </w:p>
    <w:p w:rsidR="007E0C72" w:rsidRDefault="00A24627" w:rsidP="00A24627">
      <w:pPr>
        <w:pStyle w:val="ConsPlusNormal"/>
        <w:ind w:firstLine="540"/>
        <w:jc w:val="both"/>
        <w:rPr>
          <w:sz w:val="28"/>
        </w:rPr>
      </w:pPr>
      <w:r w:rsidRPr="00A24627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A2462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24627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</w:t>
      </w:r>
      <w:proofErr w:type="spellStart"/>
      <w:r w:rsidRPr="00A24627">
        <w:rPr>
          <w:rFonts w:ascii="Times New Roman" w:hAnsi="Times New Roman" w:cs="Times New Roman"/>
          <w:sz w:val="28"/>
          <w:szCs w:val="28"/>
        </w:rPr>
        <w:t>Ружаковскую</w:t>
      </w:r>
      <w:proofErr w:type="spellEnd"/>
      <w:r w:rsidRPr="00A24627"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487A70" w:rsidRDefault="00487A70" w:rsidP="00D514EC">
      <w:pPr>
        <w:jc w:val="both"/>
        <w:rPr>
          <w:sz w:val="28"/>
        </w:rPr>
      </w:pPr>
    </w:p>
    <w:p w:rsidR="00092833" w:rsidRDefault="00092833" w:rsidP="00D514EC">
      <w:pPr>
        <w:jc w:val="both"/>
        <w:rPr>
          <w:sz w:val="28"/>
        </w:rPr>
      </w:pPr>
    </w:p>
    <w:p w:rsidR="00A24627" w:rsidRPr="001670E9" w:rsidRDefault="00A24627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487A70">
      <w:pgSz w:w="11906" w:h="16838" w:code="9"/>
      <w:pgMar w:top="1134" w:right="56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78B" w:rsidRDefault="001C578B">
      <w:r>
        <w:separator/>
      </w:r>
    </w:p>
  </w:endnote>
  <w:endnote w:type="continuationSeparator" w:id="0">
    <w:p w:rsidR="001C578B" w:rsidRDefault="001C5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78B" w:rsidRDefault="001C578B">
      <w:r>
        <w:separator/>
      </w:r>
    </w:p>
  </w:footnote>
  <w:footnote w:type="continuationSeparator" w:id="0">
    <w:p w:rsidR="001C578B" w:rsidRDefault="001C57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9265D"/>
    <w:rsid w:val="00092833"/>
    <w:rsid w:val="000A66A6"/>
    <w:rsid w:val="000B7620"/>
    <w:rsid w:val="000C2669"/>
    <w:rsid w:val="00125027"/>
    <w:rsid w:val="00143A16"/>
    <w:rsid w:val="00157FFE"/>
    <w:rsid w:val="001670E9"/>
    <w:rsid w:val="0018139F"/>
    <w:rsid w:val="001B1BB7"/>
    <w:rsid w:val="001C578B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5206"/>
    <w:rsid w:val="00391199"/>
    <w:rsid w:val="003E0638"/>
    <w:rsid w:val="00400125"/>
    <w:rsid w:val="00401461"/>
    <w:rsid w:val="00423BE4"/>
    <w:rsid w:val="0042767A"/>
    <w:rsid w:val="00445BF4"/>
    <w:rsid w:val="00457E63"/>
    <w:rsid w:val="00487A70"/>
    <w:rsid w:val="004928FF"/>
    <w:rsid w:val="004B11F2"/>
    <w:rsid w:val="004B33B5"/>
    <w:rsid w:val="004D47EF"/>
    <w:rsid w:val="004E0C62"/>
    <w:rsid w:val="004E5553"/>
    <w:rsid w:val="004F206F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7E0C72"/>
    <w:rsid w:val="00815012"/>
    <w:rsid w:val="00851980"/>
    <w:rsid w:val="008706BC"/>
    <w:rsid w:val="008A34D9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24627"/>
    <w:rsid w:val="00A67263"/>
    <w:rsid w:val="00AA6963"/>
    <w:rsid w:val="00AB2D01"/>
    <w:rsid w:val="00B03C81"/>
    <w:rsid w:val="00B16C85"/>
    <w:rsid w:val="00B17B99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14BE4"/>
    <w:rsid w:val="00C32CBD"/>
    <w:rsid w:val="00C66753"/>
    <w:rsid w:val="00C9223A"/>
    <w:rsid w:val="00C961F1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5AA3"/>
    <w:rsid w:val="00E47C15"/>
    <w:rsid w:val="00E5725B"/>
    <w:rsid w:val="00E664D3"/>
    <w:rsid w:val="00E701DB"/>
    <w:rsid w:val="00E70E6F"/>
    <w:rsid w:val="00E9028E"/>
    <w:rsid w:val="00EC3D46"/>
    <w:rsid w:val="00EF006E"/>
    <w:rsid w:val="00F55C35"/>
    <w:rsid w:val="00F55DFC"/>
    <w:rsid w:val="00F8575D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2022-08-09T02:37:00Z</cp:lastPrinted>
  <dcterms:created xsi:type="dcterms:W3CDTF">2022-08-09T02:37:00Z</dcterms:created>
  <dcterms:modified xsi:type="dcterms:W3CDTF">2022-08-09T02:37:00Z</dcterms:modified>
</cp:coreProperties>
</file>