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47C9" w:rsidRDefault="006747C9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47C9" w:rsidRDefault="006747C9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6747C9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747C9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747C9" w:rsidRDefault="006747C9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747C9" w:rsidRDefault="006747C9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6747C9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747C9">
                        <w:rPr>
                          <w:sz w:val="28"/>
                        </w:rPr>
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747C9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6747C9">
                              <w:rPr>
                                <w:sz w:val="24"/>
                                <w:u w:val="single"/>
                              </w:rPr>
                              <w:t>6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6747C9">
                              <w:rPr>
                                <w:sz w:val="24"/>
                                <w:u w:val="single"/>
                              </w:rPr>
                              <w:t>12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747C9">
                        <w:rPr>
                          <w:sz w:val="24"/>
                          <w:u w:val="single"/>
                        </w:rPr>
                        <w:t>21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6747C9">
                        <w:rPr>
                          <w:sz w:val="24"/>
                          <w:u w:val="single"/>
                        </w:rPr>
                        <w:t>6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6747C9">
                        <w:rPr>
                          <w:sz w:val="24"/>
                          <w:u w:val="single"/>
                        </w:rPr>
                        <w:t>12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proofErr w:type="gramStart"/>
      <w:r w:rsidRPr="006747C9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6747C9">
        <w:rPr>
          <w:sz w:val="28"/>
        </w:rPr>
        <w:t>Искитиме</w:t>
      </w:r>
      <w:proofErr w:type="spellEnd"/>
      <w:r w:rsidRPr="006747C9">
        <w:rPr>
          <w:sz w:val="28"/>
        </w:rPr>
        <w:t xml:space="preserve"> Новосибирской области», решением Совета депутатов города Искитима от 06.04.2022 «Об утверждении Порядка организации и</w:t>
      </w:r>
      <w:proofErr w:type="gramEnd"/>
      <w:r w:rsidRPr="006747C9">
        <w:rPr>
          <w:sz w:val="28"/>
        </w:rPr>
        <w:t xml:space="preserve"> </w:t>
      </w:r>
      <w:proofErr w:type="gramStart"/>
      <w:r w:rsidRPr="006747C9">
        <w:rPr>
          <w:sz w:val="28"/>
        </w:rPr>
        <w:t xml:space="preserve">проведения публичных слушаний в городе </w:t>
      </w:r>
      <w:proofErr w:type="spellStart"/>
      <w:r w:rsidRPr="006747C9">
        <w:rPr>
          <w:sz w:val="28"/>
        </w:rPr>
        <w:t>Искитиме</w:t>
      </w:r>
      <w:proofErr w:type="spellEnd"/>
      <w:r w:rsidRPr="006747C9">
        <w:rPr>
          <w:sz w:val="28"/>
        </w:rPr>
        <w:t xml:space="preserve"> по вопросам градостроительной деятельности», постановлением администрации города Искитима Новосибирской области от 28.03.2022 № 418 "Об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  <w:proofErr w:type="gramEnd"/>
    </w:p>
    <w:p w:rsidR="006747C9" w:rsidRPr="006747C9" w:rsidRDefault="006747C9" w:rsidP="006747C9">
      <w:pPr>
        <w:ind w:firstLine="720"/>
        <w:jc w:val="both"/>
        <w:rPr>
          <w:sz w:val="28"/>
        </w:rPr>
      </w:pPr>
    </w:p>
    <w:p w:rsid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>ПОСТАНОВЛЯЮ: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>1. Назначить публичные слушания на 04.07.2022 года в 15-00 часов по адресу: Новосибирская обл., г. Искитим, ул. Пушкина, 39А/1 по следующим вопросам: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 xml:space="preserve">1.1. предоставление разрешения на условно разрешенный вид использования земельного участка площадью 79,0 кв. м с местоположением: </w:t>
      </w:r>
      <w:proofErr w:type="gramStart"/>
      <w:r w:rsidRPr="006747C9">
        <w:rPr>
          <w:sz w:val="28"/>
        </w:rPr>
        <w:lastRenderedPageBreak/>
        <w:t>Новосибирская</w:t>
      </w:r>
      <w:proofErr w:type="gramEnd"/>
      <w:r w:rsidRPr="006747C9">
        <w:rPr>
          <w:sz w:val="28"/>
        </w:rPr>
        <w:t xml:space="preserve"> обл., г. Искитим, ул. Лесосплава (кадастровый номер 54:33:050401:82). Испрашиваемый вид использования  – обслуживание жилой застройки, предоставление коммунальных услуг (Приложение);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 xml:space="preserve">1.2. предоставление разрешения на условно разрешенный вид использования земельного участка площадью 81,0 кв. м с местоположением: </w:t>
      </w:r>
      <w:proofErr w:type="gramStart"/>
      <w:r w:rsidRPr="006747C9">
        <w:rPr>
          <w:sz w:val="28"/>
        </w:rPr>
        <w:t>Новосибирская</w:t>
      </w:r>
      <w:proofErr w:type="gramEnd"/>
      <w:r w:rsidRPr="006747C9">
        <w:rPr>
          <w:sz w:val="28"/>
        </w:rPr>
        <w:t xml:space="preserve"> обл., г. Искитим, ул. Лесосплава (кадастровый номер 54:33:050401:83). Испрашиваемый вид использования  – обслуживание жилой застройки, предоставление коммунальных услуг (Приложение);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 xml:space="preserve">1.3. предоставление разрешения на условно разрешенный вид использования земельного участка площадью 60,0 кв. м с местоположением: </w:t>
      </w:r>
      <w:proofErr w:type="gramStart"/>
      <w:r w:rsidRPr="006747C9">
        <w:rPr>
          <w:sz w:val="28"/>
        </w:rPr>
        <w:t>Новосибирская</w:t>
      </w:r>
      <w:proofErr w:type="gramEnd"/>
      <w:r w:rsidRPr="006747C9">
        <w:rPr>
          <w:sz w:val="28"/>
        </w:rPr>
        <w:t xml:space="preserve"> обл., г. Искитим, ул. Лесосплава (кадастровый номер 54:33:050401:84). Испрашиваемый вид использования  – обслуживание жилой застройки, предоставление коммунальных услуг (Приложение).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 xml:space="preserve">2. Комиссии по градостроительству, землепользованию и застройке города Искитима </w:t>
      </w:r>
      <w:proofErr w:type="gramStart"/>
      <w:r w:rsidRPr="006747C9">
        <w:rPr>
          <w:sz w:val="28"/>
        </w:rPr>
        <w:t>организовать и провести</w:t>
      </w:r>
      <w:proofErr w:type="gramEnd"/>
      <w:r w:rsidRPr="006747C9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6747C9" w:rsidRPr="006747C9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6747C9">
        <w:rPr>
          <w:sz w:val="28"/>
        </w:rPr>
        <w:t>Искитимские</w:t>
      </w:r>
      <w:proofErr w:type="spellEnd"/>
      <w:r w:rsidRPr="006747C9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6747C9" w:rsidP="006747C9">
      <w:pPr>
        <w:ind w:firstLine="720"/>
        <w:jc w:val="both"/>
        <w:rPr>
          <w:sz w:val="28"/>
        </w:rPr>
      </w:pPr>
      <w:r w:rsidRPr="006747C9">
        <w:rPr>
          <w:sz w:val="28"/>
        </w:rPr>
        <w:t xml:space="preserve">5. </w:t>
      </w:r>
      <w:proofErr w:type="gramStart"/>
      <w:r w:rsidRPr="006747C9">
        <w:rPr>
          <w:sz w:val="28"/>
        </w:rPr>
        <w:t>Контроль за</w:t>
      </w:r>
      <w:proofErr w:type="gramEnd"/>
      <w:r w:rsidRPr="006747C9">
        <w:rPr>
          <w:sz w:val="28"/>
        </w:rPr>
        <w:t xml:space="preserve"> исполнением настоящего постановления оставляю за собой.</w:t>
      </w:r>
    </w:p>
    <w:p w:rsidR="00B247DA" w:rsidRDefault="00B247DA" w:rsidP="00B247DA">
      <w:pPr>
        <w:jc w:val="both"/>
        <w:rPr>
          <w:sz w:val="28"/>
        </w:rPr>
      </w:pPr>
    </w:p>
    <w:p w:rsidR="006747C9" w:rsidRPr="001670E9" w:rsidRDefault="006747C9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5C" w:rsidRDefault="0098435C">
      <w:r>
        <w:separator/>
      </w:r>
    </w:p>
  </w:endnote>
  <w:endnote w:type="continuationSeparator" w:id="0">
    <w:p w:rsidR="0098435C" w:rsidRDefault="0098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5C" w:rsidRDefault="0098435C">
      <w:r>
        <w:separator/>
      </w:r>
    </w:p>
  </w:footnote>
  <w:footnote w:type="continuationSeparator" w:id="0">
    <w:p w:rsidR="0098435C" w:rsidRDefault="0098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734EB"/>
    <w:rsid w:val="002736CD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747C9"/>
    <w:rsid w:val="00677D0B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365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2022-06-21T02:25:00Z</cp:lastPrinted>
  <dcterms:created xsi:type="dcterms:W3CDTF">2022-06-21T02:28:00Z</dcterms:created>
  <dcterms:modified xsi:type="dcterms:W3CDTF">2022-06-21T02:28:00Z</dcterms:modified>
</cp:coreProperties>
</file>