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0A9" w:rsidRPr="000560A9" w:rsidRDefault="004D47EF" w:rsidP="000560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0B431269" wp14:editId="2725F08E">
                <wp:simplePos x="0" y="0"/>
                <wp:positionH relativeFrom="margin">
                  <wp:posOffset>-51435</wp:posOffset>
                </wp:positionH>
                <wp:positionV relativeFrom="page">
                  <wp:posOffset>3009265</wp:posOffset>
                </wp:positionV>
                <wp:extent cx="5866765" cy="1552575"/>
                <wp:effectExtent l="0" t="0" r="6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552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A70" w:rsidRDefault="00487A70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0560A9" w:rsidP="000560A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560A9">
                              <w:rPr>
                                <w:sz w:val="28"/>
                                <w:szCs w:val="28"/>
                              </w:rPr>
                              <w:t>О внесении изменений в муниципальную программу «Развитие дорожного хозяйства и повышение безопасности дорожного движения на автомобильных дорогах города Искитима Новосибирской области», утвержденную постановлением администрации г.Искитима Новосибирской области от 18.11.2020г. №1402 (в редакции от 25.03.2021 №391, от 01.10.2021 №1315, от 02.03.2022 №251, от 11.05.2022 №667)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6.95pt;width:461.95pt;height:122.2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" filled="f" stroked="f">
                <v:textbox inset="0,0,0,0">
                  <w:txbxContent>
                    <w:p w:rsidR="00487A70" w:rsidRDefault="00487A70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0560A9" w:rsidP="000560A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0560A9">
                        <w:rPr>
                          <w:sz w:val="28"/>
                          <w:szCs w:val="28"/>
                        </w:rPr>
                        <w:t xml:space="preserve">О внесении изменений в муниципальную программу </w:t>
                      </w:r>
                      <w:bookmarkEnd w:id="1"/>
                      <w:r w:rsidRPr="000560A9">
                        <w:rPr>
                          <w:sz w:val="28"/>
                          <w:szCs w:val="28"/>
                        </w:rPr>
                        <w:t>«Развитие дорожного хозяйства и повышение безопасности дорожного движения на автомобильных дорогах города Искитима Новосибирской области», утвержденную постановлением администрации г.Искитима Новосибирской области от 18.11.2020г. №1402 (в редакции от 25.03.2021 №391, от 01.10.2021 №1315, от 02.03.2022 №251, от 11.05.2022 №667)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758A4A14" wp14:editId="5548E0F1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67EA6B2B" wp14:editId="271E46DC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0560A9">
                              <w:rPr>
                                <w:sz w:val="24"/>
                                <w:u w:val="single"/>
                              </w:rPr>
                              <w:t>27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>.07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560A9">
                              <w:rPr>
                                <w:sz w:val="24"/>
                                <w:u w:val="single"/>
                              </w:rPr>
                              <w:t xml:space="preserve"> 1199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0560A9">
                        <w:rPr>
                          <w:sz w:val="24"/>
                          <w:u w:val="single"/>
                        </w:rPr>
                        <w:t>27</w:t>
                      </w:r>
                      <w:r w:rsidR="003E0638">
                        <w:rPr>
                          <w:sz w:val="24"/>
                          <w:u w:val="single"/>
                        </w:rPr>
                        <w:t>.07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560A9">
                        <w:rPr>
                          <w:sz w:val="24"/>
                          <w:u w:val="single"/>
                        </w:rPr>
                        <w:t xml:space="preserve"> 1199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r w:rsidR="000560A9" w:rsidRPr="000560A9">
        <w:rPr>
          <w:rFonts w:ascii="Times New Roman" w:hAnsi="Times New Roman" w:cs="Times New Roman"/>
          <w:sz w:val="28"/>
          <w:szCs w:val="28"/>
        </w:rPr>
        <w:t xml:space="preserve">Руководствуясь ст.179 Бюджетного кодекса Российской Федерации, решением Совета депутатов города Искитима Новосибирской области от  29.06.2022г. №86 «О внесении изменений в решение Совета депутатов города Искитима Новосибирской области от 22.12.2021 года №30 «О бюджете города Искитима Новосибирской области на 2022 года и плановый период 2023 и 2024 годов» (в </w:t>
      </w:r>
      <w:proofErr w:type="spellStart"/>
      <w:proofErr w:type="gramStart"/>
      <w:r w:rsidR="000560A9" w:rsidRPr="000560A9">
        <w:rPr>
          <w:rFonts w:ascii="Times New Roman" w:hAnsi="Times New Roman" w:cs="Times New Roman"/>
          <w:sz w:val="28"/>
          <w:szCs w:val="28"/>
        </w:rPr>
        <w:t>ред</w:t>
      </w:r>
      <w:proofErr w:type="spellEnd"/>
      <w:proofErr w:type="gramEnd"/>
      <w:r w:rsidR="000560A9" w:rsidRPr="000560A9">
        <w:rPr>
          <w:rFonts w:ascii="Times New Roman" w:hAnsi="Times New Roman" w:cs="Times New Roman"/>
          <w:sz w:val="28"/>
          <w:szCs w:val="28"/>
        </w:rPr>
        <w:t>, от 06.04.2022 №65), Порядком принятия решений о разработке муниципальных программ города Искитима Новосибирской области, их формирования и реализации, утвержденной постановлением администрации города Искитима Новосибирской области от 13.04.2018 г. №534, администрация г.Искитима Новосибирской области</w:t>
      </w:r>
    </w:p>
    <w:p w:rsidR="000560A9" w:rsidRPr="000560A9" w:rsidRDefault="000560A9" w:rsidP="000560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60A9" w:rsidRDefault="000560A9" w:rsidP="000560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A9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560A9" w:rsidRPr="000560A9" w:rsidRDefault="000560A9" w:rsidP="000560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60A9" w:rsidRPr="000560A9" w:rsidRDefault="000560A9" w:rsidP="000560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A9">
        <w:rPr>
          <w:rFonts w:ascii="Times New Roman" w:hAnsi="Times New Roman" w:cs="Times New Roman"/>
          <w:sz w:val="28"/>
          <w:szCs w:val="28"/>
        </w:rPr>
        <w:t>1.</w:t>
      </w:r>
      <w:r w:rsidRPr="000560A9">
        <w:rPr>
          <w:rFonts w:ascii="Times New Roman" w:hAnsi="Times New Roman" w:cs="Times New Roman"/>
          <w:sz w:val="28"/>
          <w:szCs w:val="28"/>
        </w:rPr>
        <w:tab/>
        <w:t>Внести изменения в муниципальную программу «Развитие дорожного хозяйства и повышение безопасности дорожного движения на автомобильных дорогах города Искитима Новосибирской области», утвержденную постановлением администрации г.Искитима от 18.11.2020г. №1402 (в редакции от 25.03.2021 №391, 01.10.2021 №1315, от 02.03.202 №251, от 11.05.2022 №667), изложив ее в редакции, согласно приложению.</w:t>
      </w:r>
    </w:p>
    <w:p w:rsidR="000560A9" w:rsidRPr="000560A9" w:rsidRDefault="000560A9" w:rsidP="000560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A9">
        <w:rPr>
          <w:rFonts w:ascii="Times New Roman" w:hAnsi="Times New Roman" w:cs="Times New Roman"/>
          <w:sz w:val="28"/>
          <w:szCs w:val="28"/>
        </w:rPr>
        <w:t>2.</w:t>
      </w:r>
      <w:r w:rsidRPr="000560A9">
        <w:rPr>
          <w:rFonts w:ascii="Times New Roman" w:hAnsi="Times New Roman" w:cs="Times New Roman"/>
          <w:sz w:val="28"/>
          <w:szCs w:val="28"/>
        </w:rPr>
        <w:tab/>
        <w:t>Опубликовать настоящее постановление в газете «</w:t>
      </w:r>
      <w:proofErr w:type="spellStart"/>
      <w:r w:rsidRPr="000560A9"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 w:rsidRPr="000560A9">
        <w:rPr>
          <w:rFonts w:ascii="Times New Roman" w:hAnsi="Times New Roman" w:cs="Times New Roman"/>
          <w:sz w:val="28"/>
          <w:szCs w:val="28"/>
        </w:rPr>
        <w:t xml:space="preserve"> ведомости» и разместить на официальном сайте администрации города Искитима.</w:t>
      </w:r>
    </w:p>
    <w:p w:rsidR="000560A9" w:rsidRPr="000560A9" w:rsidRDefault="000560A9" w:rsidP="000560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0A9">
        <w:rPr>
          <w:rFonts w:ascii="Times New Roman" w:hAnsi="Times New Roman" w:cs="Times New Roman"/>
          <w:sz w:val="28"/>
          <w:szCs w:val="28"/>
        </w:rPr>
        <w:t>3.</w:t>
      </w:r>
      <w:r w:rsidRPr="000560A9">
        <w:rPr>
          <w:rFonts w:ascii="Times New Roman" w:hAnsi="Times New Roman" w:cs="Times New Roman"/>
          <w:sz w:val="28"/>
          <w:szCs w:val="28"/>
        </w:rPr>
        <w:tab/>
        <w:t xml:space="preserve">Постановление </w:t>
      </w:r>
      <w:proofErr w:type="gramStart"/>
      <w:r w:rsidRPr="000560A9">
        <w:rPr>
          <w:rFonts w:ascii="Times New Roman" w:hAnsi="Times New Roman" w:cs="Times New Roman"/>
          <w:sz w:val="28"/>
          <w:szCs w:val="28"/>
        </w:rPr>
        <w:t>вступает в силу с момента официального опубликования и распространяет</w:t>
      </w:r>
      <w:proofErr w:type="gramEnd"/>
      <w:r w:rsidRPr="000560A9">
        <w:rPr>
          <w:rFonts w:ascii="Times New Roman" w:hAnsi="Times New Roman" w:cs="Times New Roman"/>
          <w:sz w:val="28"/>
          <w:szCs w:val="28"/>
        </w:rPr>
        <w:t xml:space="preserve"> свое действие на правоотношения, возникшие с 01.01.2022 года.</w:t>
      </w:r>
    </w:p>
    <w:p w:rsidR="007E0C72" w:rsidRDefault="000560A9" w:rsidP="000560A9">
      <w:pPr>
        <w:pStyle w:val="ConsPlusNormal"/>
        <w:ind w:firstLine="540"/>
        <w:jc w:val="both"/>
        <w:rPr>
          <w:sz w:val="28"/>
        </w:rPr>
      </w:pPr>
      <w:r w:rsidRPr="000560A9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0560A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560A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560A9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города К.В. </w:t>
      </w:r>
      <w:proofErr w:type="spellStart"/>
      <w:r w:rsidRPr="000560A9">
        <w:rPr>
          <w:rFonts w:ascii="Times New Roman" w:hAnsi="Times New Roman" w:cs="Times New Roman"/>
          <w:sz w:val="28"/>
          <w:szCs w:val="28"/>
        </w:rPr>
        <w:t>Сеничева</w:t>
      </w:r>
      <w:proofErr w:type="spellEnd"/>
      <w:r w:rsidRPr="000560A9">
        <w:rPr>
          <w:rFonts w:ascii="Times New Roman" w:hAnsi="Times New Roman" w:cs="Times New Roman"/>
          <w:sz w:val="28"/>
          <w:szCs w:val="28"/>
        </w:rPr>
        <w:t>.</w:t>
      </w:r>
    </w:p>
    <w:p w:rsidR="007E0C72" w:rsidRDefault="007E0C72" w:rsidP="00D514EC">
      <w:pPr>
        <w:jc w:val="both"/>
        <w:rPr>
          <w:sz w:val="28"/>
        </w:rPr>
      </w:pPr>
    </w:p>
    <w:p w:rsidR="00487A70" w:rsidRDefault="00487A70" w:rsidP="00D514EC">
      <w:pPr>
        <w:jc w:val="both"/>
        <w:rPr>
          <w:sz w:val="28"/>
        </w:rPr>
      </w:pPr>
    </w:p>
    <w:p w:rsidR="000560A9" w:rsidRPr="001670E9" w:rsidRDefault="000560A9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487A7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07F" w:rsidRDefault="0035507F">
      <w:r>
        <w:separator/>
      </w:r>
    </w:p>
  </w:endnote>
  <w:endnote w:type="continuationSeparator" w:id="0">
    <w:p w:rsidR="0035507F" w:rsidRDefault="0035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07F" w:rsidRDefault="0035507F">
      <w:r>
        <w:separator/>
      </w:r>
    </w:p>
  </w:footnote>
  <w:footnote w:type="continuationSeparator" w:id="0">
    <w:p w:rsidR="0035507F" w:rsidRDefault="003550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560A9"/>
    <w:rsid w:val="000901B0"/>
    <w:rsid w:val="0009265D"/>
    <w:rsid w:val="000A66A6"/>
    <w:rsid w:val="000B7620"/>
    <w:rsid w:val="000C2669"/>
    <w:rsid w:val="00125027"/>
    <w:rsid w:val="00143A16"/>
    <w:rsid w:val="00157FFE"/>
    <w:rsid w:val="001670E9"/>
    <w:rsid w:val="0018139F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507F"/>
    <w:rsid w:val="00356674"/>
    <w:rsid w:val="00365EFD"/>
    <w:rsid w:val="00375206"/>
    <w:rsid w:val="00391199"/>
    <w:rsid w:val="003E0638"/>
    <w:rsid w:val="00400125"/>
    <w:rsid w:val="00401461"/>
    <w:rsid w:val="00423BE4"/>
    <w:rsid w:val="0042767A"/>
    <w:rsid w:val="00445BF4"/>
    <w:rsid w:val="00457E63"/>
    <w:rsid w:val="00487A70"/>
    <w:rsid w:val="004928FF"/>
    <w:rsid w:val="004B11F2"/>
    <w:rsid w:val="004B33B5"/>
    <w:rsid w:val="004D47EF"/>
    <w:rsid w:val="004E0C62"/>
    <w:rsid w:val="004E5553"/>
    <w:rsid w:val="004F206F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7E0C72"/>
    <w:rsid w:val="00815012"/>
    <w:rsid w:val="00851980"/>
    <w:rsid w:val="008706BC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AD353B"/>
    <w:rsid w:val="00B03C81"/>
    <w:rsid w:val="00B16C85"/>
    <w:rsid w:val="00B17B99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5AA3"/>
    <w:rsid w:val="00E47C15"/>
    <w:rsid w:val="00E5725B"/>
    <w:rsid w:val="00E664D3"/>
    <w:rsid w:val="00E701DB"/>
    <w:rsid w:val="00E70E6F"/>
    <w:rsid w:val="00E9028E"/>
    <w:rsid w:val="00EC3D46"/>
    <w:rsid w:val="00EF006E"/>
    <w:rsid w:val="00F55DFC"/>
    <w:rsid w:val="00F8575D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182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2022-07-28T09:38:00Z</cp:lastPrinted>
  <dcterms:created xsi:type="dcterms:W3CDTF">2022-07-29T08:23:00Z</dcterms:created>
  <dcterms:modified xsi:type="dcterms:W3CDTF">2022-07-29T08:23:00Z</dcterms:modified>
</cp:coreProperties>
</file>