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635" w:rsidRPr="00AA4635" w:rsidRDefault="004D47EF" w:rsidP="00AA4635">
      <w:pPr>
        <w:ind w:firstLine="720"/>
        <w:jc w:val="both"/>
        <w:rPr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35C861AD" wp14:editId="63580183">
                <wp:simplePos x="0" y="0"/>
                <wp:positionH relativeFrom="margin">
                  <wp:posOffset>-52705</wp:posOffset>
                </wp:positionH>
                <wp:positionV relativeFrom="page">
                  <wp:posOffset>3009900</wp:posOffset>
                </wp:positionV>
                <wp:extent cx="6315075" cy="1790700"/>
                <wp:effectExtent l="0" t="0" r="952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5075" cy="179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7B03" w:rsidRDefault="00797B03" w:rsidP="00C606E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AA4635" w:rsidP="00C606E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A4635">
                              <w:rPr>
                                <w:sz w:val="28"/>
                                <w:szCs w:val="28"/>
                              </w:rPr>
                              <w:t>О внесении изменений в</w:t>
                            </w:r>
                            <w:r w:rsidR="00952337">
                              <w:rPr>
                                <w:sz w:val="28"/>
                                <w:szCs w:val="28"/>
                              </w:rPr>
                              <w:t xml:space="preserve"> постановление от 19.06.2019 года № 826 «Об утверждении муниципальной программы «</w:t>
                            </w:r>
                            <w:r w:rsidR="00952337" w:rsidRPr="00952337">
                              <w:rPr>
                                <w:sz w:val="28"/>
                                <w:szCs w:val="28"/>
                              </w:rPr>
                              <w:t>Пе</w:t>
                            </w:r>
                            <w:r w:rsidR="00952337">
                              <w:rPr>
                                <w:sz w:val="28"/>
                                <w:szCs w:val="28"/>
                              </w:rPr>
                              <w:t xml:space="preserve">реселение граждан из аварийного </w:t>
                            </w:r>
                            <w:r w:rsidR="00952337" w:rsidRPr="00952337">
                              <w:rPr>
                                <w:sz w:val="28"/>
                                <w:szCs w:val="28"/>
                              </w:rPr>
                              <w:t>жилищного фонда, признанного таковым на территории города Искитима Новосибирской области до 01.01.2017 года, на 2019-2025 годы»</w:t>
                            </w:r>
                            <w:r w:rsidRPr="00AA4635">
                              <w:rPr>
                                <w:sz w:val="28"/>
                                <w:szCs w:val="28"/>
                              </w:rPr>
                              <w:t xml:space="preserve"> (с изменениями, внесенными постановлениями администрации города Искитима Новосибирской области от 20.09.2019 № 1306, от 17.03.2020 № 344, от 10.06.2020 № 679</w:t>
                            </w:r>
                            <w:r w:rsidR="007A0DD8">
                              <w:rPr>
                                <w:sz w:val="28"/>
                                <w:szCs w:val="28"/>
                              </w:rPr>
                              <w:t>, от 17.03.2021 № 351</w:t>
                            </w:r>
                            <w:r w:rsidRPr="00AA4635">
                              <w:rPr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15pt;margin-top:237pt;width:497.25pt;height:141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" filled="f" stroked="f">
                <v:textbox inset="0,0,0,0">
                  <w:txbxContent>
                    <w:p w:rsidR="00797B03" w:rsidRDefault="00797B03" w:rsidP="00C606E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AA4635" w:rsidP="00C606E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AA4635">
                        <w:rPr>
                          <w:sz w:val="28"/>
                          <w:szCs w:val="28"/>
                        </w:rPr>
                        <w:t>О внесении изменений в</w:t>
                      </w:r>
                      <w:r w:rsidR="00952337">
                        <w:rPr>
                          <w:sz w:val="28"/>
                          <w:szCs w:val="28"/>
                        </w:rPr>
                        <w:t xml:space="preserve"> постановление от 19.06.2019 года № 826 «Об утверждении муниципальной программы «</w:t>
                      </w:r>
                      <w:r w:rsidR="00952337" w:rsidRPr="00952337">
                        <w:rPr>
                          <w:sz w:val="28"/>
                          <w:szCs w:val="28"/>
                        </w:rPr>
                        <w:t>Пе</w:t>
                      </w:r>
                      <w:r w:rsidR="00952337">
                        <w:rPr>
                          <w:sz w:val="28"/>
                          <w:szCs w:val="28"/>
                        </w:rPr>
                        <w:t xml:space="preserve">реселение граждан из аварийного </w:t>
                      </w:r>
                      <w:r w:rsidR="00952337" w:rsidRPr="00952337">
                        <w:rPr>
                          <w:sz w:val="28"/>
                          <w:szCs w:val="28"/>
                        </w:rPr>
                        <w:t xml:space="preserve">жилищного фонда, признанного </w:t>
                      </w:r>
                      <w:bookmarkStart w:id="1" w:name="_GoBack"/>
                      <w:bookmarkEnd w:id="1"/>
                      <w:r w:rsidR="00952337" w:rsidRPr="00952337">
                        <w:rPr>
                          <w:sz w:val="28"/>
                          <w:szCs w:val="28"/>
                        </w:rPr>
                        <w:t xml:space="preserve">таковым на территории города Искитима Новосибирской области до 01.01.2017 года, на 2019-2025 </w:t>
                      </w:r>
                      <w:proofErr w:type="spellStart"/>
                      <w:r w:rsidR="00952337" w:rsidRPr="00952337">
                        <w:rPr>
                          <w:sz w:val="28"/>
                          <w:szCs w:val="28"/>
                        </w:rPr>
                        <w:t>годы»</w:t>
                      </w:r>
                      <w:proofErr w:type="spellEnd"/>
                      <w:r w:rsidRPr="00AA4635">
                        <w:rPr>
                          <w:sz w:val="28"/>
                          <w:szCs w:val="28"/>
                        </w:rPr>
                        <w:t xml:space="preserve"> (с изменениями, внесенными постановлениями администрации города Искитима Новосибирской области от 20.09.2019 № 1306, от 17.03.2020 № 344, от 10.06.2020 № 679</w:t>
                      </w:r>
                      <w:r w:rsidR="007A0DD8">
                        <w:rPr>
                          <w:sz w:val="28"/>
                          <w:szCs w:val="28"/>
                        </w:rPr>
                        <w:t>, от 17.03.2021 № 351</w:t>
                      </w:r>
                      <w:r w:rsidRPr="00AA4635">
                        <w:rPr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423EEC5C" wp14:editId="02FE633C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7431B828" wp14:editId="3272BBB0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7A0DD8">
                              <w:rPr>
                                <w:sz w:val="24"/>
                                <w:u w:val="single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A0DD8"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7A0DD8">
                        <w:rPr>
                          <w:sz w:val="24"/>
                          <w:u w:val="single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A0DD8"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r w:rsidR="002F4451" w:rsidRPr="002F4451">
        <w:rPr>
          <w:sz w:val="28"/>
          <w:szCs w:val="28"/>
        </w:rPr>
        <w:t xml:space="preserve">В </w:t>
      </w:r>
      <w:r w:rsidR="00AA4635" w:rsidRPr="00AA4635">
        <w:rPr>
          <w:sz w:val="28"/>
          <w:szCs w:val="28"/>
        </w:rPr>
        <w:t>целях реализации Федерального закона от 21.07.2007 № 185-ФЗ "О Фонде содействия реформированию жилищно-коммунального хозяйства" администрация города Искитима Новосибирской области</w:t>
      </w:r>
    </w:p>
    <w:p w:rsidR="00AA4635" w:rsidRPr="00AA4635" w:rsidRDefault="00AA4635" w:rsidP="00AA4635">
      <w:pPr>
        <w:ind w:firstLine="720"/>
        <w:jc w:val="both"/>
        <w:rPr>
          <w:sz w:val="28"/>
          <w:szCs w:val="28"/>
        </w:rPr>
      </w:pPr>
    </w:p>
    <w:p w:rsidR="00AA4635" w:rsidRDefault="00AA4635" w:rsidP="00AA4635">
      <w:pPr>
        <w:ind w:firstLine="720"/>
        <w:jc w:val="both"/>
        <w:rPr>
          <w:sz w:val="28"/>
          <w:szCs w:val="28"/>
        </w:rPr>
      </w:pPr>
      <w:r w:rsidRPr="00AA4635">
        <w:rPr>
          <w:sz w:val="28"/>
          <w:szCs w:val="28"/>
        </w:rPr>
        <w:t>ПОСТАНОВЛЯЕТ:</w:t>
      </w:r>
    </w:p>
    <w:p w:rsidR="007A0DD8" w:rsidRDefault="00AA4635" w:rsidP="007A0DD8">
      <w:pPr>
        <w:jc w:val="both"/>
        <w:rPr>
          <w:sz w:val="28"/>
          <w:szCs w:val="28"/>
        </w:rPr>
      </w:pPr>
      <w:r w:rsidRPr="00AA4635">
        <w:rPr>
          <w:sz w:val="28"/>
          <w:szCs w:val="28"/>
        </w:rPr>
        <w:t xml:space="preserve">      </w:t>
      </w:r>
    </w:p>
    <w:p w:rsidR="00AA4635" w:rsidRDefault="00AA4635" w:rsidP="007A0DD8">
      <w:pPr>
        <w:ind w:firstLine="709"/>
        <w:jc w:val="both"/>
        <w:rPr>
          <w:sz w:val="28"/>
          <w:szCs w:val="28"/>
        </w:rPr>
      </w:pPr>
      <w:proofErr w:type="gramStart"/>
      <w:r w:rsidRPr="00AA4635">
        <w:rPr>
          <w:sz w:val="28"/>
          <w:szCs w:val="28"/>
        </w:rPr>
        <w:t xml:space="preserve">Внести </w:t>
      </w:r>
      <w:r w:rsidR="00952337" w:rsidRPr="00952337">
        <w:rPr>
          <w:sz w:val="28"/>
          <w:szCs w:val="28"/>
        </w:rPr>
        <w:t>в постановление от 19.06.2019 года № 826 «Об утверждении муниципальной программы «Переселение граждан из аварийного жилищного фонда, признанного таковым на территории города Искитима Новосибирской области до 01.01.2017 года, на 2019-2025 годы»</w:t>
      </w:r>
      <w:r w:rsidRPr="00AA4635">
        <w:rPr>
          <w:sz w:val="28"/>
          <w:szCs w:val="28"/>
        </w:rPr>
        <w:t xml:space="preserve"> (с изменениями, внесенными</w:t>
      </w:r>
      <w:proofErr w:type="gramEnd"/>
      <w:r w:rsidRPr="00AA4635">
        <w:rPr>
          <w:sz w:val="28"/>
          <w:szCs w:val="28"/>
        </w:rPr>
        <w:t xml:space="preserve"> постановлениями администрации города Искитима Новосибирской области от 20.09.2019 № 1306, от 17.03.2020 № 344, от 10.06.2020 № 679</w:t>
      </w:r>
      <w:r w:rsidR="007A0DD8">
        <w:rPr>
          <w:sz w:val="28"/>
          <w:szCs w:val="28"/>
        </w:rPr>
        <w:t>, от 17.03.2021 № 351</w:t>
      </w:r>
      <w:r w:rsidRPr="00AA4635">
        <w:rPr>
          <w:sz w:val="28"/>
          <w:szCs w:val="28"/>
        </w:rPr>
        <w:t xml:space="preserve">) (далее – </w:t>
      </w:r>
      <w:r w:rsidR="007A0DD8">
        <w:rPr>
          <w:sz w:val="28"/>
          <w:szCs w:val="28"/>
        </w:rPr>
        <w:t>постановление</w:t>
      </w:r>
      <w:r w:rsidRPr="00AA4635">
        <w:rPr>
          <w:sz w:val="28"/>
          <w:szCs w:val="28"/>
        </w:rPr>
        <w:t>), следующие изменения:</w:t>
      </w:r>
    </w:p>
    <w:p w:rsidR="007A0DD8" w:rsidRDefault="007A0DD8" w:rsidP="00AA46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A0DD8">
        <w:rPr>
          <w:sz w:val="28"/>
          <w:szCs w:val="28"/>
        </w:rPr>
        <w:t>В наименовании постановления и пункте 1 постановления слова "на 2019 - 2025 годы" заменить словами "на 2019 - 2023 годы".</w:t>
      </w:r>
    </w:p>
    <w:p w:rsidR="00D77810" w:rsidRDefault="007A0DD8" w:rsidP="00AA46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В муниципальной программе</w:t>
      </w:r>
      <w:r w:rsidRPr="007A0DD8">
        <w:rPr>
          <w:sz w:val="28"/>
          <w:szCs w:val="28"/>
        </w:rPr>
        <w:t xml:space="preserve"> «Переселение граждан из аварийного жилищного фонда, признанного таковым на территории города Искитима Новосибирской области до 01.01.2017 года, на 2019-2025 годы»</w:t>
      </w:r>
      <w:r w:rsidR="00D77810">
        <w:rPr>
          <w:sz w:val="28"/>
          <w:szCs w:val="28"/>
        </w:rPr>
        <w:t>, утвержденной постановлением (далее – Программа)</w:t>
      </w:r>
      <w:r w:rsidR="00D77810" w:rsidRPr="00D77810">
        <w:rPr>
          <w:sz w:val="28"/>
          <w:szCs w:val="28"/>
        </w:rPr>
        <w:t>:</w:t>
      </w:r>
    </w:p>
    <w:p w:rsidR="007A0DD8" w:rsidRDefault="00D77810" w:rsidP="00AA46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В</w:t>
      </w:r>
      <w:r w:rsidRPr="00D77810">
        <w:rPr>
          <w:sz w:val="28"/>
          <w:szCs w:val="28"/>
        </w:rPr>
        <w:t xml:space="preserve"> наименовании Программы слова "на 2019 - 2025 годы" заменить словами "на 2019 - 2023 годы";</w:t>
      </w:r>
      <w:r>
        <w:rPr>
          <w:sz w:val="28"/>
          <w:szCs w:val="28"/>
        </w:rPr>
        <w:t xml:space="preserve"> </w:t>
      </w:r>
    </w:p>
    <w:p w:rsidR="00D77810" w:rsidRPr="00895D26" w:rsidRDefault="00D77810" w:rsidP="00AA46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Раздел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«Паспорт муниципальной программы»  </w:t>
      </w:r>
      <w:r w:rsidR="00C606EB" w:rsidRPr="00C606EB">
        <w:rPr>
          <w:sz w:val="28"/>
          <w:szCs w:val="28"/>
        </w:rPr>
        <w:t>изложить в новой редакции в соответствии с пр</w:t>
      </w:r>
      <w:bookmarkStart w:id="0" w:name="_GoBack"/>
      <w:bookmarkEnd w:id="0"/>
      <w:r w:rsidR="00C606EB" w:rsidRPr="00C606EB">
        <w:rPr>
          <w:sz w:val="28"/>
          <w:szCs w:val="28"/>
        </w:rPr>
        <w:t>иложением 1 к настоящему постановлению</w:t>
      </w:r>
      <w:r w:rsidR="00895D26" w:rsidRPr="00895D26">
        <w:rPr>
          <w:sz w:val="28"/>
          <w:szCs w:val="28"/>
        </w:rPr>
        <w:t>;</w:t>
      </w:r>
    </w:p>
    <w:p w:rsidR="00C606EB" w:rsidRPr="00895D26" w:rsidRDefault="00C606EB" w:rsidP="00AA46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2.3. </w:t>
      </w:r>
      <w:r w:rsidRPr="00C606EB">
        <w:rPr>
          <w:sz w:val="28"/>
          <w:szCs w:val="28"/>
        </w:rPr>
        <w:t>В разделе IV «Основные мероприятия Программы»</w:t>
      </w:r>
      <w:r>
        <w:rPr>
          <w:sz w:val="28"/>
          <w:szCs w:val="28"/>
        </w:rPr>
        <w:t xml:space="preserve"> </w:t>
      </w:r>
      <w:r w:rsidRPr="00C606EB">
        <w:rPr>
          <w:sz w:val="28"/>
          <w:szCs w:val="28"/>
        </w:rPr>
        <w:t>слова "на 2019 - 2025 годы" заменить словами "на 2019 - 2023 годы"</w:t>
      </w:r>
      <w:r w:rsidR="00895D26" w:rsidRPr="00895D26">
        <w:rPr>
          <w:sz w:val="28"/>
          <w:szCs w:val="28"/>
        </w:rPr>
        <w:t>;</w:t>
      </w:r>
    </w:p>
    <w:p w:rsidR="00AE04D3" w:rsidRPr="00895D26" w:rsidRDefault="00C606EB" w:rsidP="00AA46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A4635" w:rsidRPr="00AA4635">
        <w:rPr>
          <w:sz w:val="28"/>
          <w:szCs w:val="28"/>
        </w:rPr>
        <w:t>.4. В разделе VII «Ожидаемые результаты реализации Программы»</w:t>
      </w:r>
      <w:r w:rsidR="00AE04D3">
        <w:rPr>
          <w:sz w:val="28"/>
          <w:szCs w:val="28"/>
        </w:rPr>
        <w:t xml:space="preserve"> изложить таблицу в новой редакции</w:t>
      </w:r>
      <w:r w:rsidR="00AE04D3" w:rsidRPr="00AE04D3">
        <w:rPr>
          <w:sz w:val="28"/>
          <w:szCs w:val="28"/>
        </w:rPr>
        <w:t xml:space="preserve"> </w:t>
      </w:r>
      <w:r w:rsidR="00AE04D3">
        <w:rPr>
          <w:sz w:val="28"/>
          <w:szCs w:val="28"/>
        </w:rPr>
        <w:t xml:space="preserve">в соответствии с приложением </w:t>
      </w:r>
      <w:r w:rsidR="00AE04D3" w:rsidRPr="00AE04D3">
        <w:rPr>
          <w:sz w:val="28"/>
          <w:szCs w:val="28"/>
        </w:rPr>
        <w:t>2</w:t>
      </w:r>
      <w:r w:rsidR="00AE04D3" w:rsidRPr="00C606EB">
        <w:rPr>
          <w:sz w:val="28"/>
          <w:szCs w:val="28"/>
        </w:rPr>
        <w:t xml:space="preserve"> к настоящему постановлению</w:t>
      </w:r>
      <w:r w:rsidR="00895D26" w:rsidRPr="00895D26">
        <w:rPr>
          <w:sz w:val="28"/>
          <w:szCs w:val="28"/>
        </w:rPr>
        <w:t>;</w:t>
      </w:r>
    </w:p>
    <w:p w:rsidR="00AA4635" w:rsidRPr="00AA4635" w:rsidRDefault="00B463EE" w:rsidP="00AA46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A4635" w:rsidRPr="00AA4635">
        <w:rPr>
          <w:sz w:val="28"/>
          <w:szCs w:val="28"/>
        </w:rPr>
        <w:t xml:space="preserve">.5. Приложения 1,3,4,5 к Программе изложить в </w:t>
      </w:r>
      <w:r w:rsidR="00171272">
        <w:rPr>
          <w:sz w:val="28"/>
          <w:szCs w:val="28"/>
        </w:rPr>
        <w:t>редакции приложений 3,4,5,6</w:t>
      </w:r>
      <w:r w:rsidR="00AA4635" w:rsidRPr="00AA4635">
        <w:rPr>
          <w:sz w:val="28"/>
          <w:szCs w:val="28"/>
        </w:rPr>
        <w:t xml:space="preserve"> к настоящему постановлению.</w:t>
      </w:r>
    </w:p>
    <w:p w:rsidR="00AA4635" w:rsidRPr="00AA4635" w:rsidRDefault="00B665E0" w:rsidP="00AA46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A4635" w:rsidRPr="00AA4635">
        <w:rPr>
          <w:sz w:val="28"/>
          <w:szCs w:val="28"/>
        </w:rPr>
        <w:t xml:space="preserve">. </w:t>
      </w:r>
      <w:proofErr w:type="gramStart"/>
      <w:r w:rsidR="00AA4635" w:rsidRPr="00AA4635">
        <w:rPr>
          <w:sz w:val="28"/>
          <w:szCs w:val="28"/>
        </w:rPr>
        <w:t>Контроль за</w:t>
      </w:r>
      <w:proofErr w:type="gramEnd"/>
      <w:r w:rsidR="00AA4635" w:rsidRPr="00AA4635">
        <w:rPr>
          <w:sz w:val="28"/>
          <w:szCs w:val="28"/>
        </w:rPr>
        <w:t xml:space="preserve"> исполнением ожидаемых результатов </w:t>
      </w:r>
      <w:r w:rsidR="00527A0F">
        <w:rPr>
          <w:sz w:val="28"/>
          <w:szCs w:val="28"/>
        </w:rPr>
        <w:t>Программы</w:t>
      </w:r>
      <w:r w:rsidR="00AA4635" w:rsidRPr="00AA4635">
        <w:rPr>
          <w:sz w:val="28"/>
          <w:szCs w:val="28"/>
        </w:rPr>
        <w:t xml:space="preserve"> возложить на заместителя главы администрации К.В. </w:t>
      </w:r>
      <w:proofErr w:type="spellStart"/>
      <w:r w:rsidR="00AA4635" w:rsidRPr="00AA4635">
        <w:rPr>
          <w:sz w:val="28"/>
          <w:szCs w:val="28"/>
        </w:rPr>
        <w:t>Сеничева</w:t>
      </w:r>
      <w:proofErr w:type="spellEnd"/>
      <w:r w:rsidR="00AA4635" w:rsidRPr="00AA4635">
        <w:rPr>
          <w:sz w:val="28"/>
          <w:szCs w:val="28"/>
        </w:rPr>
        <w:t>.</w:t>
      </w:r>
    </w:p>
    <w:p w:rsidR="00FF5F37" w:rsidRDefault="00B665E0" w:rsidP="00AA4635">
      <w:pPr>
        <w:ind w:firstLine="720"/>
        <w:jc w:val="both"/>
        <w:rPr>
          <w:sz w:val="28"/>
        </w:rPr>
      </w:pPr>
      <w:r>
        <w:rPr>
          <w:sz w:val="28"/>
          <w:szCs w:val="28"/>
        </w:rPr>
        <w:t>4</w:t>
      </w:r>
      <w:r w:rsidR="00AA4635" w:rsidRPr="00AA4635">
        <w:rPr>
          <w:sz w:val="28"/>
          <w:szCs w:val="28"/>
        </w:rPr>
        <w:t>.Настоящее постановление опубликовать в газете «</w:t>
      </w:r>
      <w:proofErr w:type="spellStart"/>
      <w:r w:rsidR="00AA4635" w:rsidRPr="00AA4635">
        <w:rPr>
          <w:sz w:val="28"/>
          <w:szCs w:val="28"/>
        </w:rPr>
        <w:t>Искитимские</w:t>
      </w:r>
      <w:proofErr w:type="spellEnd"/>
      <w:r w:rsidR="00AA4635" w:rsidRPr="00AA4635">
        <w:rPr>
          <w:sz w:val="28"/>
          <w:szCs w:val="28"/>
        </w:rPr>
        <w:t xml:space="preserve"> ведомости» и разместить на официальном сайте администрации города Искитима (https://iskitim.nso.ru).</w:t>
      </w:r>
    </w:p>
    <w:p w:rsidR="009C29E4" w:rsidRDefault="009C29E4" w:rsidP="00D514EC">
      <w:pPr>
        <w:jc w:val="both"/>
        <w:rPr>
          <w:sz w:val="28"/>
        </w:rPr>
      </w:pPr>
    </w:p>
    <w:p w:rsidR="009C29E4" w:rsidRDefault="009C29E4" w:rsidP="00D514EC">
      <w:pPr>
        <w:jc w:val="both"/>
        <w:rPr>
          <w:sz w:val="28"/>
        </w:rPr>
      </w:pPr>
    </w:p>
    <w:p w:rsidR="00AA4635" w:rsidRPr="001670E9" w:rsidRDefault="00AA4635" w:rsidP="00D514EC">
      <w:pPr>
        <w:jc w:val="both"/>
        <w:rPr>
          <w:sz w:val="28"/>
        </w:rPr>
      </w:pPr>
    </w:p>
    <w:p w:rsidR="008706BC" w:rsidRDefault="006C29E8" w:rsidP="006C29E8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Pr="006C29E8">
        <w:rPr>
          <w:sz w:val="28"/>
        </w:rPr>
        <w:t xml:space="preserve">                                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p w:rsidR="009C29E4" w:rsidRDefault="009C29E4" w:rsidP="006C29E8">
      <w:pPr>
        <w:rPr>
          <w:sz w:val="28"/>
        </w:rPr>
      </w:pPr>
    </w:p>
    <w:sectPr w:rsidR="009C29E4" w:rsidSect="00AA4635">
      <w:pgSz w:w="11906" w:h="16838" w:code="9"/>
      <w:pgMar w:top="1134" w:right="607" w:bottom="567" w:left="1418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345" w:rsidRDefault="00D32345">
      <w:r>
        <w:separator/>
      </w:r>
    </w:p>
  </w:endnote>
  <w:endnote w:type="continuationSeparator" w:id="0">
    <w:p w:rsidR="00D32345" w:rsidRDefault="00D32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345" w:rsidRDefault="00D32345">
      <w:r>
        <w:separator/>
      </w:r>
    </w:p>
  </w:footnote>
  <w:footnote w:type="continuationSeparator" w:id="0">
    <w:p w:rsidR="00D32345" w:rsidRDefault="00D323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3"/>
  </w:num>
  <w:num w:numId="8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43165"/>
    <w:rsid w:val="000C2669"/>
    <w:rsid w:val="00125027"/>
    <w:rsid w:val="001526BB"/>
    <w:rsid w:val="001670E9"/>
    <w:rsid w:val="00171272"/>
    <w:rsid w:val="001B1BB7"/>
    <w:rsid w:val="001E2E99"/>
    <w:rsid w:val="001E6AE2"/>
    <w:rsid w:val="002210FB"/>
    <w:rsid w:val="00230681"/>
    <w:rsid w:val="00244A9A"/>
    <w:rsid w:val="002734EB"/>
    <w:rsid w:val="002755C2"/>
    <w:rsid w:val="00280013"/>
    <w:rsid w:val="002912C1"/>
    <w:rsid w:val="002A6906"/>
    <w:rsid w:val="002F4451"/>
    <w:rsid w:val="00334127"/>
    <w:rsid w:val="00344C0B"/>
    <w:rsid w:val="0035283C"/>
    <w:rsid w:val="00365EFD"/>
    <w:rsid w:val="00400125"/>
    <w:rsid w:val="00423BE4"/>
    <w:rsid w:val="0042767A"/>
    <w:rsid w:val="00445BF4"/>
    <w:rsid w:val="00457E63"/>
    <w:rsid w:val="004B11F2"/>
    <w:rsid w:val="004D47EF"/>
    <w:rsid w:val="004D6D27"/>
    <w:rsid w:val="00522AF2"/>
    <w:rsid w:val="00527A0F"/>
    <w:rsid w:val="005601AE"/>
    <w:rsid w:val="00565430"/>
    <w:rsid w:val="0059545A"/>
    <w:rsid w:val="005E38E7"/>
    <w:rsid w:val="005F0022"/>
    <w:rsid w:val="00667F53"/>
    <w:rsid w:val="00672FF1"/>
    <w:rsid w:val="006918EE"/>
    <w:rsid w:val="0069690C"/>
    <w:rsid w:val="006A637E"/>
    <w:rsid w:val="006C29E8"/>
    <w:rsid w:val="006E6D6E"/>
    <w:rsid w:val="00716870"/>
    <w:rsid w:val="00735DDD"/>
    <w:rsid w:val="00753060"/>
    <w:rsid w:val="00762CFE"/>
    <w:rsid w:val="00795795"/>
    <w:rsid w:val="00797B03"/>
    <w:rsid w:val="007A0DD8"/>
    <w:rsid w:val="007A16EC"/>
    <w:rsid w:val="007A5439"/>
    <w:rsid w:val="007D540B"/>
    <w:rsid w:val="007D5E82"/>
    <w:rsid w:val="00851980"/>
    <w:rsid w:val="008706BC"/>
    <w:rsid w:val="00895D26"/>
    <w:rsid w:val="008A34D9"/>
    <w:rsid w:val="008B51CB"/>
    <w:rsid w:val="008D345E"/>
    <w:rsid w:val="008E2328"/>
    <w:rsid w:val="008E604A"/>
    <w:rsid w:val="008E72AD"/>
    <w:rsid w:val="00952337"/>
    <w:rsid w:val="00967B6B"/>
    <w:rsid w:val="00971032"/>
    <w:rsid w:val="009902EA"/>
    <w:rsid w:val="009C29E4"/>
    <w:rsid w:val="009D442B"/>
    <w:rsid w:val="00A67263"/>
    <w:rsid w:val="00AA4635"/>
    <w:rsid w:val="00AA6963"/>
    <w:rsid w:val="00AA74F7"/>
    <w:rsid w:val="00AB2D01"/>
    <w:rsid w:val="00AD41A7"/>
    <w:rsid w:val="00AE04D3"/>
    <w:rsid w:val="00B03C81"/>
    <w:rsid w:val="00B17B99"/>
    <w:rsid w:val="00B251AD"/>
    <w:rsid w:val="00B463EE"/>
    <w:rsid w:val="00B611A0"/>
    <w:rsid w:val="00B665E0"/>
    <w:rsid w:val="00B835F8"/>
    <w:rsid w:val="00B92BBC"/>
    <w:rsid w:val="00BA2717"/>
    <w:rsid w:val="00C069CB"/>
    <w:rsid w:val="00C11E71"/>
    <w:rsid w:val="00C606EB"/>
    <w:rsid w:val="00C9223A"/>
    <w:rsid w:val="00C961F1"/>
    <w:rsid w:val="00CD2CA7"/>
    <w:rsid w:val="00CD73B8"/>
    <w:rsid w:val="00D05C2F"/>
    <w:rsid w:val="00D32345"/>
    <w:rsid w:val="00D35F18"/>
    <w:rsid w:val="00D514EC"/>
    <w:rsid w:val="00D70CBD"/>
    <w:rsid w:val="00D764E6"/>
    <w:rsid w:val="00D77810"/>
    <w:rsid w:val="00D93BEB"/>
    <w:rsid w:val="00DF53B8"/>
    <w:rsid w:val="00E5725B"/>
    <w:rsid w:val="00E664D3"/>
    <w:rsid w:val="00E701DB"/>
    <w:rsid w:val="00EF006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uiPriority w:val="39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uiPriority w:val="39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40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2021-12-08T08:33:00Z</cp:lastPrinted>
  <dcterms:created xsi:type="dcterms:W3CDTF">2021-12-07T05:18:00Z</dcterms:created>
  <dcterms:modified xsi:type="dcterms:W3CDTF">2021-12-08T09:10:00Z</dcterms:modified>
</cp:coreProperties>
</file>