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68" w:rsidRPr="00201868" w:rsidRDefault="004D47EF" w:rsidP="00201868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A9E0F33" wp14:editId="6CB9DDF5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430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01868" w:rsidRDefault="00201868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01868" w:rsidRDefault="00201868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201868" w:rsidP="0020186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01868">
                              <w:rPr>
                                <w:sz w:val="28"/>
                                <w:szCs w:val="28"/>
                              </w:rPr>
                              <w:t>Об утверждении порядка формирования муниципальной маршрутной сети на территории города Искитима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01868" w:rsidRDefault="00201868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01868" w:rsidRDefault="00201868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201868" w:rsidP="0020186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01868">
                        <w:rPr>
                          <w:sz w:val="28"/>
                          <w:szCs w:val="28"/>
                        </w:rPr>
                        <w:t xml:space="preserve">Об утверждении порядка формирования муниципальной маршрутной сети </w:t>
                      </w:r>
                      <w:bookmarkEnd w:id="1"/>
                      <w:r w:rsidRPr="00201868">
                        <w:rPr>
                          <w:sz w:val="28"/>
                          <w:szCs w:val="28"/>
                        </w:rPr>
                        <w:t>на территории города Искитима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184F651" wp14:editId="54EA5412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CA81DCA" wp14:editId="188BB3C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01868">
                              <w:rPr>
                                <w:sz w:val="24"/>
                                <w:u w:val="single"/>
                              </w:rPr>
                              <w:t>28</w:t>
                            </w:r>
                            <w:r w:rsidR="006E7B9D">
                              <w:rPr>
                                <w:sz w:val="24"/>
                                <w:u w:val="single"/>
                              </w:rPr>
                              <w:t>.06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01868">
                              <w:rPr>
                                <w:sz w:val="24"/>
                                <w:u w:val="single"/>
                              </w:rPr>
                              <w:t>879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01868">
                        <w:rPr>
                          <w:sz w:val="24"/>
                          <w:u w:val="single"/>
                        </w:rPr>
                        <w:t>28</w:t>
                      </w:r>
                      <w:r w:rsidR="006E7B9D">
                        <w:rPr>
                          <w:sz w:val="24"/>
                          <w:u w:val="single"/>
                        </w:rPr>
                        <w:t>.06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01868">
                        <w:rPr>
                          <w:sz w:val="24"/>
                          <w:u w:val="single"/>
                        </w:rPr>
                        <w:t>879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201868" w:rsidRPr="0020186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Уставом города Искитима Новосибирской области в целях упорядочения системы организации транспортного</w:t>
      </w:r>
      <w:proofErr w:type="gramEnd"/>
      <w:r w:rsidR="00201868" w:rsidRPr="00201868">
        <w:rPr>
          <w:sz w:val="28"/>
          <w:szCs w:val="28"/>
        </w:rPr>
        <w:t xml:space="preserve"> обслуживания населения на территории города Искитима, администрация города Искитима Новосибирской области</w:t>
      </w: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  <w:r w:rsidRPr="00201868">
        <w:rPr>
          <w:sz w:val="28"/>
          <w:szCs w:val="28"/>
        </w:rPr>
        <w:t>ПОСТАНОВЛЯЕТ:</w:t>
      </w: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01868">
        <w:rPr>
          <w:sz w:val="28"/>
          <w:szCs w:val="28"/>
        </w:rPr>
        <w:t>Утвердить прилагаемый Порядок формирования муниципальной маршрутной сети на территории города Искитима Новосибирской области (далее – Порядок).</w:t>
      </w: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01868">
        <w:rPr>
          <w:sz w:val="28"/>
          <w:szCs w:val="28"/>
        </w:rPr>
        <w:t>Управлению экономического развития администрации города Искитима (</w:t>
      </w:r>
      <w:proofErr w:type="spellStart"/>
      <w:r w:rsidRPr="00201868">
        <w:rPr>
          <w:sz w:val="28"/>
          <w:szCs w:val="28"/>
        </w:rPr>
        <w:t>Пыряева</w:t>
      </w:r>
      <w:proofErr w:type="spellEnd"/>
      <w:r w:rsidRPr="00201868">
        <w:rPr>
          <w:sz w:val="28"/>
          <w:szCs w:val="28"/>
        </w:rPr>
        <w:t xml:space="preserve"> Т.А.) обеспечить исполнение Порядка при организации транспортного обслуживания населения города Искитима.</w:t>
      </w: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01868">
        <w:rPr>
          <w:sz w:val="28"/>
          <w:szCs w:val="28"/>
        </w:rPr>
        <w:t>Управлению делами администрации г.Искитима опубликовать постановление в газете «</w:t>
      </w:r>
      <w:proofErr w:type="spellStart"/>
      <w:r w:rsidRPr="00201868">
        <w:rPr>
          <w:sz w:val="28"/>
          <w:szCs w:val="28"/>
        </w:rPr>
        <w:t>Искитимские</w:t>
      </w:r>
      <w:proofErr w:type="spellEnd"/>
      <w:r w:rsidRPr="00201868">
        <w:rPr>
          <w:sz w:val="28"/>
          <w:szCs w:val="28"/>
        </w:rPr>
        <w:t xml:space="preserve"> ведомости» и на официальном сайте администрации города Искитима.</w:t>
      </w:r>
    </w:p>
    <w:p w:rsidR="00201868" w:rsidRPr="00201868" w:rsidRDefault="00201868" w:rsidP="002018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0186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201868" w:rsidRDefault="00201868" w:rsidP="00201868">
      <w:pPr>
        <w:ind w:firstLine="720"/>
        <w:jc w:val="both"/>
        <w:rPr>
          <w:sz w:val="28"/>
          <w:szCs w:val="28"/>
        </w:rPr>
      </w:pPr>
    </w:p>
    <w:p w:rsidR="00201868" w:rsidRDefault="00201868" w:rsidP="00201868">
      <w:pPr>
        <w:ind w:firstLine="720"/>
        <w:jc w:val="both"/>
        <w:rPr>
          <w:sz w:val="28"/>
          <w:szCs w:val="28"/>
        </w:rPr>
      </w:pPr>
    </w:p>
    <w:p w:rsidR="00201868" w:rsidRDefault="00201868" w:rsidP="00201868">
      <w:pPr>
        <w:ind w:firstLine="720"/>
        <w:jc w:val="both"/>
        <w:rPr>
          <w:sz w:val="28"/>
          <w:szCs w:val="28"/>
        </w:rPr>
      </w:pPr>
    </w:p>
    <w:p w:rsidR="00FF5F37" w:rsidRDefault="00201868" w:rsidP="00201868">
      <w:pPr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>5.</w:t>
      </w:r>
      <w:proofErr w:type="gramStart"/>
      <w:r w:rsidRPr="00201868">
        <w:rPr>
          <w:sz w:val="28"/>
          <w:szCs w:val="28"/>
        </w:rPr>
        <w:t>Контроль за</w:t>
      </w:r>
      <w:proofErr w:type="gramEnd"/>
      <w:r w:rsidRPr="0020186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201868">
        <w:rPr>
          <w:sz w:val="28"/>
          <w:szCs w:val="28"/>
        </w:rPr>
        <w:t>Ружаковскую</w:t>
      </w:r>
      <w:proofErr w:type="spellEnd"/>
      <w:r w:rsidRPr="00201868">
        <w:rPr>
          <w:sz w:val="28"/>
          <w:szCs w:val="28"/>
        </w:rPr>
        <w:t xml:space="preserve"> Т.В.</w:t>
      </w:r>
    </w:p>
    <w:p w:rsidR="009C29E4" w:rsidRDefault="009C29E4" w:rsidP="00D514EC">
      <w:pPr>
        <w:jc w:val="both"/>
        <w:rPr>
          <w:sz w:val="28"/>
        </w:rPr>
      </w:pPr>
    </w:p>
    <w:p w:rsidR="009C29E4" w:rsidRDefault="009C29E4" w:rsidP="00D514EC">
      <w:pPr>
        <w:jc w:val="both"/>
        <w:rPr>
          <w:sz w:val="28"/>
        </w:rPr>
      </w:pPr>
    </w:p>
    <w:p w:rsidR="00201868" w:rsidRPr="001670E9" w:rsidRDefault="00201868" w:rsidP="00D514EC">
      <w:pPr>
        <w:jc w:val="both"/>
        <w:rPr>
          <w:sz w:val="28"/>
        </w:rPr>
      </w:pPr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201868">
      <w:pgSz w:w="11906" w:h="16838" w:code="9"/>
      <w:pgMar w:top="1134" w:right="56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A4E" w:rsidRDefault="00280A4E">
      <w:r>
        <w:separator/>
      </w:r>
    </w:p>
  </w:endnote>
  <w:endnote w:type="continuationSeparator" w:id="0">
    <w:p w:rsidR="00280A4E" w:rsidRDefault="0028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A4E" w:rsidRDefault="00280A4E">
      <w:r>
        <w:separator/>
      </w:r>
    </w:p>
  </w:footnote>
  <w:footnote w:type="continuationSeparator" w:id="0">
    <w:p w:rsidR="00280A4E" w:rsidRDefault="00280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C2669"/>
    <w:rsid w:val="00125027"/>
    <w:rsid w:val="00143A16"/>
    <w:rsid w:val="001670E9"/>
    <w:rsid w:val="001B1BB7"/>
    <w:rsid w:val="001E2E99"/>
    <w:rsid w:val="001E6AE2"/>
    <w:rsid w:val="00201868"/>
    <w:rsid w:val="00230681"/>
    <w:rsid w:val="00244A9A"/>
    <w:rsid w:val="002734EB"/>
    <w:rsid w:val="002755C2"/>
    <w:rsid w:val="00280013"/>
    <w:rsid w:val="00280A4E"/>
    <w:rsid w:val="002A6906"/>
    <w:rsid w:val="002F4451"/>
    <w:rsid w:val="00344C0B"/>
    <w:rsid w:val="00365EFD"/>
    <w:rsid w:val="00400125"/>
    <w:rsid w:val="00423BE4"/>
    <w:rsid w:val="0042767A"/>
    <w:rsid w:val="00445BF4"/>
    <w:rsid w:val="00457E63"/>
    <w:rsid w:val="004B11F2"/>
    <w:rsid w:val="004D47EF"/>
    <w:rsid w:val="00522AF2"/>
    <w:rsid w:val="005601AE"/>
    <w:rsid w:val="00565430"/>
    <w:rsid w:val="0059545A"/>
    <w:rsid w:val="005E38E7"/>
    <w:rsid w:val="005F0022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51980"/>
    <w:rsid w:val="008706BC"/>
    <w:rsid w:val="008A34D9"/>
    <w:rsid w:val="008B51CB"/>
    <w:rsid w:val="008E604A"/>
    <w:rsid w:val="008E72AD"/>
    <w:rsid w:val="00971032"/>
    <w:rsid w:val="009902EA"/>
    <w:rsid w:val="009A571F"/>
    <w:rsid w:val="009C29E4"/>
    <w:rsid w:val="009D442B"/>
    <w:rsid w:val="009F303A"/>
    <w:rsid w:val="00A67263"/>
    <w:rsid w:val="00AA6963"/>
    <w:rsid w:val="00AB2D01"/>
    <w:rsid w:val="00B03C81"/>
    <w:rsid w:val="00B17B99"/>
    <w:rsid w:val="00B611A0"/>
    <w:rsid w:val="00B835F8"/>
    <w:rsid w:val="00B92BBC"/>
    <w:rsid w:val="00BA2717"/>
    <w:rsid w:val="00BE7508"/>
    <w:rsid w:val="00C069CB"/>
    <w:rsid w:val="00C11E71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9028E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149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2021-06-28T04:44:00Z</cp:lastPrinted>
  <dcterms:created xsi:type="dcterms:W3CDTF">2021-06-29T01:13:00Z</dcterms:created>
  <dcterms:modified xsi:type="dcterms:W3CDTF">2021-06-29T01:13:00Z</dcterms:modified>
</cp:coreProperties>
</file>