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34437" w:rsidRDefault="00034437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034437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34437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Озерная, 48 (кадастровый номер 54:33:040288:16)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034437" w:rsidRDefault="00034437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034437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034437">
                        <w:rPr>
                          <w:sz w:val="28"/>
                        </w:rPr>
                        <w:t xml:space="preserve">О проведении публичных слушаний по вопросу предоставления разрешения на условно разрешенный вид использования земельного участка </w:t>
                      </w:r>
                      <w:bookmarkEnd w:id="1"/>
                      <w:r w:rsidRPr="00034437">
                        <w:rPr>
                          <w:sz w:val="28"/>
                        </w:rPr>
                        <w:t>с местоположением: Новосибирская область, город Искитим, улица Озерная, 48 (кадастровый номер 54:33:040288:16)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034437">
                              <w:rPr>
                                <w:sz w:val="24"/>
                                <w:u w:val="single"/>
                              </w:rPr>
                              <w:t>29.11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.2021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34437">
                              <w:rPr>
                                <w:sz w:val="24"/>
                                <w:u w:val="single"/>
                              </w:rPr>
                              <w:t>33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034437">
                        <w:rPr>
                          <w:sz w:val="24"/>
                          <w:u w:val="single"/>
                        </w:rPr>
                        <w:t>29.11</w:t>
                      </w:r>
                      <w:r w:rsidR="0003335A">
                        <w:rPr>
                          <w:sz w:val="24"/>
                          <w:u w:val="single"/>
                        </w:rPr>
                        <w:t>.2021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34437">
                        <w:rPr>
                          <w:sz w:val="24"/>
                          <w:u w:val="single"/>
                        </w:rPr>
                        <w:t>33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  <w:proofErr w:type="gramStart"/>
      <w:r w:rsidRPr="00034437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034437">
        <w:rPr>
          <w:sz w:val="28"/>
        </w:rPr>
        <w:t>Искитиме</w:t>
      </w:r>
      <w:proofErr w:type="spellEnd"/>
      <w:r w:rsidRPr="00034437">
        <w:rPr>
          <w:sz w:val="28"/>
        </w:rPr>
        <w:t xml:space="preserve"> Новосибирской области», постановлением администрации города Искитима Новосибирской области от 03.09.2018 № 1375 "Об утверждении административного</w:t>
      </w:r>
      <w:proofErr w:type="gramEnd"/>
      <w:r w:rsidRPr="00034437">
        <w:rPr>
          <w:sz w:val="28"/>
        </w:rPr>
        <w:t xml:space="preserve">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</w:p>
    <w:p w:rsidR="00034437" w:rsidRPr="00034437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t>ПОСТАНОВЛЯЮ:</w: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</w:p>
    <w:p w:rsidR="00034437" w:rsidRPr="00034437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t xml:space="preserve">1. Назначить публичные слушания на 13.12.2021 года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Озерная, 48 (кадастровый номер 54:33:040288:16), площадью 1200,0 </w:t>
      </w:r>
      <w:proofErr w:type="spellStart"/>
      <w:r w:rsidRPr="00034437">
        <w:rPr>
          <w:sz w:val="28"/>
        </w:rPr>
        <w:t>кв.м</w:t>
      </w:r>
      <w:proofErr w:type="spellEnd"/>
      <w:r w:rsidRPr="00034437">
        <w:rPr>
          <w:sz w:val="28"/>
        </w:rPr>
        <w:t>. Испрашиваемые виды использования – деловое управление, магазины (Приложение).</w: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lastRenderedPageBreak/>
        <w:t xml:space="preserve">2. Комиссии по градостроительству, землепользованию и застройке города Искитима </w:t>
      </w:r>
      <w:proofErr w:type="gramStart"/>
      <w:r w:rsidRPr="00034437">
        <w:rPr>
          <w:sz w:val="28"/>
        </w:rPr>
        <w:t>организовать и провести</w:t>
      </w:r>
      <w:proofErr w:type="gramEnd"/>
      <w:r w:rsidRPr="00034437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034437" w:rsidRPr="00034437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034437">
        <w:rPr>
          <w:sz w:val="28"/>
        </w:rPr>
        <w:t>Искитимские</w:t>
      </w:r>
      <w:proofErr w:type="spellEnd"/>
      <w:r w:rsidRPr="00034437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034437" w:rsidP="00034437">
      <w:pPr>
        <w:ind w:firstLine="720"/>
        <w:jc w:val="both"/>
        <w:rPr>
          <w:sz w:val="28"/>
        </w:rPr>
      </w:pPr>
      <w:r w:rsidRPr="00034437">
        <w:rPr>
          <w:sz w:val="28"/>
        </w:rPr>
        <w:t xml:space="preserve">5. </w:t>
      </w:r>
      <w:proofErr w:type="gramStart"/>
      <w:r w:rsidRPr="00034437">
        <w:rPr>
          <w:sz w:val="28"/>
        </w:rPr>
        <w:t>Контроль за</w:t>
      </w:r>
      <w:proofErr w:type="gramEnd"/>
      <w:r w:rsidRPr="00034437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034437" w:rsidRPr="001670E9" w:rsidRDefault="00034437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A49" w:rsidRDefault="00666A49">
      <w:r>
        <w:separator/>
      </w:r>
    </w:p>
  </w:endnote>
  <w:endnote w:type="continuationSeparator" w:id="0">
    <w:p w:rsidR="00666A49" w:rsidRDefault="0066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A49" w:rsidRDefault="00666A49">
      <w:r>
        <w:separator/>
      </w:r>
    </w:p>
  </w:footnote>
  <w:footnote w:type="continuationSeparator" w:id="0">
    <w:p w:rsidR="00666A49" w:rsidRDefault="00666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34437"/>
    <w:rsid w:val="000A4E8A"/>
    <w:rsid w:val="000C2669"/>
    <w:rsid w:val="001670E9"/>
    <w:rsid w:val="00186F74"/>
    <w:rsid w:val="001B1BB7"/>
    <w:rsid w:val="00205A46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666A49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2021-11-30T08:16:00Z</dcterms:created>
  <dcterms:modified xsi:type="dcterms:W3CDTF">2021-11-30T08:16:00Z</dcterms:modified>
</cp:coreProperties>
</file>