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E5F6B" w:rsidRDefault="006E5F6B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E5F6B" w:rsidRDefault="006E5F6B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6E5F6B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О проведении публичных </w:t>
                            </w:r>
                            <w:r w:rsidRPr="006E5F6B">
                              <w:rPr>
                                <w:sz w:val="28"/>
                              </w:rPr>
                              <w:t>слушаний по вопросу предоставления разрешения на условно разрешенный вид использования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6E5F6B" w:rsidRDefault="006E5F6B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6E5F6B" w:rsidRDefault="006E5F6B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6E5F6B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 xml:space="preserve">О проведении публичных </w:t>
                      </w:r>
                      <w:r w:rsidRPr="006E5F6B">
                        <w:rPr>
                          <w:sz w:val="28"/>
                        </w:rPr>
                        <w:t>слушаний по вопросу предоставления разрешения на условно разрешенный вид использования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6E5F6B">
                              <w:rPr>
                                <w:sz w:val="24"/>
                                <w:u w:val="single"/>
                              </w:rPr>
                              <w:t>25.10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.2021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6E5F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6E5F6B">
                              <w:rPr>
                                <w:sz w:val="24"/>
                                <w:u w:val="single"/>
                              </w:rPr>
                              <w:t xml:space="preserve">  29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6E5F6B">
                        <w:rPr>
                          <w:sz w:val="24"/>
                          <w:u w:val="single"/>
                        </w:rPr>
                        <w:t>25.10</w:t>
                      </w:r>
                      <w:r w:rsidR="0003335A">
                        <w:rPr>
                          <w:sz w:val="24"/>
                          <w:u w:val="single"/>
                        </w:rPr>
                        <w:t>.2021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6E5F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6E5F6B">
                        <w:rPr>
                          <w:sz w:val="24"/>
                          <w:u w:val="single"/>
                        </w:rPr>
                        <w:t xml:space="preserve">  29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proofErr w:type="gramStart"/>
      <w:r w:rsidRPr="006E5F6B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6E5F6B">
        <w:rPr>
          <w:sz w:val="28"/>
        </w:rPr>
        <w:t>Искитиме</w:t>
      </w:r>
      <w:proofErr w:type="spellEnd"/>
      <w:r w:rsidRPr="006E5F6B">
        <w:rPr>
          <w:sz w:val="28"/>
        </w:rPr>
        <w:t xml:space="preserve"> Новосибирской области», решением Совета депутатов города Искитима от 23.06.2020 № 351 «Об утверждении Порядка организации</w:t>
      </w:r>
      <w:proofErr w:type="gramEnd"/>
      <w:r w:rsidRPr="006E5F6B">
        <w:rPr>
          <w:sz w:val="28"/>
        </w:rPr>
        <w:t xml:space="preserve"> и проведения публичных слушаний в городе </w:t>
      </w:r>
      <w:proofErr w:type="spellStart"/>
      <w:r w:rsidRPr="006E5F6B">
        <w:rPr>
          <w:sz w:val="28"/>
        </w:rPr>
        <w:t>Искитиме</w:t>
      </w:r>
      <w:proofErr w:type="spellEnd"/>
      <w:r w:rsidRPr="006E5F6B">
        <w:rPr>
          <w:sz w:val="28"/>
        </w:rPr>
        <w:t xml:space="preserve"> Новосибирской области по проекту решения о предоставлении разрешения на условно разрешенный вид использования земельного участка или объекта капитального </w:t>
      </w:r>
      <w:proofErr w:type="spellStart"/>
      <w:r w:rsidRPr="006E5F6B">
        <w:rPr>
          <w:sz w:val="28"/>
        </w:rPr>
        <w:t>строиетльства</w:t>
      </w:r>
      <w:proofErr w:type="spellEnd"/>
      <w:r w:rsidRPr="006E5F6B">
        <w:rPr>
          <w:sz w:val="28"/>
        </w:rPr>
        <w:t xml:space="preserve">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строительства», с целью привлечения жителей города Искитима к обсуждению вопроса о предоставлении разрешения на условно разрешенный вид использования земельного участка, 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>ПОСТАНОВЛЯЮ: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</w:p>
    <w:p w:rsidR="006E5F6B" w:rsidRPr="006E5F6B" w:rsidRDefault="006E5F6B" w:rsidP="006E5F6B">
      <w:pPr>
        <w:ind w:firstLine="720"/>
        <w:jc w:val="both"/>
        <w:rPr>
          <w:sz w:val="28"/>
        </w:rPr>
      </w:pPr>
      <w:r>
        <w:rPr>
          <w:sz w:val="28"/>
        </w:rPr>
        <w:t>1.</w:t>
      </w:r>
      <w:r w:rsidRPr="006E5F6B">
        <w:rPr>
          <w:sz w:val="28"/>
        </w:rPr>
        <w:t xml:space="preserve"> Назначить публичные слушания на 08 ноября 2021 в 15-00 часов по адресу: Новосибирская обл., г. Искитим, ул. Пушкина, 39А/1 по следующим вопросам: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1.1. предоставление разрешения на условно разрешенный вид использования земельного участка площадью 169 кв. м в границах территории </w:t>
      </w:r>
      <w:r w:rsidRPr="006E5F6B">
        <w:rPr>
          <w:sz w:val="28"/>
        </w:rPr>
        <w:lastRenderedPageBreak/>
        <w:t xml:space="preserve">кадастрового квартала 54:33:060211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 xml:space="preserve">. Индустриальный, на </w:t>
      </w:r>
      <w:proofErr w:type="gramStart"/>
      <w:r w:rsidRPr="006E5F6B">
        <w:rPr>
          <w:sz w:val="28"/>
        </w:rPr>
        <w:t>котором</w:t>
      </w:r>
      <w:proofErr w:type="gramEnd"/>
      <w:r w:rsidRPr="006E5F6B">
        <w:rPr>
          <w:sz w:val="28"/>
        </w:rPr>
        <w:t xml:space="preserve"> расположено нежилое здание ТП № 146 (кадастровый номер 54:33:000000:899). Испрашиваемый вид использования – коммунальное обслуживание (Приложение); 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1.2. предоставление разрешения на условно разрешенный вид использования земельного участка площадью 184 кв. м в границах территории кадастрового квартала 54:33:050304 с местоположением: </w:t>
      </w:r>
      <w:proofErr w:type="gramStart"/>
      <w:r w:rsidRPr="006E5F6B">
        <w:rPr>
          <w:sz w:val="28"/>
        </w:rPr>
        <w:t>Новосибирская</w:t>
      </w:r>
      <w:proofErr w:type="gramEnd"/>
      <w:r w:rsidRPr="006E5F6B">
        <w:rPr>
          <w:sz w:val="28"/>
        </w:rPr>
        <w:t xml:space="preserve"> обл., г. Искитим, ул. Коротеева, на котором расположено нежилое здание ТП № 149 (кадастровый номер 54:07:000000:1973). Испрашиваемый вид использования – коммунальное обслуживание (Приложение); 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1.3. предоставление разрешения на условно разрешенный вид использования земельного участка площадью 90 кв. м в границах территории кадастрового квартала 54:33:050302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>. Центральный, на котором расположено нежилое здание ТП № 150 (кадастровый номер 54:33:000000:897).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1.4. предоставление разрешения на условно разрешенный вид использования земельного участка площадью 132 кв. м в границах территории кадастрового квартала 54:33:040405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>. Подгорный, на котором расположено нежилое здание ТП № 151 (кадастровый номер 54:33:000000:894).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1.5. предоставление разрешения на условно разрешенный вид использования земельного участка площадью 86 кв. м в границах территории кадастрового квартала 54:33:040409 с местоположением: Новосибирская обл., г. Искитим, пр. Юбилейный, на </w:t>
      </w:r>
      <w:proofErr w:type="gramStart"/>
      <w:r w:rsidRPr="006E5F6B">
        <w:rPr>
          <w:sz w:val="28"/>
        </w:rPr>
        <w:t>котором</w:t>
      </w:r>
      <w:proofErr w:type="gramEnd"/>
      <w:r w:rsidRPr="006E5F6B">
        <w:rPr>
          <w:sz w:val="28"/>
        </w:rPr>
        <w:t xml:space="preserve"> расположено нежилое здание ТП № 153 (кадастровый номер 54:33:000000:890). Испрашиваемый вид использования – коммунальное обслуживание (Приложение); 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1.6. предоставление разрешения на условно разрешенный вид использования земельного участка площадью 54 кв. м в границах территории кадастрового квартала 54:33:040559 с местоположением: Новосибирская обл., г. Искитим, пр. Юбилейный, на </w:t>
      </w:r>
      <w:proofErr w:type="gramStart"/>
      <w:r w:rsidRPr="006E5F6B">
        <w:rPr>
          <w:sz w:val="28"/>
        </w:rPr>
        <w:t>котором</w:t>
      </w:r>
      <w:proofErr w:type="gramEnd"/>
      <w:r w:rsidRPr="006E5F6B">
        <w:rPr>
          <w:sz w:val="28"/>
        </w:rPr>
        <w:t xml:space="preserve"> расположено нежилое здание ТП № 154 (кадастровый номер 54:33:000000:893). Испрашиваемый вид использования – коммунальное обслуживание (Приложение); 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1.7. предоставление разрешения на условно разрешенный вид использования земельного участка площадью 169 кв. м в границах территории кадастрового квартала 54:33:060212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 xml:space="preserve">. Индустриальный, на </w:t>
      </w:r>
      <w:proofErr w:type="gramStart"/>
      <w:r w:rsidRPr="006E5F6B">
        <w:rPr>
          <w:sz w:val="28"/>
        </w:rPr>
        <w:t>котором</w:t>
      </w:r>
      <w:proofErr w:type="gramEnd"/>
      <w:r w:rsidRPr="006E5F6B">
        <w:rPr>
          <w:sz w:val="28"/>
        </w:rPr>
        <w:t xml:space="preserve"> расположено нежилое здание ТП № 160 (кадастровый номер 54:33:000000:895).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1.8. предоставление разрешения на условно разрешенный вид использования земельного участка площадью 163 кв. м в границах территории кадастрового квартала 54:33:050302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 xml:space="preserve">. Центральный, на котором расположено нежилое здание ТП № </w:t>
      </w:r>
      <w:r w:rsidRPr="006E5F6B">
        <w:rPr>
          <w:sz w:val="28"/>
        </w:rPr>
        <w:lastRenderedPageBreak/>
        <w:t xml:space="preserve">141 (кадастровый номер 54:33:000000:898). Испрашиваемый вид использования – коммунальное обслуживание (Приложение); 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1.9. предоставление разрешения на условно разрешенный вид использования земельного участка площадью 107 кв. м в границах территории кадастрового  квартала  54:33:050292 с местоположением: </w:t>
      </w:r>
      <w:proofErr w:type="gramStart"/>
      <w:r w:rsidRPr="006E5F6B">
        <w:rPr>
          <w:sz w:val="28"/>
        </w:rPr>
        <w:t>Новосибирская</w:t>
      </w:r>
      <w:proofErr w:type="gramEnd"/>
      <w:r w:rsidRPr="006E5F6B">
        <w:rPr>
          <w:sz w:val="28"/>
        </w:rPr>
        <w:t xml:space="preserve"> обл., г. Искитим, ул. Советская, на котором расположено нежилое здание ТП № 179 (кадастровый номер 54:33:000000:927). Испрашиваемый вид использования – коммунальное обслуживание (Приложение); 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1.10. предоставление разрешения на условно разрешенный вид использования земельного участка площадью 90 кв. м в границах территории кадастрового квартала 54:33:060510 с местоположением: </w:t>
      </w:r>
      <w:proofErr w:type="gramStart"/>
      <w:r w:rsidRPr="006E5F6B">
        <w:rPr>
          <w:sz w:val="28"/>
        </w:rPr>
        <w:t>Новосибирская</w:t>
      </w:r>
      <w:proofErr w:type="gramEnd"/>
      <w:r w:rsidRPr="006E5F6B">
        <w:rPr>
          <w:sz w:val="28"/>
        </w:rPr>
        <w:t xml:space="preserve"> обл., г. Искитим, ул. Береговая, на котором расположено нежилое здание ТП № 175 (кадастровый номер 54:33:000000:925). Испрашиваемый вид использования – коммунальное обслуживание (Приложение); 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1.11. предоставление разрешения на условно разрешенный вид использования земельного участка площадью 198 кв. м в границах территории кадастрового  квартала 54:33:040403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>. Подгорный, на котором расположено нежилое здание ТП № 174 (кадастровый номер 54:33:000000:933).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1.12. предоставление разрешения на условно разрешенный вид использования земельного участка площадью 141 кв. м в границах территории кадастрового  квартала 54:33:040405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>. Подгорный, на котором расположено нежилое здание ТП № 106 (кадастровый номер 54:33:000000:934).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1.13. предоставление разрешения на условно разрешенный вид использования земельного участка площадью 202 кв. м в границах территории кадастрового  квартала 54:33:040184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>. Подгорный, на котором расположено нежилое здание ТП № 112 (кадастровый номер 54:33:000000:932).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1.14. предоставление разрешения на условно разрешенный вид использования земельного участка площадью 179 кв. м в границах территории кадастрового  квартала 54:33:040303 с местоположением: </w:t>
      </w:r>
      <w:proofErr w:type="gramStart"/>
      <w:r w:rsidRPr="006E5F6B">
        <w:rPr>
          <w:sz w:val="28"/>
        </w:rPr>
        <w:t>Новосибирская</w:t>
      </w:r>
      <w:proofErr w:type="gramEnd"/>
      <w:r w:rsidRPr="006E5F6B">
        <w:rPr>
          <w:sz w:val="28"/>
        </w:rPr>
        <w:t xml:space="preserve"> обл., г. Искитим, ул. Маркса, на котором расположено нежилое здание ТП № 139 (кадастровый номер 54:33:000000:931).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1.15. предоставление разрешения на условно разрешенный вид использования земельного участка площадью 137 кв. м в границах территории кадастрового  квартала 54:33:050306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>. Центральный, на котором расположено нежилое здание ТП № 152 (кадастровый номер 54:33:000000:919). Испрашиваемый вид использования – предоставление коммунальных услуг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lastRenderedPageBreak/>
        <w:t xml:space="preserve">1.16. предоставление разрешения на условно разрешенный вид использования земельного участка площадью 93 кв. м в границах территории кадастрового  квартала 54:33:070611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>. Ложок, на котором расположено нежилое здание ЦТП № 2 (кадастровый номер 54:35:000000:33720). Испрашиваемый вид использования – предоставление коммунальных услуг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1.17. предоставление разрешения на условно разрешенный вид использования земельного участка площадью 232 кв. м в границах территории кадастрового  квартала 54:33:060215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 xml:space="preserve">. Индустриальный, на </w:t>
      </w:r>
      <w:proofErr w:type="gramStart"/>
      <w:r w:rsidRPr="006E5F6B">
        <w:rPr>
          <w:sz w:val="28"/>
        </w:rPr>
        <w:t>котором</w:t>
      </w:r>
      <w:proofErr w:type="gramEnd"/>
      <w:r w:rsidRPr="006E5F6B">
        <w:rPr>
          <w:sz w:val="28"/>
        </w:rPr>
        <w:t xml:space="preserve"> расположено нежилое здание ЦТП № 23 (кадастровый номер 54:33:000000:961).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1.18. предоставление разрешения на условно разрешенный вид использования земельного участка площадью 203 кв. м в границах территории кадастрового  квартала  54:33:060215 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 xml:space="preserve">. Индустриальный, на </w:t>
      </w:r>
      <w:proofErr w:type="gramStart"/>
      <w:r w:rsidRPr="006E5F6B">
        <w:rPr>
          <w:sz w:val="28"/>
        </w:rPr>
        <w:t>котором</w:t>
      </w:r>
      <w:proofErr w:type="gramEnd"/>
      <w:r w:rsidRPr="006E5F6B">
        <w:rPr>
          <w:sz w:val="28"/>
        </w:rPr>
        <w:t xml:space="preserve"> расположено нежилое здание ТП № 184 (кадастровый номер 54:33:000000:1001).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1.19. предоставление разрешения на условно разрешенный вид использования земельного участка площадью 152 кв. м в границах территории кадастрового  квартала 54:33:060216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 xml:space="preserve">. Индустриальный, на </w:t>
      </w:r>
      <w:proofErr w:type="gramStart"/>
      <w:r w:rsidRPr="006E5F6B">
        <w:rPr>
          <w:sz w:val="28"/>
        </w:rPr>
        <w:t>котором</w:t>
      </w:r>
      <w:proofErr w:type="gramEnd"/>
      <w:r w:rsidRPr="006E5F6B">
        <w:rPr>
          <w:sz w:val="28"/>
        </w:rPr>
        <w:t xml:space="preserve"> расположено нежилое здание ТП № 183 (кадастровый номер 54:33:000000:1002).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1.20. предоставление разрешения на условно разрешенный вид использования земельного участка площадью 101 кв. м в границах территории кадастрового  квартала 54:33:040406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>. Подгорный, на котором расположено нежилое здание ТП № 181 (кадастровый номер 54:33:000000:1016).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1.21. предоставление разрешения на условно разрешенный вид использования земельного участка площадью 152 кв. м в границах территории кадастрового  квартала 54:33:060332 с местоположением: </w:t>
      </w:r>
      <w:proofErr w:type="gramStart"/>
      <w:r w:rsidRPr="006E5F6B">
        <w:rPr>
          <w:sz w:val="28"/>
        </w:rPr>
        <w:t>Новосибирская</w:t>
      </w:r>
      <w:proofErr w:type="gramEnd"/>
      <w:r w:rsidRPr="006E5F6B">
        <w:rPr>
          <w:sz w:val="28"/>
        </w:rPr>
        <w:t xml:space="preserve"> обл., г. Искитим, ул. Котовского, на котором расположено нежилое здание ТП № 178 (кадастровый номер 54:33:000000:1015).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1.22. предоставление разрешения на условно разрешенный вид использования земельного участка площадью 172 кв. м в границах территории кадастрового  квартала 54:33:070305 с местоположением: </w:t>
      </w:r>
      <w:proofErr w:type="gramStart"/>
      <w:r w:rsidRPr="006E5F6B">
        <w:rPr>
          <w:sz w:val="28"/>
        </w:rPr>
        <w:t>Новосибирская</w:t>
      </w:r>
      <w:proofErr w:type="gramEnd"/>
      <w:r w:rsidRPr="006E5F6B">
        <w:rPr>
          <w:sz w:val="28"/>
        </w:rPr>
        <w:t xml:space="preserve"> обл., г. Искитим, ул. Полевая, на котором расположено нежилое здание ТП № 176 (кадастровый номер 54:33:010353:41).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1.23. предоставление разрешения на условно разрешенный вид использования земельного участка площадью 200 кв. м в границах территории кадастрового  квартала 54:33:060217 с местоположением: Новосибирская обл., </w:t>
      </w:r>
      <w:r w:rsidRPr="006E5F6B">
        <w:rPr>
          <w:sz w:val="28"/>
        </w:rPr>
        <w:lastRenderedPageBreak/>
        <w:t xml:space="preserve">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 xml:space="preserve">. Индустриальный, на </w:t>
      </w:r>
      <w:proofErr w:type="gramStart"/>
      <w:r w:rsidRPr="006E5F6B">
        <w:rPr>
          <w:sz w:val="28"/>
        </w:rPr>
        <w:t>котором</w:t>
      </w:r>
      <w:proofErr w:type="gramEnd"/>
      <w:r w:rsidRPr="006E5F6B">
        <w:rPr>
          <w:sz w:val="28"/>
        </w:rPr>
        <w:t xml:space="preserve"> расположено нежилое здание ТП № 127 (кадастровый номер 54:33:000000:995). Испрашиваемый вид использования – коммунальное обслуживание (Приложение);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1.24. предоставление разрешения на условно разрешенный вид использования земельного участка площадью 385 кв. м в границах территории кадастрового  квартала 54:33:060201 с местоположением: Новосибирская обл., г. Искитим, </w:t>
      </w:r>
      <w:proofErr w:type="spellStart"/>
      <w:r w:rsidRPr="006E5F6B">
        <w:rPr>
          <w:sz w:val="28"/>
        </w:rPr>
        <w:t>мр</w:t>
      </w:r>
      <w:proofErr w:type="spellEnd"/>
      <w:r w:rsidRPr="006E5F6B">
        <w:rPr>
          <w:sz w:val="28"/>
        </w:rPr>
        <w:t xml:space="preserve">. Индустриальный, на </w:t>
      </w:r>
      <w:proofErr w:type="gramStart"/>
      <w:r w:rsidRPr="006E5F6B">
        <w:rPr>
          <w:sz w:val="28"/>
        </w:rPr>
        <w:t>котором</w:t>
      </w:r>
      <w:proofErr w:type="gramEnd"/>
      <w:r w:rsidRPr="006E5F6B">
        <w:rPr>
          <w:sz w:val="28"/>
        </w:rPr>
        <w:t xml:space="preserve"> расположено нежилое здание ЦТП № 22 (кадастровый номер 54:33:000000:955). Испрашиваемый вид использования – коммунальное обслуживание (Приложение).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2.  Комиссии по градостроительству, землепользованию и застройке города Искитима </w:t>
      </w:r>
      <w:proofErr w:type="gramStart"/>
      <w:r w:rsidRPr="006E5F6B">
        <w:rPr>
          <w:sz w:val="28"/>
        </w:rPr>
        <w:t>организовать и провести</w:t>
      </w:r>
      <w:proofErr w:type="gramEnd"/>
      <w:r w:rsidRPr="006E5F6B">
        <w:rPr>
          <w:sz w:val="28"/>
        </w:rPr>
        <w:t xml:space="preserve"> публичные слушания по вопросам, указанным в п. 1. настоящего постановления.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 </w:t>
      </w:r>
    </w:p>
    <w:p w:rsidR="006E5F6B" w:rsidRPr="006E5F6B" w:rsidRDefault="006E5F6B" w:rsidP="006E5F6B">
      <w:pPr>
        <w:ind w:firstLine="720"/>
        <w:jc w:val="both"/>
        <w:rPr>
          <w:sz w:val="28"/>
        </w:rPr>
      </w:pPr>
      <w:r>
        <w:rPr>
          <w:sz w:val="28"/>
        </w:rPr>
        <w:t xml:space="preserve">4.  </w:t>
      </w:r>
      <w:proofErr w:type="spellStart"/>
      <w:r>
        <w:rPr>
          <w:sz w:val="28"/>
        </w:rPr>
        <w:t>И.о</w:t>
      </w:r>
      <w:proofErr w:type="spellEnd"/>
      <w:r>
        <w:rPr>
          <w:sz w:val="28"/>
        </w:rPr>
        <w:t xml:space="preserve">. управления делами  Е.Н. </w:t>
      </w:r>
      <w:proofErr w:type="spellStart"/>
      <w:r>
        <w:rPr>
          <w:sz w:val="28"/>
        </w:rPr>
        <w:t>Углачевой</w:t>
      </w:r>
      <w:proofErr w:type="spellEnd"/>
      <w:r w:rsidRPr="006E5F6B">
        <w:rPr>
          <w:sz w:val="28"/>
        </w:rPr>
        <w:t xml:space="preserve"> опубликовать настоящее постановление в газете «</w:t>
      </w:r>
      <w:proofErr w:type="spellStart"/>
      <w:r w:rsidRPr="006E5F6B">
        <w:rPr>
          <w:sz w:val="28"/>
        </w:rPr>
        <w:t>Искитимские</w:t>
      </w:r>
      <w:proofErr w:type="spellEnd"/>
      <w:r w:rsidRPr="006E5F6B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6E5F6B" w:rsidP="006E5F6B">
      <w:pPr>
        <w:ind w:firstLine="720"/>
        <w:jc w:val="both"/>
        <w:rPr>
          <w:sz w:val="28"/>
        </w:rPr>
      </w:pPr>
      <w:r w:rsidRPr="006E5F6B">
        <w:rPr>
          <w:sz w:val="28"/>
        </w:rPr>
        <w:t xml:space="preserve">5.  </w:t>
      </w:r>
      <w:proofErr w:type="gramStart"/>
      <w:r w:rsidRPr="006E5F6B">
        <w:rPr>
          <w:sz w:val="28"/>
        </w:rPr>
        <w:t>Контроль за</w:t>
      </w:r>
      <w:proofErr w:type="gramEnd"/>
      <w:r w:rsidRPr="006E5F6B">
        <w:rPr>
          <w:sz w:val="28"/>
        </w:rPr>
        <w:t xml:space="preserve"> исполнением настоящего постановления возложить на первого заместителя главы администрации </w:t>
      </w:r>
      <w:proofErr w:type="spellStart"/>
      <w:r w:rsidRPr="006E5F6B">
        <w:rPr>
          <w:sz w:val="28"/>
        </w:rPr>
        <w:t>Шимкива</w:t>
      </w:r>
      <w:proofErr w:type="spellEnd"/>
      <w:r w:rsidRPr="006E5F6B">
        <w:rPr>
          <w:sz w:val="28"/>
        </w:rPr>
        <w:t xml:space="preserve"> С.И.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Default="00D514EC" w:rsidP="00D514EC">
      <w:pPr>
        <w:jc w:val="both"/>
        <w:rPr>
          <w:sz w:val="28"/>
        </w:rPr>
      </w:pPr>
    </w:p>
    <w:p w:rsidR="004E7ACD" w:rsidRPr="001670E9" w:rsidRDefault="004E7ACD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F19" w:rsidRDefault="00832F19">
      <w:r>
        <w:separator/>
      </w:r>
    </w:p>
  </w:endnote>
  <w:endnote w:type="continuationSeparator" w:id="0">
    <w:p w:rsidR="00832F19" w:rsidRDefault="0083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F19" w:rsidRDefault="00832F19">
      <w:r>
        <w:separator/>
      </w:r>
    </w:p>
  </w:footnote>
  <w:footnote w:type="continuationSeparator" w:id="0">
    <w:p w:rsidR="00832F19" w:rsidRDefault="00832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4E7ACD"/>
    <w:rsid w:val="0059545A"/>
    <w:rsid w:val="00682468"/>
    <w:rsid w:val="0068672F"/>
    <w:rsid w:val="00697BC3"/>
    <w:rsid w:val="006D63DD"/>
    <w:rsid w:val="006E5F6B"/>
    <w:rsid w:val="006E6D6E"/>
    <w:rsid w:val="00735DDD"/>
    <w:rsid w:val="007A5439"/>
    <w:rsid w:val="007D5E82"/>
    <w:rsid w:val="00832F19"/>
    <w:rsid w:val="008E604A"/>
    <w:rsid w:val="008E72AD"/>
    <w:rsid w:val="00992F53"/>
    <w:rsid w:val="009C462C"/>
    <w:rsid w:val="009C6CB5"/>
    <w:rsid w:val="009E435E"/>
    <w:rsid w:val="00A67263"/>
    <w:rsid w:val="00A77C6E"/>
    <w:rsid w:val="00B17B99"/>
    <w:rsid w:val="00B247DA"/>
    <w:rsid w:val="00B92BBC"/>
    <w:rsid w:val="00C069CB"/>
    <w:rsid w:val="00CB4C62"/>
    <w:rsid w:val="00D05C2F"/>
    <w:rsid w:val="00D30582"/>
    <w:rsid w:val="00D35F18"/>
    <w:rsid w:val="00D514EC"/>
    <w:rsid w:val="00D61390"/>
    <w:rsid w:val="00D70CBD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5</Pages>
  <Words>1352</Words>
  <Characters>10391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2021-10-25T03:53:00Z</cp:lastPrinted>
  <dcterms:created xsi:type="dcterms:W3CDTF">2021-10-26T02:26:00Z</dcterms:created>
  <dcterms:modified xsi:type="dcterms:W3CDTF">2021-10-26T02:26:00Z</dcterms:modified>
</cp:coreProperties>
</file>