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E64" w:rsidRPr="005D1E64" w:rsidRDefault="004D47EF" w:rsidP="005D1E64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ED53C5B" wp14:editId="75792CDF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763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AF2" w:rsidRDefault="00522AF2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5D1E64" w:rsidP="005D1E6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D1E64">
                              <w:rPr>
                                <w:sz w:val="28"/>
                                <w:szCs w:val="28"/>
                              </w:rPr>
                              <w:t>О внесении изменений в реестр муниципальных 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аршрутов регулярных перевозок города </w:t>
                            </w:r>
                            <w:r w:rsidRPr="005D1E64">
                              <w:rPr>
                                <w:sz w:val="28"/>
                                <w:szCs w:val="28"/>
                              </w:rPr>
                              <w:t>Искитима, утвержденный постановлением администрации города Искитима от 16.06.2021 № 836 (в редакции постановления администрации г.Искитима Новосибирской области от 10.09.2021 № 1208)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4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jVrQIAAKo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" filled="f" stroked="f">
                <v:textbox inset="0,0,0,0">
                  <w:txbxContent>
                    <w:p w:rsidR="00522AF2" w:rsidRDefault="00522AF2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5D1E64" w:rsidP="005D1E6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D1E64">
                        <w:rPr>
                          <w:sz w:val="28"/>
                          <w:szCs w:val="28"/>
                        </w:rPr>
                        <w:t>О внесении изменений в реестр муниципальных м</w:t>
                      </w:r>
                      <w:r>
                        <w:rPr>
                          <w:sz w:val="28"/>
                          <w:szCs w:val="28"/>
                        </w:rPr>
                        <w:t>аршрутов регулярных перевозок</w:t>
                      </w:r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 города </w:t>
                      </w:r>
                      <w:r w:rsidRPr="005D1E64">
                        <w:rPr>
                          <w:sz w:val="28"/>
                          <w:szCs w:val="28"/>
                        </w:rPr>
                        <w:t>Искитима, утвержденный постановлением администрации города Искитима от 16.06.2021 № 836 (в редакции постановления администрации г.Искитима Новосибирской области от 10.09.2021 № 1208)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4BB6198" wp14:editId="639BE45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E942C41" wp14:editId="4572B878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>30.09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319D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5D1E64">
                              <w:rPr>
                                <w:sz w:val="24"/>
                                <w:u w:val="single"/>
                              </w:rPr>
                              <w:t>1308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668A6">
                        <w:rPr>
                          <w:sz w:val="24"/>
                          <w:u w:val="single"/>
                        </w:rPr>
                        <w:t>30.09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1319D8">
                        <w:rPr>
                          <w:sz w:val="24"/>
                          <w:u w:val="single"/>
                        </w:rPr>
                        <w:t>21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319D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5D1E64">
                        <w:rPr>
                          <w:sz w:val="24"/>
                          <w:u w:val="single"/>
                        </w:rPr>
                        <w:t>1308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5D1E64">
        <w:rPr>
          <w:sz w:val="28"/>
        </w:rPr>
        <w:t>В</w:t>
      </w:r>
      <w:r w:rsidR="005D1E64" w:rsidRPr="005D1E64">
        <w:t xml:space="preserve"> </w:t>
      </w:r>
      <w:r w:rsidR="005D1E64" w:rsidRPr="005D1E64">
        <w:rPr>
          <w:sz w:val="28"/>
        </w:rPr>
        <w:t>целях реализации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Российском Федерации и о внесении изменений в отдельные законодательные акты Российской Федерации», администрация города Искитима Новосибирской области</w:t>
      </w:r>
      <w:proofErr w:type="gramEnd"/>
    </w:p>
    <w:p w:rsidR="005D1E64" w:rsidRPr="005D1E64" w:rsidRDefault="005D1E64" w:rsidP="005D1E64">
      <w:pPr>
        <w:ind w:firstLine="720"/>
        <w:jc w:val="both"/>
        <w:rPr>
          <w:sz w:val="28"/>
        </w:rPr>
      </w:pPr>
    </w:p>
    <w:p w:rsidR="005D1E64" w:rsidRPr="005D1E64" w:rsidRDefault="005D1E64" w:rsidP="005D1E64">
      <w:pPr>
        <w:ind w:firstLine="720"/>
        <w:jc w:val="both"/>
        <w:rPr>
          <w:sz w:val="28"/>
        </w:rPr>
      </w:pPr>
      <w:r w:rsidRPr="005D1E64">
        <w:rPr>
          <w:sz w:val="28"/>
        </w:rPr>
        <w:t>ПОСТАНОВЛЯЕТ:</w:t>
      </w:r>
    </w:p>
    <w:p w:rsidR="005D1E64" w:rsidRPr="005D1E64" w:rsidRDefault="005D1E64" w:rsidP="005D1E64">
      <w:pPr>
        <w:ind w:firstLine="720"/>
        <w:jc w:val="both"/>
        <w:rPr>
          <w:sz w:val="28"/>
        </w:rPr>
      </w:pPr>
    </w:p>
    <w:p w:rsidR="005D1E64" w:rsidRPr="005D1E64" w:rsidRDefault="005D1E64" w:rsidP="005D1E64">
      <w:pPr>
        <w:ind w:firstLine="720"/>
        <w:jc w:val="both"/>
        <w:rPr>
          <w:sz w:val="28"/>
        </w:rPr>
      </w:pPr>
      <w:r w:rsidRPr="005D1E64">
        <w:rPr>
          <w:sz w:val="28"/>
        </w:rPr>
        <w:t>1. Внести изменения в реестр муниципальных маршрутов регулярных перевозок города Искитима, утвержденный постановлением администрации г.Искитима от 16.09.2021 № 836 (в редакции постановления администрации г.Искитима Новосибирской области от 10.09.2021 № 1208), изложив пункты 2, 3, 4, 15, 29, 30 согласно приложению к настоящему постановлению.</w:t>
      </w:r>
    </w:p>
    <w:p w:rsidR="005D1E64" w:rsidRPr="005D1E64" w:rsidRDefault="005D1E64" w:rsidP="005D1E64">
      <w:pPr>
        <w:ind w:firstLine="720"/>
        <w:jc w:val="both"/>
        <w:rPr>
          <w:sz w:val="28"/>
        </w:rPr>
      </w:pPr>
      <w:r w:rsidRPr="005D1E64">
        <w:rPr>
          <w:sz w:val="28"/>
        </w:rPr>
        <w:t>2. Настоящее постановление вступает в силу с момента опубликования.</w:t>
      </w:r>
    </w:p>
    <w:p w:rsidR="001319D8" w:rsidRDefault="005D1E64" w:rsidP="005D1E64">
      <w:pPr>
        <w:ind w:firstLine="720"/>
        <w:jc w:val="both"/>
        <w:rPr>
          <w:sz w:val="28"/>
        </w:rPr>
      </w:pPr>
      <w:r w:rsidRPr="005D1E64">
        <w:rPr>
          <w:sz w:val="28"/>
        </w:rPr>
        <w:t>3. Управлению делами администрации г.Искитима опубликовать постановление в газете «</w:t>
      </w:r>
      <w:proofErr w:type="spellStart"/>
      <w:r w:rsidRPr="005D1E64">
        <w:rPr>
          <w:sz w:val="28"/>
        </w:rPr>
        <w:t>Искитимские</w:t>
      </w:r>
      <w:proofErr w:type="spellEnd"/>
      <w:r w:rsidRPr="005D1E64">
        <w:rPr>
          <w:sz w:val="28"/>
        </w:rPr>
        <w:t xml:space="preserve"> ведомости» и разместить на официальном сайте администрации города Искитима.</w:t>
      </w:r>
    </w:p>
    <w:p w:rsidR="001319D8" w:rsidRDefault="001319D8" w:rsidP="001319D8">
      <w:pPr>
        <w:ind w:firstLine="720"/>
        <w:jc w:val="both"/>
        <w:rPr>
          <w:sz w:val="28"/>
        </w:rPr>
      </w:pPr>
    </w:p>
    <w:p w:rsidR="001319D8" w:rsidRDefault="001319D8" w:rsidP="001319D8">
      <w:pPr>
        <w:ind w:firstLine="720"/>
        <w:jc w:val="both"/>
        <w:rPr>
          <w:sz w:val="28"/>
        </w:rPr>
      </w:pPr>
    </w:p>
    <w:p w:rsidR="005D1E64" w:rsidRPr="001670E9" w:rsidRDefault="005D1E64" w:rsidP="001319D8">
      <w:pPr>
        <w:ind w:firstLine="720"/>
        <w:jc w:val="both"/>
        <w:rPr>
          <w:sz w:val="28"/>
        </w:rPr>
      </w:pPr>
    </w:p>
    <w:p w:rsidR="008706BC" w:rsidRDefault="00125027" w:rsidP="00522AF2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 города Искитима</w:t>
      </w:r>
      <w:r w:rsidR="00A668A6">
        <w:rPr>
          <w:sz w:val="28"/>
        </w:rPr>
        <w:t xml:space="preserve">                             </w:t>
      </w:r>
      <w:r>
        <w:rPr>
          <w:sz w:val="28"/>
        </w:rPr>
        <w:t xml:space="preserve">  </w:t>
      </w:r>
      <w:r w:rsidR="00716870">
        <w:rPr>
          <w:sz w:val="28"/>
        </w:rPr>
        <w:t xml:space="preserve">    </w:t>
      </w: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С.И</w:t>
      </w:r>
      <w:r w:rsidR="00457E63" w:rsidRPr="00457E63">
        <w:rPr>
          <w:sz w:val="28"/>
        </w:rPr>
        <w:t>.</w:t>
      </w:r>
      <w:r>
        <w:rPr>
          <w:sz w:val="28"/>
        </w:rPr>
        <w:t>Шимкив</w:t>
      </w:r>
      <w:proofErr w:type="spellEnd"/>
    </w:p>
    <w:sectPr w:rsidR="008706BC" w:rsidSect="009F4425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80" w:rsidRDefault="00866980">
      <w:r>
        <w:separator/>
      </w:r>
    </w:p>
  </w:endnote>
  <w:endnote w:type="continuationSeparator" w:id="0">
    <w:p w:rsidR="00866980" w:rsidRDefault="0086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80" w:rsidRDefault="00866980">
      <w:r>
        <w:separator/>
      </w:r>
    </w:p>
  </w:footnote>
  <w:footnote w:type="continuationSeparator" w:id="0">
    <w:p w:rsidR="00866980" w:rsidRDefault="00866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53ABD"/>
    <w:rsid w:val="000C2669"/>
    <w:rsid w:val="00125027"/>
    <w:rsid w:val="001319D8"/>
    <w:rsid w:val="001670E9"/>
    <w:rsid w:val="001B1BB7"/>
    <w:rsid w:val="00230681"/>
    <w:rsid w:val="00244A9A"/>
    <w:rsid w:val="002734EB"/>
    <w:rsid w:val="002A6906"/>
    <w:rsid w:val="00344C0B"/>
    <w:rsid w:val="00365EFD"/>
    <w:rsid w:val="00400125"/>
    <w:rsid w:val="00423BE4"/>
    <w:rsid w:val="0042767A"/>
    <w:rsid w:val="00445BF4"/>
    <w:rsid w:val="00457E63"/>
    <w:rsid w:val="00464C96"/>
    <w:rsid w:val="004B11F2"/>
    <w:rsid w:val="004D47EF"/>
    <w:rsid w:val="00522AF2"/>
    <w:rsid w:val="005601AE"/>
    <w:rsid w:val="0059545A"/>
    <w:rsid w:val="005D1E64"/>
    <w:rsid w:val="00667F53"/>
    <w:rsid w:val="00672FF1"/>
    <w:rsid w:val="006918EE"/>
    <w:rsid w:val="0069690C"/>
    <w:rsid w:val="006A637E"/>
    <w:rsid w:val="006E6D6E"/>
    <w:rsid w:val="00716870"/>
    <w:rsid w:val="00735DDD"/>
    <w:rsid w:val="00753060"/>
    <w:rsid w:val="00795795"/>
    <w:rsid w:val="007A16EC"/>
    <w:rsid w:val="007A5439"/>
    <w:rsid w:val="007D540B"/>
    <w:rsid w:val="007D5E82"/>
    <w:rsid w:val="00827862"/>
    <w:rsid w:val="00851980"/>
    <w:rsid w:val="00866980"/>
    <w:rsid w:val="008706BC"/>
    <w:rsid w:val="008B51CB"/>
    <w:rsid w:val="008C1200"/>
    <w:rsid w:val="008E604A"/>
    <w:rsid w:val="008E72AD"/>
    <w:rsid w:val="00962152"/>
    <w:rsid w:val="00971032"/>
    <w:rsid w:val="009902EA"/>
    <w:rsid w:val="009D442B"/>
    <w:rsid w:val="009F4425"/>
    <w:rsid w:val="00A668A6"/>
    <w:rsid w:val="00A67263"/>
    <w:rsid w:val="00AA6963"/>
    <w:rsid w:val="00AB2D01"/>
    <w:rsid w:val="00B03C81"/>
    <w:rsid w:val="00B17B99"/>
    <w:rsid w:val="00B611A0"/>
    <w:rsid w:val="00B92BBC"/>
    <w:rsid w:val="00BA1598"/>
    <w:rsid w:val="00C069CB"/>
    <w:rsid w:val="00C9223A"/>
    <w:rsid w:val="00CD73B8"/>
    <w:rsid w:val="00D05C2F"/>
    <w:rsid w:val="00D35F18"/>
    <w:rsid w:val="00D514EC"/>
    <w:rsid w:val="00D70CBD"/>
    <w:rsid w:val="00D93BEB"/>
    <w:rsid w:val="00DF53B8"/>
    <w:rsid w:val="00E5725B"/>
    <w:rsid w:val="00E664D3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2020-12-03T04:19:00Z</cp:lastPrinted>
  <dcterms:created xsi:type="dcterms:W3CDTF">2021-10-01T03:25:00Z</dcterms:created>
  <dcterms:modified xsi:type="dcterms:W3CDTF">2021-10-01T03:25:00Z</dcterms:modified>
</cp:coreProperties>
</file>